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3F669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 </w:t>
            </w:r>
            <w:r w:rsidR="003F669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72D8" w:rsidRPr="00833384" w:rsidRDefault="001E72D8" w:rsidP="001E72D8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2B0B9E" w:rsidRPr="002B0B9E">
        <w:rPr>
          <w:rFonts w:ascii="Times New Roman" w:hAnsi="Times New Roman" w:cs="Times New Roman"/>
          <w:bCs/>
          <w:sz w:val="28"/>
          <w:szCs w:val="28"/>
        </w:rPr>
        <w:t>«О внесении изменений в отдельные законодательные акты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46E78" w:rsidRPr="00A61158" w:rsidRDefault="001E72D8" w:rsidP="00146E78">
      <w:pPr>
        <w:tabs>
          <w:tab w:val="left" w:pos="5865"/>
        </w:tabs>
        <w:ind w:firstLine="720"/>
        <w:jc w:val="both"/>
        <w:rPr>
          <w:bCs/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="00A61158">
        <w:rPr>
          <w:bCs/>
          <w:szCs w:val="28"/>
        </w:rPr>
        <w:t xml:space="preserve">заместитель Губернатора Ярославской области </w:t>
      </w:r>
      <w:proofErr w:type="spellStart"/>
      <w:r w:rsidR="00A61158">
        <w:rPr>
          <w:bCs/>
          <w:szCs w:val="28"/>
        </w:rPr>
        <w:t>Колядин</w:t>
      </w:r>
      <w:proofErr w:type="spellEnd"/>
      <w:r w:rsidR="00A61158">
        <w:rPr>
          <w:bCs/>
          <w:szCs w:val="28"/>
        </w:rPr>
        <w:t xml:space="preserve"> А.М.</w:t>
      </w:r>
    </w:p>
    <w:p w:rsidR="001E72D8" w:rsidRPr="00E4364B" w:rsidRDefault="001E72D8" w:rsidP="001E72D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62720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Pr="00C118F5" w:rsidRDefault="002E5EE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Вошатко Антон Владимирович,</w:t>
      </w:r>
    </w:p>
    <w:p w:rsidR="005936EB" w:rsidRPr="00A55D70" w:rsidRDefault="00241EAE" w:rsidP="00A30239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</w:t>
      </w:r>
      <w:r w:rsidR="002E5EE9">
        <w:rPr>
          <w:rFonts w:ascii="Times New Roman" w:hAnsi="Times New Roman" w:cs="Times New Roman"/>
        </w:rPr>
        <w:t>40 10 50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F30" w:rsidRDefault="00383F30">
      <w:r>
        <w:separator/>
      </w:r>
    </w:p>
  </w:endnote>
  <w:endnote w:type="continuationSeparator" w:id="0">
    <w:p w:rsidR="00383F30" w:rsidRDefault="0038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F30" w:rsidRDefault="00383F30">
      <w:r>
        <w:separator/>
      </w:r>
    </w:p>
  </w:footnote>
  <w:footnote w:type="continuationSeparator" w:id="0">
    <w:p w:rsidR="00383F30" w:rsidRDefault="00383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6E78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B0B9E"/>
    <w:rsid w:val="002E5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83F30"/>
    <w:rsid w:val="003B5DB7"/>
    <w:rsid w:val="003B6922"/>
    <w:rsid w:val="003C447A"/>
    <w:rsid w:val="003D3891"/>
    <w:rsid w:val="003E34C5"/>
    <w:rsid w:val="003F158E"/>
    <w:rsid w:val="003F669D"/>
    <w:rsid w:val="00413EAE"/>
    <w:rsid w:val="004147FC"/>
    <w:rsid w:val="00415EF8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5154F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27202"/>
    <w:rsid w:val="006342D8"/>
    <w:rsid w:val="00635EE6"/>
    <w:rsid w:val="00643CED"/>
    <w:rsid w:val="0066277F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67835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7548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61158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38F2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C77F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40F30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499A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1547-1424-4F85-A7E0-098BADE8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2023-06-23T07:07:00Z</dcterms:created>
  <dcterms:modified xsi:type="dcterms:W3CDTF">2023-06-23T07:07:00Z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