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1123C" w:rsidTr="0051123C">
        <w:tc>
          <w:tcPr>
            <w:tcW w:w="426" w:type="dxa"/>
            <w:hideMark/>
          </w:tcPr>
          <w:p w:rsidR="0051123C" w:rsidRDefault="0051123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1123C" w:rsidRDefault="0051123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23.12.2016</w:t>
            </w:r>
          </w:p>
        </w:tc>
        <w:tc>
          <w:tcPr>
            <w:tcW w:w="4111" w:type="dxa"/>
          </w:tcPr>
          <w:p w:rsidR="0051123C" w:rsidRDefault="0051123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1123C" w:rsidRDefault="0051123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1123C" w:rsidRDefault="0051123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92</w:t>
            </w:r>
            <w:bookmarkStart w:id="0" w:name="_GoBack"/>
            <w:bookmarkEnd w:id="0"/>
          </w:p>
        </w:tc>
      </w:tr>
    </w:tbl>
    <w:p w:rsidR="000029E0" w:rsidRPr="000029E0" w:rsidRDefault="000029E0" w:rsidP="000029E0">
      <w:pPr>
        <w:tabs>
          <w:tab w:val="left" w:pos="7088"/>
        </w:tabs>
        <w:jc w:val="both"/>
        <w:rPr>
          <w:sz w:val="28"/>
          <w:szCs w:val="28"/>
        </w:rPr>
      </w:pPr>
    </w:p>
    <w:p w:rsidR="000029E0" w:rsidRPr="000029E0" w:rsidRDefault="000029E0" w:rsidP="000029E0">
      <w:pPr>
        <w:tabs>
          <w:tab w:val="left" w:pos="7088"/>
        </w:tabs>
        <w:jc w:val="both"/>
        <w:rPr>
          <w:sz w:val="28"/>
          <w:szCs w:val="28"/>
        </w:rPr>
      </w:pPr>
    </w:p>
    <w:p w:rsidR="001B6343" w:rsidRPr="000029E0" w:rsidRDefault="001B6343" w:rsidP="000029E0">
      <w:pPr>
        <w:tabs>
          <w:tab w:val="left" w:pos="7088"/>
        </w:tabs>
        <w:jc w:val="both"/>
        <w:rPr>
          <w:sz w:val="28"/>
          <w:szCs w:val="28"/>
        </w:rPr>
      </w:pPr>
      <w:r w:rsidRPr="000029E0">
        <w:rPr>
          <w:sz w:val="28"/>
          <w:szCs w:val="28"/>
        </w:rPr>
        <w:t xml:space="preserve">О </w:t>
      </w:r>
      <w:r w:rsidR="008F46E0" w:rsidRPr="000029E0">
        <w:rPr>
          <w:sz w:val="28"/>
          <w:szCs w:val="28"/>
        </w:rPr>
        <w:t>Законе</w:t>
      </w:r>
      <w:r w:rsidRPr="000029E0">
        <w:rPr>
          <w:sz w:val="28"/>
          <w:szCs w:val="28"/>
        </w:rPr>
        <w:t xml:space="preserve"> Ярославской области </w:t>
      </w:r>
    </w:p>
    <w:p w:rsidR="001D1AC6" w:rsidRPr="000029E0" w:rsidRDefault="001D1AC6" w:rsidP="000029E0">
      <w:pPr>
        <w:tabs>
          <w:tab w:val="left" w:pos="7088"/>
        </w:tabs>
        <w:rPr>
          <w:sz w:val="28"/>
          <w:szCs w:val="28"/>
        </w:rPr>
      </w:pPr>
      <w:r w:rsidRPr="000029E0">
        <w:rPr>
          <w:sz w:val="28"/>
          <w:szCs w:val="28"/>
        </w:rPr>
        <w:t xml:space="preserve">«О внесении изменений </w:t>
      </w:r>
      <w:proofErr w:type="gramStart"/>
      <w:r w:rsidRPr="000029E0">
        <w:rPr>
          <w:sz w:val="28"/>
          <w:szCs w:val="28"/>
        </w:rPr>
        <w:t>в</w:t>
      </w:r>
      <w:proofErr w:type="gramEnd"/>
      <w:r w:rsidRPr="000029E0">
        <w:rPr>
          <w:sz w:val="28"/>
          <w:szCs w:val="28"/>
        </w:rPr>
        <w:t xml:space="preserve"> </w:t>
      </w:r>
    </w:p>
    <w:p w:rsidR="001D1AC6" w:rsidRPr="000029E0" w:rsidRDefault="001D1AC6" w:rsidP="000029E0">
      <w:pPr>
        <w:tabs>
          <w:tab w:val="left" w:pos="7088"/>
        </w:tabs>
        <w:rPr>
          <w:sz w:val="28"/>
          <w:szCs w:val="28"/>
        </w:rPr>
      </w:pPr>
      <w:r w:rsidRPr="000029E0">
        <w:rPr>
          <w:sz w:val="28"/>
          <w:szCs w:val="28"/>
        </w:rPr>
        <w:t xml:space="preserve">Закон Ярославской области </w:t>
      </w:r>
    </w:p>
    <w:p w:rsidR="001D1AC6" w:rsidRPr="000029E0" w:rsidRDefault="001D1AC6" w:rsidP="000029E0">
      <w:pPr>
        <w:tabs>
          <w:tab w:val="left" w:pos="7088"/>
        </w:tabs>
        <w:rPr>
          <w:sz w:val="28"/>
          <w:szCs w:val="28"/>
        </w:rPr>
      </w:pPr>
      <w:r w:rsidRPr="000029E0">
        <w:rPr>
          <w:sz w:val="28"/>
          <w:szCs w:val="28"/>
        </w:rPr>
        <w:t>«Об административных правонарушениях»</w:t>
      </w:r>
    </w:p>
    <w:p w:rsidR="00F33BD8" w:rsidRPr="000029E0" w:rsidRDefault="00F33BD8" w:rsidP="000029E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0029E0" w:rsidRDefault="00735EFC" w:rsidP="000029E0">
      <w:pPr>
        <w:ind w:firstLine="709"/>
        <w:contextualSpacing/>
        <w:jc w:val="both"/>
        <w:rPr>
          <w:sz w:val="28"/>
          <w:szCs w:val="28"/>
        </w:rPr>
      </w:pPr>
    </w:p>
    <w:p w:rsidR="009C296A" w:rsidRPr="000029E0" w:rsidRDefault="009C296A" w:rsidP="000029E0">
      <w:pPr>
        <w:ind w:firstLine="709"/>
        <w:contextualSpacing/>
        <w:jc w:val="both"/>
        <w:rPr>
          <w:sz w:val="28"/>
          <w:szCs w:val="28"/>
        </w:rPr>
      </w:pPr>
      <w:r w:rsidRPr="000029E0">
        <w:rPr>
          <w:sz w:val="28"/>
          <w:szCs w:val="28"/>
        </w:rPr>
        <w:t>Ярославская областная Дума</w:t>
      </w:r>
    </w:p>
    <w:p w:rsidR="009C296A" w:rsidRPr="000029E0" w:rsidRDefault="009C296A" w:rsidP="000029E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029E0" w:rsidRDefault="00E102FF" w:rsidP="000029E0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0029E0">
        <w:rPr>
          <w:b/>
          <w:sz w:val="28"/>
          <w:szCs w:val="28"/>
        </w:rPr>
        <w:t>П</w:t>
      </w:r>
      <w:proofErr w:type="gramEnd"/>
      <w:r w:rsidRPr="000029E0">
        <w:rPr>
          <w:b/>
          <w:sz w:val="28"/>
          <w:szCs w:val="28"/>
        </w:rPr>
        <w:t xml:space="preserve"> О С Т А Н О В И Л А:</w:t>
      </w:r>
    </w:p>
    <w:p w:rsidR="00E102FF" w:rsidRPr="000029E0" w:rsidRDefault="00E102FF" w:rsidP="000029E0">
      <w:pPr>
        <w:ind w:firstLine="709"/>
        <w:contextualSpacing/>
        <w:jc w:val="center"/>
        <w:rPr>
          <w:b/>
          <w:sz w:val="28"/>
          <w:szCs w:val="28"/>
        </w:rPr>
      </w:pPr>
    </w:p>
    <w:p w:rsidR="009E7FF7" w:rsidRPr="000029E0" w:rsidRDefault="00C25439" w:rsidP="000029E0">
      <w:pPr>
        <w:ind w:firstLine="709"/>
        <w:jc w:val="both"/>
        <w:rPr>
          <w:sz w:val="28"/>
          <w:szCs w:val="28"/>
        </w:rPr>
      </w:pPr>
      <w:r w:rsidRPr="000029E0">
        <w:rPr>
          <w:sz w:val="28"/>
          <w:szCs w:val="28"/>
        </w:rPr>
        <w:t>1.</w:t>
      </w:r>
      <w:r w:rsidR="001E0B2C" w:rsidRPr="000029E0">
        <w:rPr>
          <w:sz w:val="28"/>
          <w:szCs w:val="28"/>
        </w:rPr>
        <w:t xml:space="preserve"> </w:t>
      </w:r>
      <w:r w:rsidR="00E102FF" w:rsidRPr="000029E0">
        <w:rPr>
          <w:sz w:val="28"/>
          <w:szCs w:val="28"/>
        </w:rPr>
        <w:t xml:space="preserve">Принять </w:t>
      </w:r>
      <w:r w:rsidR="00893552" w:rsidRPr="000029E0">
        <w:rPr>
          <w:sz w:val="28"/>
          <w:szCs w:val="28"/>
        </w:rPr>
        <w:t>Закон</w:t>
      </w:r>
      <w:r w:rsidR="00F32960" w:rsidRPr="000029E0">
        <w:rPr>
          <w:sz w:val="28"/>
          <w:szCs w:val="28"/>
        </w:rPr>
        <w:t xml:space="preserve"> Ярославской области</w:t>
      </w:r>
      <w:r w:rsidR="00032537" w:rsidRPr="000029E0">
        <w:rPr>
          <w:sz w:val="28"/>
          <w:szCs w:val="28"/>
        </w:rPr>
        <w:t xml:space="preserve"> </w:t>
      </w:r>
      <w:r w:rsidR="001D1AC6" w:rsidRPr="000029E0">
        <w:rPr>
          <w:sz w:val="28"/>
          <w:szCs w:val="28"/>
        </w:rPr>
        <w:t>«О внесении изменений в Закон Ярославской области «Об административных правонарушениях»</w:t>
      </w:r>
      <w:r w:rsidR="009E7FF7" w:rsidRPr="000029E0">
        <w:rPr>
          <w:color w:val="000000"/>
          <w:sz w:val="28"/>
          <w:szCs w:val="28"/>
        </w:rPr>
        <w:t>.</w:t>
      </w:r>
    </w:p>
    <w:p w:rsidR="00893552" w:rsidRPr="000029E0" w:rsidRDefault="00893552" w:rsidP="000029E0">
      <w:pPr>
        <w:ind w:firstLine="709"/>
        <w:jc w:val="both"/>
        <w:rPr>
          <w:sz w:val="28"/>
          <w:szCs w:val="28"/>
        </w:rPr>
      </w:pPr>
      <w:r w:rsidRPr="000029E0">
        <w:rPr>
          <w:sz w:val="28"/>
          <w:szCs w:val="28"/>
        </w:rPr>
        <w:t xml:space="preserve">2. Направить указанный Закон Ярославской области </w:t>
      </w:r>
      <w:r w:rsidR="006D5259" w:rsidRPr="000029E0">
        <w:rPr>
          <w:sz w:val="28"/>
          <w:szCs w:val="28"/>
        </w:rPr>
        <w:t xml:space="preserve">временно </w:t>
      </w:r>
      <w:proofErr w:type="gramStart"/>
      <w:r w:rsidR="006D5259" w:rsidRPr="000029E0">
        <w:rPr>
          <w:sz w:val="28"/>
          <w:szCs w:val="28"/>
        </w:rPr>
        <w:t>испо</w:t>
      </w:r>
      <w:r w:rsidR="006D5259" w:rsidRPr="000029E0">
        <w:rPr>
          <w:sz w:val="28"/>
          <w:szCs w:val="28"/>
        </w:rPr>
        <w:t>л</w:t>
      </w:r>
      <w:r w:rsidR="006D5259" w:rsidRPr="000029E0">
        <w:rPr>
          <w:sz w:val="28"/>
          <w:szCs w:val="28"/>
        </w:rPr>
        <w:t>няющему</w:t>
      </w:r>
      <w:proofErr w:type="gramEnd"/>
      <w:r w:rsidR="006D5259" w:rsidRPr="000029E0">
        <w:rPr>
          <w:sz w:val="28"/>
          <w:szCs w:val="28"/>
        </w:rPr>
        <w:t xml:space="preserve"> обязанности Губернатора </w:t>
      </w:r>
      <w:r w:rsidRPr="000029E0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0029E0" w:rsidRDefault="00893552" w:rsidP="000029E0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0029E0" w:rsidRDefault="00E50ECA" w:rsidP="000029E0">
      <w:pPr>
        <w:ind w:firstLine="709"/>
        <w:jc w:val="both"/>
        <w:rPr>
          <w:color w:val="000000"/>
          <w:sz w:val="28"/>
          <w:szCs w:val="28"/>
        </w:rPr>
      </w:pPr>
    </w:p>
    <w:p w:rsidR="00C25439" w:rsidRPr="000029E0" w:rsidRDefault="00C25439" w:rsidP="000029E0">
      <w:pPr>
        <w:ind w:firstLine="709"/>
        <w:rPr>
          <w:sz w:val="28"/>
          <w:szCs w:val="28"/>
        </w:rPr>
      </w:pPr>
    </w:p>
    <w:p w:rsidR="00093AC8" w:rsidRPr="000029E0" w:rsidRDefault="00093AC8" w:rsidP="000029E0">
      <w:pPr>
        <w:pStyle w:val="3"/>
        <w:contextualSpacing/>
        <w:rPr>
          <w:szCs w:val="28"/>
        </w:rPr>
      </w:pPr>
      <w:r w:rsidRPr="000029E0">
        <w:rPr>
          <w:szCs w:val="28"/>
        </w:rPr>
        <w:t>Председатель</w:t>
      </w:r>
    </w:p>
    <w:p w:rsidR="00E102FF" w:rsidRPr="000029E0" w:rsidRDefault="00093AC8" w:rsidP="000029E0">
      <w:pPr>
        <w:jc w:val="both"/>
        <w:rPr>
          <w:sz w:val="28"/>
          <w:szCs w:val="28"/>
        </w:rPr>
      </w:pPr>
      <w:r w:rsidRPr="000029E0">
        <w:rPr>
          <w:sz w:val="28"/>
          <w:szCs w:val="28"/>
        </w:rPr>
        <w:t>Ярославской областной Думы</w:t>
      </w:r>
      <w:r w:rsidRPr="000029E0">
        <w:rPr>
          <w:sz w:val="28"/>
          <w:szCs w:val="28"/>
        </w:rPr>
        <w:tab/>
      </w:r>
      <w:r w:rsidRPr="000029E0">
        <w:rPr>
          <w:sz w:val="28"/>
          <w:szCs w:val="28"/>
        </w:rPr>
        <w:tab/>
      </w:r>
      <w:r w:rsidRPr="000029E0">
        <w:rPr>
          <w:sz w:val="28"/>
          <w:szCs w:val="28"/>
        </w:rPr>
        <w:tab/>
      </w:r>
      <w:r w:rsidRPr="000029E0">
        <w:rPr>
          <w:sz w:val="28"/>
          <w:szCs w:val="28"/>
        </w:rPr>
        <w:tab/>
        <w:t xml:space="preserve">      </w:t>
      </w:r>
      <w:r w:rsidR="000029E0">
        <w:rPr>
          <w:sz w:val="28"/>
          <w:szCs w:val="28"/>
        </w:rPr>
        <w:t xml:space="preserve"> </w:t>
      </w:r>
      <w:r w:rsidRPr="000029E0">
        <w:rPr>
          <w:sz w:val="28"/>
          <w:szCs w:val="28"/>
        </w:rPr>
        <w:t xml:space="preserve">    </w:t>
      </w:r>
      <w:r w:rsidR="00B5428D" w:rsidRPr="000029E0">
        <w:rPr>
          <w:sz w:val="28"/>
          <w:szCs w:val="28"/>
        </w:rPr>
        <w:t>М.В. Боровицкий</w:t>
      </w:r>
    </w:p>
    <w:sectPr w:rsidR="00E102FF" w:rsidRPr="000029E0" w:rsidSect="000029E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017" w:rsidRDefault="00D91017">
      <w:r>
        <w:separator/>
      </w:r>
    </w:p>
  </w:endnote>
  <w:endnote w:type="continuationSeparator" w:id="0">
    <w:p w:rsidR="00D91017" w:rsidRDefault="00D91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017" w:rsidRDefault="00D91017">
      <w:r>
        <w:separator/>
      </w:r>
    </w:p>
  </w:footnote>
  <w:footnote w:type="continuationSeparator" w:id="0">
    <w:p w:rsidR="00D91017" w:rsidRDefault="00D91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37D"/>
    <w:rsid w:val="000029E0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B6168"/>
    <w:rsid w:val="000D7067"/>
    <w:rsid w:val="000E4487"/>
    <w:rsid w:val="001014CF"/>
    <w:rsid w:val="00115679"/>
    <w:rsid w:val="0011582D"/>
    <w:rsid w:val="00116929"/>
    <w:rsid w:val="00126599"/>
    <w:rsid w:val="00127E68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B6343"/>
    <w:rsid w:val="001C2E7D"/>
    <w:rsid w:val="001C48BE"/>
    <w:rsid w:val="001C5686"/>
    <w:rsid w:val="001C6783"/>
    <w:rsid w:val="001D1AC6"/>
    <w:rsid w:val="001E0B2C"/>
    <w:rsid w:val="001E1F34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4EC7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2774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123C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243F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1911"/>
    <w:rsid w:val="006C450D"/>
    <w:rsid w:val="006D27B1"/>
    <w:rsid w:val="006D5259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0F6A"/>
    <w:rsid w:val="007D7F2C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71397"/>
    <w:rsid w:val="00881F9D"/>
    <w:rsid w:val="00884C99"/>
    <w:rsid w:val="008907DD"/>
    <w:rsid w:val="00893552"/>
    <w:rsid w:val="00897256"/>
    <w:rsid w:val="008A2835"/>
    <w:rsid w:val="008B0BF6"/>
    <w:rsid w:val="008D1296"/>
    <w:rsid w:val="008E3693"/>
    <w:rsid w:val="008E6CB0"/>
    <w:rsid w:val="008F46E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1FB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66E99"/>
    <w:rsid w:val="00B77D5B"/>
    <w:rsid w:val="00B827E8"/>
    <w:rsid w:val="00B8479B"/>
    <w:rsid w:val="00B87D0F"/>
    <w:rsid w:val="00B9299A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3FC9"/>
    <w:rsid w:val="00D05B69"/>
    <w:rsid w:val="00D265E9"/>
    <w:rsid w:val="00D5561C"/>
    <w:rsid w:val="00D60AFA"/>
    <w:rsid w:val="00D70EBC"/>
    <w:rsid w:val="00D85A0A"/>
    <w:rsid w:val="00D91017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941B7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D3EA6-78FE-49CE-A662-1C295EA7B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90</cp:revision>
  <cp:lastPrinted>2016-12-23T09:01:00Z</cp:lastPrinted>
  <dcterms:created xsi:type="dcterms:W3CDTF">2013-10-30T12:49:00Z</dcterms:created>
  <dcterms:modified xsi:type="dcterms:W3CDTF">2016-12-26T06:38:00Z</dcterms:modified>
</cp:coreProperties>
</file>