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A20" w:rsidRPr="00AD2A20" w:rsidRDefault="00AD2A20" w:rsidP="00AD2A20">
      <w:pPr>
        <w:jc w:val="both"/>
        <w:rPr>
          <w:sz w:val="28"/>
          <w:szCs w:val="28"/>
        </w:rPr>
      </w:pPr>
    </w:p>
    <w:p w:rsidR="00AD2A20" w:rsidRPr="00AD2A20" w:rsidRDefault="00AD2A20" w:rsidP="00AD2A20">
      <w:pPr>
        <w:jc w:val="both"/>
        <w:rPr>
          <w:sz w:val="28"/>
          <w:szCs w:val="28"/>
        </w:rPr>
      </w:pPr>
    </w:p>
    <w:p w:rsidR="00AD2A20" w:rsidRPr="00AD2A20" w:rsidRDefault="00AD2A20" w:rsidP="00AD2A20">
      <w:pPr>
        <w:jc w:val="both"/>
        <w:rPr>
          <w:sz w:val="28"/>
          <w:szCs w:val="28"/>
        </w:rPr>
      </w:pPr>
    </w:p>
    <w:p w:rsidR="00AD2A20" w:rsidRPr="00AD2A20" w:rsidRDefault="00AD2A20" w:rsidP="00AD2A20">
      <w:pPr>
        <w:jc w:val="both"/>
        <w:rPr>
          <w:sz w:val="28"/>
          <w:szCs w:val="28"/>
        </w:rPr>
      </w:pPr>
    </w:p>
    <w:p w:rsidR="00AD2A20" w:rsidRPr="00AD2A20" w:rsidRDefault="00AD2A20" w:rsidP="00AD2A20">
      <w:pPr>
        <w:jc w:val="both"/>
        <w:rPr>
          <w:sz w:val="28"/>
          <w:szCs w:val="28"/>
        </w:rPr>
      </w:pPr>
    </w:p>
    <w:p w:rsidR="00AD2A20" w:rsidRPr="00AD2A20" w:rsidRDefault="00AD2A20" w:rsidP="00AD2A20">
      <w:pPr>
        <w:jc w:val="both"/>
        <w:rPr>
          <w:sz w:val="28"/>
          <w:szCs w:val="28"/>
        </w:rPr>
      </w:pPr>
    </w:p>
    <w:p w:rsidR="00AD2A20" w:rsidRPr="00AD2A20" w:rsidRDefault="00AD2A20" w:rsidP="00AD2A20">
      <w:pPr>
        <w:jc w:val="both"/>
        <w:rPr>
          <w:sz w:val="28"/>
          <w:szCs w:val="28"/>
        </w:rPr>
      </w:pPr>
    </w:p>
    <w:p w:rsidR="00AD2A20" w:rsidRPr="00AD2A20" w:rsidRDefault="00AD2A20" w:rsidP="00AD2A20">
      <w:pPr>
        <w:jc w:val="both"/>
        <w:rPr>
          <w:sz w:val="28"/>
          <w:szCs w:val="28"/>
        </w:rPr>
      </w:pPr>
    </w:p>
    <w:p w:rsidR="00AD2A20" w:rsidRPr="00AD2A20" w:rsidRDefault="00AD2A20" w:rsidP="00AD2A20">
      <w:pPr>
        <w:jc w:val="both"/>
        <w:rPr>
          <w:sz w:val="28"/>
          <w:szCs w:val="28"/>
        </w:rPr>
      </w:pPr>
    </w:p>
    <w:p w:rsidR="00AD2A20" w:rsidRPr="00AD2A20" w:rsidRDefault="00AD2A20" w:rsidP="00AD2A20">
      <w:pPr>
        <w:jc w:val="both"/>
        <w:rPr>
          <w:sz w:val="28"/>
          <w:szCs w:val="28"/>
        </w:rPr>
      </w:pPr>
    </w:p>
    <w:p w:rsidR="00AD2A20" w:rsidRPr="00AD2A20" w:rsidRDefault="00AD2A20" w:rsidP="00AD2A20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A7F4D" w:rsidTr="00CA7F4D">
        <w:tc>
          <w:tcPr>
            <w:tcW w:w="426" w:type="dxa"/>
            <w:vAlign w:val="bottom"/>
            <w:hideMark/>
          </w:tcPr>
          <w:p w:rsidR="00CA7F4D" w:rsidRDefault="00CA7F4D" w:rsidP="00CA7F4D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A7F4D" w:rsidRDefault="00CA7F4D" w:rsidP="00CA7F4D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14.02.2017</w:t>
            </w:r>
          </w:p>
        </w:tc>
        <w:tc>
          <w:tcPr>
            <w:tcW w:w="4111" w:type="dxa"/>
            <w:vAlign w:val="bottom"/>
          </w:tcPr>
          <w:p w:rsidR="00CA7F4D" w:rsidRDefault="00CA7F4D" w:rsidP="00CA7F4D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A7F4D" w:rsidRDefault="00CA7F4D" w:rsidP="00CA7F4D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A7F4D" w:rsidRDefault="00CA7F4D" w:rsidP="00CA7F4D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9</w:t>
            </w:r>
            <w:bookmarkStart w:id="0" w:name="_GoBack"/>
            <w:bookmarkEnd w:id="0"/>
          </w:p>
        </w:tc>
      </w:tr>
    </w:tbl>
    <w:p w:rsidR="00AD2A20" w:rsidRPr="00AD2A20" w:rsidRDefault="00AD2A20" w:rsidP="00AD2A20">
      <w:pPr>
        <w:jc w:val="both"/>
        <w:rPr>
          <w:sz w:val="28"/>
          <w:szCs w:val="28"/>
        </w:rPr>
      </w:pPr>
    </w:p>
    <w:p w:rsidR="00AD2A20" w:rsidRPr="00AD2A20" w:rsidRDefault="00AD2A20" w:rsidP="00AD2A20">
      <w:pPr>
        <w:jc w:val="both"/>
        <w:rPr>
          <w:sz w:val="28"/>
          <w:szCs w:val="28"/>
        </w:rPr>
      </w:pPr>
    </w:p>
    <w:p w:rsidR="00086A0F" w:rsidRPr="00AD2A20" w:rsidRDefault="00086A0F" w:rsidP="00AD2A20">
      <w:pPr>
        <w:jc w:val="both"/>
        <w:rPr>
          <w:sz w:val="28"/>
          <w:szCs w:val="28"/>
        </w:rPr>
      </w:pPr>
      <w:r w:rsidRPr="00AD2A20">
        <w:rPr>
          <w:sz w:val="28"/>
          <w:szCs w:val="28"/>
        </w:rPr>
        <w:t>О награждении</w:t>
      </w:r>
    </w:p>
    <w:p w:rsidR="00086A0F" w:rsidRPr="00AD2A20" w:rsidRDefault="00086A0F" w:rsidP="00AD2A20">
      <w:pPr>
        <w:jc w:val="both"/>
        <w:rPr>
          <w:sz w:val="28"/>
          <w:szCs w:val="28"/>
        </w:rPr>
      </w:pPr>
      <w:r w:rsidRPr="00AD2A20">
        <w:rPr>
          <w:sz w:val="28"/>
          <w:szCs w:val="28"/>
        </w:rPr>
        <w:t>Почетной грамотой</w:t>
      </w:r>
    </w:p>
    <w:p w:rsidR="00086A0F" w:rsidRPr="00AD2A20" w:rsidRDefault="00086A0F" w:rsidP="00AD2A20">
      <w:pPr>
        <w:jc w:val="both"/>
        <w:rPr>
          <w:sz w:val="28"/>
          <w:szCs w:val="28"/>
        </w:rPr>
      </w:pPr>
      <w:r w:rsidRPr="00AD2A20">
        <w:rPr>
          <w:sz w:val="28"/>
          <w:szCs w:val="28"/>
        </w:rPr>
        <w:t xml:space="preserve">Ярославской областной Думы </w:t>
      </w:r>
    </w:p>
    <w:p w:rsidR="00086A0F" w:rsidRPr="00AD2A20" w:rsidRDefault="00086A0F" w:rsidP="00AD2A20">
      <w:pPr>
        <w:jc w:val="both"/>
        <w:rPr>
          <w:sz w:val="28"/>
          <w:szCs w:val="28"/>
        </w:rPr>
      </w:pPr>
    </w:p>
    <w:p w:rsidR="00AD2A20" w:rsidRPr="00AD2A20" w:rsidRDefault="00AD2A20" w:rsidP="00AD2A20">
      <w:pPr>
        <w:jc w:val="both"/>
        <w:rPr>
          <w:sz w:val="28"/>
          <w:szCs w:val="28"/>
        </w:rPr>
      </w:pPr>
    </w:p>
    <w:p w:rsidR="00086A0F" w:rsidRPr="00AD2A20" w:rsidRDefault="00086A0F" w:rsidP="00AD2A20">
      <w:pPr>
        <w:ind w:firstLine="709"/>
        <w:jc w:val="both"/>
        <w:rPr>
          <w:sz w:val="28"/>
          <w:szCs w:val="28"/>
        </w:rPr>
      </w:pPr>
      <w:r w:rsidRPr="00AD2A20">
        <w:rPr>
          <w:sz w:val="28"/>
          <w:szCs w:val="28"/>
        </w:rPr>
        <w:t>В соответствии с Положением о Почетной грамоте Ярославской о</w:t>
      </w:r>
      <w:r w:rsidRPr="00AD2A20">
        <w:rPr>
          <w:sz w:val="28"/>
          <w:szCs w:val="28"/>
        </w:rPr>
        <w:t>б</w:t>
      </w:r>
      <w:r w:rsidRPr="00AD2A20">
        <w:rPr>
          <w:sz w:val="28"/>
          <w:szCs w:val="28"/>
        </w:rPr>
        <w:t>ластной Думы, утвержденным Постановлением Ярославской областной Д</w:t>
      </w:r>
      <w:r w:rsidRPr="00AD2A20">
        <w:rPr>
          <w:sz w:val="28"/>
          <w:szCs w:val="28"/>
        </w:rPr>
        <w:t>у</w:t>
      </w:r>
      <w:r w:rsidRPr="00AD2A20">
        <w:rPr>
          <w:sz w:val="28"/>
          <w:szCs w:val="28"/>
        </w:rPr>
        <w:t>мы от 29.06.2010 № 101, Ярославская областная Дума</w:t>
      </w:r>
    </w:p>
    <w:p w:rsidR="00086A0F" w:rsidRPr="00AD2A20" w:rsidRDefault="00086A0F" w:rsidP="00AD2A20">
      <w:pPr>
        <w:ind w:firstLine="709"/>
        <w:jc w:val="both"/>
        <w:rPr>
          <w:sz w:val="28"/>
          <w:szCs w:val="28"/>
        </w:rPr>
      </w:pPr>
    </w:p>
    <w:p w:rsidR="00086A0F" w:rsidRPr="00AD2A20" w:rsidRDefault="00086A0F" w:rsidP="00AD2A20">
      <w:pPr>
        <w:ind w:firstLine="709"/>
        <w:jc w:val="center"/>
        <w:rPr>
          <w:sz w:val="28"/>
          <w:szCs w:val="28"/>
        </w:rPr>
      </w:pPr>
      <w:proofErr w:type="gramStart"/>
      <w:r w:rsidRPr="00AD2A20">
        <w:rPr>
          <w:b/>
          <w:sz w:val="28"/>
          <w:szCs w:val="28"/>
        </w:rPr>
        <w:t>П</w:t>
      </w:r>
      <w:proofErr w:type="gramEnd"/>
      <w:r w:rsidRPr="00AD2A20">
        <w:rPr>
          <w:b/>
          <w:sz w:val="28"/>
          <w:szCs w:val="28"/>
        </w:rPr>
        <w:t xml:space="preserve"> О С Т А Н О В И Л А:</w:t>
      </w:r>
    </w:p>
    <w:p w:rsidR="00086A0F" w:rsidRPr="00AD2A20" w:rsidRDefault="00086A0F" w:rsidP="00AD2A20">
      <w:pPr>
        <w:ind w:firstLine="709"/>
        <w:jc w:val="both"/>
        <w:rPr>
          <w:spacing w:val="-6"/>
          <w:sz w:val="28"/>
          <w:szCs w:val="28"/>
        </w:rPr>
      </w:pPr>
    </w:p>
    <w:p w:rsidR="00DF02F5" w:rsidRPr="00AD2A20" w:rsidRDefault="000E0FF9" w:rsidP="00AD2A20">
      <w:pPr>
        <w:ind w:firstLine="709"/>
        <w:jc w:val="both"/>
        <w:rPr>
          <w:spacing w:val="-6"/>
          <w:sz w:val="28"/>
          <w:szCs w:val="28"/>
        </w:rPr>
      </w:pPr>
      <w:r w:rsidRPr="00AD2A20">
        <w:rPr>
          <w:spacing w:val="-6"/>
          <w:sz w:val="28"/>
          <w:szCs w:val="28"/>
        </w:rPr>
        <w:t xml:space="preserve">1. </w:t>
      </w:r>
      <w:r w:rsidR="00DF02F5" w:rsidRPr="00AD2A20">
        <w:rPr>
          <w:sz w:val="28"/>
          <w:szCs w:val="28"/>
        </w:rPr>
        <w:t>Наградить Почетной грамотой Ярославской областной Думы</w:t>
      </w:r>
      <w:r w:rsidR="00DF02F5" w:rsidRPr="00AD2A20">
        <w:rPr>
          <w:spacing w:val="-6"/>
          <w:sz w:val="28"/>
          <w:szCs w:val="28"/>
        </w:rPr>
        <w:t xml:space="preserve"> за мн</w:t>
      </w:r>
      <w:r w:rsidR="00DF02F5" w:rsidRPr="00AD2A20">
        <w:rPr>
          <w:spacing w:val="-6"/>
          <w:sz w:val="28"/>
          <w:szCs w:val="28"/>
        </w:rPr>
        <w:t>о</w:t>
      </w:r>
      <w:r w:rsidR="00DF02F5" w:rsidRPr="00AD2A20">
        <w:rPr>
          <w:spacing w:val="-6"/>
          <w:sz w:val="28"/>
          <w:szCs w:val="28"/>
        </w:rPr>
        <w:t>голетний добросовестный труд в органах государственной власти Ярославской области, особые заслуги в обеспечении работы Ярославской областной Думы и ее постоянных рабочих органов Владимира Валентиновича Осокина – консул</w:t>
      </w:r>
      <w:r w:rsidR="00DF02F5" w:rsidRPr="00AD2A20">
        <w:rPr>
          <w:spacing w:val="-6"/>
          <w:sz w:val="28"/>
          <w:szCs w:val="28"/>
        </w:rPr>
        <w:t>ь</w:t>
      </w:r>
      <w:r w:rsidR="00DF02F5" w:rsidRPr="00AD2A20">
        <w:rPr>
          <w:spacing w:val="-6"/>
          <w:sz w:val="28"/>
          <w:szCs w:val="28"/>
        </w:rPr>
        <w:t>танта отдела организационного и документационного обеспечения организац</w:t>
      </w:r>
      <w:r w:rsidR="00DF02F5" w:rsidRPr="00AD2A20">
        <w:rPr>
          <w:spacing w:val="-6"/>
          <w:sz w:val="28"/>
          <w:szCs w:val="28"/>
        </w:rPr>
        <w:t>и</w:t>
      </w:r>
      <w:r w:rsidR="00DF02F5" w:rsidRPr="00AD2A20">
        <w:rPr>
          <w:spacing w:val="-6"/>
          <w:sz w:val="28"/>
          <w:szCs w:val="28"/>
        </w:rPr>
        <w:t>онного управления аппарата Ярославской областной Думы.</w:t>
      </w:r>
    </w:p>
    <w:p w:rsidR="00DF02F5" w:rsidRPr="00AD2A20" w:rsidRDefault="00DF02F5" w:rsidP="00AD2A2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D2A20">
        <w:rPr>
          <w:spacing w:val="-6"/>
          <w:sz w:val="28"/>
          <w:szCs w:val="28"/>
        </w:rPr>
        <w:t xml:space="preserve">2. </w:t>
      </w:r>
      <w:r w:rsidRPr="00AD2A20">
        <w:rPr>
          <w:sz w:val="28"/>
          <w:szCs w:val="28"/>
        </w:rPr>
        <w:t>Наградить Почетной грамотой Ярославской областной Думы</w:t>
      </w:r>
      <w:r w:rsidRPr="00AD2A20">
        <w:rPr>
          <w:spacing w:val="-6"/>
          <w:sz w:val="28"/>
          <w:szCs w:val="28"/>
        </w:rPr>
        <w:t xml:space="preserve"> за ос</w:t>
      </w:r>
      <w:r w:rsidRPr="00AD2A20">
        <w:rPr>
          <w:spacing w:val="-6"/>
          <w:sz w:val="28"/>
          <w:szCs w:val="28"/>
        </w:rPr>
        <w:t>о</w:t>
      </w:r>
      <w:r w:rsidRPr="00AD2A20">
        <w:rPr>
          <w:spacing w:val="-6"/>
          <w:sz w:val="28"/>
          <w:szCs w:val="28"/>
        </w:rPr>
        <w:t xml:space="preserve">бые заслуги в законотворческой деятельности Ярославской областной Думы, </w:t>
      </w:r>
      <w:r w:rsidRPr="00AD2A20">
        <w:rPr>
          <w:rFonts w:eastAsia="Calibri"/>
          <w:sz w:val="28"/>
          <w:szCs w:val="28"/>
          <w:lang w:eastAsia="en-US"/>
        </w:rPr>
        <w:t xml:space="preserve">особые достижения в обеспечении социального, экономического развития Ярославской области Андрея Николаевича Ершова – депутата Ярославской областной Думы </w:t>
      </w:r>
      <w:r w:rsidR="00CA1387" w:rsidRPr="00AD2A20">
        <w:rPr>
          <w:rFonts w:eastAsia="Calibri"/>
          <w:sz w:val="28"/>
          <w:szCs w:val="28"/>
          <w:lang w:eastAsia="en-US"/>
        </w:rPr>
        <w:t>четвертого, шестого созывов</w:t>
      </w:r>
      <w:r w:rsidRPr="00AD2A20">
        <w:rPr>
          <w:rFonts w:eastAsia="Calibri"/>
          <w:sz w:val="28"/>
          <w:szCs w:val="28"/>
          <w:lang w:eastAsia="en-US"/>
        </w:rPr>
        <w:t>.</w:t>
      </w:r>
    </w:p>
    <w:p w:rsidR="00DF02F5" w:rsidRPr="00AD2A20" w:rsidRDefault="00DF02F5" w:rsidP="00AD2A2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D2A20">
        <w:rPr>
          <w:rFonts w:eastAsia="Calibri"/>
          <w:sz w:val="28"/>
          <w:szCs w:val="28"/>
          <w:lang w:eastAsia="en-US"/>
        </w:rPr>
        <w:t xml:space="preserve">3. </w:t>
      </w:r>
      <w:proofErr w:type="gramStart"/>
      <w:r w:rsidRPr="00AD2A20">
        <w:rPr>
          <w:sz w:val="28"/>
          <w:szCs w:val="28"/>
        </w:rPr>
        <w:t>Наградить Почетной грамотой Ярославской областной Думы</w:t>
      </w:r>
      <w:r w:rsidRPr="00AD2A20">
        <w:rPr>
          <w:rFonts w:eastAsia="Calibri"/>
          <w:sz w:val="28"/>
          <w:szCs w:val="28"/>
          <w:lang w:eastAsia="en-US"/>
        </w:rPr>
        <w:t xml:space="preserve"> за ос</w:t>
      </w:r>
      <w:r w:rsidRPr="00AD2A20">
        <w:rPr>
          <w:rFonts w:eastAsia="Calibri"/>
          <w:sz w:val="28"/>
          <w:szCs w:val="28"/>
          <w:lang w:eastAsia="en-US"/>
        </w:rPr>
        <w:t>о</w:t>
      </w:r>
      <w:r w:rsidRPr="00AD2A20">
        <w:rPr>
          <w:rFonts w:eastAsia="Calibri"/>
          <w:sz w:val="28"/>
          <w:szCs w:val="28"/>
          <w:lang w:eastAsia="en-US"/>
        </w:rPr>
        <w:t>бые заслуги в развитии местного самоуправления в Ярославской области, д</w:t>
      </w:r>
      <w:r w:rsidRPr="00AD2A20">
        <w:rPr>
          <w:rFonts w:eastAsia="Calibri"/>
          <w:sz w:val="28"/>
          <w:szCs w:val="28"/>
          <w:lang w:eastAsia="en-US"/>
        </w:rPr>
        <w:t>о</w:t>
      </w:r>
      <w:r w:rsidRPr="00AD2A20">
        <w:rPr>
          <w:rFonts w:eastAsia="Calibri"/>
          <w:sz w:val="28"/>
          <w:szCs w:val="28"/>
          <w:lang w:eastAsia="en-US"/>
        </w:rPr>
        <w:t>стижения в реализации областных целевых программ, в обеспечении соц</w:t>
      </w:r>
      <w:r w:rsidRPr="00AD2A20">
        <w:rPr>
          <w:rFonts w:eastAsia="Calibri"/>
          <w:sz w:val="28"/>
          <w:szCs w:val="28"/>
          <w:lang w:eastAsia="en-US"/>
        </w:rPr>
        <w:t>и</w:t>
      </w:r>
      <w:r w:rsidRPr="00AD2A20">
        <w:rPr>
          <w:rFonts w:eastAsia="Calibri"/>
          <w:sz w:val="28"/>
          <w:szCs w:val="28"/>
          <w:lang w:eastAsia="en-US"/>
        </w:rPr>
        <w:t>ального, экономического и культурного развития Ярославской области, мн</w:t>
      </w:r>
      <w:r w:rsidRPr="00AD2A20">
        <w:rPr>
          <w:rFonts w:eastAsia="Calibri"/>
          <w:sz w:val="28"/>
          <w:szCs w:val="28"/>
          <w:lang w:eastAsia="en-US"/>
        </w:rPr>
        <w:t>о</w:t>
      </w:r>
      <w:r w:rsidRPr="00AD2A20">
        <w:rPr>
          <w:rFonts w:eastAsia="Calibri"/>
          <w:sz w:val="28"/>
          <w:szCs w:val="28"/>
          <w:lang w:eastAsia="en-US"/>
        </w:rPr>
        <w:t>голетний добросовестный труд в органах местного самоуправления муниц</w:t>
      </w:r>
      <w:r w:rsidRPr="00AD2A20">
        <w:rPr>
          <w:rFonts w:eastAsia="Calibri"/>
          <w:sz w:val="28"/>
          <w:szCs w:val="28"/>
          <w:lang w:eastAsia="en-US"/>
        </w:rPr>
        <w:t>и</w:t>
      </w:r>
      <w:r w:rsidRPr="00AD2A20">
        <w:rPr>
          <w:rFonts w:eastAsia="Calibri"/>
          <w:sz w:val="28"/>
          <w:szCs w:val="28"/>
          <w:lang w:eastAsia="en-US"/>
        </w:rPr>
        <w:t>пальных образований Ярославской области Юрия Николаевича Ушакова – Председателя Собрания представителей Большесельского муниципального района.</w:t>
      </w:r>
      <w:proofErr w:type="gramEnd"/>
    </w:p>
    <w:p w:rsidR="00AD2A20" w:rsidRDefault="00AD2A20" w:rsidP="00AD2A20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D2A20" w:rsidRDefault="00AD2A20" w:rsidP="00AD2A20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F02F5" w:rsidRPr="00AD2A20" w:rsidRDefault="00DF02F5" w:rsidP="00AD2A2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D2A20">
        <w:rPr>
          <w:rFonts w:eastAsia="Calibri"/>
          <w:sz w:val="28"/>
          <w:szCs w:val="28"/>
          <w:lang w:eastAsia="en-US"/>
        </w:rPr>
        <w:lastRenderedPageBreak/>
        <w:t xml:space="preserve">4. </w:t>
      </w:r>
      <w:r w:rsidRPr="00AD2A20">
        <w:rPr>
          <w:sz w:val="28"/>
          <w:szCs w:val="28"/>
        </w:rPr>
        <w:t>Наградить Почетной грамотой Ярославской областной Думы</w:t>
      </w:r>
      <w:r w:rsidRPr="00AD2A20">
        <w:rPr>
          <w:rFonts w:eastAsia="Calibri"/>
          <w:sz w:val="28"/>
          <w:szCs w:val="28"/>
          <w:lang w:eastAsia="en-US"/>
        </w:rPr>
        <w:t xml:space="preserve"> за ос</w:t>
      </w:r>
      <w:r w:rsidRPr="00AD2A20">
        <w:rPr>
          <w:rFonts w:eastAsia="Calibri"/>
          <w:sz w:val="28"/>
          <w:szCs w:val="28"/>
          <w:lang w:eastAsia="en-US"/>
        </w:rPr>
        <w:t>о</w:t>
      </w:r>
      <w:r w:rsidRPr="00AD2A20">
        <w:rPr>
          <w:rFonts w:eastAsia="Calibri"/>
          <w:sz w:val="28"/>
          <w:szCs w:val="28"/>
          <w:lang w:eastAsia="en-US"/>
        </w:rPr>
        <w:t>бые достижения в обеспечении экономического развития Ярославской обл</w:t>
      </w:r>
      <w:r w:rsidRPr="00AD2A20">
        <w:rPr>
          <w:rFonts w:eastAsia="Calibri"/>
          <w:sz w:val="28"/>
          <w:szCs w:val="28"/>
          <w:lang w:eastAsia="en-US"/>
        </w:rPr>
        <w:t>а</w:t>
      </w:r>
      <w:r w:rsidRPr="00AD2A20">
        <w:rPr>
          <w:rFonts w:eastAsia="Calibri"/>
          <w:sz w:val="28"/>
          <w:szCs w:val="28"/>
          <w:lang w:eastAsia="en-US"/>
        </w:rPr>
        <w:t xml:space="preserve">сти Татьяну Сергеевну </w:t>
      </w:r>
      <w:proofErr w:type="spellStart"/>
      <w:r w:rsidRPr="00AD2A20">
        <w:rPr>
          <w:rFonts w:eastAsia="Calibri"/>
          <w:sz w:val="28"/>
          <w:szCs w:val="28"/>
          <w:lang w:eastAsia="en-US"/>
        </w:rPr>
        <w:t>Ралдугину</w:t>
      </w:r>
      <w:proofErr w:type="spellEnd"/>
      <w:r w:rsidRPr="00AD2A20">
        <w:rPr>
          <w:rFonts w:eastAsia="Calibri"/>
          <w:sz w:val="28"/>
          <w:szCs w:val="28"/>
          <w:lang w:eastAsia="en-US"/>
        </w:rPr>
        <w:t xml:space="preserve"> – начальника экономического отдела акц</w:t>
      </w:r>
      <w:r w:rsidRPr="00AD2A20">
        <w:rPr>
          <w:rFonts w:eastAsia="Calibri"/>
          <w:sz w:val="28"/>
          <w:szCs w:val="28"/>
          <w:lang w:eastAsia="en-US"/>
        </w:rPr>
        <w:t>и</w:t>
      </w:r>
      <w:r w:rsidRPr="00AD2A20">
        <w:rPr>
          <w:rFonts w:eastAsia="Calibri"/>
          <w:sz w:val="28"/>
          <w:szCs w:val="28"/>
          <w:lang w:eastAsia="en-US"/>
        </w:rPr>
        <w:t>онерного общества «</w:t>
      </w:r>
      <w:proofErr w:type="spellStart"/>
      <w:r w:rsidRPr="00AD2A20">
        <w:rPr>
          <w:rFonts w:eastAsia="Calibri"/>
          <w:sz w:val="28"/>
          <w:szCs w:val="28"/>
          <w:lang w:eastAsia="en-US"/>
        </w:rPr>
        <w:t>Яргорэлектротранс</w:t>
      </w:r>
      <w:proofErr w:type="spellEnd"/>
      <w:r w:rsidRPr="00AD2A20">
        <w:rPr>
          <w:rFonts w:eastAsia="Calibri"/>
          <w:sz w:val="28"/>
          <w:szCs w:val="28"/>
          <w:lang w:eastAsia="en-US"/>
        </w:rPr>
        <w:t>».</w:t>
      </w:r>
    </w:p>
    <w:p w:rsidR="00EE76BD" w:rsidRPr="00AD2A20" w:rsidRDefault="00EE76BD" w:rsidP="00AD2A20">
      <w:pPr>
        <w:ind w:firstLine="709"/>
        <w:jc w:val="both"/>
        <w:rPr>
          <w:sz w:val="28"/>
          <w:szCs w:val="28"/>
        </w:rPr>
      </w:pPr>
      <w:r w:rsidRPr="00AD2A20">
        <w:rPr>
          <w:sz w:val="28"/>
          <w:szCs w:val="28"/>
        </w:rPr>
        <w:t>5. Наградить Почетной грамотой Ярославской областной Думы за ос</w:t>
      </w:r>
      <w:r w:rsidRPr="00AD2A20">
        <w:rPr>
          <w:sz w:val="28"/>
          <w:szCs w:val="28"/>
        </w:rPr>
        <w:t>о</w:t>
      </w:r>
      <w:r w:rsidRPr="00AD2A20">
        <w:rPr>
          <w:sz w:val="28"/>
          <w:szCs w:val="28"/>
        </w:rPr>
        <w:t>бые достижения в обеспечении социального, экономического развития Яр</w:t>
      </w:r>
      <w:r w:rsidRPr="00AD2A20">
        <w:rPr>
          <w:sz w:val="28"/>
          <w:szCs w:val="28"/>
        </w:rPr>
        <w:t>о</w:t>
      </w:r>
      <w:r w:rsidRPr="00AD2A20">
        <w:rPr>
          <w:sz w:val="28"/>
          <w:szCs w:val="28"/>
        </w:rPr>
        <w:t xml:space="preserve">славской области </w:t>
      </w:r>
      <w:proofErr w:type="spellStart"/>
      <w:r w:rsidRPr="00AD2A20">
        <w:rPr>
          <w:sz w:val="28"/>
          <w:szCs w:val="28"/>
        </w:rPr>
        <w:t>Эльверу</w:t>
      </w:r>
      <w:proofErr w:type="spellEnd"/>
      <w:r w:rsidRPr="00AD2A20">
        <w:rPr>
          <w:sz w:val="28"/>
          <w:szCs w:val="28"/>
        </w:rPr>
        <w:t xml:space="preserve"> </w:t>
      </w:r>
      <w:proofErr w:type="spellStart"/>
      <w:r w:rsidRPr="00AD2A20">
        <w:rPr>
          <w:sz w:val="28"/>
          <w:szCs w:val="28"/>
        </w:rPr>
        <w:t>Умедовну</w:t>
      </w:r>
      <w:proofErr w:type="spellEnd"/>
      <w:r w:rsidRPr="00AD2A20">
        <w:rPr>
          <w:sz w:val="28"/>
          <w:szCs w:val="28"/>
        </w:rPr>
        <w:t xml:space="preserve"> Токареву – административного дире</w:t>
      </w:r>
      <w:r w:rsidRPr="00AD2A20">
        <w:rPr>
          <w:sz w:val="28"/>
          <w:szCs w:val="28"/>
        </w:rPr>
        <w:t>к</w:t>
      </w:r>
      <w:r w:rsidRPr="00AD2A20">
        <w:rPr>
          <w:sz w:val="28"/>
          <w:szCs w:val="28"/>
        </w:rPr>
        <w:t>тора общества с ограниченной ответственностью «</w:t>
      </w:r>
      <w:proofErr w:type="spellStart"/>
      <w:r w:rsidRPr="00AD2A20">
        <w:rPr>
          <w:sz w:val="28"/>
          <w:szCs w:val="28"/>
        </w:rPr>
        <w:t>ЯрКлин</w:t>
      </w:r>
      <w:proofErr w:type="spellEnd"/>
      <w:r w:rsidRPr="00AD2A20">
        <w:rPr>
          <w:sz w:val="28"/>
          <w:szCs w:val="28"/>
        </w:rPr>
        <w:t>».</w:t>
      </w:r>
    </w:p>
    <w:p w:rsidR="00EE76BD" w:rsidRPr="00AD2A20" w:rsidRDefault="00EE76BD" w:rsidP="00AD2A20">
      <w:pPr>
        <w:ind w:firstLine="709"/>
        <w:jc w:val="both"/>
        <w:rPr>
          <w:sz w:val="28"/>
          <w:szCs w:val="28"/>
        </w:rPr>
      </w:pPr>
      <w:r w:rsidRPr="00AD2A20">
        <w:rPr>
          <w:sz w:val="28"/>
          <w:szCs w:val="28"/>
        </w:rPr>
        <w:t>6. Наградить Почетной грамотой Ярославской областной Думы за ос</w:t>
      </w:r>
      <w:r w:rsidRPr="00AD2A20">
        <w:rPr>
          <w:sz w:val="28"/>
          <w:szCs w:val="28"/>
        </w:rPr>
        <w:t>о</w:t>
      </w:r>
      <w:r w:rsidRPr="00AD2A20">
        <w:rPr>
          <w:sz w:val="28"/>
          <w:szCs w:val="28"/>
        </w:rPr>
        <w:t>бые достижения в обеспечении социального, экономического развития Яр</w:t>
      </w:r>
      <w:r w:rsidRPr="00AD2A20">
        <w:rPr>
          <w:sz w:val="28"/>
          <w:szCs w:val="28"/>
        </w:rPr>
        <w:t>о</w:t>
      </w:r>
      <w:r w:rsidRPr="00AD2A20">
        <w:rPr>
          <w:sz w:val="28"/>
          <w:szCs w:val="28"/>
        </w:rPr>
        <w:t xml:space="preserve">славской области Ларису Сергеевну </w:t>
      </w:r>
      <w:proofErr w:type="spellStart"/>
      <w:r w:rsidRPr="00AD2A20">
        <w:rPr>
          <w:sz w:val="28"/>
          <w:szCs w:val="28"/>
        </w:rPr>
        <w:t>Емелину</w:t>
      </w:r>
      <w:proofErr w:type="spellEnd"/>
      <w:r w:rsidRPr="00AD2A20">
        <w:rPr>
          <w:sz w:val="28"/>
          <w:szCs w:val="28"/>
        </w:rPr>
        <w:t xml:space="preserve"> – начальника отдела по работе с персоналом общества с ограниченной ответственностью «</w:t>
      </w:r>
      <w:proofErr w:type="spellStart"/>
      <w:r w:rsidRPr="00AD2A20">
        <w:rPr>
          <w:sz w:val="28"/>
          <w:szCs w:val="28"/>
        </w:rPr>
        <w:t>ЯрКлин</w:t>
      </w:r>
      <w:proofErr w:type="spellEnd"/>
      <w:r w:rsidRPr="00AD2A20">
        <w:rPr>
          <w:sz w:val="28"/>
          <w:szCs w:val="28"/>
        </w:rPr>
        <w:t>».</w:t>
      </w:r>
    </w:p>
    <w:p w:rsidR="00EE76BD" w:rsidRPr="00AD2A20" w:rsidRDefault="00EE76BD" w:rsidP="00AD2A20">
      <w:pPr>
        <w:ind w:firstLine="709"/>
        <w:jc w:val="both"/>
        <w:rPr>
          <w:sz w:val="28"/>
          <w:szCs w:val="28"/>
        </w:rPr>
      </w:pPr>
      <w:r w:rsidRPr="00AD2A20">
        <w:rPr>
          <w:sz w:val="28"/>
          <w:szCs w:val="28"/>
        </w:rPr>
        <w:t>7. Наградить Почетной грамотой Ярославской областной Думы за ос</w:t>
      </w:r>
      <w:r w:rsidRPr="00AD2A20">
        <w:rPr>
          <w:sz w:val="28"/>
          <w:szCs w:val="28"/>
        </w:rPr>
        <w:t>о</w:t>
      </w:r>
      <w:r w:rsidRPr="00AD2A20">
        <w:rPr>
          <w:sz w:val="28"/>
          <w:szCs w:val="28"/>
        </w:rPr>
        <w:t>бые достижения в обеспечении социального, экономического развития Яр</w:t>
      </w:r>
      <w:r w:rsidRPr="00AD2A20">
        <w:rPr>
          <w:sz w:val="28"/>
          <w:szCs w:val="28"/>
        </w:rPr>
        <w:t>о</w:t>
      </w:r>
      <w:r w:rsidRPr="00AD2A20">
        <w:rPr>
          <w:sz w:val="28"/>
          <w:szCs w:val="28"/>
        </w:rPr>
        <w:t>славской области Елену Николаевну Лебедеву – менеджера по обслужив</w:t>
      </w:r>
      <w:r w:rsidRPr="00AD2A20">
        <w:rPr>
          <w:sz w:val="28"/>
          <w:szCs w:val="28"/>
        </w:rPr>
        <w:t>а</w:t>
      </w:r>
      <w:r w:rsidRPr="00AD2A20">
        <w:rPr>
          <w:sz w:val="28"/>
          <w:szCs w:val="28"/>
        </w:rPr>
        <w:t>нию стационарных объектов общества с ограниченной ответственностью «</w:t>
      </w:r>
      <w:proofErr w:type="spellStart"/>
      <w:r w:rsidRPr="00AD2A20">
        <w:rPr>
          <w:sz w:val="28"/>
          <w:szCs w:val="28"/>
        </w:rPr>
        <w:t>ЯрКлин</w:t>
      </w:r>
      <w:proofErr w:type="spellEnd"/>
      <w:r w:rsidRPr="00AD2A20">
        <w:rPr>
          <w:sz w:val="28"/>
          <w:szCs w:val="28"/>
        </w:rPr>
        <w:t>».</w:t>
      </w:r>
    </w:p>
    <w:p w:rsidR="004D69AC" w:rsidRPr="00AD2A20" w:rsidRDefault="004D69AC" w:rsidP="00AD2A20">
      <w:pPr>
        <w:ind w:firstLine="709"/>
        <w:jc w:val="both"/>
        <w:rPr>
          <w:sz w:val="28"/>
          <w:szCs w:val="28"/>
        </w:rPr>
      </w:pPr>
      <w:r w:rsidRPr="00AD2A20">
        <w:rPr>
          <w:sz w:val="28"/>
          <w:szCs w:val="28"/>
        </w:rPr>
        <w:t>8. Наградить Почетной грамотой Ярославской областной Думы за мн</w:t>
      </w:r>
      <w:r w:rsidRPr="00AD2A20">
        <w:rPr>
          <w:sz w:val="28"/>
          <w:szCs w:val="28"/>
        </w:rPr>
        <w:t>о</w:t>
      </w:r>
      <w:r w:rsidRPr="00AD2A20">
        <w:rPr>
          <w:sz w:val="28"/>
          <w:szCs w:val="28"/>
        </w:rPr>
        <w:t>голетний добросовестный труд в органах местного самоуправления муниц</w:t>
      </w:r>
      <w:r w:rsidRPr="00AD2A20">
        <w:rPr>
          <w:sz w:val="28"/>
          <w:szCs w:val="28"/>
        </w:rPr>
        <w:t>и</w:t>
      </w:r>
      <w:r w:rsidRPr="00AD2A20">
        <w:rPr>
          <w:sz w:val="28"/>
          <w:szCs w:val="28"/>
        </w:rPr>
        <w:t xml:space="preserve">пальных образований Ярославской области Юлию Владимировну </w:t>
      </w:r>
      <w:proofErr w:type="spellStart"/>
      <w:r w:rsidRPr="00AD2A20">
        <w:rPr>
          <w:sz w:val="28"/>
          <w:szCs w:val="28"/>
        </w:rPr>
        <w:t>Бугакову</w:t>
      </w:r>
      <w:proofErr w:type="spellEnd"/>
      <w:r w:rsidRPr="00AD2A20">
        <w:rPr>
          <w:sz w:val="28"/>
          <w:szCs w:val="28"/>
        </w:rPr>
        <w:t xml:space="preserve"> – главного специалиста </w:t>
      </w:r>
      <w:proofErr w:type="gramStart"/>
      <w:r w:rsidRPr="00AD2A20">
        <w:rPr>
          <w:sz w:val="28"/>
          <w:szCs w:val="28"/>
        </w:rPr>
        <w:t>отдела социальных выплат управления социальной з</w:t>
      </w:r>
      <w:r w:rsidRPr="00AD2A20">
        <w:rPr>
          <w:sz w:val="28"/>
          <w:szCs w:val="28"/>
        </w:rPr>
        <w:t>а</w:t>
      </w:r>
      <w:r w:rsidRPr="00AD2A20">
        <w:rPr>
          <w:sz w:val="28"/>
          <w:szCs w:val="28"/>
        </w:rPr>
        <w:t>щиты населения</w:t>
      </w:r>
      <w:proofErr w:type="gramEnd"/>
      <w:r w:rsidRPr="00AD2A20">
        <w:rPr>
          <w:sz w:val="28"/>
          <w:szCs w:val="28"/>
        </w:rPr>
        <w:t xml:space="preserve"> и труда Администрации города Переславля-Залесского.</w:t>
      </w:r>
    </w:p>
    <w:p w:rsidR="009D2D2C" w:rsidRPr="00AD2A20" w:rsidRDefault="009D2D2C" w:rsidP="00AD2A20">
      <w:pPr>
        <w:ind w:firstLine="709"/>
        <w:jc w:val="both"/>
        <w:rPr>
          <w:sz w:val="28"/>
          <w:szCs w:val="28"/>
        </w:rPr>
      </w:pPr>
      <w:r w:rsidRPr="00AD2A20">
        <w:rPr>
          <w:sz w:val="28"/>
          <w:szCs w:val="28"/>
        </w:rPr>
        <w:t>9. Наградить Почетной грамотой Ярославской областной Думы за ос</w:t>
      </w:r>
      <w:r w:rsidRPr="00AD2A20">
        <w:rPr>
          <w:sz w:val="28"/>
          <w:szCs w:val="28"/>
        </w:rPr>
        <w:t>о</w:t>
      </w:r>
      <w:r w:rsidRPr="00AD2A20">
        <w:rPr>
          <w:sz w:val="28"/>
          <w:szCs w:val="28"/>
        </w:rPr>
        <w:t>бые достижения в обеспечении экономического развития Ярославской обл</w:t>
      </w:r>
      <w:r w:rsidRPr="00AD2A20">
        <w:rPr>
          <w:sz w:val="28"/>
          <w:szCs w:val="28"/>
        </w:rPr>
        <w:t>а</w:t>
      </w:r>
      <w:r w:rsidRPr="00AD2A20">
        <w:rPr>
          <w:sz w:val="28"/>
          <w:szCs w:val="28"/>
        </w:rPr>
        <w:t>сти Валерия Владимировича Морозова – директора акционерного общества «</w:t>
      </w:r>
      <w:proofErr w:type="spellStart"/>
      <w:r w:rsidRPr="00AD2A20">
        <w:rPr>
          <w:sz w:val="28"/>
          <w:szCs w:val="28"/>
        </w:rPr>
        <w:t>Промтехмонтаж</w:t>
      </w:r>
      <w:proofErr w:type="spellEnd"/>
      <w:r w:rsidRPr="00AD2A20">
        <w:rPr>
          <w:sz w:val="28"/>
          <w:szCs w:val="28"/>
        </w:rPr>
        <w:t xml:space="preserve"> - диагностика».</w:t>
      </w:r>
    </w:p>
    <w:p w:rsidR="009D2D2C" w:rsidRPr="00AD2A20" w:rsidRDefault="009D2D2C" w:rsidP="00AD2A20">
      <w:pPr>
        <w:ind w:firstLine="709"/>
        <w:jc w:val="both"/>
        <w:rPr>
          <w:sz w:val="28"/>
          <w:szCs w:val="28"/>
        </w:rPr>
      </w:pPr>
      <w:r w:rsidRPr="00AD2A20">
        <w:rPr>
          <w:sz w:val="28"/>
          <w:szCs w:val="28"/>
        </w:rPr>
        <w:t xml:space="preserve">10. Наградить Почетной грамотой Ярославской областной Думы за особые достижения в обеспечении экономического развития Ярославской области Валерия Владимировича </w:t>
      </w:r>
      <w:proofErr w:type="spellStart"/>
      <w:r w:rsidRPr="00AD2A20">
        <w:rPr>
          <w:sz w:val="28"/>
          <w:szCs w:val="28"/>
        </w:rPr>
        <w:t>Копнина</w:t>
      </w:r>
      <w:proofErr w:type="spellEnd"/>
      <w:r w:rsidRPr="00AD2A20">
        <w:rPr>
          <w:sz w:val="28"/>
          <w:szCs w:val="28"/>
        </w:rPr>
        <w:t xml:space="preserve"> – мастера строительно-монтажного участка акционерного общества «</w:t>
      </w:r>
      <w:proofErr w:type="spellStart"/>
      <w:r w:rsidRPr="00AD2A20">
        <w:rPr>
          <w:sz w:val="28"/>
          <w:szCs w:val="28"/>
        </w:rPr>
        <w:t>Промтехмонтаж</w:t>
      </w:r>
      <w:proofErr w:type="spellEnd"/>
      <w:r w:rsidRPr="00AD2A20">
        <w:rPr>
          <w:sz w:val="28"/>
          <w:szCs w:val="28"/>
        </w:rPr>
        <w:t xml:space="preserve"> - диагност</w:t>
      </w:r>
      <w:r w:rsidRPr="00AD2A20">
        <w:rPr>
          <w:sz w:val="28"/>
          <w:szCs w:val="28"/>
        </w:rPr>
        <w:t>и</w:t>
      </w:r>
      <w:r w:rsidRPr="00AD2A20">
        <w:rPr>
          <w:sz w:val="28"/>
          <w:szCs w:val="28"/>
        </w:rPr>
        <w:t>ка».</w:t>
      </w:r>
    </w:p>
    <w:p w:rsidR="009D2D2C" w:rsidRPr="00AD2A20" w:rsidRDefault="009D2D2C" w:rsidP="00AD2A20">
      <w:pPr>
        <w:ind w:firstLine="709"/>
        <w:jc w:val="both"/>
        <w:rPr>
          <w:sz w:val="28"/>
          <w:szCs w:val="28"/>
        </w:rPr>
      </w:pPr>
      <w:r w:rsidRPr="00AD2A20">
        <w:rPr>
          <w:sz w:val="28"/>
          <w:szCs w:val="28"/>
        </w:rPr>
        <w:t xml:space="preserve">11. Наградить Почетной грамотой Ярославской областной Думы за особые достижения в обеспечении экономического развития Ярославской области Андрея Сергеевича </w:t>
      </w:r>
      <w:proofErr w:type="spellStart"/>
      <w:r w:rsidRPr="00AD2A20">
        <w:rPr>
          <w:sz w:val="28"/>
          <w:szCs w:val="28"/>
        </w:rPr>
        <w:t>Казаматова</w:t>
      </w:r>
      <w:proofErr w:type="spellEnd"/>
      <w:r w:rsidRPr="00AD2A20">
        <w:rPr>
          <w:sz w:val="28"/>
          <w:szCs w:val="28"/>
        </w:rPr>
        <w:t xml:space="preserve"> – мастера строительно-монтажного участка акционерного общества «</w:t>
      </w:r>
      <w:proofErr w:type="spellStart"/>
      <w:r w:rsidRPr="00AD2A20">
        <w:rPr>
          <w:sz w:val="28"/>
          <w:szCs w:val="28"/>
        </w:rPr>
        <w:t>Промтехмонтаж</w:t>
      </w:r>
      <w:proofErr w:type="spellEnd"/>
      <w:r w:rsidRPr="00AD2A20">
        <w:rPr>
          <w:sz w:val="28"/>
          <w:szCs w:val="28"/>
        </w:rPr>
        <w:t xml:space="preserve"> - диагностика».</w:t>
      </w:r>
    </w:p>
    <w:p w:rsidR="009D2D2C" w:rsidRPr="00AD2A20" w:rsidRDefault="009D2D2C" w:rsidP="00AD2A20">
      <w:pPr>
        <w:ind w:firstLine="709"/>
        <w:jc w:val="both"/>
        <w:rPr>
          <w:sz w:val="28"/>
          <w:szCs w:val="28"/>
        </w:rPr>
      </w:pPr>
      <w:r w:rsidRPr="00AD2A20">
        <w:rPr>
          <w:sz w:val="28"/>
          <w:szCs w:val="28"/>
        </w:rPr>
        <w:t xml:space="preserve">12. Наградить Почетной грамотой Ярославской областной Думы за особые достижения в обеспечении экономического развития Ярославской области Андрея Валерьевича </w:t>
      </w:r>
      <w:proofErr w:type="spellStart"/>
      <w:r w:rsidRPr="00AD2A20">
        <w:rPr>
          <w:sz w:val="28"/>
          <w:szCs w:val="28"/>
        </w:rPr>
        <w:t>Симанова</w:t>
      </w:r>
      <w:proofErr w:type="spellEnd"/>
      <w:r w:rsidRPr="00AD2A20">
        <w:rPr>
          <w:sz w:val="28"/>
          <w:szCs w:val="28"/>
        </w:rPr>
        <w:t xml:space="preserve"> – водителя акционерного общества «</w:t>
      </w:r>
      <w:proofErr w:type="spellStart"/>
      <w:r w:rsidRPr="00AD2A20">
        <w:rPr>
          <w:sz w:val="28"/>
          <w:szCs w:val="28"/>
        </w:rPr>
        <w:t>Промтехмонтаж</w:t>
      </w:r>
      <w:proofErr w:type="spellEnd"/>
      <w:r w:rsidRPr="00AD2A20">
        <w:rPr>
          <w:sz w:val="28"/>
          <w:szCs w:val="28"/>
        </w:rPr>
        <w:t xml:space="preserve"> - диагностика».</w:t>
      </w:r>
    </w:p>
    <w:p w:rsidR="00D96A81" w:rsidRPr="00AD2A20" w:rsidRDefault="00D96A81" w:rsidP="00AD2A20">
      <w:pPr>
        <w:ind w:firstLine="709"/>
        <w:jc w:val="both"/>
        <w:rPr>
          <w:sz w:val="28"/>
          <w:szCs w:val="28"/>
        </w:rPr>
      </w:pPr>
      <w:r w:rsidRPr="00AD2A20">
        <w:rPr>
          <w:sz w:val="28"/>
          <w:szCs w:val="28"/>
        </w:rPr>
        <w:t xml:space="preserve">13. Наградить Почетной грамотой Ярославской областной Думы за особые заслуги в развитии местного самоуправления в Ярославской области, особые достижения в обеспечении социального, экономического развития Ярославской области Юрия Юрьевича </w:t>
      </w:r>
      <w:proofErr w:type="spellStart"/>
      <w:r w:rsidRPr="00AD2A20">
        <w:rPr>
          <w:sz w:val="28"/>
          <w:szCs w:val="28"/>
        </w:rPr>
        <w:t>Мебеля</w:t>
      </w:r>
      <w:proofErr w:type="spellEnd"/>
      <w:r w:rsidRPr="00AD2A20">
        <w:rPr>
          <w:sz w:val="28"/>
          <w:szCs w:val="28"/>
        </w:rPr>
        <w:t xml:space="preserve"> – главу городского поселения </w:t>
      </w:r>
      <w:proofErr w:type="gramStart"/>
      <w:r w:rsidRPr="00AD2A20">
        <w:rPr>
          <w:sz w:val="28"/>
          <w:szCs w:val="28"/>
        </w:rPr>
        <w:t>Пречистое</w:t>
      </w:r>
      <w:proofErr w:type="gramEnd"/>
      <w:r w:rsidRPr="00AD2A20">
        <w:rPr>
          <w:sz w:val="28"/>
          <w:szCs w:val="28"/>
        </w:rPr>
        <w:t xml:space="preserve"> </w:t>
      </w:r>
      <w:r w:rsidR="00065B49" w:rsidRPr="00AD2A20">
        <w:rPr>
          <w:sz w:val="28"/>
          <w:szCs w:val="28"/>
        </w:rPr>
        <w:t xml:space="preserve">Первомайского муниципального района </w:t>
      </w:r>
      <w:r w:rsidRPr="00AD2A20">
        <w:rPr>
          <w:sz w:val="28"/>
          <w:szCs w:val="28"/>
        </w:rPr>
        <w:t>Ярославской области.</w:t>
      </w:r>
    </w:p>
    <w:p w:rsidR="00AD2A20" w:rsidRDefault="00AD2A20" w:rsidP="00AD2A20">
      <w:pPr>
        <w:ind w:firstLine="709"/>
        <w:jc w:val="both"/>
        <w:rPr>
          <w:sz w:val="28"/>
          <w:szCs w:val="28"/>
        </w:rPr>
      </w:pPr>
    </w:p>
    <w:p w:rsidR="00AD2A20" w:rsidRDefault="00AD2A20" w:rsidP="00AD2A20">
      <w:pPr>
        <w:ind w:firstLine="709"/>
        <w:jc w:val="both"/>
        <w:rPr>
          <w:sz w:val="28"/>
          <w:szCs w:val="28"/>
        </w:rPr>
      </w:pPr>
    </w:p>
    <w:p w:rsidR="00D96A81" w:rsidRPr="00AD2A20" w:rsidRDefault="00D96A81" w:rsidP="00AD2A20">
      <w:pPr>
        <w:ind w:firstLine="709"/>
        <w:jc w:val="both"/>
        <w:rPr>
          <w:sz w:val="28"/>
          <w:szCs w:val="28"/>
        </w:rPr>
      </w:pPr>
      <w:r w:rsidRPr="00AD2A20">
        <w:rPr>
          <w:sz w:val="28"/>
          <w:szCs w:val="28"/>
        </w:rPr>
        <w:lastRenderedPageBreak/>
        <w:t>14. Наградить Почетной грамотой Ярославской областной Думы за особые заслуги в развитии местного самоуправления в Ярославской области, многолетний добросовестный труд в органах местного самоуправления м</w:t>
      </w:r>
      <w:r w:rsidRPr="00AD2A20">
        <w:rPr>
          <w:sz w:val="28"/>
          <w:szCs w:val="28"/>
        </w:rPr>
        <w:t>у</w:t>
      </w:r>
      <w:r w:rsidRPr="00AD2A20">
        <w:rPr>
          <w:sz w:val="28"/>
          <w:szCs w:val="28"/>
        </w:rPr>
        <w:t xml:space="preserve">ниципальных образований Ярославской области Елену Юрьевну </w:t>
      </w:r>
      <w:proofErr w:type="spellStart"/>
      <w:r w:rsidRPr="00AD2A20">
        <w:rPr>
          <w:sz w:val="28"/>
          <w:szCs w:val="28"/>
        </w:rPr>
        <w:t>Чистобор</w:t>
      </w:r>
      <w:r w:rsidRPr="00AD2A20">
        <w:rPr>
          <w:sz w:val="28"/>
          <w:szCs w:val="28"/>
        </w:rPr>
        <w:t>о</w:t>
      </w:r>
      <w:r w:rsidRPr="00AD2A20">
        <w:rPr>
          <w:sz w:val="28"/>
          <w:szCs w:val="28"/>
        </w:rPr>
        <w:t>дову</w:t>
      </w:r>
      <w:proofErr w:type="spellEnd"/>
      <w:r w:rsidRPr="00AD2A20">
        <w:rPr>
          <w:sz w:val="28"/>
          <w:szCs w:val="28"/>
        </w:rPr>
        <w:t xml:space="preserve"> – главу </w:t>
      </w:r>
      <w:proofErr w:type="spellStart"/>
      <w:r w:rsidRPr="00AD2A20">
        <w:rPr>
          <w:sz w:val="28"/>
          <w:szCs w:val="28"/>
        </w:rPr>
        <w:t>Кукобойского</w:t>
      </w:r>
      <w:proofErr w:type="spellEnd"/>
      <w:r w:rsidRPr="00AD2A20">
        <w:rPr>
          <w:sz w:val="28"/>
          <w:szCs w:val="28"/>
        </w:rPr>
        <w:t xml:space="preserve"> сельского поселения </w:t>
      </w:r>
      <w:r w:rsidR="00065B49" w:rsidRPr="00AD2A20">
        <w:rPr>
          <w:sz w:val="28"/>
          <w:szCs w:val="28"/>
        </w:rPr>
        <w:t>Первомайского муниц</w:t>
      </w:r>
      <w:r w:rsidR="00065B49" w:rsidRPr="00AD2A20">
        <w:rPr>
          <w:sz w:val="28"/>
          <w:szCs w:val="28"/>
        </w:rPr>
        <w:t>и</w:t>
      </w:r>
      <w:r w:rsidR="00065B49" w:rsidRPr="00AD2A20">
        <w:rPr>
          <w:sz w:val="28"/>
          <w:szCs w:val="28"/>
        </w:rPr>
        <w:t xml:space="preserve">пального района </w:t>
      </w:r>
      <w:r w:rsidRPr="00AD2A20">
        <w:rPr>
          <w:sz w:val="28"/>
          <w:szCs w:val="28"/>
        </w:rPr>
        <w:t>Ярославской области.</w:t>
      </w:r>
    </w:p>
    <w:p w:rsidR="00D96A81" w:rsidRPr="00AD2A20" w:rsidRDefault="00D96A81" w:rsidP="00AD2A20">
      <w:pPr>
        <w:ind w:firstLine="709"/>
        <w:jc w:val="both"/>
        <w:rPr>
          <w:sz w:val="28"/>
          <w:szCs w:val="28"/>
        </w:rPr>
      </w:pPr>
      <w:r w:rsidRPr="00AD2A20">
        <w:rPr>
          <w:sz w:val="28"/>
          <w:szCs w:val="28"/>
        </w:rPr>
        <w:t xml:space="preserve">15. Наградить Почетной грамотой Ярославской областной Думы за особые заслуги в развитии местного самоуправления в Ярославской области, многолетний добросовестный труд в органах местного </w:t>
      </w:r>
      <w:proofErr w:type="gramStart"/>
      <w:r w:rsidRPr="00AD2A20">
        <w:rPr>
          <w:sz w:val="28"/>
          <w:szCs w:val="28"/>
        </w:rPr>
        <w:t>самоуправления м</w:t>
      </w:r>
      <w:r w:rsidRPr="00AD2A20">
        <w:rPr>
          <w:sz w:val="28"/>
          <w:szCs w:val="28"/>
        </w:rPr>
        <w:t>у</w:t>
      </w:r>
      <w:r w:rsidRPr="00AD2A20">
        <w:rPr>
          <w:sz w:val="28"/>
          <w:szCs w:val="28"/>
        </w:rPr>
        <w:t>ниципальных образований Ярославской области Александра Константинов</w:t>
      </w:r>
      <w:r w:rsidRPr="00AD2A20">
        <w:rPr>
          <w:sz w:val="28"/>
          <w:szCs w:val="28"/>
        </w:rPr>
        <w:t>и</w:t>
      </w:r>
      <w:r w:rsidRPr="00AD2A20">
        <w:rPr>
          <w:sz w:val="28"/>
          <w:szCs w:val="28"/>
        </w:rPr>
        <w:t>ча</w:t>
      </w:r>
      <w:proofErr w:type="gramEnd"/>
      <w:r w:rsidRPr="00AD2A20">
        <w:rPr>
          <w:sz w:val="28"/>
          <w:szCs w:val="28"/>
        </w:rPr>
        <w:t xml:space="preserve"> Сорокина – главу Пречистенского сельского поселения </w:t>
      </w:r>
      <w:r w:rsidR="00065B49" w:rsidRPr="00AD2A20">
        <w:rPr>
          <w:sz w:val="28"/>
          <w:szCs w:val="28"/>
        </w:rPr>
        <w:t xml:space="preserve">Первомайского муниципального района </w:t>
      </w:r>
      <w:r w:rsidRPr="00AD2A20">
        <w:rPr>
          <w:sz w:val="28"/>
          <w:szCs w:val="28"/>
        </w:rPr>
        <w:t>Ярославской области.</w:t>
      </w:r>
    </w:p>
    <w:p w:rsidR="00D96A40" w:rsidRPr="00AD2A20" w:rsidRDefault="00D96A40" w:rsidP="00AD2A20">
      <w:pPr>
        <w:ind w:firstLine="709"/>
        <w:jc w:val="both"/>
        <w:rPr>
          <w:sz w:val="28"/>
          <w:szCs w:val="28"/>
        </w:rPr>
      </w:pPr>
      <w:r w:rsidRPr="00AD2A20">
        <w:rPr>
          <w:sz w:val="28"/>
          <w:szCs w:val="28"/>
        </w:rPr>
        <w:t xml:space="preserve">16.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Ирину Валериановну </w:t>
      </w:r>
      <w:proofErr w:type="spellStart"/>
      <w:r w:rsidRPr="00AD2A20">
        <w:rPr>
          <w:sz w:val="28"/>
          <w:szCs w:val="28"/>
        </w:rPr>
        <w:t>Барбашову</w:t>
      </w:r>
      <w:proofErr w:type="spellEnd"/>
      <w:r w:rsidRPr="00AD2A20">
        <w:rPr>
          <w:sz w:val="28"/>
          <w:szCs w:val="28"/>
        </w:rPr>
        <w:t xml:space="preserve"> – главного бухгалтера муниципального бюджетного учреждения «Центр обеспечения функцион</w:t>
      </w:r>
      <w:r w:rsidRPr="00AD2A20">
        <w:rPr>
          <w:sz w:val="28"/>
          <w:szCs w:val="28"/>
        </w:rPr>
        <w:t>и</w:t>
      </w:r>
      <w:r w:rsidRPr="00AD2A20">
        <w:rPr>
          <w:sz w:val="28"/>
          <w:szCs w:val="28"/>
        </w:rPr>
        <w:t xml:space="preserve">рования муниципальных учреждений культуры и учреждений образования сферы культуры Борисоглебского </w:t>
      </w:r>
      <w:r w:rsidR="00B570B4">
        <w:rPr>
          <w:sz w:val="28"/>
          <w:szCs w:val="28"/>
        </w:rPr>
        <w:t xml:space="preserve">муниципального </w:t>
      </w:r>
      <w:r w:rsidRPr="00AD2A20">
        <w:rPr>
          <w:sz w:val="28"/>
          <w:szCs w:val="28"/>
        </w:rPr>
        <w:t>района».</w:t>
      </w:r>
    </w:p>
    <w:p w:rsidR="00D96A40" w:rsidRPr="00AD2A20" w:rsidRDefault="00D96A40" w:rsidP="00AD2A20">
      <w:pPr>
        <w:ind w:firstLine="709"/>
        <w:jc w:val="both"/>
        <w:rPr>
          <w:sz w:val="28"/>
          <w:szCs w:val="28"/>
        </w:rPr>
      </w:pPr>
      <w:r w:rsidRPr="00AD2A20">
        <w:rPr>
          <w:sz w:val="28"/>
          <w:szCs w:val="28"/>
        </w:rPr>
        <w:t xml:space="preserve">17.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Ирину Александровну </w:t>
      </w:r>
      <w:proofErr w:type="spellStart"/>
      <w:r w:rsidRPr="00AD2A20">
        <w:rPr>
          <w:sz w:val="28"/>
          <w:szCs w:val="28"/>
        </w:rPr>
        <w:t>Грехову</w:t>
      </w:r>
      <w:proofErr w:type="spellEnd"/>
      <w:r w:rsidRPr="00AD2A20">
        <w:rPr>
          <w:sz w:val="28"/>
          <w:szCs w:val="28"/>
        </w:rPr>
        <w:t xml:space="preserve"> – старшего бухгалтера муниципального бюджетного учреждения «Центр обеспечения функцион</w:t>
      </w:r>
      <w:r w:rsidRPr="00AD2A20">
        <w:rPr>
          <w:sz w:val="28"/>
          <w:szCs w:val="28"/>
        </w:rPr>
        <w:t>и</w:t>
      </w:r>
      <w:r w:rsidRPr="00AD2A20">
        <w:rPr>
          <w:sz w:val="28"/>
          <w:szCs w:val="28"/>
        </w:rPr>
        <w:t xml:space="preserve">рования муниципальных учреждений культуры и учреждений </w:t>
      </w:r>
      <w:proofErr w:type="gramStart"/>
      <w:r w:rsidRPr="00AD2A20">
        <w:rPr>
          <w:sz w:val="28"/>
          <w:szCs w:val="28"/>
        </w:rPr>
        <w:t>образования сферы культуры Борисоглебского муниципального района Ярославской о</w:t>
      </w:r>
      <w:r w:rsidRPr="00AD2A20">
        <w:rPr>
          <w:sz w:val="28"/>
          <w:szCs w:val="28"/>
        </w:rPr>
        <w:t>б</w:t>
      </w:r>
      <w:r w:rsidRPr="00AD2A20">
        <w:rPr>
          <w:sz w:val="28"/>
          <w:szCs w:val="28"/>
        </w:rPr>
        <w:t>ласти</w:t>
      </w:r>
      <w:proofErr w:type="gramEnd"/>
      <w:r w:rsidRPr="00AD2A20">
        <w:rPr>
          <w:sz w:val="28"/>
          <w:szCs w:val="28"/>
        </w:rPr>
        <w:t>».</w:t>
      </w:r>
    </w:p>
    <w:p w:rsidR="00887584" w:rsidRPr="00AD2A20" w:rsidRDefault="00887584" w:rsidP="00AD2A20">
      <w:pPr>
        <w:ind w:firstLine="709"/>
        <w:jc w:val="both"/>
        <w:rPr>
          <w:sz w:val="28"/>
          <w:szCs w:val="28"/>
        </w:rPr>
      </w:pPr>
      <w:r w:rsidRPr="00AD2A20">
        <w:rPr>
          <w:sz w:val="28"/>
          <w:szCs w:val="28"/>
        </w:rPr>
        <w:t>18. Наградить Почетной грамотой Ярославской областной Думы за многолетнюю плодотворную работу по обучению и воспитанию подраста</w:t>
      </w:r>
      <w:r w:rsidRPr="00AD2A20">
        <w:rPr>
          <w:sz w:val="28"/>
          <w:szCs w:val="28"/>
        </w:rPr>
        <w:t>ю</w:t>
      </w:r>
      <w:r w:rsidRPr="00AD2A20">
        <w:rPr>
          <w:sz w:val="28"/>
          <w:szCs w:val="28"/>
        </w:rPr>
        <w:t>щего поколения на территории Ярославской области Ольгу Владимировну Румянцеву – заведующего муниципальным дошкольным образовательным учреждением «Детский сад № 55» города Ярославля.</w:t>
      </w:r>
    </w:p>
    <w:p w:rsidR="00887584" w:rsidRPr="00AD2A20" w:rsidRDefault="00887584" w:rsidP="00AD2A20">
      <w:pPr>
        <w:ind w:firstLine="709"/>
        <w:jc w:val="both"/>
        <w:rPr>
          <w:sz w:val="28"/>
          <w:szCs w:val="28"/>
        </w:rPr>
      </w:pPr>
      <w:r w:rsidRPr="00AD2A20">
        <w:rPr>
          <w:sz w:val="28"/>
          <w:szCs w:val="28"/>
        </w:rPr>
        <w:t>19. Наградить Почетной грамотой Ярославской областной Думы за многолетнюю плодотворную работу по обучению и воспитанию подраста</w:t>
      </w:r>
      <w:r w:rsidRPr="00AD2A20">
        <w:rPr>
          <w:sz w:val="28"/>
          <w:szCs w:val="28"/>
        </w:rPr>
        <w:t>ю</w:t>
      </w:r>
      <w:r w:rsidRPr="00AD2A20">
        <w:rPr>
          <w:sz w:val="28"/>
          <w:szCs w:val="28"/>
        </w:rPr>
        <w:t>щего поколения на территории Ярославской области Светлану Николаевну Фомичеву – старшего воспитателя муниципального дошкольного образов</w:t>
      </w:r>
      <w:r w:rsidRPr="00AD2A20">
        <w:rPr>
          <w:sz w:val="28"/>
          <w:szCs w:val="28"/>
        </w:rPr>
        <w:t>а</w:t>
      </w:r>
      <w:r w:rsidRPr="00AD2A20">
        <w:rPr>
          <w:sz w:val="28"/>
          <w:szCs w:val="28"/>
        </w:rPr>
        <w:t>тельного учреждения «Детский сад № 55» города Ярославля.</w:t>
      </w:r>
    </w:p>
    <w:p w:rsidR="00887584" w:rsidRPr="00AD2A20" w:rsidRDefault="00887584" w:rsidP="00AD2A20">
      <w:pPr>
        <w:ind w:firstLine="709"/>
        <w:jc w:val="both"/>
        <w:rPr>
          <w:sz w:val="28"/>
          <w:szCs w:val="28"/>
        </w:rPr>
      </w:pPr>
      <w:r w:rsidRPr="00AD2A20">
        <w:rPr>
          <w:sz w:val="28"/>
          <w:szCs w:val="28"/>
        </w:rPr>
        <w:t>20. Наградить Почетной грамотой Ярославской областной Думы за многолетнюю плодотворную работу по обучению и воспитанию подраста</w:t>
      </w:r>
      <w:r w:rsidRPr="00AD2A20">
        <w:rPr>
          <w:sz w:val="28"/>
          <w:szCs w:val="28"/>
        </w:rPr>
        <w:t>ю</w:t>
      </w:r>
      <w:r w:rsidRPr="00AD2A20">
        <w:rPr>
          <w:sz w:val="28"/>
          <w:szCs w:val="28"/>
        </w:rPr>
        <w:t>щего поколения на территории Ярославской области Марину Юрьевну Як</w:t>
      </w:r>
      <w:r w:rsidRPr="00AD2A20">
        <w:rPr>
          <w:sz w:val="28"/>
          <w:szCs w:val="28"/>
        </w:rPr>
        <w:t>о</w:t>
      </w:r>
      <w:r w:rsidRPr="00AD2A20">
        <w:rPr>
          <w:sz w:val="28"/>
          <w:szCs w:val="28"/>
        </w:rPr>
        <w:t>влеву – старшего воспитателя муниципального дошкольного образовательн</w:t>
      </w:r>
      <w:r w:rsidRPr="00AD2A20">
        <w:rPr>
          <w:sz w:val="28"/>
          <w:szCs w:val="28"/>
        </w:rPr>
        <w:t>о</w:t>
      </w:r>
      <w:r w:rsidRPr="00AD2A20">
        <w:rPr>
          <w:sz w:val="28"/>
          <w:szCs w:val="28"/>
        </w:rPr>
        <w:t>го учреждения «Детский сад № 55» города Ярославля.</w:t>
      </w:r>
    </w:p>
    <w:p w:rsidR="00847C4A" w:rsidRPr="00AD2A20" w:rsidRDefault="00847C4A" w:rsidP="00AD2A20">
      <w:pPr>
        <w:ind w:firstLine="709"/>
        <w:jc w:val="both"/>
        <w:rPr>
          <w:sz w:val="28"/>
          <w:szCs w:val="28"/>
        </w:rPr>
      </w:pPr>
      <w:r w:rsidRPr="00AD2A20">
        <w:rPr>
          <w:sz w:val="28"/>
          <w:szCs w:val="28"/>
        </w:rPr>
        <w:t>21. Наградить Почетной грамотой Ярославской областной Думы за большой вклад в дело защиты Отечества, патриотическое воспитание мол</w:t>
      </w:r>
      <w:r w:rsidRPr="00AD2A20">
        <w:rPr>
          <w:sz w:val="28"/>
          <w:szCs w:val="28"/>
        </w:rPr>
        <w:t>о</w:t>
      </w:r>
      <w:r w:rsidRPr="00AD2A20">
        <w:rPr>
          <w:sz w:val="28"/>
          <w:szCs w:val="28"/>
        </w:rPr>
        <w:t>дежи Ярославской области Сергея Николаевича Самарина – ведущего и</w:t>
      </w:r>
      <w:r w:rsidRPr="00AD2A20">
        <w:rPr>
          <w:sz w:val="28"/>
          <w:szCs w:val="28"/>
        </w:rPr>
        <w:t>н</w:t>
      </w:r>
      <w:r w:rsidRPr="00AD2A20">
        <w:rPr>
          <w:sz w:val="28"/>
          <w:szCs w:val="28"/>
        </w:rPr>
        <w:t>спектора группы (инспекторов) военного комиссариата Ярославской области.</w:t>
      </w:r>
    </w:p>
    <w:p w:rsidR="00AD2A20" w:rsidRDefault="00AD2A20" w:rsidP="00AD2A20">
      <w:pPr>
        <w:ind w:firstLine="709"/>
        <w:jc w:val="both"/>
        <w:rPr>
          <w:sz w:val="28"/>
          <w:szCs w:val="28"/>
        </w:rPr>
      </w:pPr>
    </w:p>
    <w:p w:rsidR="00AD2A20" w:rsidRDefault="00AD2A20" w:rsidP="00AD2A20">
      <w:pPr>
        <w:ind w:firstLine="709"/>
        <w:jc w:val="both"/>
        <w:rPr>
          <w:sz w:val="28"/>
          <w:szCs w:val="28"/>
        </w:rPr>
      </w:pPr>
    </w:p>
    <w:p w:rsidR="00847C4A" w:rsidRPr="00AD2A20" w:rsidRDefault="00847C4A" w:rsidP="00AD2A20">
      <w:pPr>
        <w:ind w:firstLine="709"/>
        <w:jc w:val="both"/>
        <w:rPr>
          <w:sz w:val="28"/>
          <w:szCs w:val="28"/>
        </w:rPr>
      </w:pPr>
      <w:r w:rsidRPr="00AD2A20">
        <w:rPr>
          <w:sz w:val="28"/>
          <w:szCs w:val="28"/>
        </w:rPr>
        <w:lastRenderedPageBreak/>
        <w:t>22. Наградить Почетной грамотой Ярославской областной Думы за большой вклад в дело защиты Отечества, патриотическое воспитание мол</w:t>
      </w:r>
      <w:r w:rsidRPr="00AD2A20">
        <w:rPr>
          <w:sz w:val="28"/>
          <w:szCs w:val="28"/>
        </w:rPr>
        <w:t>о</w:t>
      </w:r>
      <w:r w:rsidRPr="00AD2A20">
        <w:rPr>
          <w:sz w:val="28"/>
          <w:szCs w:val="28"/>
        </w:rPr>
        <w:t>дежи Ярославской области Виктора Васильевича Ермолаева – начальника отделения по работе с гражданами военного комиссариата Ярославской о</w:t>
      </w:r>
      <w:r w:rsidRPr="00AD2A20">
        <w:rPr>
          <w:sz w:val="28"/>
          <w:szCs w:val="28"/>
        </w:rPr>
        <w:t>б</w:t>
      </w:r>
      <w:r w:rsidRPr="00AD2A20">
        <w:rPr>
          <w:sz w:val="28"/>
          <w:szCs w:val="28"/>
        </w:rPr>
        <w:t>ласти.</w:t>
      </w:r>
    </w:p>
    <w:p w:rsidR="005E636A" w:rsidRPr="00AD2A20" w:rsidRDefault="005E636A" w:rsidP="00AD2A20">
      <w:pPr>
        <w:ind w:firstLine="709"/>
        <w:jc w:val="both"/>
        <w:rPr>
          <w:sz w:val="28"/>
          <w:szCs w:val="28"/>
        </w:rPr>
      </w:pPr>
      <w:r w:rsidRPr="00AD2A20">
        <w:rPr>
          <w:sz w:val="28"/>
          <w:szCs w:val="28"/>
        </w:rPr>
        <w:t>23. Наградить Почетной грамотой Ярославской областной Думы за особые достижения в обеспечении социального, экономического развития Ярославской области Светлану Александровну Бушуеву – экономиста Н</w:t>
      </w:r>
      <w:r w:rsidRPr="00AD2A20">
        <w:rPr>
          <w:sz w:val="28"/>
          <w:szCs w:val="28"/>
        </w:rPr>
        <w:t>е</w:t>
      </w:r>
      <w:r w:rsidRPr="00AD2A20">
        <w:rPr>
          <w:sz w:val="28"/>
          <w:szCs w:val="28"/>
        </w:rPr>
        <w:t>публичного Акционерного Общества «КОРД».</w:t>
      </w:r>
    </w:p>
    <w:p w:rsidR="005E636A" w:rsidRPr="00AD2A20" w:rsidRDefault="005E636A" w:rsidP="00AD2A20">
      <w:pPr>
        <w:ind w:firstLine="709"/>
        <w:jc w:val="both"/>
        <w:rPr>
          <w:sz w:val="28"/>
          <w:szCs w:val="28"/>
        </w:rPr>
      </w:pPr>
      <w:r w:rsidRPr="00AD2A20">
        <w:rPr>
          <w:sz w:val="28"/>
          <w:szCs w:val="28"/>
        </w:rPr>
        <w:t xml:space="preserve">24.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Альбину Борисовну </w:t>
      </w:r>
      <w:proofErr w:type="spellStart"/>
      <w:r w:rsidRPr="00AD2A20">
        <w:rPr>
          <w:sz w:val="28"/>
          <w:szCs w:val="28"/>
        </w:rPr>
        <w:t>Шамину</w:t>
      </w:r>
      <w:proofErr w:type="spellEnd"/>
      <w:r w:rsidRPr="00AD2A20">
        <w:rPr>
          <w:sz w:val="28"/>
          <w:szCs w:val="28"/>
        </w:rPr>
        <w:t xml:space="preserve"> – прядильщика Непу</w:t>
      </w:r>
      <w:r w:rsidRPr="00AD2A20">
        <w:rPr>
          <w:sz w:val="28"/>
          <w:szCs w:val="28"/>
        </w:rPr>
        <w:t>б</w:t>
      </w:r>
      <w:r w:rsidRPr="00AD2A20">
        <w:rPr>
          <w:sz w:val="28"/>
          <w:szCs w:val="28"/>
        </w:rPr>
        <w:t>личного Акционерного Общества «КОРД».</w:t>
      </w:r>
    </w:p>
    <w:p w:rsidR="00AB4FE6" w:rsidRPr="00AD2A20" w:rsidRDefault="00AB4FE6" w:rsidP="00AD2A20">
      <w:pPr>
        <w:ind w:firstLine="709"/>
        <w:jc w:val="both"/>
        <w:rPr>
          <w:spacing w:val="-7"/>
          <w:sz w:val="28"/>
          <w:szCs w:val="28"/>
        </w:rPr>
      </w:pPr>
      <w:r w:rsidRPr="00AD2A20">
        <w:rPr>
          <w:spacing w:val="-7"/>
          <w:sz w:val="28"/>
          <w:szCs w:val="28"/>
        </w:rPr>
        <w:t xml:space="preserve">25. </w:t>
      </w:r>
      <w:r w:rsidRPr="00AD2A20">
        <w:rPr>
          <w:sz w:val="28"/>
          <w:szCs w:val="28"/>
        </w:rPr>
        <w:t>Наградить Почетной грамотой Ярославской областной Думы</w:t>
      </w:r>
      <w:r w:rsidRPr="00AD2A20">
        <w:rPr>
          <w:spacing w:val="-7"/>
          <w:sz w:val="28"/>
          <w:szCs w:val="28"/>
        </w:rPr>
        <w:t xml:space="preserve"> за ос</w:t>
      </w:r>
      <w:r w:rsidRPr="00AD2A20">
        <w:rPr>
          <w:spacing w:val="-7"/>
          <w:sz w:val="28"/>
          <w:szCs w:val="28"/>
        </w:rPr>
        <w:t>о</w:t>
      </w:r>
      <w:r w:rsidRPr="00AD2A20">
        <w:rPr>
          <w:spacing w:val="-7"/>
          <w:sz w:val="28"/>
          <w:szCs w:val="28"/>
        </w:rPr>
        <w:t>бые достижения в обеспечении социального развития Ярославской области, мн</w:t>
      </w:r>
      <w:r w:rsidRPr="00AD2A20">
        <w:rPr>
          <w:spacing w:val="-7"/>
          <w:sz w:val="28"/>
          <w:szCs w:val="28"/>
        </w:rPr>
        <w:t>о</w:t>
      </w:r>
      <w:r w:rsidRPr="00AD2A20">
        <w:rPr>
          <w:spacing w:val="-7"/>
          <w:sz w:val="28"/>
          <w:szCs w:val="28"/>
        </w:rPr>
        <w:t>голетнюю плодотворную работу по обучению и воспитанию подрастающего п</w:t>
      </w:r>
      <w:r w:rsidRPr="00AD2A20">
        <w:rPr>
          <w:spacing w:val="-7"/>
          <w:sz w:val="28"/>
          <w:szCs w:val="28"/>
        </w:rPr>
        <w:t>о</w:t>
      </w:r>
      <w:r w:rsidRPr="00AD2A20">
        <w:rPr>
          <w:spacing w:val="-7"/>
          <w:sz w:val="28"/>
          <w:szCs w:val="28"/>
        </w:rPr>
        <w:t>коления на территории Ярославской области Ольгу Николаевну Петрову – гла</w:t>
      </w:r>
      <w:r w:rsidRPr="00AD2A20">
        <w:rPr>
          <w:spacing w:val="-7"/>
          <w:sz w:val="28"/>
          <w:szCs w:val="28"/>
        </w:rPr>
        <w:t>в</w:t>
      </w:r>
      <w:r w:rsidRPr="00AD2A20">
        <w:rPr>
          <w:spacing w:val="-7"/>
          <w:sz w:val="28"/>
          <w:szCs w:val="28"/>
        </w:rPr>
        <w:t xml:space="preserve">ного бухгалтера муниципального бюджетного общеобразовательного учреждения </w:t>
      </w:r>
      <w:proofErr w:type="spellStart"/>
      <w:r w:rsidRPr="00AD2A20">
        <w:rPr>
          <w:spacing w:val="-7"/>
          <w:sz w:val="28"/>
          <w:szCs w:val="28"/>
        </w:rPr>
        <w:t>Бурмакинская</w:t>
      </w:r>
      <w:proofErr w:type="spellEnd"/>
      <w:r w:rsidRPr="00AD2A20">
        <w:rPr>
          <w:spacing w:val="-7"/>
          <w:sz w:val="28"/>
          <w:szCs w:val="28"/>
        </w:rPr>
        <w:t xml:space="preserve"> средняя общеобразовательная школа №1.</w:t>
      </w:r>
    </w:p>
    <w:p w:rsidR="00AB4FE6" w:rsidRPr="00AD2A20" w:rsidRDefault="00AB4FE6" w:rsidP="00AD2A20">
      <w:pPr>
        <w:ind w:firstLine="709"/>
        <w:jc w:val="both"/>
        <w:rPr>
          <w:spacing w:val="-7"/>
          <w:sz w:val="28"/>
          <w:szCs w:val="28"/>
        </w:rPr>
      </w:pPr>
      <w:r w:rsidRPr="00AD2A20">
        <w:rPr>
          <w:spacing w:val="-7"/>
          <w:sz w:val="28"/>
          <w:szCs w:val="28"/>
        </w:rPr>
        <w:t xml:space="preserve">26. </w:t>
      </w:r>
      <w:r w:rsidRPr="00AD2A20">
        <w:rPr>
          <w:sz w:val="28"/>
          <w:szCs w:val="28"/>
        </w:rPr>
        <w:t>Наградить Почетной грамотой Ярославской областной Думы</w:t>
      </w:r>
      <w:r w:rsidRPr="00AD2A20">
        <w:rPr>
          <w:spacing w:val="-7"/>
          <w:sz w:val="28"/>
          <w:szCs w:val="28"/>
        </w:rPr>
        <w:t xml:space="preserve"> за ос</w:t>
      </w:r>
      <w:r w:rsidRPr="00AD2A20">
        <w:rPr>
          <w:spacing w:val="-7"/>
          <w:sz w:val="28"/>
          <w:szCs w:val="28"/>
        </w:rPr>
        <w:t>о</w:t>
      </w:r>
      <w:r w:rsidRPr="00AD2A20">
        <w:rPr>
          <w:spacing w:val="-7"/>
          <w:sz w:val="28"/>
          <w:szCs w:val="28"/>
        </w:rPr>
        <w:t>бые достижения в обеспечении социального развития Ярославской области, мн</w:t>
      </w:r>
      <w:r w:rsidRPr="00AD2A20">
        <w:rPr>
          <w:spacing w:val="-7"/>
          <w:sz w:val="28"/>
          <w:szCs w:val="28"/>
        </w:rPr>
        <w:t>о</w:t>
      </w:r>
      <w:r w:rsidRPr="00AD2A20">
        <w:rPr>
          <w:spacing w:val="-7"/>
          <w:sz w:val="28"/>
          <w:szCs w:val="28"/>
        </w:rPr>
        <w:t>голетнюю плодотворную работу по обучению и воспитанию подрастающего п</w:t>
      </w:r>
      <w:r w:rsidRPr="00AD2A20">
        <w:rPr>
          <w:spacing w:val="-7"/>
          <w:sz w:val="28"/>
          <w:szCs w:val="28"/>
        </w:rPr>
        <w:t>о</w:t>
      </w:r>
      <w:r w:rsidRPr="00AD2A20">
        <w:rPr>
          <w:spacing w:val="-7"/>
          <w:sz w:val="28"/>
          <w:szCs w:val="28"/>
        </w:rPr>
        <w:t xml:space="preserve">коления на территории Ярославской области Нину Леонидовну </w:t>
      </w:r>
      <w:proofErr w:type="spellStart"/>
      <w:r w:rsidRPr="00AD2A20">
        <w:rPr>
          <w:spacing w:val="-7"/>
          <w:sz w:val="28"/>
          <w:szCs w:val="28"/>
        </w:rPr>
        <w:t>Казнину</w:t>
      </w:r>
      <w:proofErr w:type="spellEnd"/>
      <w:r w:rsidRPr="00AD2A20">
        <w:rPr>
          <w:spacing w:val="-7"/>
          <w:sz w:val="28"/>
          <w:szCs w:val="28"/>
        </w:rPr>
        <w:t>.</w:t>
      </w:r>
    </w:p>
    <w:p w:rsidR="00AB4FE6" w:rsidRPr="00AD2A20" w:rsidRDefault="00AB4FE6" w:rsidP="00AD2A20">
      <w:pPr>
        <w:ind w:firstLine="709"/>
        <w:jc w:val="both"/>
        <w:rPr>
          <w:spacing w:val="-7"/>
          <w:sz w:val="28"/>
          <w:szCs w:val="28"/>
        </w:rPr>
      </w:pPr>
      <w:r w:rsidRPr="00AD2A20">
        <w:rPr>
          <w:spacing w:val="-7"/>
          <w:sz w:val="28"/>
          <w:szCs w:val="28"/>
        </w:rPr>
        <w:t xml:space="preserve">27. </w:t>
      </w:r>
      <w:r w:rsidRPr="00AD2A20">
        <w:rPr>
          <w:sz w:val="28"/>
          <w:szCs w:val="28"/>
        </w:rPr>
        <w:t>Наградить Почетной грамотой Ярославской областной Думы</w:t>
      </w:r>
      <w:r w:rsidRPr="00AD2A20">
        <w:rPr>
          <w:spacing w:val="-7"/>
          <w:sz w:val="28"/>
          <w:szCs w:val="28"/>
        </w:rPr>
        <w:t xml:space="preserve"> за мн</w:t>
      </w:r>
      <w:r w:rsidRPr="00AD2A20">
        <w:rPr>
          <w:spacing w:val="-7"/>
          <w:sz w:val="28"/>
          <w:szCs w:val="28"/>
        </w:rPr>
        <w:t>о</w:t>
      </w:r>
      <w:r w:rsidRPr="00AD2A20">
        <w:rPr>
          <w:spacing w:val="-7"/>
          <w:sz w:val="28"/>
          <w:szCs w:val="28"/>
        </w:rPr>
        <w:t>голетний добросовестный труд в органах местного самоуправления муниципал</w:t>
      </w:r>
      <w:r w:rsidRPr="00AD2A20">
        <w:rPr>
          <w:spacing w:val="-7"/>
          <w:sz w:val="28"/>
          <w:szCs w:val="28"/>
        </w:rPr>
        <w:t>ь</w:t>
      </w:r>
      <w:r w:rsidRPr="00AD2A20">
        <w:rPr>
          <w:spacing w:val="-7"/>
          <w:sz w:val="28"/>
          <w:szCs w:val="28"/>
        </w:rPr>
        <w:t xml:space="preserve">ных образований Ярославской области Ольгу Алексеевну Усанову – начальника отдела по работе с Думой Администрации города Переславля-Залесского. </w:t>
      </w:r>
    </w:p>
    <w:p w:rsidR="001C0997" w:rsidRPr="00AD2A20" w:rsidRDefault="001C0997" w:rsidP="00AD2A20">
      <w:pPr>
        <w:ind w:firstLine="709"/>
        <w:jc w:val="both"/>
        <w:rPr>
          <w:sz w:val="28"/>
          <w:szCs w:val="28"/>
        </w:rPr>
      </w:pPr>
      <w:r w:rsidRPr="00AD2A20">
        <w:rPr>
          <w:sz w:val="28"/>
          <w:szCs w:val="28"/>
        </w:rPr>
        <w:t>28. Наградить Почетной грамотой Ярославской областной Думы за особые заслуги в развитии местного самоуправления в Ярославской области, особые достижения в обеспечении социального, экономического, культурн</w:t>
      </w:r>
      <w:r w:rsidRPr="00AD2A20">
        <w:rPr>
          <w:sz w:val="28"/>
          <w:szCs w:val="28"/>
        </w:rPr>
        <w:t>о</w:t>
      </w:r>
      <w:r w:rsidRPr="00AD2A20">
        <w:rPr>
          <w:sz w:val="28"/>
          <w:szCs w:val="28"/>
        </w:rPr>
        <w:t xml:space="preserve">го развития Ярославской области </w:t>
      </w:r>
      <w:proofErr w:type="spellStart"/>
      <w:r w:rsidRPr="00AD2A20">
        <w:rPr>
          <w:sz w:val="28"/>
          <w:szCs w:val="28"/>
        </w:rPr>
        <w:t>Нур</w:t>
      </w:r>
      <w:proofErr w:type="spellEnd"/>
      <w:r w:rsidRPr="00AD2A20">
        <w:rPr>
          <w:sz w:val="28"/>
          <w:szCs w:val="28"/>
        </w:rPr>
        <w:t xml:space="preserve">-Эл </w:t>
      </w:r>
      <w:proofErr w:type="spellStart"/>
      <w:r w:rsidRPr="00AD2A20">
        <w:rPr>
          <w:sz w:val="28"/>
          <w:szCs w:val="28"/>
        </w:rPr>
        <w:t>Абдуловича</w:t>
      </w:r>
      <w:proofErr w:type="spellEnd"/>
      <w:r w:rsidRPr="00AD2A20">
        <w:rPr>
          <w:sz w:val="28"/>
          <w:szCs w:val="28"/>
        </w:rPr>
        <w:t xml:space="preserve"> </w:t>
      </w:r>
      <w:proofErr w:type="spellStart"/>
      <w:r w:rsidR="00B570B4" w:rsidRPr="00AD2A20">
        <w:rPr>
          <w:sz w:val="28"/>
          <w:szCs w:val="28"/>
        </w:rPr>
        <w:t>Хасиева</w:t>
      </w:r>
      <w:proofErr w:type="spellEnd"/>
      <w:r w:rsidR="00B570B4" w:rsidRPr="00AD2A20">
        <w:rPr>
          <w:sz w:val="28"/>
          <w:szCs w:val="28"/>
        </w:rPr>
        <w:t xml:space="preserve"> </w:t>
      </w:r>
      <w:r w:rsidRPr="00AD2A20">
        <w:rPr>
          <w:sz w:val="28"/>
          <w:szCs w:val="28"/>
        </w:rPr>
        <w:t>– Председат</w:t>
      </w:r>
      <w:r w:rsidRPr="00AD2A20">
        <w:rPr>
          <w:sz w:val="28"/>
          <w:szCs w:val="28"/>
        </w:rPr>
        <w:t>е</w:t>
      </w:r>
      <w:r w:rsidRPr="00AD2A20">
        <w:rPr>
          <w:sz w:val="28"/>
          <w:szCs w:val="28"/>
        </w:rPr>
        <w:t>ля Совета Ярославского регионального отделения Общероссийской общ</w:t>
      </w:r>
      <w:r w:rsidRPr="00AD2A20">
        <w:rPr>
          <w:sz w:val="28"/>
          <w:szCs w:val="28"/>
        </w:rPr>
        <w:t>е</w:t>
      </w:r>
      <w:r w:rsidRPr="00AD2A20">
        <w:rPr>
          <w:sz w:val="28"/>
          <w:szCs w:val="28"/>
        </w:rPr>
        <w:t>ственной организации «Ассамблея народов России».</w:t>
      </w:r>
    </w:p>
    <w:p w:rsidR="00514E35" w:rsidRPr="00AD2A20" w:rsidRDefault="00514E35" w:rsidP="00AD2A20">
      <w:pPr>
        <w:ind w:firstLine="709"/>
        <w:jc w:val="both"/>
        <w:rPr>
          <w:sz w:val="28"/>
          <w:szCs w:val="28"/>
        </w:rPr>
      </w:pPr>
      <w:r w:rsidRPr="00AD2A20">
        <w:rPr>
          <w:sz w:val="28"/>
          <w:szCs w:val="28"/>
        </w:rPr>
        <w:t>29.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AD2A20">
        <w:rPr>
          <w:sz w:val="28"/>
          <w:szCs w:val="28"/>
        </w:rPr>
        <w:t>а</w:t>
      </w:r>
      <w:r w:rsidRPr="00AD2A20">
        <w:rPr>
          <w:sz w:val="28"/>
          <w:szCs w:val="28"/>
        </w:rPr>
        <w:t>сти, за активную благотворительную и попечительскую деятельность во бл</w:t>
      </w:r>
      <w:r w:rsidRPr="00AD2A20">
        <w:rPr>
          <w:sz w:val="28"/>
          <w:szCs w:val="28"/>
        </w:rPr>
        <w:t>а</w:t>
      </w:r>
      <w:r w:rsidRPr="00AD2A20">
        <w:rPr>
          <w:sz w:val="28"/>
          <w:szCs w:val="28"/>
        </w:rPr>
        <w:t xml:space="preserve">го Ярославской области </w:t>
      </w:r>
      <w:proofErr w:type="spellStart"/>
      <w:r w:rsidRPr="00AD2A20">
        <w:rPr>
          <w:sz w:val="28"/>
          <w:szCs w:val="28"/>
        </w:rPr>
        <w:t>игумению</w:t>
      </w:r>
      <w:proofErr w:type="spellEnd"/>
      <w:r w:rsidRPr="00AD2A20">
        <w:rPr>
          <w:sz w:val="28"/>
          <w:szCs w:val="28"/>
        </w:rPr>
        <w:t xml:space="preserve"> Варвару (Александру Ильиничну Третьяк) – настоятельницу </w:t>
      </w:r>
      <w:proofErr w:type="gramStart"/>
      <w:r w:rsidRPr="00AD2A20">
        <w:rPr>
          <w:sz w:val="28"/>
          <w:szCs w:val="28"/>
        </w:rPr>
        <w:t>Свято-Введенского</w:t>
      </w:r>
      <w:proofErr w:type="gramEnd"/>
      <w:r w:rsidRPr="00AD2A20">
        <w:rPr>
          <w:sz w:val="28"/>
          <w:szCs w:val="28"/>
        </w:rPr>
        <w:t xml:space="preserve"> Толгского женского монастыря.</w:t>
      </w:r>
    </w:p>
    <w:p w:rsidR="00514E35" w:rsidRPr="00AD2A20" w:rsidRDefault="00514E35" w:rsidP="00AD2A20">
      <w:pPr>
        <w:ind w:firstLine="709"/>
        <w:jc w:val="both"/>
        <w:rPr>
          <w:sz w:val="28"/>
          <w:szCs w:val="28"/>
        </w:rPr>
      </w:pPr>
      <w:r w:rsidRPr="00AD2A20">
        <w:rPr>
          <w:sz w:val="28"/>
          <w:szCs w:val="28"/>
        </w:rPr>
        <w:t>30. Наградить Почетной грамотой Ярославской областной Думы за вклад в развитие системы здравоохранения Ярославской области, многоле</w:t>
      </w:r>
      <w:r w:rsidRPr="00AD2A20">
        <w:rPr>
          <w:sz w:val="28"/>
          <w:szCs w:val="28"/>
        </w:rPr>
        <w:t>т</w:t>
      </w:r>
      <w:r w:rsidRPr="00AD2A20">
        <w:rPr>
          <w:sz w:val="28"/>
          <w:szCs w:val="28"/>
        </w:rPr>
        <w:t>ний добросовестный труд в органах государственной власти Ярославской о</w:t>
      </w:r>
      <w:r w:rsidRPr="00AD2A20">
        <w:rPr>
          <w:sz w:val="28"/>
          <w:szCs w:val="28"/>
        </w:rPr>
        <w:t>б</w:t>
      </w:r>
      <w:r w:rsidRPr="00AD2A20">
        <w:rPr>
          <w:sz w:val="28"/>
          <w:szCs w:val="28"/>
        </w:rPr>
        <w:t xml:space="preserve">ласти Сергея Людвиговича </w:t>
      </w:r>
      <w:proofErr w:type="spellStart"/>
      <w:r w:rsidRPr="00AD2A20">
        <w:rPr>
          <w:sz w:val="28"/>
          <w:szCs w:val="28"/>
        </w:rPr>
        <w:t>Вундервальда</w:t>
      </w:r>
      <w:proofErr w:type="spellEnd"/>
      <w:r w:rsidRPr="00AD2A20">
        <w:rPr>
          <w:sz w:val="28"/>
          <w:szCs w:val="28"/>
        </w:rPr>
        <w:t xml:space="preserve"> – главного врача государственного учреждения здравоохранения Ярославской области Ярославская центральная районная больница.</w:t>
      </w:r>
    </w:p>
    <w:p w:rsidR="00AD2A20" w:rsidRDefault="00AD2A20" w:rsidP="00AD2A20">
      <w:pPr>
        <w:ind w:firstLine="709"/>
        <w:jc w:val="both"/>
        <w:rPr>
          <w:sz w:val="28"/>
          <w:szCs w:val="28"/>
        </w:rPr>
      </w:pPr>
    </w:p>
    <w:p w:rsidR="00AD2A20" w:rsidRDefault="00AD2A20" w:rsidP="00AD2A20">
      <w:pPr>
        <w:ind w:firstLine="709"/>
        <w:jc w:val="both"/>
        <w:rPr>
          <w:sz w:val="28"/>
          <w:szCs w:val="28"/>
        </w:rPr>
      </w:pPr>
    </w:p>
    <w:p w:rsidR="00514E35" w:rsidRPr="00AD2A20" w:rsidRDefault="00514E35" w:rsidP="00AD2A20">
      <w:pPr>
        <w:ind w:firstLine="709"/>
        <w:jc w:val="both"/>
        <w:rPr>
          <w:sz w:val="28"/>
          <w:szCs w:val="28"/>
        </w:rPr>
      </w:pPr>
      <w:r w:rsidRPr="00AD2A20">
        <w:rPr>
          <w:sz w:val="28"/>
          <w:szCs w:val="28"/>
        </w:rPr>
        <w:lastRenderedPageBreak/>
        <w:t>31. Наградить Почетной грамотой Ярославской областной Думы за вклад в развитие системы здравоохранения Ярославской области, многоле</w:t>
      </w:r>
      <w:r w:rsidRPr="00AD2A20">
        <w:rPr>
          <w:sz w:val="28"/>
          <w:szCs w:val="28"/>
        </w:rPr>
        <w:t>т</w:t>
      </w:r>
      <w:r w:rsidRPr="00AD2A20">
        <w:rPr>
          <w:sz w:val="28"/>
          <w:szCs w:val="28"/>
        </w:rPr>
        <w:t>нюю плодотворную работу по обучению и воспитанию подрастающего пок</w:t>
      </w:r>
      <w:r w:rsidRPr="00AD2A20">
        <w:rPr>
          <w:sz w:val="28"/>
          <w:szCs w:val="28"/>
        </w:rPr>
        <w:t>о</w:t>
      </w:r>
      <w:r w:rsidRPr="00AD2A20">
        <w:rPr>
          <w:sz w:val="28"/>
          <w:szCs w:val="28"/>
        </w:rPr>
        <w:t>ления, подготовке квалифицированных кадров на территории Ярославской области Юрия Васильевича Новикова – президента федерального госуда</w:t>
      </w:r>
      <w:r w:rsidRPr="00AD2A20">
        <w:rPr>
          <w:sz w:val="28"/>
          <w:szCs w:val="28"/>
        </w:rPr>
        <w:t>р</w:t>
      </w:r>
      <w:r w:rsidRPr="00AD2A20">
        <w:rPr>
          <w:sz w:val="28"/>
          <w:szCs w:val="28"/>
        </w:rPr>
        <w:t>ственного бюджетного образовательного учреждения высшего образования «Ярославский государственный медицинский университет» Министерства здравоохранения Российской Федерации.</w:t>
      </w:r>
    </w:p>
    <w:p w:rsidR="00514E35" w:rsidRPr="00AD2A20" w:rsidRDefault="00514E35" w:rsidP="00AD2A20">
      <w:pPr>
        <w:ind w:firstLine="709"/>
        <w:jc w:val="both"/>
        <w:rPr>
          <w:sz w:val="28"/>
          <w:szCs w:val="28"/>
        </w:rPr>
      </w:pPr>
      <w:r w:rsidRPr="00AD2A20">
        <w:rPr>
          <w:sz w:val="28"/>
          <w:szCs w:val="28"/>
        </w:rPr>
        <w:t>32. Наградить Почетной грамотой Ярославской областной Думы за многолетнюю плодотворную работу по воспитанию подрастающего покол</w:t>
      </w:r>
      <w:r w:rsidRPr="00AD2A20">
        <w:rPr>
          <w:sz w:val="28"/>
          <w:szCs w:val="28"/>
        </w:rPr>
        <w:t>е</w:t>
      </w:r>
      <w:r w:rsidRPr="00AD2A20">
        <w:rPr>
          <w:sz w:val="28"/>
          <w:szCs w:val="28"/>
        </w:rPr>
        <w:t>ния, подготовке квалифицированных кадров, большой вклад в патриотич</w:t>
      </w:r>
      <w:r w:rsidRPr="00AD2A20">
        <w:rPr>
          <w:sz w:val="28"/>
          <w:szCs w:val="28"/>
        </w:rPr>
        <w:t>е</w:t>
      </w:r>
      <w:r w:rsidRPr="00AD2A20">
        <w:rPr>
          <w:sz w:val="28"/>
          <w:szCs w:val="28"/>
        </w:rPr>
        <w:t>ское воспитание молодежи Ярославской области Сергея Юрьевича Попова – вице-президента хоккейного клуба «Локомотив».</w:t>
      </w:r>
    </w:p>
    <w:p w:rsidR="00514E35" w:rsidRPr="00AD2A20" w:rsidRDefault="00514E35" w:rsidP="00AD2A20">
      <w:pPr>
        <w:jc w:val="both"/>
        <w:rPr>
          <w:spacing w:val="-7"/>
          <w:sz w:val="28"/>
          <w:szCs w:val="28"/>
        </w:rPr>
      </w:pPr>
    </w:p>
    <w:p w:rsidR="00D96A40" w:rsidRPr="00AD2A20" w:rsidRDefault="00D96A40" w:rsidP="00AD2A20">
      <w:pPr>
        <w:jc w:val="both"/>
        <w:rPr>
          <w:sz w:val="28"/>
          <w:szCs w:val="28"/>
        </w:rPr>
      </w:pPr>
    </w:p>
    <w:p w:rsidR="00553A59" w:rsidRPr="00AD2A20" w:rsidRDefault="00553A59" w:rsidP="00AD2A20">
      <w:pPr>
        <w:jc w:val="both"/>
        <w:rPr>
          <w:sz w:val="28"/>
          <w:szCs w:val="28"/>
        </w:rPr>
      </w:pPr>
    </w:p>
    <w:p w:rsidR="0037562F" w:rsidRPr="00AD2A20" w:rsidRDefault="0037562F" w:rsidP="00AD2A20">
      <w:pPr>
        <w:jc w:val="both"/>
        <w:rPr>
          <w:sz w:val="28"/>
          <w:szCs w:val="28"/>
        </w:rPr>
      </w:pPr>
      <w:r w:rsidRPr="00AD2A20">
        <w:rPr>
          <w:sz w:val="28"/>
          <w:szCs w:val="28"/>
        </w:rPr>
        <w:t>Председател</w:t>
      </w:r>
      <w:r w:rsidR="006D06D1" w:rsidRPr="00AD2A20">
        <w:rPr>
          <w:sz w:val="28"/>
          <w:szCs w:val="28"/>
        </w:rPr>
        <w:t>ь</w:t>
      </w:r>
      <w:r w:rsidRPr="00AD2A20">
        <w:rPr>
          <w:sz w:val="28"/>
          <w:szCs w:val="28"/>
        </w:rPr>
        <w:t xml:space="preserve"> </w:t>
      </w:r>
    </w:p>
    <w:p w:rsidR="009D7C84" w:rsidRPr="00AD2A20" w:rsidRDefault="0037562F" w:rsidP="00AD2A20">
      <w:pPr>
        <w:jc w:val="both"/>
        <w:rPr>
          <w:sz w:val="28"/>
          <w:szCs w:val="28"/>
        </w:rPr>
      </w:pPr>
      <w:r w:rsidRPr="00AD2A20">
        <w:rPr>
          <w:sz w:val="28"/>
          <w:szCs w:val="28"/>
        </w:rPr>
        <w:t xml:space="preserve">Ярославской областной Думы </w:t>
      </w:r>
      <w:r w:rsidRPr="00AD2A20">
        <w:rPr>
          <w:sz w:val="28"/>
          <w:szCs w:val="28"/>
        </w:rPr>
        <w:tab/>
      </w:r>
      <w:r w:rsidRPr="00AD2A20">
        <w:rPr>
          <w:sz w:val="28"/>
          <w:szCs w:val="28"/>
        </w:rPr>
        <w:tab/>
      </w:r>
      <w:r w:rsidRPr="00AD2A20">
        <w:rPr>
          <w:i/>
          <w:sz w:val="28"/>
          <w:szCs w:val="28"/>
        </w:rPr>
        <w:t xml:space="preserve"> </w:t>
      </w:r>
      <w:r w:rsidR="00D813BE" w:rsidRPr="00AD2A20">
        <w:rPr>
          <w:i/>
          <w:sz w:val="28"/>
          <w:szCs w:val="28"/>
        </w:rPr>
        <w:t xml:space="preserve">   </w:t>
      </w:r>
      <w:r w:rsidRPr="00AD2A20">
        <w:rPr>
          <w:sz w:val="28"/>
          <w:szCs w:val="28"/>
        </w:rPr>
        <w:t xml:space="preserve">                            </w:t>
      </w:r>
      <w:r w:rsidR="006D06D1" w:rsidRPr="00AD2A20">
        <w:rPr>
          <w:sz w:val="28"/>
          <w:szCs w:val="28"/>
        </w:rPr>
        <w:t>М.В. Боровицкий</w:t>
      </w:r>
    </w:p>
    <w:p w:rsidR="00AD2A20" w:rsidRPr="00AD2A20" w:rsidRDefault="00AD2A20">
      <w:pPr>
        <w:ind w:firstLine="709"/>
        <w:jc w:val="both"/>
        <w:rPr>
          <w:sz w:val="28"/>
          <w:szCs w:val="28"/>
        </w:rPr>
      </w:pPr>
    </w:p>
    <w:sectPr w:rsidR="00AD2A20" w:rsidRPr="00AD2A20" w:rsidSect="005B1504">
      <w:headerReference w:type="even" r:id="rId9"/>
      <w:headerReference w:type="default" r:id="rId10"/>
      <w:endnotePr>
        <w:numFmt w:val="decimal"/>
      </w:endnotePr>
      <w:pgSz w:w="11907" w:h="16840" w:code="9"/>
      <w:pgMar w:top="1134" w:right="851" w:bottom="851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5D6" w:rsidRDefault="00FF75D6">
      <w:r>
        <w:separator/>
      </w:r>
    </w:p>
  </w:endnote>
  <w:endnote w:type="continuationSeparator" w:id="0">
    <w:p w:rsidR="00FF75D6" w:rsidRDefault="00FF7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5D6" w:rsidRDefault="00FF75D6">
      <w:r>
        <w:separator/>
      </w:r>
    </w:p>
  </w:footnote>
  <w:footnote w:type="continuationSeparator" w:id="0">
    <w:p w:rsidR="00FF75D6" w:rsidRDefault="00FF75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Default="005D416B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416B" w:rsidRDefault="005D41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764624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3B3E23" w:rsidRPr="00AD2A20" w:rsidRDefault="003B3E23">
        <w:pPr>
          <w:pStyle w:val="a3"/>
          <w:jc w:val="center"/>
          <w:rPr>
            <w:sz w:val="28"/>
          </w:rPr>
        </w:pPr>
        <w:r w:rsidRPr="00AD2A20">
          <w:rPr>
            <w:sz w:val="28"/>
          </w:rPr>
          <w:fldChar w:fldCharType="begin"/>
        </w:r>
        <w:r w:rsidRPr="00AD2A20">
          <w:rPr>
            <w:sz w:val="28"/>
          </w:rPr>
          <w:instrText>PAGE   \* MERGEFORMAT</w:instrText>
        </w:r>
        <w:r w:rsidRPr="00AD2A20">
          <w:rPr>
            <w:sz w:val="28"/>
          </w:rPr>
          <w:fldChar w:fldCharType="separate"/>
        </w:r>
        <w:r w:rsidR="00CA7F4D">
          <w:rPr>
            <w:noProof/>
            <w:sz w:val="28"/>
          </w:rPr>
          <w:t>5</w:t>
        </w:r>
        <w:r w:rsidRPr="00AD2A20">
          <w:rPr>
            <w:sz w:val="28"/>
          </w:rPr>
          <w:fldChar w:fldCharType="end"/>
        </w:r>
      </w:p>
    </w:sdtContent>
  </w:sdt>
  <w:p w:rsidR="005D416B" w:rsidRDefault="005D416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1E7A"/>
    <w:rsid w:val="000024A0"/>
    <w:rsid w:val="000031D8"/>
    <w:rsid w:val="00004110"/>
    <w:rsid w:val="0000460A"/>
    <w:rsid w:val="00004FE9"/>
    <w:rsid w:val="000070BE"/>
    <w:rsid w:val="00010019"/>
    <w:rsid w:val="00013DF9"/>
    <w:rsid w:val="00013FA6"/>
    <w:rsid w:val="000173BD"/>
    <w:rsid w:val="00017448"/>
    <w:rsid w:val="00021F82"/>
    <w:rsid w:val="0002269D"/>
    <w:rsid w:val="000229D3"/>
    <w:rsid w:val="00026B6A"/>
    <w:rsid w:val="00026B85"/>
    <w:rsid w:val="00027319"/>
    <w:rsid w:val="0003301A"/>
    <w:rsid w:val="00035933"/>
    <w:rsid w:val="00036343"/>
    <w:rsid w:val="00037209"/>
    <w:rsid w:val="0004217F"/>
    <w:rsid w:val="00050913"/>
    <w:rsid w:val="000531F9"/>
    <w:rsid w:val="000549DE"/>
    <w:rsid w:val="000608D1"/>
    <w:rsid w:val="00065B49"/>
    <w:rsid w:val="00066341"/>
    <w:rsid w:val="000669F1"/>
    <w:rsid w:val="00070508"/>
    <w:rsid w:val="000869EF"/>
    <w:rsid w:val="00086A0F"/>
    <w:rsid w:val="00093482"/>
    <w:rsid w:val="00097AC1"/>
    <w:rsid w:val="000B1676"/>
    <w:rsid w:val="000C1132"/>
    <w:rsid w:val="000C16C5"/>
    <w:rsid w:val="000C2792"/>
    <w:rsid w:val="000D5E1C"/>
    <w:rsid w:val="000E0FF9"/>
    <w:rsid w:val="000E1286"/>
    <w:rsid w:val="000E2D59"/>
    <w:rsid w:val="000E3B39"/>
    <w:rsid w:val="000E405F"/>
    <w:rsid w:val="000E42C0"/>
    <w:rsid w:val="000E4BA6"/>
    <w:rsid w:val="000E73D9"/>
    <w:rsid w:val="000E74A3"/>
    <w:rsid w:val="000F4FD2"/>
    <w:rsid w:val="001013D5"/>
    <w:rsid w:val="00107612"/>
    <w:rsid w:val="00107FBC"/>
    <w:rsid w:val="0011175B"/>
    <w:rsid w:val="0011214E"/>
    <w:rsid w:val="0011341A"/>
    <w:rsid w:val="001136C0"/>
    <w:rsid w:val="00113748"/>
    <w:rsid w:val="00127CE6"/>
    <w:rsid w:val="00136A24"/>
    <w:rsid w:val="001371E4"/>
    <w:rsid w:val="0014089B"/>
    <w:rsid w:val="001432CE"/>
    <w:rsid w:val="00146ACB"/>
    <w:rsid w:val="0014748C"/>
    <w:rsid w:val="001506D0"/>
    <w:rsid w:val="00152270"/>
    <w:rsid w:val="00152B9D"/>
    <w:rsid w:val="00163580"/>
    <w:rsid w:val="001678A2"/>
    <w:rsid w:val="00170859"/>
    <w:rsid w:val="00170AB9"/>
    <w:rsid w:val="001828DA"/>
    <w:rsid w:val="0018317D"/>
    <w:rsid w:val="00187BAE"/>
    <w:rsid w:val="001914FB"/>
    <w:rsid w:val="00193873"/>
    <w:rsid w:val="001958DA"/>
    <w:rsid w:val="0019722A"/>
    <w:rsid w:val="001A2E6E"/>
    <w:rsid w:val="001A36DD"/>
    <w:rsid w:val="001B58A2"/>
    <w:rsid w:val="001B7B27"/>
    <w:rsid w:val="001C0997"/>
    <w:rsid w:val="001C2F8C"/>
    <w:rsid w:val="001C64FE"/>
    <w:rsid w:val="001C7974"/>
    <w:rsid w:val="001D064F"/>
    <w:rsid w:val="001D191F"/>
    <w:rsid w:val="001D5631"/>
    <w:rsid w:val="001D60B1"/>
    <w:rsid w:val="001E2392"/>
    <w:rsid w:val="001E5F11"/>
    <w:rsid w:val="001E6C1B"/>
    <w:rsid w:val="001E6FD2"/>
    <w:rsid w:val="001E7DA4"/>
    <w:rsid w:val="001F0BA4"/>
    <w:rsid w:val="001F47F0"/>
    <w:rsid w:val="00203977"/>
    <w:rsid w:val="00203A51"/>
    <w:rsid w:val="00215C79"/>
    <w:rsid w:val="00220141"/>
    <w:rsid w:val="00221318"/>
    <w:rsid w:val="0022168F"/>
    <w:rsid w:val="00224829"/>
    <w:rsid w:val="00233EA3"/>
    <w:rsid w:val="00234425"/>
    <w:rsid w:val="002347F2"/>
    <w:rsid w:val="00235BB4"/>
    <w:rsid w:val="00237A8A"/>
    <w:rsid w:val="002403AA"/>
    <w:rsid w:val="0024073F"/>
    <w:rsid w:val="00245FC0"/>
    <w:rsid w:val="002460D7"/>
    <w:rsid w:val="00246805"/>
    <w:rsid w:val="0025081A"/>
    <w:rsid w:val="0026100F"/>
    <w:rsid w:val="00263674"/>
    <w:rsid w:val="00264C74"/>
    <w:rsid w:val="00273AA2"/>
    <w:rsid w:val="00281A17"/>
    <w:rsid w:val="00286C39"/>
    <w:rsid w:val="002912FA"/>
    <w:rsid w:val="00291CCE"/>
    <w:rsid w:val="00292259"/>
    <w:rsid w:val="00292793"/>
    <w:rsid w:val="00297452"/>
    <w:rsid w:val="002A0EC4"/>
    <w:rsid w:val="002A149B"/>
    <w:rsid w:val="002A5934"/>
    <w:rsid w:val="002A66DB"/>
    <w:rsid w:val="002A6CEC"/>
    <w:rsid w:val="002B185A"/>
    <w:rsid w:val="002B3ADF"/>
    <w:rsid w:val="002B4871"/>
    <w:rsid w:val="002D32E2"/>
    <w:rsid w:val="002D34AA"/>
    <w:rsid w:val="002D43D4"/>
    <w:rsid w:val="002D73F8"/>
    <w:rsid w:val="002E12B8"/>
    <w:rsid w:val="002E2EC4"/>
    <w:rsid w:val="002E663A"/>
    <w:rsid w:val="002F1987"/>
    <w:rsid w:val="002F3206"/>
    <w:rsid w:val="003011CC"/>
    <w:rsid w:val="00301A0C"/>
    <w:rsid w:val="00305279"/>
    <w:rsid w:val="00311AD5"/>
    <w:rsid w:val="003121C5"/>
    <w:rsid w:val="00312805"/>
    <w:rsid w:val="003129B8"/>
    <w:rsid w:val="0031562C"/>
    <w:rsid w:val="00316E8D"/>
    <w:rsid w:val="003179CD"/>
    <w:rsid w:val="0033288D"/>
    <w:rsid w:val="003332A3"/>
    <w:rsid w:val="00333666"/>
    <w:rsid w:val="003444F2"/>
    <w:rsid w:val="00350935"/>
    <w:rsid w:val="00354B64"/>
    <w:rsid w:val="003552EF"/>
    <w:rsid w:val="00360168"/>
    <w:rsid w:val="00364CF2"/>
    <w:rsid w:val="0037119D"/>
    <w:rsid w:val="0037562F"/>
    <w:rsid w:val="00381A2C"/>
    <w:rsid w:val="00385FDA"/>
    <w:rsid w:val="003874EF"/>
    <w:rsid w:val="00393EF1"/>
    <w:rsid w:val="003A219C"/>
    <w:rsid w:val="003A4409"/>
    <w:rsid w:val="003A4AFC"/>
    <w:rsid w:val="003A7442"/>
    <w:rsid w:val="003B1778"/>
    <w:rsid w:val="003B3BFC"/>
    <w:rsid w:val="003B3E23"/>
    <w:rsid w:val="003B4B54"/>
    <w:rsid w:val="003C1CB5"/>
    <w:rsid w:val="003C1FE6"/>
    <w:rsid w:val="003C26AC"/>
    <w:rsid w:val="003C2E6E"/>
    <w:rsid w:val="003C4094"/>
    <w:rsid w:val="003C6CB5"/>
    <w:rsid w:val="003C7264"/>
    <w:rsid w:val="003D14E0"/>
    <w:rsid w:val="003D22B4"/>
    <w:rsid w:val="003D3419"/>
    <w:rsid w:val="003D49EB"/>
    <w:rsid w:val="003E1C90"/>
    <w:rsid w:val="003F702C"/>
    <w:rsid w:val="00401797"/>
    <w:rsid w:val="00401A75"/>
    <w:rsid w:val="00406CE0"/>
    <w:rsid w:val="0041662C"/>
    <w:rsid w:val="004167D5"/>
    <w:rsid w:val="004247BD"/>
    <w:rsid w:val="00426E40"/>
    <w:rsid w:val="00434D0D"/>
    <w:rsid w:val="004369F4"/>
    <w:rsid w:val="00442E8F"/>
    <w:rsid w:val="00446C0A"/>
    <w:rsid w:val="00451515"/>
    <w:rsid w:val="00453491"/>
    <w:rsid w:val="00454F8C"/>
    <w:rsid w:val="0046261A"/>
    <w:rsid w:val="004632D5"/>
    <w:rsid w:val="00465648"/>
    <w:rsid w:val="0048045E"/>
    <w:rsid w:val="004849E3"/>
    <w:rsid w:val="004929B7"/>
    <w:rsid w:val="0049660B"/>
    <w:rsid w:val="00497C7E"/>
    <w:rsid w:val="004A1174"/>
    <w:rsid w:val="004A123A"/>
    <w:rsid w:val="004A6F2C"/>
    <w:rsid w:val="004B14F3"/>
    <w:rsid w:val="004B51A1"/>
    <w:rsid w:val="004B54D6"/>
    <w:rsid w:val="004B75F1"/>
    <w:rsid w:val="004C53AC"/>
    <w:rsid w:val="004C6EDF"/>
    <w:rsid w:val="004D010C"/>
    <w:rsid w:val="004D47A6"/>
    <w:rsid w:val="004D69AC"/>
    <w:rsid w:val="004E2304"/>
    <w:rsid w:val="004E29BC"/>
    <w:rsid w:val="004E73B6"/>
    <w:rsid w:val="004F10CC"/>
    <w:rsid w:val="004F1271"/>
    <w:rsid w:val="004F130C"/>
    <w:rsid w:val="004F1B7E"/>
    <w:rsid w:val="004F596D"/>
    <w:rsid w:val="005003F1"/>
    <w:rsid w:val="00503694"/>
    <w:rsid w:val="00514E35"/>
    <w:rsid w:val="005150D1"/>
    <w:rsid w:val="00515F11"/>
    <w:rsid w:val="0051666A"/>
    <w:rsid w:val="005212ED"/>
    <w:rsid w:val="005215D9"/>
    <w:rsid w:val="00523A5C"/>
    <w:rsid w:val="00527EAF"/>
    <w:rsid w:val="0054159C"/>
    <w:rsid w:val="0054338C"/>
    <w:rsid w:val="00544926"/>
    <w:rsid w:val="00544B10"/>
    <w:rsid w:val="00545DD9"/>
    <w:rsid w:val="00545F6A"/>
    <w:rsid w:val="00550118"/>
    <w:rsid w:val="005527C8"/>
    <w:rsid w:val="00553A59"/>
    <w:rsid w:val="0056607C"/>
    <w:rsid w:val="00572EC1"/>
    <w:rsid w:val="005743EF"/>
    <w:rsid w:val="00580C5D"/>
    <w:rsid w:val="00582206"/>
    <w:rsid w:val="005854E3"/>
    <w:rsid w:val="00586A43"/>
    <w:rsid w:val="005873FE"/>
    <w:rsid w:val="005879BD"/>
    <w:rsid w:val="00593460"/>
    <w:rsid w:val="005971BA"/>
    <w:rsid w:val="0059773A"/>
    <w:rsid w:val="005977A8"/>
    <w:rsid w:val="00597E31"/>
    <w:rsid w:val="005A200A"/>
    <w:rsid w:val="005B0703"/>
    <w:rsid w:val="005B1504"/>
    <w:rsid w:val="005B3E5B"/>
    <w:rsid w:val="005B5A30"/>
    <w:rsid w:val="005C0751"/>
    <w:rsid w:val="005C358D"/>
    <w:rsid w:val="005C4170"/>
    <w:rsid w:val="005C4AB3"/>
    <w:rsid w:val="005D1A6C"/>
    <w:rsid w:val="005D416B"/>
    <w:rsid w:val="005D6587"/>
    <w:rsid w:val="005D7EE3"/>
    <w:rsid w:val="005E636A"/>
    <w:rsid w:val="005E6F18"/>
    <w:rsid w:val="005F25C1"/>
    <w:rsid w:val="005F5A8C"/>
    <w:rsid w:val="005F6465"/>
    <w:rsid w:val="006030F6"/>
    <w:rsid w:val="006119CC"/>
    <w:rsid w:val="00611AF2"/>
    <w:rsid w:val="00612D70"/>
    <w:rsid w:val="006147A1"/>
    <w:rsid w:val="00626982"/>
    <w:rsid w:val="00627ADE"/>
    <w:rsid w:val="0063087B"/>
    <w:rsid w:val="00635613"/>
    <w:rsid w:val="00643FBE"/>
    <w:rsid w:val="006519E9"/>
    <w:rsid w:val="006536D7"/>
    <w:rsid w:val="00654D8D"/>
    <w:rsid w:val="006551DD"/>
    <w:rsid w:val="006621A3"/>
    <w:rsid w:val="00665028"/>
    <w:rsid w:val="00670BC4"/>
    <w:rsid w:val="00672320"/>
    <w:rsid w:val="0067584E"/>
    <w:rsid w:val="00675A42"/>
    <w:rsid w:val="00675CF7"/>
    <w:rsid w:val="00676E02"/>
    <w:rsid w:val="00680C64"/>
    <w:rsid w:val="006925EF"/>
    <w:rsid w:val="006934FA"/>
    <w:rsid w:val="006969EC"/>
    <w:rsid w:val="00697A43"/>
    <w:rsid w:val="006A1F35"/>
    <w:rsid w:val="006A75E3"/>
    <w:rsid w:val="006B01BB"/>
    <w:rsid w:val="006B2B82"/>
    <w:rsid w:val="006B6B36"/>
    <w:rsid w:val="006C0FBD"/>
    <w:rsid w:val="006C25B9"/>
    <w:rsid w:val="006C70E9"/>
    <w:rsid w:val="006D06D1"/>
    <w:rsid w:val="006D58C3"/>
    <w:rsid w:val="006D746E"/>
    <w:rsid w:val="006E2D99"/>
    <w:rsid w:val="006E75F5"/>
    <w:rsid w:val="006F3169"/>
    <w:rsid w:val="006F35F6"/>
    <w:rsid w:val="006F6093"/>
    <w:rsid w:val="006F67E3"/>
    <w:rsid w:val="00700DF1"/>
    <w:rsid w:val="00704010"/>
    <w:rsid w:val="00704E42"/>
    <w:rsid w:val="00705617"/>
    <w:rsid w:val="00707382"/>
    <w:rsid w:val="0072492F"/>
    <w:rsid w:val="007310E6"/>
    <w:rsid w:val="007322C5"/>
    <w:rsid w:val="0073307B"/>
    <w:rsid w:val="00735B1D"/>
    <w:rsid w:val="00737618"/>
    <w:rsid w:val="00740912"/>
    <w:rsid w:val="00740A44"/>
    <w:rsid w:val="00741E7E"/>
    <w:rsid w:val="00742AB3"/>
    <w:rsid w:val="00743280"/>
    <w:rsid w:val="0074363F"/>
    <w:rsid w:val="007544C6"/>
    <w:rsid w:val="007570EF"/>
    <w:rsid w:val="0076032B"/>
    <w:rsid w:val="00762B1B"/>
    <w:rsid w:val="00763EB7"/>
    <w:rsid w:val="00766998"/>
    <w:rsid w:val="00771B36"/>
    <w:rsid w:val="00776CA5"/>
    <w:rsid w:val="0078207F"/>
    <w:rsid w:val="00782A84"/>
    <w:rsid w:val="00783031"/>
    <w:rsid w:val="00790E69"/>
    <w:rsid w:val="007941B7"/>
    <w:rsid w:val="00795625"/>
    <w:rsid w:val="007A10E4"/>
    <w:rsid w:val="007A270F"/>
    <w:rsid w:val="007A3377"/>
    <w:rsid w:val="007A5555"/>
    <w:rsid w:val="007A5E02"/>
    <w:rsid w:val="007B0A6D"/>
    <w:rsid w:val="007B3AC5"/>
    <w:rsid w:val="007B3FBA"/>
    <w:rsid w:val="007B49F0"/>
    <w:rsid w:val="007B65E2"/>
    <w:rsid w:val="007C68B4"/>
    <w:rsid w:val="007D0E2F"/>
    <w:rsid w:val="007D428E"/>
    <w:rsid w:val="007D6B6F"/>
    <w:rsid w:val="007D7BFE"/>
    <w:rsid w:val="007D7F07"/>
    <w:rsid w:val="007E1A29"/>
    <w:rsid w:val="007E383A"/>
    <w:rsid w:val="007E7B49"/>
    <w:rsid w:val="007F1CCB"/>
    <w:rsid w:val="007F3949"/>
    <w:rsid w:val="007F691D"/>
    <w:rsid w:val="00800713"/>
    <w:rsid w:val="00811809"/>
    <w:rsid w:val="00813DE2"/>
    <w:rsid w:val="0081725D"/>
    <w:rsid w:val="0082214B"/>
    <w:rsid w:val="00822206"/>
    <w:rsid w:val="00822FBB"/>
    <w:rsid w:val="008238E0"/>
    <w:rsid w:val="00826F5F"/>
    <w:rsid w:val="00827522"/>
    <w:rsid w:val="00835F4D"/>
    <w:rsid w:val="0083699D"/>
    <w:rsid w:val="00837505"/>
    <w:rsid w:val="00847C4A"/>
    <w:rsid w:val="00850D4C"/>
    <w:rsid w:val="0085386D"/>
    <w:rsid w:val="00853EDE"/>
    <w:rsid w:val="00856492"/>
    <w:rsid w:val="0086084E"/>
    <w:rsid w:val="008624A4"/>
    <w:rsid w:val="0086508D"/>
    <w:rsid w:val="00866664"/>
    <w:rsid w:val="0087368B"/>
    <w:rsid w:val="00876172"/>
    <w:rsid w:val="00881C58"/>
    <w:rsid w:val="0088256F"/>
    <w:rsid w:val="008839B1"/>
    <w:rsid w:val="00884E26"/>
    <w:rsid w:val="00887584"/>
    <w:rsid w:val="008939AA"/>
    <w:rsid w:val="008A47AD"/>
    <w:rsid w:val="008A4E99"/>
    <w:rsid w:val="008A5297"/>
    <w:rsid w:val="008B077D"/>
    <w:rsid w:val="008B5649"/>
    <w:rsid w:val="008C3B18"/>
    <w:rsid w:val="008C58FF"/>
    <w:rsid w:val="008C6871"/>
    <w:rsid w:val="008E0402"/>
    <w:rsid w:val="008E6EAF"/>
    <w:rsid w:val="008E7F9B"/>
    <w:rsid w:val="008F3563"/>
    <w:rsid w:val="008F38A5"/>
    <w:rsid w:val="008F3AE2"/>
    <w:rsid w:val="008F4006"/>
    <w:rsid w:val="008F42E1"/>
    <w:rsid w:val="008F61CE"/>
    <w:rsid w:val="008F6934"/>
    <w:rsid w:val="009003AD"/>
    <w:rsid w:val="009059CF"/>
    <w:rsid w:val="00917C53"/>
    <w:rsid w:val="009208CC"/>
    <w:rsid w:val="00921588"/>
    <w:rsid w:val="0092194A"/>
    <w:rsid w:val="00921F56"/>
    <w:rsid w:val="00922352"/>
    <w:rsid w:val="00922A78"/>
    <w:rsid w:val="00931299"/>
    <w:rsid w:val="009324B8"/>
    <w:rsid w:val="009336A0"/>
    <w:rsid w:val="00937302"/>
    <w:rsid w:val="00944DF9"/>
    <w:rsid w:val="00952718"/>
    <w:rsid w:val="00956E9D"/>
    <w:rsid w:val="009576A3"/>
    <w:rsid w:val="00967F40"/>
    <w:rsid w:val="00970A49"/>
    <w:rsid w:val="00970CC8"/>
    <w:rsid w:val="00984E07"/>
    <w:rsid w:val="00991C44"/>
    <w:rsid w:val="009A0D67"/>
    <w:rsid w:val="009A7C37"/>
    <w:rsid w:val="009B22B5"/>
    <w:rsid w:val="009B440C"/>
    <w:rsid w:val="009B5A9E"/>
    <w:rsid w:val="009B5C44"/>
    <w:rsid w:val="009B702B"/>
    <w:rsid w:val="009C0A92"/>
    <w:rsid w:val="009C0FE3"/>
    <w:rsid w:val="009C3734"/>
    <w:rsid w:val="009D21F2"/>
    <w:rsid w:val="009D22EC"/>
    <w:rsid w:val="009D2D2C"/>
    <w:rsid w:val="009D7C84"/>
    <w:rsid w:val="009E1F12"/>
    <w:rsid w:val="009E309F"/>
    <w:rsid w:val="009E4646"/>
    <w:rsid w:val="009F25F1"/>
    <w:rsid w:val="00A036A3"/>
    <w:rsid w:val="00A07690"/>
    <w:rsid w:val="00A14F3A"/>
    <w:rsid w:val="00A16676"/>
    <w:rsid w:val="00A30CA0"/>
    <w:rsid w:val="00A31E2D"/>
    <w:rsid w:val="00A32FCD"/>
    <w:rsid w:val="00A35E62"/>
    <w:rsid w:val="00A503E6"/>
    <w:rsid w:val="00A57E5A"/>
    <w:rsid w:val="00A60101"/>
    <w:rsid w:val="00A62C8B"/>
    <w:rsid w:val="00A62F80"/>
    <w:rsid w:val="00A63782"/>
    <w:rsid w:val="00A66FAC"/>
    <w:rsid w:val="00A70CCA"/>
    <w:rsid w:val="00A71ECC"/>
    <w:rsid w:val="00A7779F"/>
    <w:rsid w:val="00A8018B"/>
    <w:rsid w:val="00A81B57"/>
    <w:rsid w:val="00A845F5"/>
    <w:rsid w:val="00A85752"/>
    <w:rsid w:val="00A87C8A"/>
    <w:rsid w:val="00A9016B"/>
    <w:rsid w:val="00A90229"/>
    <w:rsid w:val="00A946B0"/>
    <w:rsid w:val="00AA0E32"/>
    <w:rsid w:val="00AA155F"/>
    <w:rsid w:val="00AA31FC"/>
    <w:rsid w:val="00AA44A4"/>
    <w:rsid w:val="00AB0EDC"/>
    <w:rsid w:val="00AB1D9B"/>
    <w:rsid w:val="00AB3CC6"/>
    <w:rsid w:val="00AB4FE6"/>
    <w:rsid w:val="00AB6C3C"/>
    <w:rsid w:val="00AC6F7C"/>
    <w:rsid w:val="00AC7584"/>
    <w:rsid w:val="00AD205A"/>
    <w:rsid w:val="00AD2A20"/>
    <w:rsid w:val="00AD2AAE"/>
    <w:rsid w:val="00AD38AC"/>
    <w:rsid w:val="00AD6312"/>
    <w:rsid w:val="00AD6C95"/>
    <w:rsid w:val="00AD756B"/>
    <w:rsid w:val="00AE2A05"/>
    <w:rsid w:val="00AE2F24"/>
    <w:rsid w:val="00AE6D18"/>
    <w:rsid w:val="00AE7653"/>
    <w:rsid w:val="00AE7E3D"/>
    <w:rsid w:val="00AF06FE"/>
    <w:rsid w:val="00AF26C6"/>
    <w:rsid w:val="00AF2772"/>
    <w:rsid w:val="00AF43CD"/>
    <w:rsid w:val="00AF5567"/>
    <w:rsid w:val="00B01086"/>
    <w:rsid w:val="00B022F9"/>
    <w:rsid w:val="00B02FA7"/>
    <w:rsid w:val="00B0408C"/>
    <w:rsid w:val="00B04F8C"/>
    <w:rsid w:val="00B07835"/>
    <w:rsid w:val="00B07F85"/>
    <w:rsid w:val="00B154BB"/>
    <w:rsid w:val="00B3341C"/>
    <w:rsid w:val="00B3490E"/>
    <w:rsid w:val="00B374B7"/>
    <w:rsid w:val="00B46C02"/>
    <w:rsid w:val="00B46E01"/>
    <w:rsid w:val="00B476BA"/>
    <w:rsid w:val="00B50DB8"/>
    <w:rsid w:val="00B570B4"/>
    <w:rsid w:val="00B61140"/>
    <w:rsid w:val="00B61357"/>
    <w:rsid w:val="00B631C0"/>
    <w:rsid w:val="00B63BDB"/>
    <w:rsid w:val="00B6693C"/>
    <w:rsid w:val="00B6707C"/>
    <w:rsid w:val="00B72422"/>
    <w:rsid w:val="00B7332B"/>
    <w:rsid w:val="00B81236"/>
    <w:rsid w:val="00B81845"/>
    <w:rsid w:val="00B85649"/>
    <w:rsid w:val="00B9195E"/>
    <w:rsid w:val="00B941DD"/>
    <w:rsid w:val="00BA3310"/>
    <w:rsid w:val="00BB3C9E"/>
    <w:rsid w:val="00BB41D4"/>
    <w:rsid w:val="00BB5A4F"/>
    <w:rsid w:val="00BC11EB"/>
    <w:rsid w:val="00BC169A"/>
    <w:rsid w:val="00BC2F33"/>
    <w:rsid w:val="00BD053B"/>
    <w:rsid w:val="00BE1EF3"/>
    <w:rsid w:val="00BE286A"/>
    <w:rsid w:val="00BF36E1"/>
    <w:rsid w:val="00BF614E"/>
    <w:rsid w:val="00C01F13"/>
    <w:rsid w:val="00C049B4"/>
    <w:rsid w:val="00C078E8"/>
    <w:rsid w:val="00C1249C"/>
    <w:rsid w:val="00C16FA6"/>
    <w:rsid w:val="00C22728"/>
    <w:rsid w:val="00C22BD1"/>
    <w:rsid w:val="00C23562"/>
    <w:rsid w:val="00C24480"/>
    <w:rsid w:val="00C252FB"/>
    <w:rsid w:val="00C30FFC"/>
    <w:rsid w:val="00C313EC"/>
    <w:rsid w:val="00C415E5"/>
    <w:rsid w:val="00C41B67"/>
    <w:rsid w:val="00C42C2F"/>
    <w:rsid w:val="00C4310A"/>
    <w:rsid w:val="00C46BA3"/>
    <w:rsid w:val="00C53590"/>
    <w:rsid w:val="00C63C34"/>
    <w:rsid w:val="00C64563"/>
    <w:rsid w:val="00C77E03"/>
    <w:rsid w:val="00C803C5"/>
    <w:rsid w:val="00C82023"/>
    <w:rsid w:val="00C9167F"/>
    <w:rsid w:val="00CA1387"/>
    <w:rsid w:val="00CA1ED1"/>
    <w:rsid w:val="00CA7985"/>
    <w:rsid w:val="00CA7F4D"/>
    <w:rsid w:val="00CB3208"/>
    <w:rsid w:val="00CB3642"/>
    <w:rsid w:val="00CC127F"/>
    <w:rsid w:val="00CC4C3F"/>
    <w:rsid w:val="00CC5BAE"/>
    <w:rsid w:val="00CC6C57"/>
    <w:rsid w:val="00CD6B57"/>
    <w:rsid w:val="00CD7615"/>
    <w:rsid w:val="00CD7E8E"/>
    <w:rsid w:val="00CE16C9"/>
    <w:rsid w:val="00CE19EF"/>
    <w:rsid w:val="00CE2D08"/>
    <w:rsid w:val="00CE51E4"/>
    <w:rsid w:val="00CF05AB"/>
    <w:rsid w:val="00CF065B"/>
    <w:rsid w:val="00CF0A9B"/>
    <w:rsid w:val="00CF1C25"/>
    <w:rsid w:val="00CF46CF"/>
    <w:rsid w:val="00CF5D9B"/>
    <w:rsid w:val="00CF6E9B"/>
    <w:rsid w:val="00D04EA3"/>
    <w:rsid w:val="00D11A73"/>
    <w:rsid w:val="00D12415"/>
    <w:rsid w:val="00D2020D"/>
    <w:rsid w:val="00D221E9"/>
    <w:rsid w:val="00D23A26"/>
    <w:rsid w:val="00D30965"/>
    <w:rsid w:val="00D33CD0"/>
    <w:rsid w:val="00D34ADC"/>
    <w:rsid w:val="00D364B7"/>
    <w:rsid w:val="00D404D8"/>
    <w:rsid w:val="00D41FBA"/>
    <w:rsid w:val="00D43022"/>
    <w:rsid w:val="00D431C9"/>
    <w:rsid w:val="00D454A3"/>
    <w:rsid w:val="00D46BD3"/>
    <w:rsid w:val="00D71141"/>
    <w:rsid w:val="00D71D54"/>
    <w:rsid w:val="00D813BE"/>
    <w:rsid w:val="00D8371D"/>
    <w:rsid w:val="00D83E0C"/>
    <w:rsid w:val="00D862CC"/>
    <w:rsid w:val="00D92ADD"/>
    <w:rsid w:val="00D96A40"/>
    <w:rsid w:val="00D96A81"/>
    <w:rsid w:val="00D96B4A"/>
    <w:rsid w:val="00DA0174"/>
    <w:rsid w:val="00DA2EC8"/>
    <w:rsid w:val="00DB0A73"/>
    <w:rsid w:val="00DB5277"/>
    <w:rsid w:val="00DB69CD"/>
    <w:rsid w:val="00DB6A31"/>
    <w:rsid w:val="00DB790C"/>
    <w:rsid w:val="00DD4886"/>
    <w:rsid w:val="00DD4AB7"/>
    <w:rsid w:val="00DD6145"/>
    <w:rsid w:val="00DE2C39"/>
    <w:rsid w:val="00DE3E47"/>
    <w:rsid w:val="00DE4E01"/>
    <w:rsid w:val="00DE5F12"/>
    <w:rsid w:val="00DF02F5"/>
    <w:rsid w:val="00DF33B9"/>
    <w:rsid w:val="00E01E13"/>
    <w:rsid w:val="00E0224D"/>
    <w:rsid w:val="00E034F3"/>
    <w:rsid w:val="00E03548"/>
    <w:rsid w:val="00E12A5B"/>
    <w:rsid w:val="00E13529"/>
    <w:rsid w:val="00E161B5"/>
    <w:rsid w:val="00E1736F"/>
    <w:rsid w:val="00E218FF"/>
    <w:rsid w:val="00E24BC4"/>
    <w:rsid w:val="00E25558"/>
    <w:rsid w:val="00E3498C"/>
    <w:rsid w:val="00E36932"/>
    <w:rsid w:val="00E41B5C"/>
    <w:rsid w:val="00E41BA1"/>
    <w:rsid w:val="00E50174"/>
    <w:rsid w:val="00E53216"/>
    <w:rsid w:val="00E575A6"/>
    <w:rsid w:val="00E67586"/>
    <w:rsid w:val="00E714AD"/>
    <w:rsid w:val="00E822AE"/>
    <w:rsid w:val="00E822DD"/>
    <w:rsid w:val="00E82CB7"/>
    <w:rsid w:val="00E914D8"/>
    <w:rsid w:val="00E926C9"/>
    <w:rsid w:val="00EA62B3"/>
    <w:rsid w:val="00EA6AE5"/>
    <w:rsid w:val="00EB03F5"/>
    <w:rsid w:val="00EB329F"/>
    <w:rsid w:val="00EB63BC"/>
    <w:rsid w:val="00EC4DDD"/>
    <w:rsid w:val="00ED66F1"/>
    <w:rsid w:val="00EE59FB"/>
    <w:rsid w:val="00EE76BD"/>
    <w:rsid w:val="00EF0AD0"/>
    <w:rsid w:val="00EF74E9"/>
    <w:rsid w:val="00F042A2"/>
    <w:rsid w:val="00F13935"/>
    <w:rsid w:val="00F2724B"/>
    <w:rsid w:val="00F303AD"/>
    <w:rsid w:val="00F32D2E"/>
    <w:rsid w:val="00F3453D"/>
    <w:rsid w:val="00F3728F"/>
    <w:rsid w:val="00F44EE4"/>
    <w:rsid w:val="00F454AE"/>
    <w:rsid w:val="00F463B6"/>
    <w:rsid w:val="00F4646A"/>
    <w:rsid w:val="00F46584"/>
    <w:rsid w:val="00F46639"/>
    <w:rsid w:val="00F46EF2"/>
    <w:rsid w:val="00F47754"/>
    <w:rsid w:val="00F55256"/>
    <w:rsid w:val="00F61BB4"/>
    <w:rsid w:val="00F62946"/>
    <w:rsid w:val="00F6353F"/>
    <w:rsid w:val="00F656F4"/>
    <w:rsid w:val="00F66206"/>
    <w:rsid w:val="00F66640"/>
    <w:rsid w:val="00F66782"/>
    <w:rsid w:val="00F66E72"/>
    <w:rsid w:val="00F746B0"/>
    <w:rsid w:val="00F75DAB"/>
    <w:rsid w:val="00F8011F"/>
    <w:rsid w:val="00F81884"/>
    <w:rsid w:val="00F92AFD"/>
    <w:rsid w:val="00F92E3B"/>
    <w:rsid w:val="00F93CE6"/>
    <w:rsid w:val="00F96C8F"/>
    <w:rsid w:val="00FA410E"/>
    <w:rsid w:val="00FA67FA"/>
    <w:rsid w:val="00FA77C1"/>
    <w:rsid w:val="00FC04FA"/>
    <w:rsid w:val="00FC5180"/>
    <w:rsid w:val="00FC634B"/>
    <w:rsid w:val="00FD328B"/>
    <w:rsid w:val="00FD58DD"/>
    <w:rsid w:val="00FE1141"/>
    <w:rsid w:val="00FF06D2"/>
    <w:rsid w:val="00FF1432"/>
    <w:rsid w:val="00FF1FBD"/>
    <w:rsid w:val="00FF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040D8-4034-4F5B-B9BB-F0D03619F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1042</TotalTime>
  <Pages>5</Pages>
  <Words>1600</Words>
  <Characters>9125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Балакирева Наталья Георгиевна</dc:creator>
  <cp:lastModifiedBy>user</cp:lastModifiedBy>
  <cp:revision>332</cp:revision>
  <cp:lastPrinted>2016-11-10T07:38:00Z</cp:lastPrinted>
  <dcterms:created xsi:type="dcterms:W3CDTF">2015-02-26T06:14:00Z</dcterms:created>
  <dcterms:modified xsi:type="dcterms:W3CDTF">2017-02-15T11:58:00Z</dcterms:modified>
</cp:coreProperties>
</file>