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75AD" w:rsidTr="004A084F">
        <w:tc>
          <w:tcPr>
            <w:tcW w:w="426" w:type="dxa"/>
            <w:vAlign w:val="bottom"/>
            <w:hideMark/>
          </w:tcPr>
          <w:p w:rsidR="002575AD" w:rsidRDefault="002575AD" w:rsidP="004A084F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75AD" w:rsidRDefault="002575AD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27.03.2018</w:t>
            </w:r>
          </w:p>
        </w:tc>
        <w:tc>
          <w:tcPr>
            <w:tcW w:w="4111" w:type="dxa"/>
            <w:vAlign w:val="bottom"/>
          </w:tcPr>
          <w:p w:rsidR="002575AD" w:rsidRDefault="002575AD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75AD" w:rsidRDefault="002575AD" w:rsidP="004A084F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75AD" w:rsidRDefault="002575AD" w:rsidP="004A084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391F05" w:rsidRPr="00391F05" w:rsidRDefault="00391F05" w:rsidP="00391F05">
      <w:pPr>
        <w:jc w:val="both"/>
        <w:rPr>
          <w:sz w:val="28"/>
          <w:szCs w:val="28"/>
        </w:rPr>
      </w:pPr>
    </w:p>
    <w:p w:rsidR="00391F05" w:rsidRPr="00391F05" w:rsidRDefault="00391F05" w:rsidP="00391F05">
      <w:pPr>
        <w:jc w:val="both"/>
        <w:rPr>
          <w:sz w:val="28"/>
          <w:szCs w:val="28"/>
        </w:rPr>
      </w:pPr>
    </w:p>
    <w:p w:rsidR="002321FF" w:rsidRPr="00391F05" w:rsidRDefault="002321FF" w:rsidP="00391F05">
      <w:pPr>
        <w:jc w:val="both"/>
        <w:rPr>
          <w:sz w:val="28"/>
          <w:szCs w:val="28"/>
        </w:rPr>
      </w:pPr>
      <w:r w:rsidRPr="00391F05">
        <w:rPr>
          <w:sz w:val="28"/>
          <w:szCs w:val="28"/>
        </w:rPr>
        <w:t xml:space="preserve">О награждении Почетным знаком </w:t>
      </w:r>
    </w:p>
    <w:p w:rsidR="002321FF" w:rsidRPr="00391F05" w:rsidRDefault="002321FF" w:rsidP="00391F05">
      <w:pPr>
        <w:pStyle w:val="3"/>
        <w:spacing w:after="0"/>
        <w:ind w:left="0"/>
        <w:rPr>
          <w:sz w:val="28"/>
          <w:szCs w:val="28"/>
        </w:rPr>
      </w:pPr>
      <w:r w:rsidRPr="00391F05">
        <w:rPr>
          <w:sz w:val="28"/>
          <w:szCs w:val="28"/>
        </w:rPr>
        <w:t xml:space="preserve">Ярославской областной Думы </w:t>
      </w:r>
    </w:p>
    <w:p w:rsidR="002321FF" w:rsidRPr="00391F05" w:rsidRDefault="002321FF" w:rsidP="00391F05">
      <w:pPr>
        <w:pStyle w:val="3"/>
        <w:spacing w:after="0"/>
        <w:ind w:left="0"/>
        <w:rPr>
          <w:sz w:val="28"/>
          <w:szCs w:val="28"/>
        </w:rPr>
      </w:pPr>
      <w:r w:rsidRPr="00391F05">
        <w:rPr>
          <w:sz w:val="28"/>
          <w:szCs w:val="28"/>
        </w:rPr>
        <w:t>«За вклад в развитие Ярославской области»</w:t>
      </w:r>
    </w:p>
    <w:p w:rsidR="005F432B" w:rsidRDefault="005F432B" w:rsidP="00391F05">
      <w:pPr>
        <w:jc w:val="both"/>
        <w:rPr>
          <w:sz w:val="28"/>
          <w:szCs w:val="28"/>
        </w:rPr>
      </w:pPr>
    </w:p>
    <w:p w:rsidR="00391F05" w:rsidRPr="00391F05" w:rsidRDefault="00391F05" w:rsidP="00391F05">
      <w:pPr>
        <w:jc w:val="both"/>
        <w:rPr>
          <w:sz w:val="28"/>
          <w:szCs w:val="28"/>
        </w:rPr>
      </w:pPr>
    </w:p>
    <w:p w:rsidR="002321FF" w:rsidRPr="00391F05" w:rsidRDefault="002321FF" w:rsidP="00391F05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91F05">
        <w:rPr>
          <w:sz w:val="28"/>
          <w:szCs w:val="28"/>
        </w:rPr>
        <w:t>В соответствии с Положением о Почетном знаке Ярославской облас</w:t>
      </w:r>
      <w:r w:rsidRPr="00391F05">
        <w:rPr>
          <w:sz w:val="28"/>
          <w:szCs w:val="28"/>
        </w:rPr>
        <w:t>т</w:t>
      </w:r>
      <w:r w:rsidRPr="00391F05">
        <w:rPr>
          <w:sz w:val="28"/>
          <w:szCs w:val="28"/>
        </w:rPr>
        <w:t>ной Думы «За вклад в развитие Ярославской области», утвержденным П</w:t>
      </w:r>
      <w:r w:rsidRPr="00391F05">
        <w:rPr>
          <w:sz w:val="28"/>
          <w:szCs w:val="28"/>
        </w:rPr>
        <w:t>о</w:t>
      </w:r>
      <w:r w:rsidRPr="00391F05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391F05" w:rsidRDefault="002321FF" w:rsidP="00391F05">
      <w:pPr>
        <w:ind w:firstLine="709"/>
        <w:jc w:val="both"/>
        <w:rPr>
          <w:sz w:val="28"/>
          <w:szCs w:val="28"/>
        </w:rPr>
      </w:pPr>
    </w:p>
    <w:p w:rsidR="002321FF" w:rsidRPr="00391F05" w:rsidRDefault="002321FF" w:rsidP="00391F05">
      <w:pPr>
        <w:jc w:val="center"/>
        <w:rPr>
          <w:sz w:val="28"/>
          <w:szCs w:val="28"/>
        </w:rPr>
      </w:pPr>
      <w:proofErr w:type="gramStart"/>
      <w:r w:rsidRPr="00391F05">
        <w:rPr>
          <w:b/>
          <w:sz w:val="28"/>
          <w:szCs w:val="28"/>
        </w:rPr>
        <w:t>П</w:t>
      </w:r>
      <w:proofErr w:type="gramEnd"/>
      <w:r w:rsidRPr="00391F05">
        <w:rPr>
          <w:b/>
          <w:sz w:val="28"/>
          <w:szCs w:val="28"/>
        </w:rPr>
        <w:t xml:space="preserve"> О С Т А Н О В И Л А:</w:t>
      </w:r>
    </w:p>
    <w:p w:rsidR="002321FF" w:rsidRPr="00391F05" w:rsidRDefault="002321FF" w:rsidP="00391F05">
      <w:pPr>
        <w:pStyle w:val="2"/>
        <w:rPr>
          <w:szCs w:val="28"/>
        </w:rPr>
      </w:pPr>
    </w:p>
    <w:p w:rsidR="002D43B4" w:rsidRPr="00391F05" w:rsidRDefault="002321FF" w:rsidP="00391F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1F05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391F05">
        <w:rPr>
          <w:sz w:val="28"/>
          <w:szCs w:val="28"/>
        </w:rPr>
        <w:t>азвитие Ярославской области»</w:t>
      </w:r>
      <w:r w:rsidR="002D43B4" w:rsidRPr="00391F05">
        <w:rPr>
          <w:sz w:val="28"/>
          <w:szCs w:val="28"/>
        </w:rPr>
        <w:t xml:space="preserve"> </w:t>
      </w:r>
      <w:r w:rsidR="00A0603E" w:rsidRPr="00391F05">
        <w:rPr>
          <w:sz w:val="28"/>
          <w:szCs w:val="28"/>
        </w:rPr>
        <w:t>за высокие достижения в области образов</w:t>
      </w:r>
      <w:r w:rsidR="00A0603E" w:rsidRPr="00391F05">
        <w:rPr>
          <w:sz w:val="28"/>
          <w:szCs w:val="28"/>
        </w:rPr>
        <w:t>а</w:t>
      </w:r>
      <w:r w:rsidR="00A0603E" w:rsidRPr="00391F05">
        <w:rPr>
          <w:sz w:val="28"/>
          <w:szCs w:val="28"/>
        </w:rPr>
        <w:t>ния, высокое профессиональное мастерство, способствующее развитию Яр</w:t>
      </w:r>
      <w:r w:rsidR="00A0603E" w:rsidRPr="00391F05">
        <w:rPr>
          <w:sz w:val="28"/>
          <w:szCs w:val="28"/>
        </w:rPr>
        <w:t>о</w:t>
      </w:r>
      <w:r w:rsidR="00A0603E" w:rsidRPr="00391F05">
        <w:rPr>
          <w:sz w:val="28"/>
          <w:szCs w:val="28"/>
        </w:rPr>
        <w:t xml:space="preserve">славской области, Александра Михайловича </w:t>
      </w:r>
      <w:proofErr w:type="spellStart"/>
      <w:r w:rsidR="00A0603E" w:rsidRPr="00391F05">
        <w:rPr>
          <w:sz w:val="28"/>
          <w:szCs w:val="28"/>
        </w:rPr>
        <w:t>Баканова</w:t>
      </w:r>
      <w:proofErr w:type="spellEnd"/>
      <w:r w:rsidR="00A0603E" w:rsidRPr="00391F05">
        <w:rPr>
          <w:sz w:val="28"/>
          <w:szCs w:val="28"/>
        </w:rPr>
        <w:t xml:space="preserve"> – директора госуда</w:t>
      </w:r>
      <w:r w:rsidR="00A0603E" w:rsidRPr="00391F05">
        <w:rPr>
          <w:sz w:val="28"/>
          <w:szCs w:val="28"/>
        </w:rPr>
        <w:t>р</w:t>
      </w:r>
      <w:r w:rsidR="00A0603E" w:rsidRPr="00391F05">
        <w:rPr>
          <w:sz w:val="28"/>
          <w:szCs w:val="28"/>
        </w:rPr>
        <w:t>ственного профессионального образовательного учреждения Ярославской области «Рыбинский полиграфический колледж».</w:t>
      </w:r>
    </w:p>
    <w:p w:rsidR="00C72951" w:rsidRPr="00391F05" w:rsidRDefault="00C72951" w:rsidP="00391F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432B" w:rsidRDefault="005F432B" w:rsidP="00391F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1F05" w:rsidRPr="00391F05" w:rsidRDefault="00391F05" w:rsidP="00391F0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391F05" w:rsidRDefault="002D43B4" w:rsidP="00391F05">
      <w:pPr>
        <w:jc w:val="both"/>
        <w:rPr>
          <w:sz w:val="28"/>
          <w:szCs w:val="28"/>
        </w:rPr>
      </w:pPr>
      <w:r w:rsidRPr="00391F05">
        <w:rPr>
          <w:sz w:val="28"/>
          <w:szCs w:val="28"/>
        </w:rPr>
        <w:t>Председатель</w:t>
      </w:r>
    </w:p>
    <w:p w:rsidR="00720051" w:rsidRPr="00391F05" w:rsidRDefault="00AD580E" w:rsidP="00391F05">
      <w:pPr>
        <w:jc w:val="both"/>
        <w:rPr>
          <w:sz w:val="28"/>
          <w:szCs w:val="28"/>
        </w:rPr>
      </w:pPr>
      <w:r w:rsidRPr="00391F05">
        <w:rPr>
          <w:sz w:val="28"/>
          <w:szCs w:val="28"/>
        </w:rPr>
        <w:t xml:space="preserve">Ярославской областной Думы </w:t>
      </w:r>
      <w:r w:rsidRPr="00391F05">
        <w:rPr>
          <w:sz w:val="28"/>
          <w:szCs w:val="28"/>
        </w:rPr>
        <w:tab/>
      </w:r>
      <w:r w:rsidRPr="00391F05">
        <w:rPr>
          <w:sz w:val="28"/>
          <w:szCs w:val="28"/>
        </w:rPr>
        <w:tab/>
      </w:r>
      <w:r w:rsidRPr="00391F05">
        <w:rPr>
          <w:i/>
          <w:sz w:val="28"/>
          <w:szCs w:val="28"/>
        </w:rPr>
        <w:t xml:space="preserve">  </w:t>
      </w:r>
      <w:r w:rsidRPr="00391F05">
        <w:rPr>
          <w:sz w:val="28"/>
          <w:szCs w:val="28"/>
        </w:rPr>
        <w:t xml:space="preserve">        </w:t>
      </w:r>
      <w:r w:rsidR="002D43B4" w:rsidRPr="00391F05">
        <w:rPr>
          <w:sz w:val="28"/>
          <w:szCs w:val="28"/>
        </w:rPr>
        <w:t xml:space="preserve">                  </w:t>
      </w:r>
      <w:r w:rsidR="00391F05">
        <w:rPr>
          <w:sz w:val="28"/>
          <w:szCs w:val="28"/>
        </w:rPr>
        <w:t xml:space="preserve"> </w:t>
      </w:r>
      <w:r w:rsidR="002D43B4" w:rsidRPr="00391F05">
        <w:rPr>
          <w:sz w:val="28"/>
          <w:szCs w:val="28"/>
        </w:rPr>
        <w:t xml:space="preserve">   М.В. Боровицкий</w:t>
      </w:r>
    </w:p>
    <w:sectPr w:rsidR="00720051" w:rsidRPr="00391F05" w:rsidSect="00391F0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196A21"/>
    <w:rsid w:val="00206590"/>
    <w:rsid w:val="002321FF"/>
    <w:rsid w:val="002575AD"/>
    <w:rsid w:val="00274E6F"/>
    <w:rsid w:val="002D43B4"/>
    <w:rsid w:val="002D6A70"/>
    <w:rsid w:val="00391F05"/>
    <w:rsid w:val="004620B0"/>
    <w:rsid w:val="00494280"/>
    <w:rsid w:val="004A571E"/>
    <w:rsid w:val="004D5360"/>
    <w:rsid w:val="0050477C"/>
    <w:rsid w:val="00530774"/>
    <w:rsid w:val="00540E2C"/>
    <w:rsid w:val="0057210F"/>
    <w:rsid w:val="005C2D04"/>
    <w:rsid w:val="005F2024"/>
    <w:rsid w:val="005F432B"/>
    <w:rsid w:val="00645911"/>
    <w:rsid w:val="00647A59"/>
    <w:rsid w:val="00674195"/>
    <w:rsid w:val="006A4B69"/>
    <w:rsid w:val="006D7832"/>
    <w:rsid w:val="006E57AD"/>
    <w:rsid w:val="00720051"/>
    <w:rsid w:val="007606B7"/>
    <w:rsid w:val="007B1695"/>
    <w:rsid w:val="007E3573"/>
    <w:rsid w:val="007F2D0E"/>
    <w:rsid w:val="00836CCA"/>
    <w:rsid w:val="008549A9"/>
    <w:rsid w:val="00867EDD"/>
    <w:rsid w:val="00900547"/>
    <w:rsid w:val="009159AD"/>
    <w:rsid w:val="0098590F"/>
    <w:rsid w:val="009B52C5"/>
    <w:rsid w:val="009C72C7"/>
    <w:rsid w:val="00A0603E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CF40E8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43</cp:revision>
  <cp:lastPrinted>2016-03-23T10:28:00Z</cp:lastPrinted>
  <dcterms:created xsi:type="dcterms:W3CDTF">2015-04-10T11:38:00Z</dcterms:created>
  <dcterms:modified xsi:type="dcterms:W3CDTF">2018-03-29T10:39:00Z</dcterms:modified>
</cp:coreProperties>
</file>