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038D" w:rsidRPr="00F20ABC" w:rsidRDefault="0073038D" w:rsidP="0073038D">
      <w:pPr>
        <w:keepNext/>
        <w:jc w:val="right"/>
        <w:outlineLvl w:val="2"/>
        <w:rPr>
          <w:b/>
          <w:sz w:val="20"/>
        </w:rPr>
      </w:pPr>
      <w:r w:rsidRPr="00F20ABC">
        <w:rPr>
          <w:b/>
          <w:sz w:val="20"/>
        </w:rPr>
        <w:t>Проект вносит</w:t>
      </w:r>
    </w:p>
    <w:p w:rsidR="0073038D" w:rsidRPr="00F20ABC" w:rsidRDefault="00872865" w:rsidP="0073038D">
      <w:pPr>
        <w:keepNext/>
        <w:jc w:val="right"/>
        <w:outlineLvl w:val="2"/>
        <w:rPr>
          <w:b/>
          <w:sz w:val="20"/>
        </w:rPr>
      </w:pPr>
      <w:r>
        <w:rPr>
          <w:b/>
          <w:sz w:val="20"/>
        </w:rPr>
        <w:t>Губернатор</w:t>
      </w:r>
      <w:r w:rsidR="0073038D" w:rsidRPr="00F20ABC">
        <w:rPr>
          <w:b/>
          <w:sz w:val="20"/>
        </w:rPr>
        <w:t xml:space="preserve"> Ярославской области</w:t>
      </w:r>
    </w:p>
    <w:p w:rsidR="0073038D" w:rsidRPr="00F20ABC" w:rsidRDefault="0073038D" w:rsidP="0073038D">
      <w:pPr>
        <w:keepNext/>
        <w:jc w:val="right"/>
        <w:outlineLvl w:val="2"/>
        <w:rPr>
          <w:b/>
          <w:bCs/>
          <w:sz w:val="20"/>
        </w:rPr>
      </w:pPr>
    </w:p>
    <w:p w:rsidR="00B41ADF" w:rsidRPr="007769A5" w:rsidRDefault="0073038D" w:rsidP="0073038D">
      <w:pPr>
        <w:jc w:val="right"/>
        <w:rPr>
          <w:b/>
          <w:sz w:val="20"/>
          <w:szCs w:val="20"/>
        </w:rPr>
      </w:pPr>
      <w:r w:rsidRPr="00F20ABC">
        <w:rPr>
          <w:b/>
          <w:sz w:val="20"/>
        </w:rPr>
        <w:t>М</w:t>
      </w:r>
      <w:r w:rsidRPr="00F20ABC">
        <w:rPr>
          <w:b/>
          <w:sz w:val="20"/>
          <w:lang w:val="x-none"/>
        </w:rPr>
        <w:t>.</w:t>
      </w:r>
      <w:r w:rsidRPr="00F20ABC">
        <w:rPr>
          <w:b/>
          <w:sz w:val="20"/>
        </w:rPr>
        <w:t>Я</w:t>
      </w:r>
      <w:r w:rsidRPr="00F20ABC">
        <w:rPr>
          <w:b/>
          <w:sz w:val="20"/>
          <w:lang w:val="x-none"/>
        </w:rPr>
        <w:t xml:space="preserve">. </w:t>
      </w:r>
      <w:proofErr w:type="spellStart"/>
      <w:r w:rsidRPr="00F20ABC">
        <w:rPr>
          <w:b/>
          <w:sz w:val="20"/>
        </w:rPr>
        <w:t>Евраев</w:t>
      </w:r>
      <w:proofErr w:type="spellEnd"/>
    </w:p>
    <w:p w:rsidR="00B41ADF" w:rsidRPr="00517712" w:rsidRDefault="00B41ADF" w:rsidP="00517712">
      <w:pPr>
        <w:jc w:val="right"/>
        <w:rPr>
          <w:b/>
          <w:bCs/>
          <w:sz w:val="28"/>
          <w:szCs w:val="28"/>
        </w:rPr>
      </w:pPr>
    </w:p>
    <w:p w:rsidR="00B41ADF" w:rsidRPr="00517712" w:rsidRDefault="00B41ADF" w:rsidP="00517712">
      <w:pPr>
        <w:jc w:val="right"/>
        <w:rPr>
          <w:b/>
          <w:bCs/>
          <w:sz w:val="28"/>
          <w:szCs w:val="28"/>
        </w:rPr>
      </w:pPr>
    </w:p>
    <w:p w:rsidR="00B41ADF" w:rsidRPr="00517712" w:rsidRDefault="00B41ADF" w:rsidP="00517712">
      <w:pPr>
        <w:jc w:val="center"/>
        <w:rPr>
          <w:sz w:val="28"/>
          <w:szCs w:val="28"/>
        </w:rPr>
      </w:pPr>
      <w:r w:rsidRPr="00517712">
        <w:rPr>
          <w:noProof/>
          <w:sz w:val="28"/>
          <w:szCs w:val="28"/>
        </w:rPr>
        <w:drawing>
          <wp:inline distT="0" distB="0" distL="0" distR="0" wp14:anchorId="770BE39F" wp14:editId="1E283769">
            <wp:extent cx="1376045" cy="1376045"/>
            <wp:effectExtent l="19050" t="0" r="0" b="0"/>
            <wp:docPr id="1" name="Рисунок 1" descr="Yararf_shtrihla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Yararf_shtrihlaw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6045" cy="13760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41ADF" w:rsidRPr="00517712" w:rsidRDefault="00B41ADF" w:rsidP="00517712">
      <w:pPr>
        <w:jc w:val="center"/>
        <w:rPr>
          <w:sz w:val="28"/>
          <w:szCs w:val="28"/>
        </w:rPr>
      </w:pPr>
    </w:p>
    <w:p w:rsidR="00B41ADF" w:rsidRPr="007769A5" w:rsidRDefault="00B41ADF" w:rsidP="00517712">
      <w:pPr>
        <w:jc w:val="center"/>
        <w:rPr>
          <w:b/>
          <w:bCs/>
          <w:sz w:val="36"/>
          <w:szCs w:val="36"/>
        </w:rPr>
      </w:pPr>
      <w:r w:rsidRPr="007769A5">
        <w:rPr>
          <w:b/>
          <w:bCs/>
          <w:sz w:val="36"/>
          <w:szCs w:val="36"/>
        </w:rPr>
        <w:t>З А К О Н</w:t>
      </w:r>
    </w:p>
    <w:p w:rsidR="00B41ADF" w:rsidRPr="00517712" w:rsidRDefault="00B41ADF" w:rsidP="00517712">
      <w:pPr>
        <w:jc w:val="center"/>
        <w:rPr>
          <w:b/>
          <w:bCs/>
          <w:sz w:val="28"/>
          <w:szCs w:val="28"/>
        </w:rPr>
      </w:pPr>
      <w:r w:rsidRPr="00517712">
        <w:rPr>
          <w:b/>
          <w:bCs/>
          <w:sz w:val="28"/>
          <w:szCs w:val="28"/>
        </w:rPr>
        <w:t>ЯРОСЛАВСКОЙ ОБЛАСТИ</w:t>
      </w:r>
    </w:p>
    <w:p w:rsidR="00B41ADF" w:rsidRPr="00517712" w:rsidRDefault="00B41ADF" w:rsidP="00517712">
      <w:pPr>
        <w:jc w:val="center"/>
        <w:rPr>
          <w:b/>
          <w:bCs/>
          <w:sz w:val="28"/>
          <w:szCs w:val="28"/>
        </w:rPr>
      </w:pPr>
    </w:p>
    <w:p w:rsidR="00953AB4" w:rsidRDefault="00B41ADF" w:rsidP="00FB7E8C">
      <w:pPr>
        <w:jc w:val="center"/>
        <w:rPr>
          <w:b/>
          <w:bCs/>
          <w:sz w:val="28"/>
          <w:szCs w:val="28"/>
        </w:rPr>
      </w:pPr>
      <w:r w:rsidRPr="00517712">
        <w:rPr>
          <w:b/>
          <w:bCs/>
          <w:sz w:val="28"/>
          <w:szCs w:val="28"/>
        </w:rPr>
        <w:t>О внесении изменени</w:t>
      </w:r>
      <w:r w:rsidR="004D0132">
        <w:rPr>
          <w:b/>
          <w:bCs/>
          <w:sz w:val="28"/>
          <w:szCs w:val="28"/>
        </w:rPr>
        <w:t>я</w:t>
      </w:r>
      <w:r w:rsidRPr="00517712">
        <w:rPr>
          <w:b/>
          <w:bCs/>
          <w:sz w:val="28"/>
          <w:szCs w:val="28"/>
        </w:rPr>
        <w:t xml:space="preserve"> в</w:t>
      </w:r>
      <w:r w:rsidR="00FB7E8C">
        <w:rPr>
          <w:b/>
          <w:bCs/>
          <w:sz w:val="28"/>
          <w:szCs w:val="28"/>
        </w:rPr>
        <w:t xml:space="preserve"> </w:t>
      </w:r>
      <w:r w:rsidR="00951A44">
        <w:rPr>
          <w:b/>
          <w:bCs/>
          <w:sz w:val="28"/>
          <w:szCs w:val="28"/>
        </w:rPr>
        <w:t>приложение 2 к З</w:t>
      </w:r>
      <w:r w:rsidRPr="00517712">
        <w:rPr>
          <w:b/>
          <w:bCs/>
          <w:sz w:val="28"/>
          <w:szCs w:val="28"/>
        </w:rPr>
        <w:t>акон</w:t>
      </w:r>
      <w:r w:rsidR="00951A44">
        <w:rPr>
          <w:b/>
          <w:bCs/>
          <w:sz w:val="28"/>
          <w:szCs w:val="28"/>
        </w:rPr>
        <w:t>у</w:t>
      </w:r>
      <w:r w:rsidR="00953AB4">
        <w:rPr>
          <w:b/>
          <w:bCs/>
          <w:sz w:val="28"/>
          <w:szCs w:val="28"/>
        </w:rPr>
        <w:t xml:space="preserve"> </w:t>
      </w:r>
      <w:r w:rsidRPr="00FB7E8C">
        <w:rPr>
          <w:b/>
          <w:bCs/>
          <w:sz w:val="28"/>
          <w:szCs w:val="28"/>
        </w:rPr>
        <w:t>Ярославской области</w:t>
      </w:r>
      <w:r w:rsidR="00FB7E8C" w:rsidRPr="00FB7E8C">
        <w:rPr>
          <w:b/>
          <w:bCs/>
          <w:sz w:val="28"/>
          <w:szCs w:val="28"/>
        </w:rPr>
        <w:t xml:space="preserve"> </w:t>
      </w:r>
    </w:p>
    <w:p w:rsidR="00953AB4" w:rsidRDefault="00B41ADF" w:rsidP="00FB7E8C">
      <w:pPr>
        <w:jc w:val="center"/>
        <w:rPr>
          <w:rFonts w:eastAsiaTheme="minorHAnsi"/>
          <w:b/>
          <w:sz w:val="28"/>
          <w:szCs w:val="28"/>
          <w:lang w:eastAsia="en-US"/>
        </w:rPr>
      </w:pPr>
      <w:r w:rsidRPr="00FB7E8C">
        <w:rPr>
          <w:b/>
          <w:bCs/>
          <w:sz w:val="28"/>
          <w:szCs w:val="28"/>
        </w:rPr>
        <w:t>«</w:t>
      </w:r>
      <w:r w:rsidR="00FB7E8C" w:rsidRPr="00FB7E8C">
        <w:rPr>
          <w:rFonts w:eastAsiaTheme="minorHAnsi"/>
          <w:b/>
          <w:sz w:val="28"/>
          <w:szCs w:val="28"/>
          <w:lang w:eastAsia="en-US"/>
        </w:rPr>
        <w:t>О государственной регистрации актов</w:t>
      </w:r>
      <w:r w:rsidR="00953AB4">
        <w:rPr>
          <w:rFonts w:eastAsiaTheme="minorHAnsi"/>
          <w:b/>
          <w:sz w:val="28"/>
          <w:szCs w:val="28"/>
          <w:lang w:eastAsia="en-US"/>
        </w:rPr>
        <w:t xml:space="preserve"> </w:t>
      </w:r>
      <w:r w:rsidR="00FB7E8C" w:rsidRPr="00FB7E8C">
        <w:rPr>
          <w:rFonts w:eastAsiaTheme="minorHAnsi"/>
          <w:b/>
          <w:sz w:val="28"/>
          <w:szCs w:val="28"/>
          <w:lang w:eastAsia="en-US"/>
        </w:rPr>
        <w:t xml:space="preserve">гражданского состояния </w:t>
      </w:r>
    </w:p>
    <w:p w:rsidR="00B41ADF" w:rsidRPr="00FB7E8C" w:rsidRDefault="00FB7E8C" w:rsidP="00FB7E8C">
      <w:pPr>
        <w:jc w:val="center"/>
        <w:rPr>
          <w:b/>
          <w:bCs/>
          <w:sz w:val="28"/>
          <w:szCs w:val="28"/>
        </w:rPr>
      </w:pPr>
      <w:r w:rsidRPr="00FB7E8C">
        <w:rPr>
          <w:rFonts w:eastAsiaTheme="minorHAnsi"/>
          <w:b/>
          <w:sz w:val="28"/>
          <w:szCs w:val="28"/>
          <w:lang w:eastAsia="en-US"/>
        </w:rPr>
        <w:t>на территории Ярославской области</w:t>
      </w:r>
      <w:r w:rsidR="00B41ADF" w:rsidRPr="00FB7E8C">
        <w:rPr>
          <w:b/>
          <w:bCs/>
          <w:sz w:val="28"/>
          <w:szCs w:val="28"/>
        </w:rPr>
        <w:t>»</w:t>
      </w:r>
    </w:p>
    <w:p w:rsidR="00267A72" w:rsidRDefault="00267A72" w:rsidP="00517712">
      <w:pPr>
        <w:ind w:firstLine="709"/>
        <w:jc w:val="both"/>
        <w:rPr>
          <w:smallCaps/>
          <w:sz w:val="28"/>
          <w:szCs w:val="28"/>
        </w:rPr>
      </w:pPr>
    </w:p>
    <w:p w:rsidR="00FB7E8C" w:rsidRPr="00517712" w:rsidRDefault="00FB7E8C" w:rsidP="00517712">
      <w:pPr>
        <w:ind w:firstLine="709"/>
        <w:jc w:val="both"/>
        <w:rPr>
          <w:smallCaps/>
          <w:sz w:val="28"/>
          <w:szCs w:val="28"/>
        </w:rPr>
      </w:pPr>
    </w:p>
    <w:p w:rsidR="00B41ADF" w:rsidRPr="007769A5" w:rsidRDefault="00B41ADF" w:rsidP="00517712">
      <w:pPr>
        <w:jc w:val="both"/>
      </w:pPr>
      <w:r w:rsidRPr="007769A5">
        <w:t>Принят Ярославской областной Думой</w:t>
      </w:r>
    </w:p>
    <w:p w:rsidR="00B41ADF" w:rsidRPr="007769A5" w:rsidRDefault="00E2069B" w:rsidP="00517712">
      <w:pPr>
        <w:tabs>
          <w:tab w:val="left" w:pos="7230"/>
        </w:tabs>
        <w:jc w:val="both"/>
      </w:pPr>
      <w:r w:rsidRPr="007769A5">
        <w:t>«___» ____________ 202</w:t>
      </w:r>
      <w:r w:rsidR="00872865">
        <w:t>3</w:t>
      </w:r>
      <w:r w:rsidR="00B41ADF" w:rsidRPr="007769A5">
        <w:t xml:space="preserve"> года</w:t>
      </w:r>
    </w:p>
    <w:p w:rsidR="00BD4693" w:rsidRDefault="00BD4693" w:rsidP="00DD1470">
      <w:pPr>
        <w:autoSpaceDE w:val="0"/>
        <w:autoSpaceDN w:val="0"/>
        <w:adjustRightInd w:val="0"/>
        <w:ind w:firstLine="709"/>
        <w:jc w:val="both"/>
        <w:rPr>
          <w:rFonts w:eastAsiaTheme="minorHAnsi"/>
          <w:b/>
          <w:sz w:val="28"/>
          <w:szCs w:val="28"/>
          <w:lang w:eastAsia="en-US"/>
        </w:rPr>
      </w:pPr>
    </w:p>
    <w:p w:rsidR="005B3CAC" w:rsidRDefault="005B3CAC" w:rsidP="00DD1470">
      <w:pPr>
        <w:autoSpaceDE w:val="0"/>
        <w:autoSpaceDN w:val="0"/>
        <w:adjustRightInd w:val="0"/>
        <w:ind w:firstLine="709"/>
        <w:jc w:val="both"/>
        <w:rPr>
          <w:rFonts w:eastAsiaTheme="minorHAnsi"/>
          <w:b/>
          <w:sz w:val="28"/>
          <w:szCs w:val="28"/>
          <w:lang w:eastAsia="en-US"/>
        </w:rPr>
      </w:pPr>
    </w:p>
    <w:p w:rsidR="00DD1470" w:rsidRPr="00DD1470" w:rsidRDefault="00DD1470" w:rsidP="00DD1470">
      <w:pPr>
        <w:autoSpaceDE w:val="0"/>
        <w:autoSpaceDN w:val="0"/>
        <w:adjustRightInd w:val="0"/>
        <w:ind w:firstLine="709"/>
        <w:jc w:val="both"/>
        <w:rPr>
          <w:rFonts w:eastAsiaTheme="minorHAnsi"/>
          <w:b/>
          <w:sz w:val="28"/>
          <w:szCs w:val="28"/>
          <w:lang w:eastAsia="en-US"/>
        </w:rPr>
      </w:pPr>
      <w:r w:rsidRPr="00DF2F40">
        <w:rPr>
          <w:rFonts w:eastAsiaTheme="minorHAnsi"/>
          <w:b/>
          <w:sz w:val="28"/>
          <w:szCs w:val="28"/>
          <w:lang w:eastAsia="en-US"/>
        </w:rPr>
        <w:t>Статья 1</w:t>
      </w:r>
    </w:p>
    <w:p w:rsidR="00C03300" w:rsidRDefault="00FB7E8C" w:rsidP="00C03300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Внести в </w:t>
      </w:r>
      <w:r w:rsidR="00951A44">
        <w:rPr>
          <w:rFonts w:eastAsiaTheme="minorHAnsi"/>
          <w:sz w:val="28"/>
          <w:szCs w:val="28"/>
          <w:lang w:eastAsia="en-US"/>
        </w:rPr>
        <w:t xml:space="preserve">приложение 2 к </w:t>
      </w:r>
      <w:r>
        <w:rPr>
          <w:rFonts w:eastAsiaTheme="minorHAnsi"/>
          <w:sz w:val="28"/>
          <w:szCs w:val="28"/>
          <w:lang w:eastAsia="en-US"/>
        </w:rPr>
        <w:t>Закон</w:t>
      </w:r>
      <w:r w:rsidR="00951A44">
        <w:rPr>
          <w:rFonts w:eastAsiaTheme="minorHAnsi"/>
          <w:sz w:val="28"/>
          <w:szCs w:val="28"/>
          <w:lang w:eastAsia="en-US"/>
        </w:rPr>
        <w:t>у</w:t>
      </w:r>
      <w:r>
        <w:rPr>
          <w:rFonts w:eastAsiaTheme="minorHAnsi"/>
          <w:sz w:val="28"/>
          <w:szCs w:val="28"/>
          <w:lang w:eastAsia="en-US"/>
        </w:rPr>
        <w:t xml:space="preserve"> Ярос</w:t>
      </w:r>
      <w:r w:rsidR="00951A44">
        <w:rPr>
          <w:rFonts w:eastAsiaTheme="minorHAnsi"/>
          <w:sz w:val="28"/>
          <w:szCs w:val="28"/>
          <w:lang w:eastAsia="en-US"/>
        </w:rPr>
        <w:t xml:space="preserve">лавской области от 13.06.2006 № 30-з </w:t>
      </w:r>
      <w:r w:rsidR="00DE0C5D">
        <w:rPr>
          <w:rFonts w:eastAsiaTheme="minorHAnsi"/>
          <w:sz w:val="28"/>
          <w:szCs w:val="28"/>
          <w:lang w:eastAsia="en-US"/>
        </w:rPr>
        <w:t xml:space="preserve">«О </w:t>
      </w:r>
      <w:r>
        <w:rPr>
          <w:rFonts w:eastAsiaTheme="minorHAnsi"/>
          <w:sz w:val="28"/>
          <w:szCs w:val="28"/>
          <w:lang w:eastAsia="en-US"/>
        </w:rPr>
        <w:t xml:space="preserve">государственной регистрации актов гражданского состояния на территории Ярославской области» (Губернские </w:t>
      </w:r>
      <w:r w:rsidRPr="0086072F">
        <w:rPr>
          <w:rFonts w:eastAsiaTheme="minorHAnsi"/>
          <w:sz w:val="28"/>
          <w:szCs w:val="28"/>
          <w:lang w:eastAsia="en-US"/>
        </w:rPr>
        <w:t>вести, 2006, 14 июня, № 38; Документ – Регион,</w:t>
      </w:r>
      <w:r w:rsidR="00BE3822" w:rsidRPr="0086072F">
        <w:rPr>
          <w:rFonts w:eastAsiaTheme="minorHAnsi"/>
          <w:sz w:val="28"/>
          <w:szCs w:val="28"/>
          <w:lang w:eastAsia="en-US"/>
        </w:rPr>
        <w:t xml:space="preserve"> </w:t>
      </w:r>
      <w:r w:rsidR="00131EAB">
        <w:rPr>
          <w:rFonts w:eastAsiaTheme="minorHAnsi"/>
          <w:sz w:val="28"/>
          <w:szCs w:val="28"/>
          <w:lang w:eastAsia="en-US"/>
        </w:rPr>
        <w:t xml:space="preserve">2015, </w:t>
      </w:r>
      <w:r w:rsidR="00C423E1" w:rsidRPr="0086072F">
        <w:rPr>
          <w:rFonts w:eastAsiaTheme="minorHAnsi"/>
          <w:sz w:val="28"/>
          <w:szCs w:val="28"/>
          <w:lang w:eastAsia="en-US"/>
        </w:rPr>
        <w:t xml:space="preserve">25 декабря, № 108; </w:t>
      </w:r>
      <w:r w:rsidR="00A6062F" w:rsidRPr="0086072F">
        <w:rPr>
          <w:rFonts w:eastAsiaTheme="minorHAnsi"/>
          <w:sz w:val="28"/>
          <w:szCs w:val="28"/>
          <w:lang w:eastAsia="en-US"/>
        </w:rPr>
        <w:t xml:space="preserve">2021, </w:t>
      </w:r>
      <w:r w:rsidR="00951A44">
        <w:rPr>
          <w:rFonts w:eastAsiaTheme="minorHAnsi"/>
          <w:sz w:val="28"/>
          <w:szCs w:val="28"/>
          <w:lang w:eastAsia="en-US"/>
        </w:rPr>
        <w:t>8</w:t>
      </w:r>
      <w:r w:rsidR="00872865">
        <w:rPr>
          <w:rFonts w:eastAsiaTheme="minorHAnsi"/>
          <w:sz w:val="28"/>
          <w:szCs w:val="28"/>
          <w:lang w:eastAsia="en-US"/>
        </w:rPr>
        <w:t xml:space="preserve"> октября №</w:t>
      </w:r>
      <w:r w:rsidR="00872865" w:rsidRPr="00872865">
        <w:rPr>
          <w:rFonts w:eastAsiaTheme="minorHAnsi"/>
          <w:sz w:val="28"/>
          <w:szCs w:val="28"/>
          <w:lang w:eastAsia="en-US"/>
        </w:rPr>
        <w:t xml:space="preserve"> </w:t>
      </w:r>
      <w:r w:rsidR="00951A44">
        <w:rPr>
          <w:rFonts w:eastAsiaTheme="minorHAnsi"/>
          <w:sz w:val="28"/>
          <w:szCs w:val="28"/>
          <w:lang w:eastAsia="en-US"/>
        </w:rPr>
        <w:t>81;</w:t>
      </w:r>
      <w:r w:rsidR="00872865">
        <w:rPr>
          <w:rFonts w:eastAsiaTheme="minorHAnsi"/>
          <w:sz w:val="28"/>
          <w:szCs w:val="28"/>
          <w:lang w:eastAsia="en-US"/>
        </w:rPr>
        <w:t xml:space="preserve"> 2</w:t>
      </w:r>
      <w:r w:rsidR="00951A44">
        <w:rPr>
          <w:rFonts w:eastAsiaTheme="minorHAnsi"/>
          <w:sz w:val="28"/>
          <w:szCs w:val="28"/>
          <w:lang w:eastAsia="en-US"/>
        </w:rPr>
        <w:t>8 декабря</w:t>
      </w:r>
      <w:r w:rsidR="00A9410E">
        <w:rPr>
          <w:rFonts w:eastAsiaTheme="minorHAnsi"/>
          <w:sz w:val="28"/>
          <w:szCs w:val="28"/>
          <w:lang w:eastAsia="en-US"/>
        </w:rPr>
        <w:t>,</w:t>
      </w:r>
      <w:r w:rsidR="00951A44">
        <w:rPr>
          <w:rFonts w:eastAsiaTheme="minorHAnsi"/>
          <w:sz w:val="28"/>
          <w:szCs w:val="28"/>
          <w:lang w:eastAsia="en-US"/>
        </w:rPr>
        <w:t xml:space="preserve"> № </w:t>
      </w:r>
      <w:r w:rsidR="00872865" w:rsidRPr="00872865">
        <w:rPr>
          <w:rFonts w:eastAsiaTheme="minorHAnsi"/>
          <w:sz w:val="28"/>
          <w:szCs w:val="28"/>
          <w:lang w:eastAsia="en-US"/>
        </w:rPr>
        <w:t>10</w:t>
      </w:r>
      <w:r w:rsidR="00951A44">
        <w:rPr>
          <w:rFonts w:eastAsiaTheme="minorHAnsi"/>
          <w:sz w:val="28"/>
          <w:szCs w:val="28"/>
          <w:lang w:eastAsia="en-US"/>
        </w:rPr>
        <w:t>5</w:t>
      </w:r>
      <w:r w:rsidR="00872865" w:rsidRPr="00872865">
        <w:rPr>
          <w:rFonts w:eastAsiaTheme="minorHAnsi"/>
          <w:sz w:val="28"/>
          <w:szCs w:val="28"/>
          <w:lang w:eastAsia="en-US"/>
        </w:rPr>
        <w:t>-</w:t>
      </w:r>
      <w:r w:rsidR="00951A44">
        <w:rPr>
          <w:rFonts w:eastAsiaTheme="minorHAnsi"/>
          <w:sz w:val="28"/>
          <w:szCs w:val="28"/>
          <w:lang w:eastAsia="en-US"/>
        </w:rPr>
        <w:t>а</w:t>
      </w:r>
      <w:r w:rsidR="00C03300">
        <w:rPr>
          <w:rFonts w:eastAsiaTheme="minorHAnsi"/>
          <w:sz w:val="28"/>
          <w:szCs w:val="28"/>
          <w:lang w:eastAsia="en-US"/>
        </w:rPr>
        <w:t>) изменени</w:t>
      </w:r>
      <w:r w:rsidR="00951A44">
        <w:rPr>
          <w:rFonts w:eastAsiaTheme="minorHAnsi"/>
          <w:sz w:val="28"/>
          <w:szCs w:val="28"/>
          <w:lang w:eastAsia="en-US"/>
        </w:rPr>
        <w:t>е</w:t>
      </w:r>
      <w:r w:rsidR="00C03300">
        <w:rPr>
          <w:rFonts w:eastAsiaTheme="minorHAnsi"/>
          <w:sz w:val="28"/>
          <w:szCs w:val="28"/>
          <w:lang w:eastAsia="en-US"/>
        </w:rPr>
        <w:t>, изложив</w:t>
      </w:r>
      <w:r w:rsidR="00951A44">
        <w:rPr>
          <w:rFonts w:eastAsiaTheme="minorHAnsi"/>
          <w:sz w:val="28"/>
          <w:szCs w:val="28"/>
          <w:lang w:eastAsia="en-US"/>
        </w:rPr>
        <w:t xml:space="preserve"> его</w:t>
      </w:r>
      <w:r w:rsidR="00C03300">
        <w:rPr>
          <w:rFonts w:eastAsiaTheme="minorHAnsi"/>
          <w:sz w:val="28"/>
          <w:szCs w:val="28"/>
          <w:lang w:eastAsia="en-US"/>
        </w:rPr>
        <w:t xml:space="preserve"> в следующей редакции:</w:t>
      </w:r>
    </w:p>
    <w:p w:rsidR="001869D2" w:rsidRPr="00C421EF" w:rsidRDefault="001869D2" w:rsidP="001869D2">
      <w:pPr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</w:t>
      </w:r>
      <w:r w:rsidRPr="00C421EF">
        <w:rPr>
          <w:color w:val="000000"/>
          <w:sz w:val="28"/>
          <w:szCs w:val="28"/>
        </w:rPr>
        <w:t>Приложение 2</w:t>
      </w:r>
    </w:p>
    <w:p w:rsidR="001869D2" w:rsidRDefault="001869D2" w:rsidP="001869D2">
      <w:pPr>
        <w:jc w:val="right"/>
        <w:rPr>
          <w:color w:val="000000"/>
          <w:sz w:val="28"/>
          <w:szCs w:val="28"/>
        </w:rPr>
      </w:pPr>
      <w:r w:rsidRPr="00C421EF">
        <w:rPr>
          <w:color w:val="000000"/>
          <w:sz w:val="28"/>
          <w:szCs w:val="28"/>
        </w:rPr>
        <w:t>к Закону Ярославской области</w:t>
      </w:r>
    </w:p>
    <w:p w:rsidR="00951A44" w:rsidRPr="00C421EF" w:rsidRDefault="00951A44" w:rsidP="001869D2">
      <w:pPr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от </w:t>
      </w:r>
      <w:r w:rsidRPr="00951A44">
        <w:rPr>
          <w:color w:val="000000"/>
          <w:sz w:val="28"/>
          <w:szCs w:val="28"/>
        </w:rPr>
        <w:t>13.06.2006 № 30-з</w:t>
      </w:r>
    </w:p>
    <w:p w:rsidR="001869D2" w:rsidRPr="00C421EF" w:rsidRDefault="001869D2" w:rsidP="001869D2">
      <w:pPr>
        <w:jc w:val="center"/>
        <w:rPr>
          <w:color w:val="000000"/>
          <w:sz w:val="28"/>
          <w:szCs w:val="28"/>
        </w:rPr>
      </w:pPr>
    </w:p>
    <w:p w:rsidR="001869D2" w:rsidRPr="00C421EF" w:rsidRDefault="001869D2" w:rsidP="001869D2">
      <w:pPr>
        <w:jc w:val="center"/>
        <w:outlineLvl w:val="0"/>
        <w:rPr>
          <w:bCs/>
          <w:sz w:val="28"/>
          <w:szCs w:val="28"/>
        </w:rPr>
      </w:pPr>
      <w:r w:rsidRPr="00C421EF">
        <w:rPr>
          <w:bCs/>
          <w:sz w:val="28"/>
          <w:szCs w:val="28"/>
        </w:rPr>
        <w:t xml:space="preserve">Организация государственной регистрации актов </w:t>
      </w:r>
      <w:r w:rsidRPr="00C421EF">
        <w:rPr>
          <w:bCs/>
          <w:sz w:val="28"/>
          <w:szCs w:val="28"/>
        </w:rPr>
        <w:br/>
        <w:t>гражданского состояния на территории г. Ярославля</w:t>
      </w:r>
    </w:p>
    <w:p w:rsidR="001869D2" w:rsidRPr="00C421EF" w:rsidRDefault="001869D2" w:rsidP="001869D2">
      <w:pPr>
        <w:ind w:firstLine="709"/>
        <w:jc w:val="center"/>
        <w:rPr>
          <w:color w:val="000000"/>
          <w:sz w:val="28"/>
          <w:szCs w:val="28"/>
        </w:rPr>
      </w:pPr>
    </w:p>
    <w:tbl>
      <w:tblPr>
        <w:tblW w:w="989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3"/>
        <w:gridCol w:w="2731"/>
        <w:gridCol w:w="3827"/>
        <w:gridCol w:w="1985"/>
        <w:gridCol w:w="538"/>
      </w:tblGrid>
      <w:tr w:rsidR="001869D2" w:rsidRPr="00C421EF" w:rsidTr="00263383">
        <w:tc>
          <w:tcPr>
            <w:tcW w:w="8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9D2" w:rsidRPr="00C421EF" w:rsidRDefault="001869D2" w:rsidP="00B23D13">
            <w:pPr>
              <w:jc w:val="center"/>
              <w:rPr>
                <w:color w:val="000000"/>
                <w:sz w:val="28"/>
                <w:szCs w:val="28"/>
              </w:rPr>
            </w:pPr>
            <w:r w:rsidRPr="00C421EF">
              <w:rPr>
                <w:color w:val="000000"/>
                <w:sz w:val="28"/>
                <w:szCs w:val="28"/>
              </w:rPr>
              <w:t>№ п/п</w:t>
            </w: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9D2" w:rsidRPr="00C421EF" w:rsidRDefault="001869D2" w:rsidP="00B23D13">
            <w:pPr>
              <w:jc w:val="center"/>
              <w:rPr>
                <w:color w:val="000000"/>
                <w:sz w:val="28"/>
                <w:szCs w:val="28"/>
              </w:rPr>
            </w:pPr>
            <w:r w:rsidRPr="00C421EF">
              <w:rPr>
                <w:color w:val="000000"/>
                <w:sz w:val="28"/>
                <w:szCs w:val="28"/>
              </w:rPr>
              <w:t>Наименование</w:t>
            </w:r>
          </w:p>
          <w:p w:rsidR="001869D2" w:rsidRPr="00C421EF" w:rsidRDefault="001869D2" w:rsidP="00B23D13">
            <w:pPr>
              <w:jc w:val="center"/>
              <w:rPr>
                <w:color w:val="000000"/>
                <w:sz w:val="28"/>
                <w:szCs w:val="28"/>
              </w:rPr>
            </w:pPr>
            <w:r w:rsidRPr="00C421EF">
              <w:rPr>
                <w:color w:val="000000"/>
                <w:sz w:val="28"/>
                <w:szCs w:val="28"/>
              </w:rPr>
              <w:t>территориального органа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9D2" w:rsidRPr="00C421EF" w:rsidRDefault="001869D2" w:rsidP="00B23D13">
            <w:pPr>
              <w:jc w:val="center"/>
              <w:rPr>
                <w:color w:val="000000"/>
                <w:sz w:val="28"/>
                <w:szCs w:val="28"/>
              </w:rPr>
            </w:pPr>
            <w:r w:rsidRPr="00C421EF">
              <w:rPr>
                <w:color w:val="000000"/>
                <w:sz w:val="28"/>
                <w:szCs w:val="28"/>
              </w:rPr>
              <w:t xml:space="preserve">Виды государственной </w:t>
            </w:r>
            <w:r w:rsidRPr="00C421EF">
              <w:rPr>
                <w:color w:val="000000"/>
                <w:sz w:val="28"/>
                <w:szCs w:val="28"/>
              </w:rPr>
              <w:br/>
              <w:t>регистрации актов</w:t>
            </w:r>
          </w:p>
          <w:p w:rsidR="001869D2" w:rsidRPr="00C421EF" w:rsidRDefault="001869D2" w:rsidP="00B23D13">
            <w:pPr>
              <w:jc w:val="center"/>
              <w:rPr>
                <w:color w:val="000000"/>
                <w:sz w:val="28"/>
                <w:szCs w:val="28"/>
              </w:rPr>
            </w:pPr>
            <w:r w:rsidRPr="00C421EF">
              <w:rPr>
                <w:color w:val="000000"/>
                <w:sz w:val="28"/>
                <w:szCs w:val="28"/>
              </w:rPr>
              <w:t>гражданского состояния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9D2" w:rsidRPr="00C421EF" w:rsidRDefault="001869D2" w:rsidP="00B23D13">
            <w:pPr>
              <w:jc w:val="center"/>
              <w:rPr>
                <w:sz w:val="28"/>
                <w:szCs w:val="28"/>
              </w:rPr>
            </w:pPr>
            <w:r w:rsidRPr="00C421EF">
              <w:rPr>
                <w:sz w:val="28"/>
                <w:szCs w:val="28"/>
              </w:rPr>
              <w:t>Место</w:t>
            </w:r>
          </w:p>
          <w:p w:rsidR="001869D2" w:rsidRPr="00C421EF" w:rsidRDefault="001869D2" w:rsidP="00B23D13">
            <w:pPr>
              <w:jc w:val="center"/>
              <w:rPr>
                <w:sz w:val="28"/>
                <w:szCs w:val="28"/>
              </w:rPr>
            </w:pPr>
            <w:r w:rsidRPr="00C421EF">
              <w:rPr>
                <w:sz w:val="28"/>
                <w:szCs w:val="28"/>
              </w:rPr>
              <w:t>расположения</w:t>
            </w:r>
          </w:p>
        </w:tc>
        <w:tc>
          <w:tcPr>
            <w:tcW w:w="5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1869D2" w:rsidRPr="00C421EF" w:rsidRDefault="001869D2" w:rsidP="00B23D1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1869D2" w:rsidRPr="00C421EF" w:rsidTr="00263383">
        <w:tc>
          <w:tcPr>
            <w:tcW w:w="8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D2" w:rsidRPr="00C421EF" w:rsidRDefault="001869D2" w:rsidP="00B23D13">
            <w:pPr>
              <w:jc w:val="center"/>
              <w:rPr>
                <w:color w:val="000000"/>
                <w:sz w:val="28"/>
                <w:szCs w:val="28"/>
              </w:rPr>
            </w:pPr>
            <w:r w:rsidRPr="00C421EF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D2" w:rsidRPr="00C421EF" w:rsidRDefault="001869D2" w:rsidP="00B23D13">
            <w:pPr>
              <w:rPr>
                <w:color w:val="000000"/>
                <w:sz w:val="28"/>
                <w:szCs w:val="28"/>
              </w:rPr>
            </w:pPr>
            <w:r w:rsidRPr="00C421EF">
              <w:rPr>
                <w:color w:val="000000"/>
                <w:sz w:val="28"/>
                <w:szCs w:val="28"/>
              </w:rPr>
              <w:t xml:space="preserve">Орган записи актов </w:t>
            </w:r>
          </w:p>
          <w:p w:rsidR="001869D2" w:rsidRPr="00C421EF" w:rsidRDefault="001869D2" w:rsidP="00B23D13">
            <w:pPr>
              <w:rPr>
                <w:color w:val="000000"/>
                <w:sz w:val="28"/>
                <w:szCs w:val="28"/>
              </w:rPr>
            </w:pPr>
            <w:r w:rsidRPr="00C421EF">
              <w:rPr>
                <w:color w:val="000000"/>
                <w:sz w:val="28"/>
                <w:szCs w:val="28"/>
              </w:rPr>
              <w:t xml:space="preserve">гражданского состояния </w:t>
            </w:r>
          </w:p>
          <w:p w:rsidR="001869D2" w:rsidRPr="00C421EF" w:rsidRDefault="001869D2" w:rsidP="00B23D13">
            <w:pPr>
              <w:rPr>
                <w:color w:val="000000"/>
                <w:sz w:val="28"/>
                <w:szCs w:val="28"/>
              </w:rPr>
            </w:pPr>
            <w:r w:rsidRPr="00C421EF">
              <w:rPr>
                <w:color w:val="000000"/>
                <w:sz w:val="28"/>
                <w:szCs w:val="28"/>
              </w:rPr>
              <w:t>г. Ярославля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D2" w:rsidRDefault="001869D2" w:rsidP="00B23D13">
            <w:pPr>
              <w:rPr>
                <w:color w:val="000000"/>
                <w:sz w:val="28"/>
                <w:szCs w:val="28"/>
              </w:rPr>
            </w:pPr>
            <w:r w:rsidRPr="00C421EF">
              <w:rPr>
                <w:color w:val="000000"/>
                <w:sz w:val="28"/>
                <w:szCs w:val="28"/>
              </w:rPr>
              <w:t>регистрация рождения;</w:t>
            </w:r>
          </w:p>
          <w:p w:rsidR="00AA7D22" w:rsidRPr="00C421EF" w:rsidRDefault="00AA7D22" w:rsidP="00B23D13">
            <w:pPr>
              <w:rPr>
                <w:color w:val="000000"/>
                <w:sz w:val="28"/>
                <w:szCs w:val="28"/>
              </w:rPr>
            </w:pPr>
            <w:r w:rsidRPr="00C421EF">
              <w:rPr>
                <w:color w:val="000000"/>
                <w:sz w:val="28"/>
                <w:szCs w:val="28"/>
              </w:rPr>
              <w:t>регистрация заключения брака;</w:t>
            </w:r>
          </w:p>
          <w:p w:rsidR="001869D2" w:rsidRPr="00C421EF" w:rsidRDefault="001869D2" w:rsidP="00B23D13">
            <w:pPr>
              <w:rPr>
                <w:color w:val="000000"/>
                <w:sz w:val="28"/>
                <w:szCs w:val="28"/>
              </w:rPr>
            </w:pPr>
            <w:r w:rsidRPr="00C421EF">
              <w:rPr>
                <w:color w:val="000000"/>
                <w:sz w:val="28"/>
                <w:szCs w:val="28"/>
              </w:rPr>
              <w:t>регистрация расторжения брака;</w:t>
            </w:r>
          </w:p>
          <w:p w:rsidR="001869D2" w:rsidRPr="00C421EF" w:rsidRDefault="001869D2" w:rsidP="00B23D13">
            <w:pPr>
              <w:rPr>
                <w:color w:val="000000"/>
                <w:sz w:val="28"/>
                <w:szCs w:val="28"/>
              </w:rPr>
            </w:pPr>
            <w:r w:rsidRPr="00C421EF">
              <w:rPr>
                <w:color w:val="000000"/>
                <w:sz w:val="28"/>
                <w:szCs w:val="28"/>
              </w:rPr>
              <w:lastRenderedPageBreak/>
              <w:t>регистрация установления отцовства;</w:t>
            </w:r>
          </w:p>
          <w:p w:rsidR="001869D2" w:rsidRPr="00C421EF" w:rsidRDefault="001869D2" w:rsidP="00B23D13">
            <w:pPr>
              <w:rPr>
                <w:color w:val="000000"/>
                <w:sz w:val="28"/>
                <w:szCs w:val="28"/>
              </w:rPr>
            </w:pPr>
            <w:r w:rsidRPr="00C421EF">
              <w:rPr>
                <w:color w:val="000000"/>
                <w:sz w:val="28"/>
                <w:szCs w:val="28"/>
              </w:rPr>
              <w:t>регистрация усыновления (удочерения);</w:t>
            </w:r>
          </w:p>
          <w:p w:rsidR="001869D2" w:rsidRDefault="001869D2" w:rsidP="00B23D13">
            <w:pPr>
              <w:rPr>
                <w:color w:val="000000"/>
                <w:sz w:val="28"/>
                <w:szCs w:val="28"/>
              </w:rPr>
            </w:pPr>
            <w:r w:rsidRPr="00C421EF">
              <w:rPr>
                <w:color w:val="000000"/>
                <w:sz w:val="28"/>
                <w:szCs w:val="28"/>
              </w:rPr>
              <w:t>регистрация перемены имени</w:t>
            </w:r>
            <w:r w:rsidR="00AA7D22">
              <w:rPr>
                <w:color w:val="000000"/>
                <w:sz w:val="28"/>
                <w:szCs w:val="28"/>
              </w:rPr>
              <w:t>;</w:t>
            </w:r>
          </w:p>
          <w:p w:rsidR="00AA7D22" w:rsidRPr="00C421EF" w:rsidRDefault="00AA7D22" w:rsidP="00B23D1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регистрация смерти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D2" w:rsidRPr="00C421EF" w:rsidRDefault="001869D2" w:rsidP="00B23D13">
            <w:pPr>
              <w:rPr>
                <w:sz w:val="28"/>
                <w:szCs w:val="28"/>
              </w:rPr>
            </w:pPr>
            <w:r w:rsidRPr="00C421EF">
              <w:rPr>
                <w:sz w:val="28"/>
                <w:szCs w:val="28"/>
              </w:rPr>
              <w:lastRenderedPageBreak/>
              <w:t>г. Ярославль</w:t>
            </w:r>
          </w:p>
        </w:tc>
        <w:tc>
          <w:tcPr>
            <w:tcW w:w="53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69D2" w:rsidRPr="00C421EF" w:rsidRDefault="001869D2" w:rsidP="00B23D1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1869D2" w:rsidRPr="00C421EF" w:rsidTr="00263383">
        <w:tc>
          <w:tcPr>
            <w:tcW w:w="8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D2" w:rsidRPr="00C421EF" w:rsidRDefault="001869D2" w:rsidP="00B23D13">
            <w:pPr>
              <w:jc w:val="center"/>
              <w:rPr>
                <w:color w:val="000000"/>
                <w:sz w:val="28"/>
                <w:szCs w:val="28"/>
              </w:rPr>
            </w:pPr>
            <w:r w:rsidRPr="00C421EF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D2" w:rsidRPr="00C421EF" w:rsidRDefault="001869D2" w:rsidP="00B23D13">
            <w:pPr>
              <w:rPr>
                <w:color w:val="000000"/>
                <w:sz w:val="28"/>
                <w:szCs w:val="28"/>
              </w:rPr>
            </w:pPr>
            <w:r w:rsidRPr="00C421EF">
              <w:rPr>
                <w:color w:val="000000"/>
                <w:sz w:val="28"/>
                <w:szCs w:val="28"/>
              </w:rPr>
              <w:t xml:space="preserve">Орган записи актов </w:t>
            </w:r>
          </w:p>
          <w:p w:rsidR="001869D2" w:rsidRPr="00C421EF" w:rsidRDefault="001869D2" w:rsidP="00B23D13">
            <w:pPr>
              <w:rPr>
                <w:color w:val="000000"/>
                <w:sz w:val="28"/>
                <w:szCs w:val="28"/>
              </w:rPr>
            </w:pPr>
            <w:r w:rsidRPr="00C421EF">
              <w:rPr>
                <w:color w:val="000000"/>
                <w:sz w:val="28"/>
                <w:szCs w:val="28"/>
              </w:rPr>
              <w:t xml:space="preserve">гражданского состояния Дзержинского района </w:t>
            </w:r>
          </w:p>
          <w:p w:rsidR="001869D2" w:rsidRPr="00C421EF" w:rsidRDefault="001869D2" w:rsidP="00B23D13">
            <w:pPr>
              <w:rPr>
                <w:color w:val="000000"/>
                <w:sz w:val="28"/>
                <w:szCs w:val="28"/>
              </w:rPr>
            </w:pPr>
            <w:r w:rsidRPr="00C421EF">
              <w:rPr>
                <w:color w:val="000000"/>
                <w:sz w:val="28"/>
                <w:szCs w:val="28"/>
              </w:rPr>
              <w:t>г. Ярославля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D2" w:rsidRPr="00C421EF" w:rsidRDefault="001869D2" w:rsidP="00B23D13">
            <w:pPr>
              <w:rPr>
                <w:color w:val="000000"/>
                <w:sz w:val="28"/>
                <w:szCs w:val="28"/>
              </w:rPr>
            </w:pPr>
            <w:r w:rsidRPr="00C421EF">
              <w:rPr>
                <w:color w:val="000000"/>
                <w:sz w:val="28"/>
                <w:szCs w:val="28"/>
              </w:rPr>
              <w:t>регистрация рождения;</w:t>
            </w:r>
          </w:p>
          <w:p w:rsidR="001869D2" w:rsidRPr="00C421EF" w:rsidRDefault="001869D2" w:rsidP="00B23D13">
            <w:pPr>
              <w:rPr>
                <w:color w:val="000000"/>
                <w:sz w:val="28"/>
                <w:szCs w:val="28"/>
              </w:rPr>
            </w:pPr>
            <w:r w:rsidRPr="00C421EF">
              <w:rPr>
                <w:color w:val="000000"/>
                <w:sz w:val="28"/>
                <w:szCs w:val="28"/>
              </w:rPr>
              <w:t>регистрация заключения брака;</w:t>
            </w:r>
          </w:p>
          <w:p w:rsidR="001869D2" w:rsidRPr="00C421EF" w:rsidRDefault="001869D2" w:rsidP="00B23D13">
            <w:pPr>
              <w:rPr>
                <w:color w:val="000000"/>
                <w:sz w:val="28"/>
                <w:szCs w:val="28"/>
              </w:rPr>
            </w:pPr>
            <w:r w:rsidRPr="00C421EF">
              <w:rPr>
                <w:color w:val="000000"/>
                <w:sz w:val="28"/>
                <w:szCs w:val="28"/>
              </w:rPr>
              <w:t>регистрация расторжения брака;</w:t>
            </w:r>
          </w:p>
          <w:p w:rsidR="001869D2" w:rsidRPr="00C421EF" w:rsidRDefault="001869D2" w:rsidP="00B23D13">
            <w:pPr>
              <w:rPr>
                <w:color w:val="000000"/>
                <w:sz w:val="28"/>
                <w:szCs w:val="28"/>
              </w:rPr>
            </w:pPr>
            <w:r w:rsidRPr="00C421EF">
              <w:rPr>
                <w:color w:val="000000"/>
                <w:sz w:val="28"/>
                <w:szCs w:val="28"/>
              </w:rPr>
              <w:t>регистрация установления отцовства;</w:t>
            </w:r>
          </w:p>
          <w:p w:rsidR="001869D2" w:rsidRPr="00C421EF" w:rsidRDefault="001869D2" w:rsidP="00B23D13">
            <w:pPr>
              <w:rPr>
                <w:color w:val="000000"/>
                <w:sz w:val="28"/>
                <w:szCs w:val="28"/>
              </w:rPr>
            </w:pPr>
            <w:r w:rsidRPr="00C421EF">
              <w:rPr>
                <w:color w:val="000000"/>
                <w:sz w:val="28"/>
                <w:szCs w:val="28"/>
              </w:rPr>
              <w:t>регистрация усыновления (удочерения);</w:t>
            </w:r>
          </w:p>
          <w:p w:rsidR="001869D2" w:rsidRPr="00C421EF" w:rsidRDefault="001869D2" w:rsidP="00B23D13">
            <w:pPr>
              <w:rPr>
                <w:color w:val="000000"/>
                <w:sz w:val="28"/>
                <w:szCs w:val="28"/>
              </w:rPr>
            </w:pPr>
            <w:r w:rsidRPr="00C421EF">
              <w:rPr>
                <w:color w:val="000000"/>
                <w:sz w:val="28"/>
                <w:szCs w:val="28"/>
              </w:rPr>
              <w:t>регистрация перемены имени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D2" w:rsidRPr="00C421EF" w:rsidRDefault="001869D2" w:rsidP="00B23D13">
            <w:pPr>
              <w:rPr>
                <w:sz w:val="28"/>
                <w:szCs w:val="28"/>
              </w:rPr>
            </w:pPr>
            <w:r w:rsidRPr="00C421EF">
              <w:rPr>
                <w:sz w:val="28"/>
                <w:szCs w:val="28"/>
              </w:rPr>
              <w:t>г. Ярославль</w:t>
            </w:r>
          </w:p>
        </w:tc>
        <w:tc>
          <w:tcPr>
            <w:tcW w:w="5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869D2" w:rsidRPr="00C421EF" w:rsidRDefault="001869D2" w:rsidP="00B23D13">
            <w:pPr>
              <w:rPr>
                <w:color w:val="000000"/>
                <w:sz w:val="28"/>
                <w:szCs w:val="28"/>
              </w:rPr>
            </w:pPr>
          </w:p>
          <w:p w:rsidR="001869D2" w:rsidRPr="00C421EF" w:rsidRDefault="001869D2" w:rsidP="00B23D13">
            <w:pPr>
              <w:rPr>
                <w:color w:val="000000"/>
                <w:sz w:val="28"/>
                <w:szCs w:val="28"/>
              </w:rPr>
            </w:pPr>
          </w:p>
          <w:p w:rsidR="001869D2" w:rsidRPr="00C421EF" w:rsidRDefault="001869D2" w:rsidP="00B23D13">
            <w:pPr>
              <w:rPr>
                <w:color w:val="000000"/>
                <w:sz w:val="28"/>
                <w:szCs w:val="28"/>
              </w:rPr>
            </w:pPr>
          </w:p>
          <w:p w:rsidR="001869D2" w:rsidRPr="00C421EF" w:rsidRDefault="001869D2" w:rsidP="00B23D13">
            <w:pPr>
              <w:rPr>
                <w:color w:val="000000"/>
                <w:sz w:val="28"/>
                <w:szCs w:val="28"/>
              </w:rPr>
            </w:pPr>
          </w:p>
        </w:tc>
      </w:tr>
      <w:tr w:rsidR="001869D2" w:rsidRPr="00C421EF" w:rsidTr="00263383">
        <w:tc>
          <w:tcPr>
            <w:tcW w:w="8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D2" w:rsidRPr="00C421EF" w:rsidRDefault="001869D2" w:rsidP="00B23D13">
            <w:pPr>
              <w:jc w:val="center"/>
              <w:rPr>
                <w:color w:val="000000"/>
                <w:sz w:val="28"/>
                <w:szCs w:val="28"/>
              </w:rPr>
            </w:pPr>
            <w:r w:rsidRPr="00C421EF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D2" w:rsidRPr="00C421EF" w:rsidRDefault="001869D2" w:rsidP="00B23D13">
            <w:pPr>
              <w:rPr>
                <w:color w:val="000000"/>
                <w:sz w:val="28"/>
                <w:szCs w:val="28"/>
              </w:rPr>
            </w:pPr>
            <w:r w:rsidRPr="00C421EF">
              <w:rPr>
                <w:color w:val="000000"/>
                <w:sz w:val="28"/>
                <w:szCs w:val="28"/>
              </w:rPr>
              <w:t xml:space="preserve">Орган записи актов </w:t>
            </w:r>
          </w:p>
          <w:p w:rsidR="001869D2" w:rsidRPr="00C421EF" w:rsidRDefault="001869D2" w:rsidP="00B23D13">
            <w:pPr>
              <w:rPr>
                <w:color w:val="000000"/>
                <w:sz w:val="28"/>
                <w:szCs w:val="28"/>
              </w:rPr>
            </w:pPr>
            <w:r w:rsidRPr="00C421EF">
              <w:rPr>
                <w:color w:val="000000"/>
                <w:sz w:val="28"/>
                <w:szCs w:val="28"/>
              </w:rPr>
              <w:t xml:space="preserve">гражданского состояния Заволжского района </w:t>
            </w:r>
          </w:p>
          <w:p w:rsidR="001869D2" w:rsidRPr="00C421EF" w:rsidRDefault="001869D2" w:rsidP="00B23D13">
            <w:pPr>
              <w:rPr>
                <w:color w:val="000000"/>
                <w:sz w:val="28"/>
                <w:szCs w:val="28"/>
              </w:rPr>
            </w:pPr>
            <w:r w:rsidRPr="00C421EF">
              <w:rPr>
                <w:color w:val="000000"/>
                <w:sz w:val="28"/>
                <w:szCs w:val="28"/>
              </w:rPr>
              <w:t>г. Ярославля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D2" w:rsidRPr="00C421EF" w:rsidRDefault="001869D2" w:rsidP="00B23D13">
            <w:pPr>
              <w:rPr>
                <w:color w:val="000000"/>
                <w:sz w:val="28"/>
                <w:szCs w:val="28"/>
              </w:rPr>
            </w:pPr>
            <w:r w:rsidRPr="00C421EF">
              <w:rPr>
                <w:color w:val="000000"/>
                <w:sz w:val="28"/>
                <w:szCs w:val="28"/>
              </w:rPr>
              <w:t>регистрация рождения;</w:t>
            </w:r>
          </w:p>
          <w:p w:rsidR="001869D2" w:rsidRPr="00C421EF" w:rsidRDefault="001869D2" w:rsidP="00B23D13">
            <w:pPr>
              <w:rPr>
                <w:color w:val="000000"/>
                <w:sz w:val="28"/>
                <w:szCs w:val="28"/>
              </w:rPr>
            </w:pPr>
            <w:r w:rsidRPr="00C421EF">
              <w:rPr>
                <w:color w:val="000000"/>
                <w:sz w:val="28"/>
                <w:szCs w:val="28"/>
              </w:rPr>
              <w:t>регистрация заключения брака;</w:t>
            </w:r>
          </w:p>
          <w:p w:rsidR="001869D2" w:rsidRPr="00C421EF" w:rsidRDefault="001869D2" w:rsidP="00B23D13">
            <w:pPr>
              <w:rPr>
                <w:color w:val="000000"/>
                <w:sz w:val="28"/>
                <w:szCs w:val="28"/>
              </w:rPr>
            </w:pPr>
            <w:r w:rsidRPr="00C421EF">
              <w:rPr>
                <w:color w:val="000000"/>
                <w:sz w:val="28"/>
                <w:szCs w:val="28"/>
              </w:rPr>
              <w:t>регистрация расторжения брака;</w:t>
            </w:r>
          </w:p>
          <w:p w:rsidR="001869D2" w:rsidRPr="00C421EF" w:rsidRDefault="001869D2" w:rsidP="00B23D13">
            <w:pPr>
              <w:rPr>
                <w:color w:val="000000"/>
                <w:sz w:val="28"/>
                <w:szCs w:val="28"/>
              </w:rPr>
            </w:pPr>
            <w:r w:rsidRPr="00C421EF">
              <w:rPr>
                <w:color w:val="000000"/>
                <w:sz w:val="28"/>
                <w:szCs w:val="28"/>
              </w:rPr>
              <w:t>регистрация установления отцовства;</w:t>
            </w:r>
          </w:p>
          <w:p w:rsidR="001869D2" w:rsidRPr="00C421EF" w:rsidRDefault="001869D2" w:rsidP="00B23D13">
            <w:pPr>
              <w:rPr>
                <w:color w:val="000000"/>
                <w:sz w:val="28"/>
                <w:szCs w:val="28"/>
              </w:rPr>
            </w:pPr>
            <w:r w:rsidRPr="00C421EF">
              <w:rPr>
                <w:color w:val="000000"/>
                <w:sz w:val="28"/>
                <w:szCs w:val="28"/>
              </w:rPr>
              <w:t>регистрация усыновления (удочерения);</w:t>
            </w:r>
          </w:p>
          <w:p w:rsidR="001869D2" w:rsidRPr="00C421EF" w:rsidRDefault="001869D2" w:rsidP="00B23D13">
            <w:pPr>
              <w:rPr>
                <w:color w:val="000000"/>
                <w:sz w:val="28"/>
                <w:szCs w:val="28"/>
              </w:rPr>
            </w:pPr>
            <w:r w:rsidRPr="00C421EF">
              <w:rPr>
                <w:color w:val="000000"/>
                <w:sz w:val="28"/>
                <w:szCs w:val="28"/>
              </w:rPr>
              <w:t>регистрация перемены имени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D2" w:rsidRPr="00C421EF" w:rsidRDefault="001869D2" w:rsidP="00B23D13">
            <w:pPr>
              <w:rPr>
                <w:sz w:val="28"/>
                <w:szCs w:val="28"/>
              </w:rPr>
            </w:pPr>
            <w:r w:rsidRPr="00C421EF">
              <w:rPr>
                <w:sz w:val="28"/>
                <w:szCs w:val="28"/>
              </w:rPr>
              <w:t>г. Ярославль</w:t>
            </w:r>
          </w:p>
        </w:tc>
        <w:tc>
          <w:tcPr>
            <w:tcW w:w="5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869D2" w:rsidRPr="00C421EF" w:rsidRDefault="001869D2" w:rsidP="00B23D13">
            <w:pPr>
              <w:rPr>
                <w:color w:val="000000"/>
                <w:sz w:val="28"/>
                <w:szCs w:val="28"/>
              </w:rPr>
            </w:pPr>
          </w:p>
          <w:p w:rsidR="001869D2" w:rsidRPr="00C421EF" w:rsidRDefault="001869D2" w:rsidP="00B23D13">
            <w:pPr>
              <w:rPr>
                <w:color w:val="000000"/>
                <w:sz w:val="28"/>
                <w:szCs w:val="28"/>
              </w:rPr>
            </w:pPr>
          </w:p>
          <w:p w:rsidR="001869D2" w:rsidRPr="00C421EF" w:rsidRDefault="001869D2" w:rsidP="00B23D13">
            <w:pPr>
              <w:rPr>
                <w:color w:val="000000"/>
                <w:sz w:val="28"/>
                <w:szCs w:val="28"/>
              </w:rPr>
            </w:pPr>
          </w:p>
          <w:p w:rsidR="001869D2" w:rsidRPr="00C421EF" w:rsidRDefault="001869D2" w:rsidP="00B23D13">
            <w:pPr>
              <w:rPr>
                <w:color w:val="000000"/>
                <w:sz w:val="28"/>
                <w:szCs w:val="28"/>
              </w:rPr>
            </w:pPr>
          </w:p>
          <w:p w:rsidR="001869D2" w:rsidRPr="00C421EF" w:rsidRDefault="001869D2" w:rsidP="00B23D13">
            <w:pPr>
              <w:rPr>
                <w:color w:val="000000"/>
                <w:sz w:val="28"/>
                <w:szCs w:val="28"/>
              </w:rPr>
            </w:pPr>
          </w:p>
          <w:p w:rsidR="001869D2" w:rsidRPr="00C421EF" w:rsidRDefault="001869D2" w:rsidP="00B23D13">
            <w:pPr>
              <w:rPr>
                <w:color w:val="000000"/>
                <w:sz w:val="28"/>
                <w:szCs w:val="28"/>
              </w:rPr>
            </w:pPr>
          </w:p>
        </w:tc>
      </w:tr>
      <w:tr w:rsidR="001869D2" w:rsidRPr="00C421EF" w:rsidTr="00263383">
        <w:trPr>
          <w:trHeight w:val="433"/>
        </w:trPr>
        <w:tc>
          <w:tcPr>
            <w:tcW w:w="8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D2" w:rsidRPr="00C421EF" w:rsidRDefault="001869D2" w:rsidP="00B23D1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D2" w:rsidRPr="00C421EF" w:rsidRDefault="001869D2" w:rsidP="00B23D13">
            <w:pPr>
              <w:rPr>
                <w:color w:val="000000"/>
                <w:sz w:val="28"/>
                <w:szCs w:val="28"/>
              </w:rPr>
            </w:pPr>
            <w:r w:rsidRPr="00C421EF">
              <w:rPr>
                <w:color w:val="000000"/>
                <w:sz w:val="28"/>
                <w:szCs w:val="28"/>
              </w:rPr>
              <w:t xml:space="preserve">Орган записи актов </w:t>
            </w:r>
          </w:p>
          <w:p w:rsidR="001869D2" w:rsidRPr="00C421EF" w:rsidRDefault="001869D2" w:rsidP="00B23D13">
            <w:pPr>
              <w:rPr>
                <w:color w:val="000000"/>
                <w:sz w:val="28"/>
                <w:szCs w:val="28"/>
              </w:rPr>
            </w:pPr>
            <w:r w:rsidRPr="00C421EF">
              <w:rPr>
                <w:color w:val="000000"/>
                <w:sz w:val="28"/>
                <w:szCs w:val="28"/>
              </w:rPr>
              <w:t xml:space="preserve">гражданского состояния </w:t>
            </w:r>
            <w:proofErr w:type="spellStart"/>
            <w:r w:rsidRPr="00C421EF">
              <w:rPr>
                <w:color w:val="000000"/>
                <w:sz w:val="28"/>
                <w:szCs w:val="28"/>
              </w:rPr>
              <w:t>Красноперекопского</w:t>
            </w:r>
            <w:proofErr w:type="spellEnd"/>
            <w:r w:rsidRPr="00C421EF">
              <w:rPr>
                <w:color w:val="000000"/>
                <w:sz w:val="28"/>
                <w:szCs w:val="28"/>
              </w:rPr>
              <w:t xml:space="preserve"> и Фрунзенского районов </w:t>
            </w:r>
          </w:p>
          <w:p w:rsidR="001869D2" w:rsidRPr="00C421EF" w:rsidRDefault="001869D2" w:rsidP="00B23D13">
            <w:pPr>
              <w:rPr>
                <w:color w:val="000000"/>
                <w:sz w:val="28"/>
                <w:szCs w:val="28"/>
              </w:rPr>
            </w:pPr>
            <w:r w:rsidRPr="00C421EF">
              <w:rPr>
                <w:color w:val="000000"/>
                <w:sz w:val="28"/>
                <w:szCs w:val="28"/>
              </w:rPr>
              <w:t>г. Ярославля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D2" w:rsidRPr="00C421EF" w:rsidRDefault="001869D2" w:rsidP="00B23D13">
            <w:pPr>
              <w:rPr>
                <w:color w:val="000000"/>
                <w:sz w:val="28"/>
                <w:szCs w:val="28"/>
              </w:rPr>
            </w:pPr>
            <w:r w:rsidRPr="00C421EF">
              <w:rPr>
                <w:color w:val="000000"/>
                <w:sz w:val="28"/>
                <w:szCs w:val="28"/>
              </w:rPr>
              <w:t>регистрация рождения;</w:t>
            </w:r>
          </w:p>
          <w:p w:rsidR="001869D2" w:rsidRPr="00C421EF" w:rsidRDefault="001869D2" w:rsidP="00B23D13">
            <w:pPr>
              <w:rPr>
                <w:color w:val="000000"/>
                <w:sz w:val="28"/>
                <w:szCs w:val="28"/>
              </w:rPr>
            </w:pPr>
            <w:r w:rsidRPr="00C421EF">
              <w:rPr>
                <w:color w:val="000000"/>
                <w:sz w:val="28"/>
                <w:szCs w:val="28"/>
              </w:rPr>
              <w:t>регистрация заключения брака;</w:t>
            </w:r>
          </w:p>
          <w:p w:rsidR="001869D2" w:rsidRPr="00C421EF" w:rsidRDefault="001869D2" w:rsidP="00B23D13">
            <w:pPr>
              <w:rPr>
                <w:color w:val="000000"/>
                <w:sz w:val="28"/>
                <w:szCs w:val="28"/>
              </w:rPr>
            </w:pPr>
            <w:r w:rsidRPr="00C421EF">
              <w:rPr>
                <w:color w:val="000000"/>
                <w:sz w:val="28"/>
                <w:szCs w:val="28"/>
              </w:rPr>
              <w:t>регистрация расторжения брака;</w:t>
            </w:r>
          </w:p>
          <w:p w:rsidR="001869D2" w:rsidRPr="00C421EF" w:rsidRDefault="001869D2" w:rsidP="00B23D13">
            <w:pPr>
              <w:rPr>
                <w:color w:val="000000"/>
                <w:sz w:val="28"/>
                <w:szCs w:val="28"/>
              </w:rPr>
            </w:pPr>
            <w:r w:rsidRPr="00C421EF">
              <w:rPr>
                <w:color w:val="000000"/>
                <w:sz w:val="28"/>
                <w:szCs w:val="28"/>
              </w:rPr>
              <w:t>регистрация установления отцовства;</w:t>
            </w:r>
          </w:p>
          <w:p w:rsidR="001869D2" w:rsidRPr="00C421EF" w:rsidRDefault="001869D2" w:rsidP="00B23D13">
            <w:pPr>
              <w:rPr>
                <w:color w:val="000000"/>
                <w:sz w:val="28"/>
                <w:szCs w:val="28"/>
              </w:rPr>
            </w:pPr>
            <w:r w:rsidRPr="00C421EF">
              <w:rPr>
                <w:color w:val="000000"/>
                <w:sz w:val="28"/>
                <w:szCs w:val="28"/>
              </w:rPr>
              <w:t>регистрация усыновления (удочерения);</w:t>
            </w:r>
          </w:p>
          <w:p w:rsidR="001869D2" w:rsidRPr="00C421EF" w:rsidRDefault="001869D2" w:rsidP="00B23D13">
            <w:pPr>
              <w:rPr>
                <w:color w:val="000000"/>
                <w:sz w:val="28"/>
                <w:szCs w:val="28"/>
              </w:rPr>
            </w:pPr>
            <w:r w:rsidRPr="00C421EF">
              <w:rPr>
                <w:color w:val="000000"/>
                <w:sz w:val="28"/>
                <w:szCs w:val="28"/>
              </w:rPr>
              <w:t>регистрация перемены имени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D2" w:rsidRPr="00C421EF" w:rsidRDefault="001869D2" w:rsidP="00B23D13">
            <w:pPr>
              <w:rPr>
                <w:sz w:val="28"/>
                <w:szCs w:val="28"/>
              </w:rPr>
            </w:pPr>
            <w:r w:rsidRPr="00C421EF">
              <w:rPr>
                <w:sz w:val="28"/>
                <w:szCs w:val="28"/>
              </w:rPr>
              <w:t>г. Ярославль</w:t>
            </w:r>
          </w:p>
        </w:tc>
        <w:tc>
          <w:tcPr>
            <w:tcW w:w="53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69D2" w:rsidRPr="00C421EF" w:rsidRDefault="001869D2" w:rsidP="00B23D13">
            <w:pPr>
              <w:rPr>
                <w:color w:val="000000"/>
                <w:sz w:val="28"/>
                <w:szCs w:val="28"/>
              </w:rPr>
            </w:pPr>
          </w:p>
          <w:p w:rsidR="001869D2" w:rsidRPr="00C421EF" w:rsidRDefault="001869D2" w:rsidP="00B23D13">
            <w:pPr>
              <w:rPr>
                <w:color w:val="000000"/>
                <w:sz w:val="28"/>
                <w:szCs w:val="28"/>
              </w:rPr>
            </w:pPr>
          </w:p>
          <w:p w:rsidR="001869D2" w:rsidRPr="00C421EF" w:rsidRDefault="001869D2" w:rsidP="00B23D13">
            <w:pPr>
              <w:rPr>
                <w:color w:val="000000"/>
                <w:sz w:val="28"/>
                <w:szCs w:val="28"/>
              </w:rPr>
            </w:pPr>
          </w:p>
          <w:p w:rsidR="001869D2" w:rsidRPr="00C421EF" w:rsidRDefault="001869D2" w:rsidP="00B23D13">
            <w:pPr>
              <w:rPr>
                <w:color w:val="000000"/>
                <w:sz w:val="28"/>
                <w:szCs w:val="28"/>
              </w:rPr>
            </w:pPr>
          </w:p>
          <w:p w:rsidR="001869D2" w:rsidRPr="00C421EF" w:rsidRDefault="001869D2" w:rsidP="00B23D13">
            <w:pPr>
              <w:rPr>
                <w:color w:val="000000"/>
                <w:sz w:val="28"/>
                <w:szCs w:val="28"/>
              </w:rPr>
            </w:pPr>
          </w:p>
          <w:p w:rsidR="001869D2" w:rsidRPr="00C421EF" w:rsidRDefault="001869D2" w:rsidP="00B23D13">
            <w:pPr>
              <w:rPr>
                <w:color w:val="000000"/>
                <w:sz w:val="28"/>
                <w:szCs w:val="28"/>
              </w:rPr>
            </w:pPr>
          </w:p>
          <w:p w:rsidR="001869D2" w:rsidRPr="00C421EF" w:rsidRDefault="001869D2" w:rsidP="00B23D13">
            <w:pPr>
              <w:rPr>
                <w:color w:val="000000"/>
                <w:sz w:val="28"/>
                <w:szCs w:val="28"/>
              </w:rPr>
            </w:pPr>
          </w:p>
          <w:p w:rsidR="001869D2" w:rsidRPr="00C421EF" w:rsidRDefault="001869D2" w:rsidP="00B23D13">
            <w:pPr>
              <w:rPr>
                <w:color w:val="000000"/>
                <w:sz w:val="28"/>
                <w:szCs w:val="28"/>
              </w:rPr>
            </w:pPr>
          </w:p>
          <w:p w:rsidR="00856622" w:rsidRDefault="00856622" w:rsidP="00951A44">
            <w:pPr>
              <w:ind w:left="-57" w:right="-57"/>
              <w:rPr>
                <w:color w:val="000000"/>
                <w:sz w:val="28"/>
                <w:szCs w:val="28"/>
              </w:rPr>
            </w:pPr>
          </w:p>
          <w:p w:rsidR="001869D2" w:rsidRPr="00C421EF" w:rsidRDefault="001869D2" w:rsidP="00951A44">
            <w:pPr>
              <w:ind w:left="-57" w:right="-57"/>
              <w:rPr>
                <w:sz w:val="28"/>
                <w:szCs w:val="28"/>
              </w:rPr>
            </w:pPr>
            <w:r w:rsidRPr="00C421EF">
              <w:rPr>
                <w:color w:val="000000"/>
                <w:sz w:val="28"/>
                <w:szCs w:val="28"/>
              </w:rPr>
              <w:t>»</w:t>
            </w:r>
            <w:r w:rsidR="00951A44">
              <w:rPr>
                <w:color w:val="000000"/>
                <w:sz w:val="28"/>
                <w:szCs w:val="28"/>
              </w:rPr>
              <w:t>.</w:t>
            </w:r>
          </w:p>
        </w:tc>
      </w:tr>
    </w:tbl>
    <w:p w:rsidR="00C03300" w:rsidRDefault="00C03300" w:rsidP="001869D2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:rsidR="00403504" w:rsidRPr="001C18E5" w:rsidRDefault="00403504" w:rsidP="00403504">
      <w:pPr>
        <w:overflowPunct w:val="0"/>
        <w:autoSpaceDE w:val="0"/>
        <w:autoSpaceDN w:val="0"/>
        <w:adjustRightInd w:val="0"/>
        <w:ind w:firstLine="709"/>
        <w:jc w:val="both"/>
        <w:rPr>
          <w:b/>
          <w:sz w:val="28"/>
        </w:rPr>
      </w:pPr>
      <w:r>
        <w:rPr>
          <w:b/>
          <w:sz w:val="28"/>
        </w:rPr>
        <w:t>Статья 2</w:t>
      </w:r>
    </w:p>
    <w:p w:rsidR="00403504" w:rsidRPr="00D7305D" w:rsidRDefault="00403504" w:rsidP="00403504">
      <w:pPr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0"/>
        </w:rPr>
      </w:pPr>
      <w:r w:rsidRPr="00D7305D">
        <w:rPr>
          <w:sz w:val="28"/>
          <w:szCs w:val="20"/>
        </w:rPr>
        <w:t xml:space="preserve">1. Настоящий Закон вступает в силу с </w:t>
      </w:r>
      <w:r>
        <w:rPr>
          <w:sz w:val="28"/>
          <w:szCs w:val="20"/>
        </w:rPr>
        <w:t>20</w:t>
      </w:r>
      <w:r w:rsidRPr="00D7305D">
        <w:rPr>
          <w:sz w:val="28"/>
          <w:szCs w:val="20"/>
        </w:rPr>
        <w:t xml:space="preserve"> июня 2023 года.</w:t>
      </w:r>
    </w:p>
    <w:p w:rsidR="00403504" w:rsidRDefault="00403504" w:rsidP="00403504">
      <w:pPr>
        <w:overflowPunct w:val="0"/>
        <w:autoSpaceDE w:val="0"/>
        <w:autoSpaceDN w:val="0"/>
        <w:adjustRightInd w:val="0"/>
        <w:ind w:firstLine="709"/>
        <w:jc w:val="both"/>
        <w:rPr>
          <w:sz w:val="28"/>
        </w:rPr>
      </w:pPr>
      <w:r w:rsidRPr="00D7305D">
        <w:rPr>
          <w:sz w:val="28"/>
        </w:rPr>
        <w:t xml:space="preserve">2. </w:t>
      </w:r>
      <w:r>
        <w:rPr>
          <w:sz w:val="28"/>
        </w:rPr>
        <w:t xml:space="preserve">Записи </w:t>
      </w:r>
      <w:r w:rsidRPr="00D7305D">
        <w:rPr>
          <w:sz w:val="28"/>
        </w:rPr>
        <w:t>актов гражда</w:t>
      </w:r>
      <w:r>
        <w:rPr>
          <w:sz w:val="28"/>
        </w:rPr>
        <w:t>нского состояния</w:t>
      </w:r>
      <w:r w:rsidRPr="00D7305D">
        <w:rPr>
          <w:sz w:val="28"/>
        </w:rPr>
        <w:t xml:space="preserve">, </w:t>
      </w:r>
      <w:r>
        <w:rPr>
          <w:sz w:val="28"/>
        </w:rPr>
        <w:t xml:space="preserve">составленные </w:t>
      </w:r>
      <w:r w:rsidRPr="002C248F">
        <w:rPr>
          <w:sz w:val="28"/>
        </w:rPr>
        <w:t>на бумажных носителях</w:t>
      </w:r>
      <w:r>
        <w:rPr>
          <w:sz w:val="28"/>
        </w:rPr>
        <w:t xml:space="preserve"> за период с 1</w:t>
      </w:r>
      <w:r>
        <w:rPr>
          <w:sz w:val="28"/>
          <w:lang w:val="en-US"/>
        </w:rPr>
        <w:t> </w:t>
      </w:r>
      <w:r>
        <w:rPr>
          <w:sz w:val="28"/>
        </w:rPr>
        <w:t xml:space="preserve">января 1926 года по </w:t>
      </w:r>
      <w:r w:rsidR="007B40FC">
        <w:rPr>
          <w:sz w:val="28"/>
        </w:rPr>
        <w:t>19</w:t>
      </w:r>
      <w:r w:rsidRPr="000433C5">
        <w:rPr>
          <w:sz w:val="28"/>
        </w:rPr>
        <w:t xml:space="preserve"> июня 2023 года</w:t>
      </w:r>
      <w:r w:rsidR="003F0F36">
        <w:rPr>
          <w:sz w:val="28"/>
        </w:rPr>
        <w:t xml:space="preserve"> включительно</w:t>
      </w:r>
      <w:r>
        <w:rPr>
          <w:sz w:val="28"/>
        </w:rPr>
        <w:t xml:space="preserve">, </w:t>
      </w:r>
      <w:r w:rsidRPr="00D7305D">
        <w:rPr>
          <w:sz w:val="28"/>
        </w:rPr>
        <w:t>бланки свидете</w:t>
      </w:r>
      <w:bookmarkStart w:id="0" w:name="_GoBack"/>
      <w:bookmarkEnd w:id="0"/>
      <w:r w:rsidRPr="00D7305D">
        <w:rPr>
          <w:sz w:val="28"/>
        </w:rPr>
        <w:t>льств о государственной регистрации актов гражданского состояния и иные</w:t>
      </w:r>
      <w:r w:rsidRPr="004C2100">
        <w:rPr>
          <w:sz w:val="28"/>
        </w:rPr>
        <w:t xml:space="preserve"> </w:t>
      </w:r>
      <w:r w:rsidRPr="00DC1AD1">
        <w:rPr>
          <w:sz w:val="28"/>
        </w:rPr>
        <w:t xml:space="preserve">документы (с учетом сроков хранения), связанные с осуществлением </w:t>
      </w:r>
      <w:r w:rsidRPr="004C2100">
        <w:rPr>
          <w:sz w:val="28"/>
        </w:rPr>
        <w:t xml:space="preserve">государственных полномочий на государственную регистрацию актов </w:t>
      </w:r>
      <w:r w:rsidRPr="004C2100">
        <w:rPr>
          <w:sz w:val="28"/>
        </w:rPr>
        <w:lastRenderedPageBreak/>
        <w:t xml:space="preserve">гражданского состояния, </w:t>
      </w:r>
      <w:r>
        <w:rPr>
          <w:sz w:val="28"/>
        </w:rPr>
        <w:t>находящиеся на хранении</w:t>
      </w:r>
      <w:r w:rsidRPr="004C2100">
        <w:rPr>
          <w:sz w:val="28"/>
        </w:rPr>
        <w:t xml:space="preserve"> в органе записи актов гражданского состояния Кировского и Ленинского районов г. Ярославля, п</w:t>
      </w:r>
      <w:r>
        <w:rPr>
          <w:sz w:val="28"/>
        </w:rPr>
        <w:t>е</w:t>
      </w:r>
      <w:r w:rsidRPr="004C2100">
        <w:rPr>
          <w:sz w:val="28"/>
        </w:rPr>
        <w:t xml:space="preserve">редаются </w:t>
      </w:r>
      <w:r>
        <w:rPr>
          <w:sz w:val="28"/>
        </w:rPr>
        <w:t xml:space="preserve">на хранение </w:t>
      </w:r>
      <w:r w:rsidRPr="004C2100">
        <w:rPr>
          <w:sz w:val="28"/>
        </w:rPr>
        <w:t>в орган записи актов гражданского состояния г. Ярославля.</w:t>
      </w:r>
      <w:r>
        <w:rPr>
          <w:sz w:val="28"/>
        </w:rPr>
        <w:t xml:space="preserve"> </w:t>
      </w:r>
    </w:p>
    <w:p w:rsidR="00FB7E8C" w:rsidRDefault="00FB7E8C" w:rsidP="00517712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</w:p>
    <w:p w:rsidR="00C423E1" w:rsidRDefault="00C423E1" w:rsidP="00517712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</w:p>
    <w:p w:rsidR="00FB7E8C" w:rsidRDefault="00FB7E8C" w:rsidP="00517712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</w:p>
    <w:p w:rsidR="0073038D" w:rsidRPr="0073038D" w:rsidRDefault="00E04B36" w:rsidP="0073038D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Губернатор</w:t>
      </w:r>
    </w:p>
    <w:p w:rsidR="0073038D" w:rsidRPr="0073038D" w:rsidRDefault="0073038D" w:rsidP="0073038D">
      <w:pPr>
        <w:rPr>
          <w:sz w:val="28"/>
          <w:szCs w:val="28"/>
        </w:rPr>
      </w:pPr>
      <w:r w:rsidRPr="0073038D">
        <w:rPr>
          <w:sz w:val="28"/>
          <w:szCs w:val="28"/>
        </w:rPr>
        <w:t>Ярославской области</w:t>
      </w:r>
      <w:r w:rsidRPr="0073038D">
        <w:rPr>
          <w:sz w:val="28"/>
          <w:szCs w:val="28"/>
        </w:rPr>
        <w:tab/>
        <w:t xml:space="preserve">                                                                        М.Я. </w:t>
      </w:r>
      <w:proofErr w:type="spellStart"/>
      <w:r w:rsidRPr="0073038D">
        <w:rPr>
          <w:sz w:val="28"/>
          <w:szCs w:val="28"/>
        </w:rPr>
        <w:t>Евраев</w:t>
      </w:r>
      <w:proofErr w:type="spellEnd"/>
    </w:p>
    <w:p w:rsidR="0073038D" w:rsidRPr="0073038D" w:rsidRDefault="0073038D" w:rsidP="0073038D">
      <w:pPr>
        <w:rPr>
          <w:sz w:val="28"/>
          <w:szCs w:val="28"/>
        </w:rPr>
      </w:pPr>
    </w:p>
    <w:p w:rsidR="0073038D" w:rsidRPr="0073038D" w:rsidRDefault="0073038D" w:rsidP="0073038D">
      <w:pPr>
        <w:rPr>
          <w:sz w:val="28"/>
          <w:szCs w:val="28"/>
        </w:rPr>
      </w:pPr>
    </w:p>
    <w:p w:rsidR="0073038D" w:rsidRPr="0073038D" w:rsidRDefault="00E04B36" w:rsidP="0073038D">
      <w:pPr>
        <w:rPr>
          <w:sz w:val="28"/>
          <w:szCs w:val="28"/>
        </w:rPr>
      </w:pPr>
      <w:r>
        <w:rPr>
          <w:sz w:val="28"/>
          <w:szCs w:val="28"/>
        </w:rPr>
        <w:t xml:space="preserve"> «____</w:t>
      </w:r>
      <w:proofErr w:type="gramStart"/>
      <w:r>
        <w:rPr>
          <w:sz w:val="28"/>
          <w:szCs w:val="28"/>
        </w:rPr>
        <w:t>_»_</w:t>
      </w:r>
      <w:proofErr w:type="gramEnd"/>
      <w:r>
        <w:rPr>
          <w:sz w:val="28"/>
          <w:szCs w:val="28"/>
        </w:rPr>
        <w:t>____________2023</w:t>
      </w:r>
      <w:r w:rsidR="0073038D" w:rsidRPr="0073038D">
        <w:rPr>
          <w:sz w:val="28"/>
          <w:szCs w:val="28"/>
        </w:rPr>
        <w:t xml:space="preserve"> г.</w:t>
      </w:r>
    </w:p>
    <w:p w:rsidR="0073038D" w:rsidRPr="0073038D" w:rsidRDefault="0073038D" w:rsidP="0073038D">
      <w:pPr>
        <w:rPr>
          <w:sz w:val="28"/>
          <w:szCs w:val="28"/>
        </w:rPr>
      </w:pPr>
    </w:p>
    <w:p w:rsidR="0073038D" w:rsidRPr="0073038D" w:rsidRDefault="0073038D" w:rsidP="0073038D">
      <w:pPr>
        <w:rPr>
          <w:sz w:val="28"/>
          <w:szCs w:val="28"/>
        </w:rPr>
      </w:pPr>
      <w:r w:rsidRPr="0073038D">
        <w:rPr>
          <w:sz w:val="28"/>
          <w:szCs w:val="28"/>
        </w:rPr>
        <w:t>№_______</w:t>
      </w:r>
    </w:p>
    <w:p w:rsidR="0073038D" w:rsidRPr="0073038D" w:rsidRDefault="0073038D" w:rsidP="0073038D">
      <w:pPr>
        <w:rPr>
          <w:b/>
          <w:sz w:val="28"/>
          <w:szCs w:val="28"/>
        </w:rPr>
      </w:pPr>
    </w:p>
    <w:p w:rsidR="00875284" w:rsidRPr="0073038D" w:rsidRDefault="00875284" w:rsidP="0073038D">
      <w:pPr>
        <w:rPr>
          <w:sz w:val="28"/>
          <w:szCs w:val="28"/>
        </w:rPr>
      </w:pPr>
    </w:p>
    <w:sectPr w:rsidR="00875284" w:rsidRPr="0073038D" w:rsidSect="005B237D">
      <w:headerReference w:type="default" r:id="rId7"/>
      <w:pgSz w:w="11906" w:h="16838"/>
      <w:pgMar w:top="993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1CF6" w:rsidRDefault="00581CF6" w:rsidP="00011B0F">
      <w:r>
        <w:separator/>
      </w:r>
    </w:p>
  </w:endnote>
  <w:endnote w:type="continuationSeparator" w:id="0">
    <w:p w:rsidR="00581CF6" w:rsidRDefault="00581CF6" w:rsidP="00011B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1CF6" w:rsidRDefault="00581CF6" w:rsidP="00011B0F">
      <w:r>
        <w:separator/>
      </w:r>
    </w:p>
  </w:footnote>
  <w:footnote w:type="continuationSeparator" w:id="0">
    <w:p w:rsidR="00581CF6" w:rsidRDefault="00581CF6" w:rsidP="00011B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30878778"/>
      <w:docPartObj>
        <w:docPartGallery w:val="Page Numbers (Top of Page)"/>
        <w:docPartUnique/>
      </w:docPartObj>
    </w:sdtPr>
    <w:sdtEndPr/>
    <w:sdtContent>
      <w:p w:rsidR="00011B0F" w:rsidRDefault="00011B0F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33DA6">
          <w:rPr>
            <w:noProof/>
          </w:rPr>
          <w:t>3</w:t>
        </w:r>
        <w:r>
          <w:fldChar w:fldCharType="end"/>
        </w:r>
      </w:p>
    </w:sdtContent>
  </w:sdt>
  <w:p w:rsidR="00011B0F" w:rsidRDefault="00011B0F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1ADF"/>
    <w:rsid w:val="0000253F"/>
    <w:rsid w:val="00002A89"/>
    <w:rsid w:val="000079A3"/>
    <w:rsid w:val="00011B0F"/>
    <w:rsid w:val="00015885"/>
    <w:rsid w:val="00015A17"/>
    <w:rsid w:val="0002283B"/>
    <w:rsid w:val="000249AC"/>
    <w:rsid w:val="00025517"/>
    <w:rsid w:val="000273FF"/>
    <w:rsid w:val="000274BF"/>
    <w:rsid w:val="000330D9"/>
    <w:rsid w:val="0003361F"/>
    <w:rsid w:val="00034CE1"/>
    <w:rsid w:val="00035C03"/>
    <w:rsid w:val="00035C85"/>
    <w:rsid w:val="00036A7E"/>
    <w:rsid w:val="000433C5"/>
    <w:rsid w:val="00045FF9"/>
    <w:rsid w:val="000506ED"/>
    <w:rsid w:val="0005319C"/>
    <w:rsid w:val="00054B9D"/>
    <w:rsid w:val="000606F9"/>
    <w:rsid w:val="000644C8"/>
    <w:rsid w:val="00064B26"/>
    <w:rsid w:val="00064BC4"/>
    <w:rsid w:val="0006738E"/>
    <w:rsid w:val="00067B91"/>
    <w:rsid w:val="00067E0A"/>
    <w:rsid w:val="00074249"/>
    <w:rsid w:val="00075364"/>
    <w:rsid w:val="000768D5"/>
    <w:rsid w:val="0007705D"/>
    <w:rsid w:val="000772BC"/>
    <w:rsid w:val="000827FC"/>
    <w:rsid w:val="0008307C"/>
    <w:rsid w:val="00085DEC"/>
    <w:rsid w:val="0009632A"/>
    <w:rsid w:val="000A0260"/>
    <w:rsid w:val="000A1FC7"/>
    <w:rsid w:val="000A2302"/>
    <w:rsid w:val="000B1405"/>
    <w:rsid w:val="000B2444"/>
    <w:rsid w:val="000B4CC6"/>
    <w:rsid w:val="000B58E8"/>
    <w:rsid w:val="000B5ACE"/>
    <w:rsid w:val="000B5BA6"/>
    <w:rsid w:val="000B6254"/>
    <w:rsid w:val="000B72FD"/>
    <w:rsid w:val="000C00AD"/>
    <w:rsid w:val="000C0F36"/>
    <w:rsid w:val="000D1476"/>
    <w:rsid w:val="000D7A92"/>
    <w:rsid w:val="000E2230"/>
    <w:rsid w:val="000E32B1"/>
    <w:rsid w:val="000E432A"/>
    <w:rsid w:val="000E5578"/>
    <w:rsid w:val="000E632C"/>
    <w:rsid w:val="000E65D1"/>
    <w:rsid w:val="000F1933"/>
    <w:rsid w:val="000F249A"/>
    <w:rsid w:val="00114206"/>
    <w:rsid w:val="0012089E"/>
    <w:rsid w:val="0012142D"/>
    <w:rsid w:val="00121C28"/>
    <w:rsid w:val="00127382"/>
    <w:rsid w:val="00130F93"/>
    <w:rsid w:val="001314A4"/>
    <w:rsid w:val="00131503"/>
    <w:rsid w:val="00131EAB"/>
    <w:rsid w:val="00132DD0"/>
    <w:rsid w:val="00133DA6"/>
    <w:rsid w:val="001367CF"/>
    <w:rsid w:val="0013754A"/>
    <w:rsid w:val="001378D6"/>
    <w:rsid w:val="001418A4"/>
    <w:rsid w:val="00141B4B"/>
    <w:rsid w:val="00142410"/>
    <w:rsid w:val="00143BF0"/>
    <w:rsid w:val="00144B4A"/>
    <w:rsid w:val="001459CE"/>
    <w:rsid w:val="00151C66"/>
    <w:rsid w:val="00151F07"/>
    <w:rsid w:val="00154A6A"/>
    <w:rsid w:val="001555BC"/>
    <w:rsid w:val="00155A15"/>
    <w:rsid w:val="00155ABA"/>
    <w:rsid w:val="0016268A"/>
    <w:rsid w:val="00163876"/>
    <w:rsid w:val="001671A6"/>
    <w:rsid w:val="00173143"/>
    <w:rsid w:val="00174DA2"/>
    <w:rsid w:val="001774B0"/>
    <w:rsid w:val="0017753C"/>
    <w:rsid w:val="001816AE"/>
    <w:rsid w:val="001833EC"/>
    <w:rsid w:val="00186503"/>
    <w:rsid w:val="001869D2"/>
    <w:rsid w:val="00193580"/>
    <w:rsid w:val="001A247E"/>
    <w:rsid w:val="001A2C8D"/>
    <w:rsid w:val="001A587F"/>
    <w:rsid w:val="001B3BE0"/>
    <w:rsid w:val="001C14A5"/>
    <w:rsid w:val="001C465F"/>
    <w:rsid w:val="001C7F27"/>
    <w:rsid w:val="001D4F51"/>
    <w:rsid w:val="001D7963"/>
    <w:rsid w:val="001E20EA"/>
    <w:rsid w:val="001E2D1D"/>
    <w:rsid w:val="001E697D"/>
    <w:rsid w:val="001E7253"/>
    <w:rsid w:val="001F0F51"/>
    <w:rsid w:val="001F2BB3"/>
    <w:rsid w:val="001F37D4"/>
    <w:rsid w:val="001F4712"/>
    <w:rsid w:val="001F47BF"/>
    <w:rsid w:val="00202AF5"/>
    <w:rsid w:val="00202E99"/>
    <w:rsid w:val="002071FD"/>
    <w:rsid w:val="00207B95"/>
    <w:rsid w:val="00216D90"/>
    <w:rsid w:val="00220575"/>
    <w:rsid w:val="002230A8"/>
    <w:rsid w:val="0022625B"/>
    <w:rsid w:val="00232A50"/>
    <w:rsid w:val="002369F0"/>
    <w:rsid w:val="00242562"/>
    <w:rsid w:val="0024260D"/>
    <w:rsid w:val="0024389B"/>
    <w:rsid w:val="0024451A"/>
    <w:rsid w:val="0024567E"/>
    <w:rsid w:val="002550AB"/>
    <w:rsid w:val="00262244"/>
    <w:rsid w:val="00262A91"/>
    <w:rsid w:val="00263383"/>
    <w:rsid w:val="00267A72"/>
    <w:rsid w:val="002711E3"/>
    <w:rsid w:val="0027375D"/>
    <w:rsid w:val="00280773"/>
    <w:rsid w:val="002811BB"/>
    <w:rsid w:val="0028459D"/>
    <w:rsid w:val="0028480E"/>
    <w:rsid w:val="00292FF7"/>
    <w:rsid w:val="002A51D3"/>
    <w:rsid w:val="002A5BDA"/>
    <w:rsid w:val="002A78B0"/>
    <w:rsid w:val="002B1D28"/>
    <w:rsid w:val="002B2BEA"/>
    <w:rsid w:val="002C32D6"/>
    <w:rsid w:val="002C4F7E"/>
    <w:rsid w:val="002C5D6F"/>
    <w:rsid w:val="002C65CF"/>
    <w:rsid w:val="002E0A25"/>
    <w:rsid w:val="002E2EA9"/>
    <w:rsid w:val="002F05D4"/>
    <w:rsid w:val="002F10FF"/>
    <w:rsid w:val="002F407D"/>
    <w:rsid w:val="002F4E5F"/>
    <w:rsid w:val="002F79E3"/>
    <w:rsid w:val="00303E57"/>
    <w:rsid w:val="00304D7B"/>
    <w:rsid w:val="00307493"/>
    <w:rsid w:val="00310000"/>
    <w:rsid w:val="00312747"/>
    <w:rsid w:val="00312BD2"/>
    <w:rsid w:val="00313426"/>
    <w:rsid w:val="00316F9A"/>
    <w:rsid w:val="00317FBC"/>
    <w:rsid w:val="00322DAB"/>
    <w:rsid w:val="00331B15"/>
    <w:rsid w:val="00336148"/>
    <w:rsid w:val="003401A1"/>
    <w:rsid w:val="00342667"/>
    <w:rsid w:val="00342827"/>
    <w:rsid w:val="00344EDE"/>
    <w:rsid w:val="0036035A"/>
    <w:rsid w:val="0036370E"/>
    <w:rsid w:val="00366A21"/>
    <w:rsid w:val="00366E44"/>
    <w:rsid w:val="00374AF0"/>
    <w:rsid w:val="003766F5"/>
    <w:rsid w:val="003800FF"/>
    <w:rsid w:val="0038039A"/>
    <w:rsid w:val="00387587"/>
    <w:rsid w:val="00393163"/>
    <w:rsid w:val="00393D1E"/>
    <w:rsid w:val="00394B62"/>
    <w:rsid w:val="003A0A04"/>
    <w:rsid w:val="003A1168"/>
    <w:rsid w:val="003A220B"/>
    <w:rsid w:val="003A31C2"/>
    <w:rsid w:val="003A54C6"/>
    <w:rsid w:val="003A73A5"/>
    <w:rsid w:val="003B22A7"/>
    <w:rsid w:val="003B2390"/>
    <w:rsid w:val="003B23E3"/>
    <w:rsid w:val="003B4CB6"/>
    <w:rsid w:val="003B5CD3"/>
    <w:rsid w:val="003B68C9"/>
    <w:rsid w:val="003B6F79"/>
    <w:rsid w:val="003C3DDB"/>
    <w:rsid w:val="003C735F"/>
    <w:rsid w:val="003D7429"/>
    <w:rsid w:val="003E1713"/>
    <w:rsid w:val="003E28B7"/>
    <w:rsid w:val="003F0397"/>
    <w:rsid w:val="003F0F36"/>
    <w:rsid w:val="003F2E1B"/>
    <w:rsid w:val="003F3895"/>
    <w:rsid w:val="00402995"/>
    <w:rsid w:val="00403504"/>
    <w:rsid w:val="00406035"/>
    <w:rsid w:val="00410EF5"/>
    <w:rsid w:val="0041221E"/>
    <w:rsid w:val="0041321F"/>
    <w:rsid w:val="00416C89"/>
    <w:rsid w:val="004171AD"/>
    <w:rsid w:val="00423198"/>
    <w:rsid w:val="00424798"/>
    <w:rsid w:val="0042546A"/>
    <w:rsid w:val="00425C46"/>
    <w:rsid w:val="00434028"/>
    <w:rsid w:val="00436F1C"/>
    <w:rsid w:val="00441EF5"/>
    <w:rsid w:val="00447BE7"/>
    <w:rsid w:val="0045126E"/>
    <w:rsid w:val="00451EB0"/>
    <w:rsid w:val="00460099"/>
    <w:rsid w:val="00463704"/>
    <w:rsid w:val="00466C49"/>
    <w:rsid w:val="004708EB"/>
    <w:rsid w:val="00471F91"/>
    <w:rsid w:val="00472564"/>
    <w:rsid w:val="00472643"/>
    <w:rsid w:val="004743FF"/>
    <w:rsid w:val="00477EC6"/>
    <w:rsid w:val="004832D3"/>
    <w:rsid w:val="0048437B"/>
    <w:rsid w:val="00484D09"/>
    <w:rsid w:val="004855B1"/>
    <w:rsid w:val="0048703D"/>
    <w:rsid w:val="00490403"/>
    <w:rsid w:val="00491D56"/>
    <w:rsid w:val="00492CBD"/>
    <w:rsid w:val="00493378"/>
    <w:rsid w:val="00494DA5"/>
    <w:rsid w:val="00497AAC"/>
    <w:rsid w:val="004A1B3F"/>
    <w:rsid w:val="004A2FDF"/>
    <w:rsid w:val="004A7EA7"/>
    <w:rsid w:val="004B0102"/>
    <w:rsid w:val="004B0680"/>
    <w:rsid w:val="004B7E1A"/>
    <w:rsid w:val="004C2100"/>
    <w:rsid w:val="004C3344"/>
    <w:rsid w:val="004C4D8D"/>
    <w:rsid w:val="004C7DD0"/>
    <w:rsid w:val="004C7DF3"/>
    <w:rsid w:val="004D0132"/>
    <w:rsid w:val="004D4A0B"/>
    <w:rsid w:val="004E39C4"/>
    <w:rsid w:val="004E4406"/>
    <w:rsid w:val="004E614B"/>
    <w:rsid w:val="004E6544"/>
    <w:rsid w:val="004F1289"/>
    <w:rsid w:val="004F191E"/>
    <w:rsid w:val="0050111C"/>
    <w:rsid w:val="005021A7"/>
    <w:rsid w:val="00503885"/>
    <w:rsid w:val="00503F9A"/>
    <w:rsid w:val="005059FD"/>
    <w:rsid w:val="0051073F"/>
    <w:rsid w:val="00513627"/>
    <w:rsid w:val="005156C6"/>
    <w:rsid w:val="005171DA"/>
    <w:rsid w:val="00517712"/>
    <w:rsid w:val="00520286"/>
    <w:rsid w:val="005258DA"/>
    <w:rsid w:val="00530544"/>
    <w:rsid w:val="005313C8"/>
    <w:rsid w:val="00534223"/>
    <w:rsid w:val="005358D2"/>
    <w:rsid w:val="00535B21"/>
    <w:rsid w:val="005365B2"/>
    <w:rsid w:val="005375F2"/>
    <w:rsid w:val="00540930"/>
    <w:rsid w:val="005452C5"/>
    <w:rsid w:val="0054545C"/>
    <w:rsid w:val="005471D8"/>
    <w:rsid w:val="00554F0E"/>
    <w:rsid w:val="00554F7E"/>
    <w:rsid w:val="0055532A"/>
    <w:rsid w:val="00560210"/>
    <w:rsid w:val="005610F7"/>
    <w:rsid w:val="00564FD6"/>
    <w:rsid w:val="0056595A"/>
    <w:rsid w:val="005701D5"/>
    <w:rsid w:val="00571CC0"/>
    <w:rsid w:val="00572B01"/>
    <w:rsid w:val="00581CF6"/>
    <w:rsid w:val="00582AF9"/>
    <w:rsid w:val="00583F58"/>
    <w:rsid w:val="0058420F"/>
    <w:rsid w:val="005853DF"/>
    <w:rsid w:val="005901D0"/>
    <w:rsid w:val="005904A0"/>
    <w:rsid w:val="00590CAB"/>
    <w:rsid w:val="005921D7"/>
    <w:rsid w:val="00595E8D"/>
    <w:rsid w:val="00596957"/>
    <w:rsid w:val="00597E27"/>
    <w:rsid w:val="005A1120"/>
    <w:rsid w:val="005A33C3"/>
    <w:rsid w:val="005A45A4"/>
    <w:rsid w:val="005B0C2F"/>
    <w:rsid w:val="005B237D"/>
    <w:rsid w:val="005B3CAC"/>
    <w:rsid w:val="005B4488"/>
    <w:rsid w:val="005C05D8"/>
    <w:rsid w:val="005C0E51"/>
    <w:rsid w:val="005C1285"/>
    <w:rsid w:val="005C3DCD"/>
    <w:rsid w:val="005C4A10"/>
    <w:rsid w:val="005C4EA8"/>
    <w:rsid w:val="005C6B05"/>
    <w:rsid w:val="005D01F0"/>
    <w:rsid w:val="005D542C"/>
    <w:rsid w:val="005D601C"/>
    <w:rsid w:val="005E4AD5"/>
    <w:rsid w:val="005E538A"/>
    <w:rsid w:val="005F3EC6"/>
    <w:rsid w:val="00600654"/>
    <w:rsid w:val="006023A9"/>
    <w:rsid w:val="00606DFE"/>
    <w:rsid w:val="006071A5"/>
    <w:rsid w:val="00607CEC"/>
    <w:rsid w:val="00612328"/>
    <w:rsid w:val="00615114"/>
    <w:rsid w:val="006237CB"/>
    <w:rsid w:val="00624BD7"/>
    <w:rsid w:val="00631DF1"/>
    <w:rsid w:val="0063445C"/>
    <w:rsid w:val="006407F8"/>
    <w:rsid w:val="00640C03"/>
    <w:rsid w:val="00642636"/>
    <w:rsid w:val="00646600"/>
    <w:rsid w:val="00654301"/>
    <w:rsid w:val="00655149"/>
    <w:rsid w:val="00666B69"/>
    <w:rsid w:val="00671D3A"/>
    <w:rsid w:val="00672D8A"/>
    <w:rsid w:val="00673975"/>
    <w:rsid w:val="00680195"/>
    <w:rsid w:val="00681B41"/>
    <w:rsid w:val="00683BC8"/>
    <w:rsid w:val="00686A14"/>
    <w:rsid w:val="006937C3"/>
    <w:rsid w:val="00695E5D"/>
    <w:rsid w:val="006A102A"/>
    <w:rsid w:val="006A19C3"/>
    <w:rsid w:val="006A544E"/>
    <w:rsid w:val="006C3B83"/>
    <w:rsid w:val="006D1783"/>
    <w:rsid w:val="006D740C"/>
    <w:rsid w:val="006E0254"/>
    <w:rsid w:val="006E5E62"/>
    <w:rsid w:val="006E7594"/>
    <w:rsid w:val="006F1BC7"/>
    <w:rsid w:val="0070159E"/>
    <w:rsid w:val="00701C41"/>
    <w:rsid w:val="00701E51"/>
    <w:rsid w:val="00701FA6"/>
    <w:rsid w:val="007022C4"/>
    <w:rsid w:val="00705014"/>
    <w:rsid w:val="00706FC2"/>
    <w:rsid w:val="00712871"/>
    <w:rsid w:val="00716F6B"/>
    <w:rsid w:val="00721143"/>
    <w:rsid w:val="0072774C"/>
    <w:rsid w:val="007300DE"/>
    <w:rsid w:val="007302F6"/>
    <w:rsid w:val="0073038D"/>
    <w:rsid w:val="0073071E"/>
    <w:rsid w:val="00730896"/>
    <w:rsid w:val="00731B94"/>
    <w:rsid w:val="00734CF9"/>
    <w:rsid w:val="00735095"/>
    <w:rsid w:val="00735C89"/>
    <w:rsid w:val="007465A9"/>
    <w:rsid w:val="0075210E"/>
    <w:rsid w:val="00752934"/>
    <w:rsid w:val="00756A77"/>
    <w:rsid w:val="00757918"/>
    <w:rsid w:val="00761F3F"/>
    <w:rsid w:val="00762DA3"/>
    <w:rsid w:val="00770285"/>
    <w:rsid w:val="00771B63"/>
    <w:rsid w:val="00773699"/>
    <w:rsid w:val="007769A5"/>
    <w:rsid w:val="0078081A"/>
    <w:rsid w:val="007822FF"/>
    <w:rsid w:val="00783025"/>
    <w:rsid w:val="007853CE"/>
    <w:rsid w:val="00785F47"/>
    <w:rsid w:val="00790912"/>
    <w:rsid w:val="00791A4C"/>
    <w:rsid w:val="007A1440"/>
    <w:rsid w:val="007A1844"/>
    <w:rsid w:val="007A213A"/>
    <w:rsid w:val="007A58F0"/>
    <w:rsid w:val="007A66E7"/>
    <w:rsid w:val="007B2E0B"/>
    <w:rsid w:val="007B4074"/>
    <w:rsid w:val="007B40FC"/>
    <w:rsid w:val="007B524B"/>
    <w:rsid w:val="007B609D"/>
    <w:rsid w:val="007B65AD"/>
    <w:rsid w:val="007B7514"/>
    <w:rsid w:val="007B76AA"/>
    <w:rsid w:val="007C0A73"/>
    <w:rsid w:val="007C4E0A"/>
    <w:rsid w:val="007C6A53"/>
    <w:rsid w:val="007C6D34"/>
    <w:rsid w:val="007D331D"/>
    <w:rsid w:val="007D4843"/>
    <w:rsid w:val="007D5DB4"/>
    <w:rsid w:val="007E077E"/>
    <w:rsid w:val="007E0D35"/>
    <w:rsid w:val="007E2968"/>
    <w:rsid w:val="007E3F13"/>
    <w:rsid w:val="007E79B8"/>
    <w:rsid w:val="007E7BCE"/>
    <w:rsid w:val="007E7DD2"/>
    <w:rsid w:val="007F2082"/>
    <w:rsid w:val="0080050F"/>
    <w:rsid w:val="00810C9D"/>
    <w:rsid w:val="00811CF0"/>
    <w:rsid w:val="00813546"/>
    <w:rsid w:val="008136EA"/>
    <w:rsid w:val="00814C56"/>
    <w:rsid w:val="00820697"/>
    <w:rsid w:val="00820905"/>
    <w:rsid w:val="00825F63"/>
    <w:rsid w:val="0082761E"/>
    <w:rsid w:val="00827A56"/>
    <w:rsid w:val="00831748"/>
    <w:rsid w:val="00832015"/>
    <w:rsid w:val="0083341B"/>
    <w:rsid w:val="00834B8F"/>
    <w:rsid w:val="00841363"/>
    <w:rsid w:val="00846BBC"/>
    <w:rsid w:val="008478F3"/>
    <w:rsid w:val="00850E16"/>
    <w:rsid w:val="00853D1D"/>
    <w:rsid w:val="00854B7C"/>
    <w:rsid w:val="00854F44"/>
    <w:rsid w:val="00855A54"/>
    <w:rsid w:val="00856058"/>
    <w:rsid w:val="00856622"/>
    <w:rsid w:val="008566BC"/>
    <w:rsid w:val="0086072F"/>
    <w:rsid w:val="0086379E"/>
    <w:rsid w:val="00864EFB"/>
    <w:rsid w:val="00870DE6"/>
    <w:rsid w:val="00871D84"/>
    <w:rsid w:val="00872865"/>
    <w:rsid w:val="00873AF1"/>
    <w:rsid w:val="00873CA9"/>
    <w:rsid w:val="00875284"/>
    <w:rsid w:val="00875DBE"/>
    <w:rsid w:val="00877807"/>
    <w:rsid w:val="00881B8F"/>
    <w:rsid w:val="00883D5D"/>
    <w:rsid w:val="0088665F"/>
    <w:rsid w:val="0089128A"/>
    <w:rsid w:val="008915EE"/>
    <w:rsid w:val="00891CDF"/>
    <w:rsid w:val="00895C20"/>
    <w:rsid w:val="008A012A"/>
    <w:rsid w:val="008B0451"/>
    <w:rsid w:val="008B1978"/>
    <w:rsid w:val="008B47A9"/>
    <w:rsid w:val="008B5097"/>
    <w:rsid w:val="008B5D3E"/>
    <w:rsid w:val="008C218F"/>
    <w:rsid w:val="008C48F6"/>
    <w:rsid w:val="008D065F"/>
    <w:rsid w:val="008D33E7"/>
    <w:rsid w:val="008D38DE"/>
    <w:rsid w:val="008D5DE5"/>
    <w:rsid w:val="008E04E0"/>
    <w:rsid w:val="008E2370"/>
    <w:rsid w:val="008E3366"/>
    <w:rsid w:val="008F1686"/>
    <w:rsid w:val="008F1990"/>
    <w:rsid w:val="008F1C33"/>
    <w:rsid w:val="008F74D6"/>
    <w:rsid w:val="00901169"/>
    <w:rsid w:val="00902C76"/>
    <w:rsid w:val="00902FFC"/>
    <w:rsid w:val="00905AA4"/>
    <w:rsid w:val="009105A4"/>
    <w:rsid w:val="00915CAE"/>
    <w:rsid w:val="00915D98"/>
    <w:rsid w:val="00917504"/>
    <w:rsid w:val="00917AF1"/>
    <w:rsid w:val="0092184F"/>
    <w:rsid w:val="00922F34"/>
    <w:rsid w:val="00924374"/>
    <w:rsid w:val="00930148"/>
    <w:rsid w:val="00930177"/>
    <w:rsid w:val="00930C48"/>
    <w:rsid w:val="00933C34"/>
    <w:rsid w:val="00936CDC"/>
    <w:rsid w:val="00940F2D"/>
    <w:rsid w:val="00944043"/>
    <w:rsid w:val="009459F1"/>
    <w:rsid w:val="00945B6E"/>
    <w:rsid w:val="00950F84"/>
    <w:rsid w:val="00951A44"/>
    <w:rsid w:val="00951A87"/>
    <w:rsid w:val="00952C8D"/>
    <w:rsid w:val="00953AB4"/>
    <w:rsid w:val="00956705"/>
    <w:rsid w:val="0095674D"/>
    <w:rsid w:val="00956FDC"/>
    <w:rsid w:val="00960AD2"/>
    <w:rsid w:val="0096179F"/>
    <w:rsid w:val="00961DD7"/>
    <w:rsid w:val="00963078"/>
    <w:rsid w:val="0096308C"/>
    <w:rsid w:val="009638DA"/>
    <w:rsid w:val="00965F22"/>
    <w:rsid w:val="009730B0"/>
    <w:rsid w:val="00973650"/>
    <w:rsid w:val="0097543B"/>
    <w:rsid w:val="0098112E"/>
    <w:rsid w:val="009826B2"/>
    <w:rsid w:val="009860E7"/>
    <w:rsid w:val="00992C78"/>
    <w:rsid w:val="009939DA"/>
    <w:rsid w:val="009946E4"/>
    <w:rsid w:val="009A56E6"/>
    <w:rsid w:val="009A646D"/>
    <w:rsid w:val="009B07BF"/>
    <w:rsid w:val="009B0FEE"/>
    <w:rsid w:val="009B53AB"/>
    <w:rsid w:val="009B6540"/>
    <w:rsid w:val="009C169F"/>
    <w:rsid w:val="009C21A0"/>
    <w:rsid w:val="009C2E1F"/>
    <w:rsid w:val="009C710D"/>
    <w:rsid w:val="009C7E6F"/>
    <w:rsid w:val="009D26A9"/>
    <w:rsid w:val="009D5BA5"/>
    <w:rsid w:val="009D6538"/>
    <w:rsid w:val="009E622E"/>
    <w:rsid w:val="009F1B85"/>
    <w:rsid w:val="009F2889"/>
    <w:rsid w:val="009F48E6"/>
    <w:rsid w:val="009F5DFD"/>
    <w:rsid w:val="009F75C9"/>
    <w:rsid w:val="00A01A21"/>
    <w:rsid w:val="00A05291"/>
    <w:rsid w:val="00A057A8"/>
    <w:rsid w:val="00A071EC"/>
    <w:rsid w:val="00A076C5"/>
    <w:rsid w:val="00A07F3F"/>
    <w:rsid w:val="00A102DE"/>
    <w:rsid w:val="00A138DC"/>
    <w:rsid w:val="00A148D1"/>
    <w:rsid w:val="00A14D26"/>
    <w:rsid w:val="00A156F2"/>
    <w:rsid w:val="00A16CFC"/>
    <w:rsid w:val="00A17C83"/>
    <w:rsid w:val="00A2307C"/>
    <w:rsid w:val="00A23777"/>
    <w:rsid w:val="00A2403B"/>
    <w:rsid w:val="00A2487F"/>
    <w:rsid w:val="00A26906"/>
    <w:rsid w:val="00A2786E"/>
    <w:rsid w:val="00A35ED6"/>
    <w:rsid w:val="00A36BE7"/>
    <w:rsid w:val="00A37C55"/>
    <w:rsid w:val="00A43097"/>
    <w:rsid w:val="00A47979"/>
    <w:rsid w:val="00A527AD"/>
    <w:rsid w:val="00A52E74"/>
    <w:rsid w:val="00A54178"/>
    <w:rsid w:val="00A558EF"/>
    <w:rsid w:val="00A565E1"/>
    <w:rsid w:val="00A56D40"/>
    <w:rsid w:val="00A6062F"/>
    <w:rsid w:val="00A6088A"/>
    <w:rsid w:val="00A60A12"/>
    <w:rsid w:val="00A671EE"/>
    <w:rsid w:val="00A67B1B"/>
    <w:rsid w:val="00A70D34"/>
    <w:rsid w:val="00A721B1"/>
    <w:rsid w:val="00A826E0"/>
    <w:rsid w:val="00A9073B"/>
    <w:rsid w:val="00A9410E"/>
    <w:rsid w:val="00AA56D9"/>
    <w:rsid w:val="00AA58F4"/>
    <w:rsid w:val="00AA5B23"/>
    <w:rsid w:val="00AA5C10"/>
    <w:rsid w:val="00AA6770"/>
    <w:rsid w:val="00AA7D22"/>
    <w:rsid w:val="00AB5E64"/>
    <w:rsid w:val="00AC4348"/>
    <w:rsid w:val="00AC4D29"/>
    <w:rsid w:val="00AC67BB"/>
    <w:rsid w:val="00AC6E32"/>
    <w:rsid w:val="00AC77F0"/>
    <w:rsid w:val="00AD4278"/>
    <w:rsid w:val="00AE009F"/>
    <w:rsid w:val="00AE25A9"/>
    <w:rsid w:val="00AE2A11"/>
    <w:rsid w:val="00AE3826"/>
    <w:rsid w:val="00AF2CAB"/>
    <w:rsid w:val="00AF5D5C"/>
    <w:rsid w:val="00AF7D81"/>
    <w:rsid w:val="00B02BDF"/>
    <w:rsid w:val="00B12BC1"/>
    <w:rsid w:val="00B12E42"/>
    <w:rsid w:val="00B15243"/>
    <w:rsid w:val="00B20125"/>
    <w:rsid w:val="00B2444C"/>
    <w:rsid w:val="00B267B6"/>
    <w:rsid w:val="00B26CE7"/>
    <w:rsid w:val="00B3116B"/>
    <w:rsid w:val="00B3158D"/>
    <w:rsid w:val="00B34103"/>
    <w:rsid w:val="00B35FA5"/>
    <w:rsid w:val="00B367FE"/>
    <w:rsid w:val="00B41ADF"/>
    <w:rsid w:val="00B42195"/>
    <w:rsid w:val="00B45FCD"/>
    <w:rsid w:val="00B47F97"/>
    <w:rsid w:val="00B50446"/>
    <w:rsid w:val="00B5071A"/>
    <w:rsid w:val="00B529E5"/>
    <w:rsid w:val="00B56520"/>
    <w:rsid w:val="00B601F9"/>
    <w:rsid w:val="00B607AF"/>
    <w:rsid w:val="00B66CFA"/>
    <w:rsid w:val="00B66DA0"/>
    <w:rsid w:val="00B70B19"/>
    <w:rsid w:val="00B74EB0"/>
    <w:rsid w:val="00B75088"/>
    <w:rsid w:val="00B820CD"/>
    <w:rsid w:val="00B82292"/>
    <w:rsid w:val="00B83A03"/>
    <w:rsid w:val="00B84332"/>
    <w:rsid w:val="00B901BE"/>
    <w:rsid w:val="00B91556"/>
    <w:rsid w:val="00B95639"/>
    <w:rsid w:val="00B96F4C"/>
    <w:rsid w:val="00BA5446"/>
    <w:rsid w:val="00BB2592"/>
    <w:rsid w:val="00BB35B0"/>
    <w:rsid w:val="00BB51AE"/>
    <w:rsid w:val="00BB5234"/>
    <w:rsid w:val="00BB7F21"/>
    <w:rsid w:val="00BC32F8"/>
    <w:rsid w:val="00BD0D78"/>
    <w:rsid w:val="00BD2FA4"/>
    <w:rsid w:val="00BD31B1"/>
    <w:rsid w:val="00BD4693"/>
    <w:rsid w:val="00BD47B3"/>
    <w:rsid w:val="00BD7443"/>
    <w:rsid w:val="00BE3822"/>
    <w:rsid w:val="00BE5BC1"/>
    <w:rsid w:val="00BE6E17"/>
    <w:rsid w:val="00BF055F"/>
    <w:rsid w:val="00BF13CA"/>
    <w:rsid w:val="00BF392F"/>
    <w:rsid w:val="00BF7751"/>
    <w:rsid w:val="00C0193E"/>
    <w:rsid w:val="00C02C53"/>
    <w:rsid w:val="00C03300"/>
    <w:rsid w:val="00C07A8D"/>
    <w:rsid w:val="00C11A37"/>
    <w:rsid w:val="00C11F62"/>
    <w:rsid w:val="00C121D4"/>
    <w:rsid w:val="00C12A71"/>
    <w:rsid w:val="00C227AA"/>
    <w:rsid w:val="00C23358"/>
    <w:rsid w:val="00C23847"/>
    <w:rsid w:val="00C2387A"/>
    <w:rsid w:val="00C31D92"/>
    <w:rsid w:val="00C3255D"/>
    <w:rsid w:val="00C329AF"/>
    <w:rsid w:val="00C341DC"/>
    <w:rsid w:val="00C3437D"/>
    <w:rsid w:val="00C35C97"/>
    <w:rsid w:val="00C423E1"/>
    <w:rsid w:val="00C4502A"/>
    <w:rsid w:val="00C57046"/>
    <w:rsid w:val="00C638F6"/>
    <w:rsid w:val="00C66D52"/>
    <w:rsid w:val="00C67FDB"/>
    <w:rsid w:val="00C71018"/>
    <w:rsid w:val="00C7267B"/>
    <w:rsid w:val="00C72BA0"/>
    <w:rsid w:val="00C77B90"/>
    <w:rsid w:val="00C8045B"/>
    <w:rsid w:val="00C82CCC"/>
    <w:rsid w:val="00C86134"/>
    <w:rsid w:val="00C937B8"/>
    <w:rsid w:val="00C960FF"/>
    <w:rsid w:val="00CA01EE"/>
    <w:rsid w:val="00CA14AB"/>
    <w:rsid w:val="00CA2B72"/>
    <w:rsid w:val="00CA4D84"/>
    <w:rsid w:val="00CA775F"/>
    <w:rsid w:val="00CB2319"/>
    <w:rsid w:val="00CB4C7C"/>
    <w:rsid w:val="00CB4E23"/>
    <w:rsid w:val="00CB748B"/>
    <w:rsid w:val="00CB7575"/>
    <w:rsid w:val="00CC1285"/>
    <w:rsid w:val="00CC1D57"/>
    <w:rsid w:val="00CD4BA7"/>
    <w:rsid w:val="00CD50D1"/>
    <w:rsid w:val="00CD755B"/>
    <w:rsid w:val="00CE5269"/>
    <w:rsid w:val="00CE5ABE"/>
    <w:rsid w:val="00CF1550"/>
    <w:rsid w:val="00CF5214"/>
    <w:rsid w:val="00D00D47"/>
    <w:rsid w:val="00D0352A"/>
    <w:rsid w:val="00D04C00"/>
    <w:rsid w:val="00D051A9"/>
    <w:rsid w:val="00D05C3D"/>
    <w:rsid w:val="00D07A7B"/>
    <w:rsid w:val="00D143AE"/>
    <w:rsid w:val="00D16795"/>
    <w:rsid w:val="00D20344"/>
    <w:rsid w:val="00D215F2"/>
    <w:rsid w:val="00D21BD9"/>
    <w:rsid w:val="00D23298"/>
    <w:rsid w:val="00D2536D"/>
    <w:rsid w:val="00D2659F"/>
    <w:rsid w:val="00D26F42"/>
    <w:rsid w:val="00D27698"/>
    <w:rsid w:val="00D32C68"/>
    <w:rsid w:val="00D35251"/>
    <w:rsid w:val="00D355CF"/>
    <w:rsid w:val="00D358EF"/>
    <w:rsid w:val="00D4204A"/>
    <w:rsid w:val="00D437FA"/>
    <w:rsid w:val="00D50195"/>
    <w:rsid w:val="00D5054C"/>
    <w:rsid w:val="00D51E57"/>
    <w:rsid w:val="00D51EFB"/>
    <w:rsid w:val="00D54650"/>
    <w:rsid w:val="00D60D47"/>
    <w:rsid w:val="00D611B8"/>
    <w:rsid w:val="00D65F01"/>
    <w:rsid w:val="00D7305D"/>
    <w:rsid w:val="00D75838"/>
    <w:rsid w:val="00D75CA4"/>
    <w:rsid w:val="00D778C4"/>
    <w:rsid w:val="00D81750"/>
    <w:rsid w:val="00D91630"/>
    <w:rsid w:val="00D92772"/>
    <w:rsid w:val="00D92BD4"/>
    <w:rsid w:val="00D933C9"/>
    <w:rsid w:val="00DA0863"/>
    <w:rsid w:val="00DA5040"/>
    <w:rsid w:val="00DA7703"/>
    <w:rsid w:val="00DB4061"/>
    <w:rsid w:val="00DB4902"/>
    <w:rsid w:val="00DC1AD1"/>
    <w:rsid w:val="00DC3060"/>
    <w:rsid w:val="00DC3EBD"/>
    <w:rsid w:val="00DC4040"/>
    <w:rsid w:val="00DC5E2D"/>
    <w:rsid w:val="00DC75BB"/>
    <w:rsid w:val="00DD07C5"/>
    <w:rsid w:val="00DD0B42"/>
    <w:rsid w:val="00DD11DD"/>
    <w:rsid w:val="00DD1378"/>
    <w:rsid w:val="00DD1470"/>
    <w:rsid w:val="00DD20B4"/>
    <w:rsid w:val="00DD4299"/>
    <w:rsid w:val="00DE0C5D"/>
    <w:rsid w:val="00DE3926"/>
    <w:rsid w:val="00DE4901"/>
    <w:rsid w:val="00DE7AA7"/>
    <w:rsid w:val="00DF2F40"/>
    <w:rsid w:val="00DF3D59"/>
    <w:rsid w:val="00DF410E"/>
    <w:rsid w:val="00DF6584"/>
    <w:rsid w:val="00E020F7"/>
    <w:rsid w:val="00E045EA"/>
    <w:rsid w:val="00E04B36"/>
    <w:rsid w:val="00E04E7D"/>
    <w:rsid w:val="00E05E24"/>
    <w:rsid w:val="00E068A1"/>
    <w:rsid w:val="00E127EC"/>
    <w:rsid w:val="00E130D3"/>
    <w:rsid w:val="00E15F99"/>
    <w:rsid w:val="00E20416"/>
    <w:rsid w:val="00E2069B"/>
    <w:rsid w:val="00E21EA2"/>
    <w:rsid w:val="00E25805"/>
    <w:rsid w:val="00E26332"/>
    <w:rsid w:val="00E30DB5"/>
    <w:rsid w:val="00E32845"/>
    <w:rsid w:val="00E32EC0"/>
    <w:rsid w:val="00E33187"/>
    <w:rsid w:val="00E35C67"/>
    <w:rsid w:val="00E36AAA"/>
    <w:rsid w:val="00E47BF4"/>
    <w:rsid w:val="00E502E1"/>
    <w:rsid w:val="00E55FF8"/>
    <w:rsid w:val="00E57D18"/>
    <w:rsid w:val="00E57FBA"/>
    <w:rsid w:val="00E615F9"/>
    <w:rsid w:val="00E636E3"/>
    <w:rsid w:val="00E65514"/>
    <w:rsid w:val="00E67063"/>
    <w:rsid w:val="00E67483"/>
    <w:rsid w:val="00E70FE5"/>
    <w:rsid w:val="00E75AA2"/>
    <w:rsid w:val="00E77EC3"/>
    <w:rsid w:val="00E837B3"/>
    <w:rsid w:val="00E859F9"/>
    <w:rsid w:val="00E86494"/>
    <w:rsid w:val="00E87F4D"/>
    <w:rsid w:val="00E9144A"/>
    <w:rsid w:val="00EA3D41"/>
    <w:rsid w:val="00EA49DA"/>
    <w:rsid w:val="00EA61AE"/>
    <w:rsid w:val="00EB1100"/>
    <w:rsid w:val="00EB13E3"/>
    <w:rsid w:val="00EB1461"/>
    <w:rsid w:val="00EB700B"/>
    <w:rsid w:val="00EC05D8"/>
    <w:rsid w:val="00EC201C"/>
    <w:rsid w:val="00EC27BE"/>
    <w:rsid w:val="00EC2A15"/>
    <w:rsid w:val="00EC391F"/>
    <w:rsid w:val="00EC7B75"/>
    <w:rsid w:val="00EC7D42"/>
    <w:rsid w:val="00ED01E0"/>
    <w:rsid w:val="00ED58C7"/>
    <w:rsid w:val="00EE0C5F"/>
    <w:rsid w:val="00EE2023"/>
    <w:rsid w:val="00EE6512"/>
    <w:rsid w:val="00EF2251"/>
    <w:rsid w:val="00F01BE4"/>
    <w:rsid w:val="00F02C7F"/>
    <w:rsid w:val="00F03EA3"/>
    <w:rsid w:val="00F04D4F"/>
    <w:rsid w:val="00F060FE"/>
    <w:rsid w:val="00F1023A"/>
    <w:rsid w:val="00F2067E"/>
    <w:rsid w:val="00F2704C"/>
    <w:rsid w:val="00F3486B"/>
    <w:rsid w:val="00F361E6"/>
    <w:rsid w:val="00F370AE"/>
    <w:rsid w:val="00F403D7"/>
    <w:rsid w:val="00F44960"/>
    <w:rsid w:val="00F60ECA"/>
    <w:rsid w:val="00F62EF5"/>
    <w:rsid w:val="00F63C27"/>
    <w:rsid w:val="00F67D68"/>
    <w:rsid w:val="00F748C1"/>
    <w:rsid w:val="00F754D2"/>
    <w:rsid w:val="00F75A2A"/>
    <w:rsid w:val="00F76D7F"/>
    <w:rsid w:val="00F86BC9"/>
    <w:rsid w:val="00F86F59"/>
    <w:rsid w:val="00F93F47"/>
    <w:rsid w:val="00F9586E"/>
    <w:rsid w:val="00F95B83"/>
    <w:rsid w:val="00F96F4B"/>
    <w:rsid w:val="00FA0003"/>
    <w:rsid w:val="00FA08E8"/>
    <w:rsid w:val="00FA4000"/>
    <w:rsid w:val="00FB06DF"/>
    <w:rsid w:val="00FB0E07"/>
    <w:rsid w:val="00FB3272"/>
    <w:rsid w:val="00FB40C0"/>
    <w:rsid w:val="00FB7E8C"/>
    <w:rsid w:val="00FC3746"/>
    <w:rsid w:val="00FC3D8E"/>
    <w:rsid w:val="00FD0502"/>
    <w:rsid w:val="00FD216B"/>
    <w:rsid w:val="00FD2217"/>
    <w:rsid w:val="00FE08AC"/>
    <w:rsid w:val="00FF2411"/>
    <w:rsid w:val="00FF2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804B2D"/>
  <w15:docId w15:val="{CF725CA0-B757-4DAF-8432-11EEC326B6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1A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1AD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1AD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3B239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011B0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11B0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011B0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11B0F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1"/>
    <w:uiPriority w:val="59"/>
    <w:rsid w:val="00FB7E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dent1">
    <w:name w:val="indent_1"/>
    <w:basedOn w:val="a"/>
    <w:rsid w:val="00953AB4"/>
    <w:pPr>
      <w:spacing w:before="100" w:beforeAutospacing="1" w:after="100" w:afterAutospacing="1"/>
    </w:pPr>
  </w:style>
  <w:style w:type="paragraph" w:styleId="aa">
    <w:name w:val="List Paragraph"/>
    <w:basedOn w:val="a"/>
    <w:uiPriority w:val="34"/>
    <w:qFormat/>
    <w:rsid w:val="005B237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558</TotalTime>
  <Pages>3</Pages>
  <Words>435</Words>
  <Characters>2483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2913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Гаврилова Елена Николаевна</dc:creator>
  <cp:lastModifiedBy>Гаврилова Елена Николаевна</cp:lastModifiedBy>
  <cp:revision>14</cp:revision>
  <cp:lastPrinted>2023-03-10T11:53:00Z</cp:lastPrinted>
  <dcterms:created xsi:type="dcterms:W3CDTF">2023-01-30T08:22:00Z</dcterms:created>
  <dcterms:modified xsi:type="dcterms:W3CDTF">2023-03-10T12:03:00Z</dcterms:modified>
</cp:coreProperties>
</file>