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1C649F" w:rsidRPr="001B4C25" w:rsidTr="005C4DE9">
        <w:tc>
          <w:tcPr>
            <w:tcW w:w="709" w:type="dxa"/>
          </w:tcPr>
          <w:p w:rsidR="001C649F" w:rsidRPr="001B4C25" w:rsidRDefault="001C649F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49F" w:rsidRPr="001B4C25" w:rsidRDefault="001C649F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1C649F" w:rsidRPr="001B4C25" w:rsidRDefault="001C649F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1C649F" w:rsidRPr="001B4C25" w:rsidRDefault="001C649F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49F" w:rsidRPr="001B4C25" w:rsidRDefault="001C649F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</w:t>
            </w:r>
          </w:p>
        </w:tc>
      </w:tr>
    </w:tbl>
    <w:p w:rsidR="001C649F" w:rsidRDefault="001C649F" w:rsidP="00094A4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49F" w:rsidRDefault="001C649F" w:rsidP="00094A4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49F" w:rsidRDefault="001C649F" w:rsidP="00094A4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1C649F" w:rsidRDefault="001C649F" w:rsidP="00CA7B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9BD">
        <w:rPr>
          <w:rFonts w:ascii="Times New Roman" w:hAnsi="Times New Roman"/>
          <w:sz w:val="28"/>
          <w:szCs w:val="28"/>
        </w:rPr>
        <w:t xml:space="preserve">«О внесении изменения в статью 3 Закона </w:t>
      </w:r>
    </w:p>
    <w:p w:rsidR="001C649F" w:rsidRDefault="001C649F" w:rsidP="00CA7B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9BD">
        <w:rPr>
          <w:rFonts w:ascii="Times New Roman" w:hAnsi="Times New Roman"/>
          <w:sz w:val="28"/>
          <w:szCs w:val="28"/>
        </w:rPr>
        <w:t xml:space="preserve">Ярославской области «О региональных </w:t>
      </w:r>
    </w:p>
    <w:p w:rsidR="001C649F" w:rsidRDefault="001C649F" w:rsidP="00CA7B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9BD">
        <w:rPr>
          <w:rFonts w:ascii="Times New Roman" w:hAnsi="Times New Roman"/>
          <w:sz w:val="28"/>
          <w:szCs w:val="28"/>
        </w:rPr>
        <w:t xml:space="preserve">стандартах оплаты жилого помещения </w:t>
      </w:r>
    </w:p>
    <w:p w:rsidR="001C649F" w:rsidRPr="00B039BD" w:rsidRDefault="001C649F" w:rsidP="00CA7B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039BD">
        <w:rPr>
          <w:rFonts w:ascii="Times New Roman" w:hAnsi="Times New Roman"/>
          <w:sz w:val="28"/>
          <w:szCs w:val="28"/>
        </w:rPr>
        <w:t>и коммунальных услуг»</w:t>
      </w:r>
    </w:p>
    <w:p w:rsidR="001C649F" w:rsidRPr="00B93A84" w:rsidRDefault="001C649F" w:rsidP="00094A4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1C649F" w:rsidRPr="00B93A84" w:rsidRDefault="001C649F" w:rsidP="00094A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1C649F" w:rsidRPr="00B93A84" w:rsidRDefault="001C649F" w:rsidP="00094A4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1C649F" w:rsidRPr="00CA7BD6" w:rsidRDefault="001C649F" w:rsidP="00CA7B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BD6">
        <w:rPr>
          <w:rFonts w:ascii="Times New Roman" w:hAnsi="Times New Roman"/>
          <w:sz w:val="28"/>
          <w:szCs w:val="28"/>
        </w:rPr>
        <w:t>Принять в первом чтении проект закона Ярославской области «О вн</w:t>
      </w:r>
      <w:r w:rsidRPr="00CA7BD6">
        <w:rPr>
          <w:rFonts w:ascii="Times New Roman" w:hAnsi="Times New Roman"/>
          <w:sz w:val="28"/>
          <w:szCs w:val="28"/>
        </w:rPr>
        <w:t>е</w:t>
      </w:r>
      <w:r w:rsidRPr="00CA7BD6">
        <w:rPr>
          <w:rFonts w:ascii="Times New Roman" w:hAnsi="Times New Roman"/>
          <w:sz w:val="28"/>
          <w:szCs w:val="28"/>
        </w:rPr>
        <w:t xml:space="preserve">сении изменения в статью 3 Закона Ярославской области «О региональных стандартах оплаты жилого помещения и коммунальных услуг», внесенный Губернатором Ярославской области. </w:t>
      </w:r>
    </w:p>
    <w:p w:rsidR="001C649F" w:rsidRPr="00B93A84" w:rsidRDefault="001C649F" w:rsidP="00094A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C649F" w:rsidRPr="00B93A84" w:rsidRDefault="001C649F" w:rsidP="00094A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C649F" w:rsidRPr="00B93A84" w:rsidRDefault="001C649F" w:rsidP="00094A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C649F" w:rsidRPr="00B93A84" w:rsidRDefault="001C649F" w:rsidP="00094A4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1C649F" w:rsidRPr="00B93A84" w:rsidRDefault="001C649F" w:rsidP="00094A4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1C649F" w:rsidRPr="00B93A84" w:rsidRDefault="001C649F" w:rsidP="00094A4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C649F" w:rsidRPr="00B93A84" w:rsidRDefault="001C649F" w:rsidP="00094A4B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C649F" w:rsidRDefault="001C649F" w:rsidP="00094A4B"/>
    <w:p w:rsidR="001C649F" w:rsidRDefault="001C649F" w:rsidP="00094A4B"/>
    <w:p w:rsidR="001C649F" w:rsidRPr="00094A4B" w:rsidRDefault="001C649F" w:rsidP="00094A4B"/>
    <w:sectPr w:rsidR="001C649F" w:rsidRPr="00094A4B" w:rsidSect="00EF5BFD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D32"/>
    <w:rsid w:val="00001CFF"/>
    <w:rsid w:val="00012408"/>
    <w:rsid w:val="00016A33"/>
    <w:rsid w:val="00043868"/>
    <w:rsid w:val="00045DB3"/>
    <w:rsid w:val="0005216E"/>
    <w:rsid w:val="00062939"/>
    <w:rsid w:val="00094A4B"/>
    <w:rsid w:val="000C387B"/>
    <w:rsid w:val="000D2FFA"/>
    <w:rsid w:val="00106FDD"/>
    <w:rsid w:val="001102B7"/>
    <w:rsid w:val="00134A5B"/>
    <w:rsid w:val="0018731E"/>
    <w:rsid w:val="001B4C25"/>
    <w:rsid w:val="001C6259"/>
    <w:rsid w:val="001C649F"/>
    <w:rsid w:val="00222047"/>
    <w:rsid w:val="002310BB"/>
    <w:rsid w:val="002C168D"/>
    <w:rsid w:val="002C5BB7"/>
    <w:rsid w:val="002E5321"/>
    <w:rsid w:val="00301265"/>
    <w:rsid w:val="003C1336"/>
    <w:rsid w:val="003D24C1"/>
    <w:rsid w:val="003D6AC8"/>
    <w:rsid w:val="003E2092"/>
    <w:rsid w:val="004016D7"/>
    <w:rsid w:val="00402C83"/>
    <w:rsid w:val="004164EB"/>
    <w:rsid w:val="004674BC"/>
    <w:rsid w:val="0047085B"/>
    <w:rsid w:val="00480D69"/>
    <w:rsid w:val="00480FBA"/>
    <w:rsid w:val="00492C40"/>
    <w:rsid w:val="004930BF"/>
    <w:rsid w:val="004B32B7"/>
    <w:rsid w:val="004D7122"/>
    <w:rsid w:val="004E7CBC"/>
    <w:rsid w:val="0057589D"/>
    <w:rsid w:val="005B781D"/>
    <w:rsid w:val="005C4DE9"/>
    <w:rsid w:val="005D512E"/>
    <w:rsid w:val="00611246"/>
    <w:rsid w:val="00616E23"/>
    <w:rsid w:val="006643AF"/>
    <w:rsid w:val="006D1F6A"/>
    <w:rsid w:val="006D627C"/>
    <w:rsid w:val="006E5FF3"/>
    <w:rsid w:val="007279BC"/>
    <w:rsid w:val="00731FFA"/>
    <w:rsid w:val="007B3846"/>
    <w:rsid w:val="007C42C7"/>
    <w:rsid w:val="007E00DF"/>
    <w:rsid w:val="007F2D32"/>
    <w:rsid w:val="007F7D42"/>
    <w:rsid w:val="008000D4"/>
    <w:rsid w:val="008463FD"/>
    <w:rsid w:val="00856B06"/>
    <w:rsid w:val="00882AE6"/>
    <w:rsid w:val="008F4D70"/>
    <w:rsid w:val="00962CC2"/>
    <w:rsid w:val="00997CD7"/>
    <w:rsid w:val="009D099B"/>
    <w:rsid w:val="009F38AA"/>
    <w:rsid w:val="00A05C5A"/>
    <w:rsid w:val="00A334E8"/>
    <w:rsid w:val="00A6072F"/>
    <w:rsid w:val="00A8613D"/>
    <w:rsid w:val="00AC3A58"/>
    <w:rsid w:val="00AC3E73"/>
    <w:rsid w:val="00B02660"/>
    <w:rsid w:val="00B039BD"/>
    <w:rsid w:val="00B04FD0"/>
    <w:rsid w:val="00B16308"/>
    <w:rsid w:val="00B21BC0"/>
    <w:rsid w:val="00B416B6"/>
    <w:rsid w:val="00B44C05"/>
    <w:rsid w:val="00B54B0A"/>
    <w:rsid w:val="00B71ACA"/>
    <w:rsid w:val="00B83B8F"/>
    <w:rsid w:val="00B93A84"/>
    <w:rsid w:val="00BD3D82"/>
    <w:rsid w:val="00BD65F9"/>
    <w:rsid w:val="00BF29C0"/>
    <w:rsid w:val="00C42084"/>
    <w:rsid w:val="00C566B6"/>
    <w:rsid w:val="00C8477C"/>
    <w:rsid w:val="00CA4ED4"/>
    <w:rsid w:val="00CA7BD6"/>
    <w:rsid w:val="00CD44A9"/>
    <w:rsid w:val="00D63F5E"/>
    <w:rsid w:val="00D66CAA"/>
    <w:rsid w:val="00D774BE"/>
    <w:rsid w:val="00D861B4"/>
    <w:rsid w:val="00D91382"/>
    <w:rsid w:val="00DA50F6"/>
    <w:rsid w:val="00DB1E95"/>
    <w:rsid w:val="00DB7D33"/>
    <w:rsid w:val="00E427E2"/>
    <w:rsid w:val="00E42F55"/>
    <w:rsid w:val="00EC64B2"/>
    <w:rsid w:val="00EE48A4"/>
    <w:rsid w:val="00EF5BFD"/>
    <w:rsid w:val="00F21F95"/>
    <w:rsid w:val="00F35689"/>
    <w:rsid w:val="00F502C0"/>
    <w:rsid w:val="00FA05EA"/>
    <w:rsid w:val="00FC2E05"/>
    <w:rsid w:val="00FC7AE3"/>
    <w:rsid w:val="00FD2402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A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094A4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91</Words>
  <Characters>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dcterms:created xsi:type="dcterms:W3CDTF">2011-10-03T11:09:00Z</dcterms:created>
  <dcterms:modified xsi:type="dcterms:W3CDTF">2011-10-05T10:44:00Z</dcterms:modified>
</cp:coreProperties>
</file>