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4DF" w:rsidRPr="00812753" w:rsidRDefault="000644DF" w:rsidP="00917366">
      <w:pPr>
        <w:ind w:left="5664"/>
        <w:rPr>
          <w:sz w:val="28"/>
          <w:szCs w:val="28"/>
        </w:rPr>
      </w:pPr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917366">
      <w:pPr>
        <w:ind w:left="5664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917366">
      <w:pPr>
        <w:ind w:left="5664"/>
        <w:rPr>
          <w:sz w:val="28"/>
          <w:szCs w:val="28"/>
        </w:rPr>
      </w:pPr>
      <w:r w:rsidRPr="00812753">
        <w:rPr>
          <w:sz w:val="28"/>
          <w:szCs w:val="28"/>
        </w:rPr>
        <w:t>от ______________ № _______</w:t>
      </w:r>
    </w:p>
    <w:p w:rsidR="00B32C0B" w:rsidRDefault="00B32C0B" w:rsidP="007223CF">
      <w:pPr>
        <w:jc w:val="center"/>
        <w:rPr>
          <w:b/>
          <w:sz w:val="28"/>
          <w:szCs w:val="28"/>
        </w:rPr>
      </w:pPr>
    </w:p>
    <w:p w:rsidR="00A620AB" w:rsidRPr="006407B8" w:rsidRDefault="00A620AB" w:rsidP="007223CF">
      <w:pPr>
        <w:jc w:val="center"/>
        <w:rPr>
          <w:b/>
          <w:sz w:val="28"/>
          <w:szCs w:val="28"/>
        </w:rPr>
      </w:pPr>
    </w:p>
    <w:p w:rsidR="002F2361" w:rsidRDefault="00F525B6" w:rsidP="00D75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</w:t>
      </w:r>
    </w:p>
    <w:p w:rsidR="00D75B0C" w:rsidRPr="006407B8" w:rsidRDefault="00F525B6" w:rsidP="00D75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доходов </w:t>
      </w:r>
      <w:r w:rsidR="00D75B0C" w:rsidRPr="006407B8">
        <w:rPr>
          <w:b/>
          <w:sz w:val="28"/>
          <w:szCs w:val="28"/>
        </w:rPr>
        <w:t>бюджета</w:t>
      </w:r>
      <w:r w:rsidR="00D75B0C" w:rsidRPr="006407B8">
        <w:rPr>
          <w:sz w:val="28"/>
          <w:szCs w:val="28"/>
        </w:rPr>
        <w:t xml:space="preserve"> </w:t>
      </w:r>
      <w:r w:rsidR="00D75B0C" w:rsidRPr="006407B8">
        <w:rPr>
          <w:b/>
          <w:sz w:val="28"/>
          <w:szCs w:val="28"/>
        </w:rPr>
        <w:t>Территориального фонда обязательного</w:t>
      </w:r>
    </w:p>
    <w:p w:rsidR="00F525B6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 xml:space="preserve">медицинского страхования Ярославской области в соответствии 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с классификацией доходов бюджетов</w:t>
      </w:r>
      <w:r w:rsidR="00F525B6" w:rsidRPr="00F525B6">
        <w:rPr>
          <w:b/>
          <w:sz w:val="28"/>
          <w:szCs w:val="28"/>
        </w:rPr>
        <w:t xml:space="preserve"> </w:t>
      </w:r>
      <w:r w:rsidR="00F525B6">
        <w:rPr>
          <w:b/>
          <w:sz w:val="28"/>
          <w:szCs w:val="28"/>
        </w:rPr>
        <w:t>з</w:t>
      </w:r>
      <w:r w:rsidR="00F525B6" w:rsidRPr="006407B8">
        <w:rPr>
          <w:b/>
          <w:sz w:val="28"/>
          <w:szCs w:val="28"/>
        </w:rPr>
        <w:t>а 20</w:t>
      </w:r>
      <w:r w:rsidR="00F525B6">
        <w:rPr>
          <w:b/>
          <w:sz w:val="28"/>
          <w:szCs w:val="28"/>
        </w:rPr>
        <w:t>2</w:t>
      </w:r>
      <w:r w:rsidR="00A102DB">
        <w:rPr>
          <w:b/>
          <w:sz w:val="28"/>
          <w:szCs w:val="28"/>
        </w:rPr>
        <w:t>4</w:t>
      </w:r>
      <w:r w:rsidR="00F525B6" w:rsidRPr="006407B8">
        <w:rPr>
          <w:b/>
          <w:sz w:val="28"/>
          <w:szCs w:val="28"/>
        </w:rPr>
        <w:t xml:space="preserve"> год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5030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3"/>
        <w:gridCol w:w="3608"/>
        <w:gridCol w:w="2454"/>
      </w:tblGrid>
      <w:tr w:rsidR="00F525B6" w:rsidRPr="00E9558F" w:rsidTr="00A91A81">
        <w:trPr>
          <w:trHeight w:val="283"/>
          <w:tblHeader/>
        </w:trPr>
        <w:tc>
          <w:tcPr>
            <w:tcW w:w="1818" w:type="pct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Код бюджетной</w:t>
            </w:r>
          </w:p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классификации</w:t>
            </w:r>
          </w:p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525B6" w:rsidRPr="00E9558F" w:rsidRDefault="00F525B6" w:rsidP="002F081A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88" w:type="pct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25B6" w:rsidRPr="00E9558F" w:rsidRDefault="00F525B6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9558F">
              <w:rPr>
                <w:b/>
                <w:sz w:val="28"/>
                <w:szCs w:val="28"/>
              </w:rPr>
              <w:t>Сумма</w:t>
            </w:r>
          </w:p>
          <w:p w:rsidR="00F525B6" w:rsidRPr="00E9558F" w:rsidRDefault="00F525B6" w:rsidP="00711DB7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(руб.)</w:t>
            </w:r>
          </w:p>
        </w:tc>
      </w:tr>
      <w:tr w:rsidR="00F77903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77903" w:rsidRPr="00E9558F" w:rsidRDefault="00F77903" w:rsidP="0048176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</w:t>
            </w:r>
            <w:r w:rsidRPr="00281103">
              <w:rPr>
                <w:b/>
                <w:bCs/>
                <w:sz w:val="28"/>
                <w:szCs w:val="28"/>
              </w:rPr>
              <w:t>оход</w:t>
            </w:r>
            <w:r>
              <w:rPr>
                <w:b/>
                <w:bCs/>
                <w:sz w:val="28"/>
                <w:szCs w:val="28"/>
              </w:rPr>
              <w:t>ы, всего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F77903" w:rsidRPr="00E9558F" w:rsidRDefault="00F77903" w:rsidP="0048176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77903" w:rsidRDefault="00A102DB" w:rsidP="0048176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24 111 330 240,89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A102DB" w:rsidP="0048176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110 107 511,66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A102DB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62 426 589,99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A102DB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62 426 589,99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A102DB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62 426 589,99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A102DB" w:rsidP="00481764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62 426 589,99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A102DB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47 680 921,67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</w:t>
            </w:r>
            <w:r w:rsidRPr="00F525B6">
              <w:rPr>
                <w:bCs/>
                <w:iCs/>
                <w:sz w:val="28"/>
                <w:szCs w:val="28"/>
              </w:rPr>
              <w:lastRenderedPageBreak/>
              <w:t>имени Российской Федерации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A102DB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8 628 324,04</w:t>
            </w:r>
          </w:p>
        </w:tc>
      </w:tr>
      <w:tr w:rsidR="00A102D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01460F" w:rsidRDefault="00A102DB" w:rsidP="00DA4F46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000 1 16 070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01460F" w:rsidRDefault="00A102DB" w:rsidP="00DA4F46">
            <w:pPr>
              <w:jc w:val="both"/>
              <w:rPr>
                <w:bCs/>
                <w:iCs/>
                <w:sz w:val="28"/>
                <w:szCs w:val="28"/>
              </w:rPr>
            </w:pPr>
            <w:r w:rsidRPr="008B15A0">
              <w:rPr>
                <w:bCs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D36D86" w:rsidRDefault="00A102DB" w:rsidP="00DA4F46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0,00</w:t>
            </w:r>
          </w:p>
        </w:tc>
      </w:tr>
      <w:tr w:rsidR="00A102D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8B15A0" w:rsidRDefault="00A102DB" w:rsidP="00DA4F46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8B15A0" w:rsidRDefault="00A102DB" w:rsidP="00DA4F46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C4BFC" w:rsidRDefault="00A102DB" w:rsidP="00DA4F46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EC4BFC">
              <w:rPr>
                <w:bCs/>
                <w:i/>
                <w:iCs/>
                <w:sz w:val="28"/>
                <w:szCs w:val="28"/>
              </w:rPr>
              <w:t>0,00</w:t>
            </w:r>
          </w:p>
        </w:tc>
      </w:tr>
      <w:tr w:rsidR="00A102D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8 628 324,04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8 628 324,04</w:t>
            </w:r>
          </w:p>
        </w:tc>
      </w:tr>
      <w:tr w:rsidR="00A102D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326EF9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326EF9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Платежи в целях возмеще</w:t>
            </w:r>
            <w:r w:rsidRPr="00326EF9">
              <w:rPr>
                <w:bCs/>
                <w:iCs/>
                <w:sz w:val="28"/>
                <w:szCs w:val="28"/>
              </w:rPr>
              <w:lastRenderedPageBreak/>
              <w:t>ния причиненного ущерба (убытков)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39 052 597,63</w:t>
            </w:r>
          </w:p>
        </w:tc>
      </w:tr>
      <w:tr w:rsidR="00A102D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326EF9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000 1 16 10100 00 0000 140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326EF9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38 056 825,84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38 056 825,84</w:t>
            </w:r>
          </w:p>
        </w:tc>
      </w:tr>
      <w:tr w:rsidR="00A102D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326EF9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000 1 16 10110 00 0000 140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326EF9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бюджетов государственных внебюджетных фондов</w:t>
            </w:r>
            <w:r>
              <w:rPr>
                <w:bCs/>
                <w:iCs/>
                <w:sz w:val="28"/>
                <w:szCs w:val="28"/>
              </w:rPr>
              <w:t>,</w:t>
            </w:r>
            <w:r w:rsidRPr="00326EF9">
              <w:rPr>
                <w:bCs/>
                <w:iCs/>
                <w:sz w:val="28"/>
                <w:szCs w:val="28"/>
              </w:rPr>
              <w:t xml:space="preserve"> и прочее возмещение ущерба, причиненного федеральному имуществу, находящемуся в их владении и </w:t>
            </w:r>
            <w:bookmarkStart w:id="0" w:name="_GoBack"/>
            <w:bookmarkEnd w:id="0"/>
            <w:r w:rsidRPr="00326EF9">
              <w:rPr>
                <w:bCs/>
                <w:iCs/>
                <w:sz w:val="28"/>
                <w:szCs w:val="28"/>
              </w:rPr>
              <w:t>пользовании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710 052,79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710 052,79</w:t>
            </w:r>
          </w:p>
        </w:tc>
      </w:tr>
      <w:tr w:rsidR="00A102D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326EF9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326EF9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</w:t>
            </w:r>
            <w:r w:rsidRPr="00326EF9">
              <w:rPr>
                <w:bCs/>
                <w:iCs/>
                <w:sz w:val="28"/>
                <w:szCs w:val="28"/>
              </w:rPr>
              <w:lastRenderedPageBreak/>
              <w:t>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285 719,00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395 1 16 10127 01 0000 140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285 719,00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E9558F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24 001 222 729,23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E9558F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1C2A5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24 046 023 744,56</w:t>
            </w:r>
          </w:p>
        </w:tc>
      </w:tr>
      <w:tr w:rsidR="00A102D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both"/>
              <w:rPr>
                <w:b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24 046 023 744,56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22 833 021 900,00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 xml:space="preserve">Межбюджетные трансферты, передаваемые бюджетам территориальных фондов обязательного медицинского страхования на </w:t>
            </w:r>
            <w:r w:rsidRPr="00E9558F">
              <w:rPr>
                <w:bCs/>
                <w:i/>
                <w:sz w:val="28"/>
                <w:szCs w:val="28"/>
              </w:rPr>
              <w:lastRenderedPageBreak/>
              <w:t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517 600,00</w:t>
            </w:r>
          </w:p>
        </w:tc>
      </w:tr>
      <w:tr w:rsidR="00A102D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both"/>
              <w:rPr>
                <w:b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1 212 484 244,56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1 212 484 244,56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/>
                <w:i/>
                <w:lang w:val="en-US"/>
              </w:rPr>
            </w:pPr>
            <w:r w:rsidRPr="00E9558F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E9558F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i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828 914,56</w:t>
            </w:r>
          </w:p>
        </w:tc>
      </w:tr>
      <w:tr w:rsidR="00A102DB" w:rsidRPr="00616013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616013" w:rsidRDefault="00A102DB" w:rsidP="0048176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616013">
              <w:rPr>
                <w:bCs/>
                <w:color w:val="000000"/>
                <w:sz w:val="28"/>
                <w:szCs w:val="28"/>
              </w:rPr>
              <w:t>000 2 18 00000 0</w:t>
            </w:r>
            <w:r w:rsidRPr="00616013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616013">
              <w:rPr>
                <w:bCs/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A102DB" w:rsidRPr="00616013" w:rsidRDefault="00A102DB" w:rsidP="00481764">
            <w:pPr>
              <w:pStyle w:val="ConsPlusNormal"/>
              <w:jc w:val="both"/>
            </w:pPr>
            <w:r w:rsidRPr="00616013">
              <w:rPr>
                <w:bCs/>
                <w:iCs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616013" w:rsidRDefault="00A102DB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828 914,56</w:t>
            </w:r>
          </w:p>
        </w:tc>
      </w:tr>
      <w:tr w:rsidR="00A102DB" w:rsidRPr="00616013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616013" w:rsidRDefault="00A102DB" w:rsidP="0048176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616013">
              <w:rPr>
                <w:bCs/>
                <w:color w:val="000000"/>
                <w:sz w:val="28"/>
                <w:szCs w:val="28"/>
              </w:rPr>
              <w:t>000 2 18 00000 09 0000 150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A102DB" w:rsidRPr="00616013" w:rsidRDefault="00A102DB" w:rsidP="00481764">
            <w:pPr>
              <w:pStyle w:val="ConsPlusNormal"/>
              <w:jc w:val="both"/>
              <w:rPr>
                <w:bCs/>
                <w:iCs/>
              </w:rPr>
            </w:pPr>
            <w:r w:rsidRPr="00616013">
              <w:t xml:space="preserve">Доходы бюджетов территориальных фондов обязательного медицинского </w:t>
            </w:r>
            <w:r w:rsidRPr="00616013">
              <w:lastRenderedPageBreak/>
              <w:t>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616013" w:rsidRDefault="00A102DB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828 914,56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E9558F">
              <w:rPr>
                <w:bCs/>
                <w:i/>
                <w:color w:val="000000"/>
                <w:sz w:val="28"/>
                <w:szCs w:val="28"/>
              </w:rPr>
              <w:t>395 2 18 73000 09 0000 150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pStyle w:val="ConsPlusNormal"/>
              <w:jc w:val="both"/>
              <w:rPr>
                <w:bCs/>
                <w:i/>
                <w:iCs/>
              </w:rPr>
            </w:pPr>
            <w:r w:rsidRPr="00E9558F">
              <w:rPr>
                <w:i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828 914,56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-45 629 929,89</w:t>
            </w:r>
          </w:p>
        </w:tc>
      </w:tr>
      <w:tr w:rsidR="00A102D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 xml:space="preserve">000 </w:t>
            </w:r>
            <w:r w:rsidRPr="00F525B6">
              <w:rPr>
                <w:bCs/>
                <w:iCs/>
                <w:sz w:val="28"/>
                <w:szCs w:val="28"/>
              </w:rPr>
              <w:t>2 19 00000 09 0000 150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 xml:space="preserve">Возврат остатков субсидий, субвенций и иных межбюджетных трансфертов, имеющих целевое назначение, прошлых лет из </w:t>
            </w:r>
            <w:r w:rsidRPr="00F525B6">
              <w:rPr>
                <w:iCs/>
                <w:sz w:val="28"/>
                <w:szCs w:val="28"/>
              </w:rPr>
              <w:t>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-45 629 929,89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395 2 19 55093 09 0000 150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-42 713 656,93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395 2 19 55257 09 0000 150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01202E" w:rsidP="0001202E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01202E">
              <w:rPr>
                <w:i/>
                <w:iCs/>
                <w:sz w:val="28"/>
                <w:szCs w:val="28"/>
              </w:rPr>
              <w:t>Возврат остатков меж</w:t>
            </w:r>
            <w:r w:rsidRPr="0001202E">
              <w:rPr>
                <w:i/>
                <w:iCs/>
                <w:sz w:val="28"/>
                <w:szCs w:val="28"/>
              </w:rPr>
              <w:lastRenderedPageBreak/>
              <w:t>бюджетных трансфертов прошлых лет в целях софинансирования расходов медицинских организаций на оплату труда врачей и среднего медицинского персонала из 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-2 612 507,48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395 2 19 55258 09 0000 150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Возврат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-122 702,78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395 2 19 73000 09 0000 150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-181 062,70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A102DB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54B" w:rsidRDefault="00ED554B">
      <w:r>
        <w:separator/>
      </w:r>
    </w:p>
  </w:endnote>
  <w:endnote w:type="continuationSeparator" w:id="0">
    <w:p w:rsidR="00ED554B" w:rsidRDefault="00ED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54B" w:rsidRDefault="00ED554B">
      <w:r>
        <w:separator/>
      </w:r>
    </w:p>
  </w:footnote>
  <w:footnote w:type="continuationSeparator" w:id="0">
    <w:p w:rsidR="00ED554B" w:rsidRDefault="00ED5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0A67">
      <w:rPr>
        <w:rStyle w:val="a6"/>
        <w:noProof/>
      </w:rPr>
      <w:t>3</w: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682A"/>
    <w:rsid w:val="00007CEE"/>
    <w:rsid w:val="0001202E"/>
    <w:rsid w:val="0001460F"/>
    <w:rsid w:val="00015A7F"/>
    <w:rsid w:val="000164D6"/>
    <w:rsid w:val="00020776"/>
    <w:rsid w:val="000241A4"/>
    <w:rsid w:val="00031D8D"/>
    <w:rsid w:val="00032207"/>
    <w:rsid w:val="00035E36"/>
    <w:rsid w:val="00037F4E"/>
    <w:rsid w:val="00055F17"/>
    <w:rsid w:val="00056801"/>
    <w:rsid w:val="000644DF"/>
    <w:rsid w:val="000708FD"/>
    <w:rsid w:val="00075425"/>
    <w:rsid w:val="00094CFB"/>
    <w:rsid w:val="0009650A"/>
    <w:rsid w:val="000A0044"/>
    <w:rsid w:val="000A35A6"/>
    <w:rsid w:val="000B1F23"/>
    <w:rsid w:val="000D33F1"/>
    <w:rsid w:val="000D4199"/>
    <w:rsid w:val="000D4363"/>
    <w:rsid w:val="000D5427"/>
    <w:rsid w:val="00123824"/>
    <w:rsid w:val="001423E4"/>
    <w:rsid w:val="00160EA7"/>
    <w:rsid w:val="00165A27"/>
    <w:rsid w:val="0016782F"/>
    <w:rsid w:val="00186CE9"/>
    <w:rsid w:val="00187D19"/>
    <w:rsid w:val="001953D2"/>
    <w:rsid w:val="001976FF"/>
    <w:rsid w:val="001A503D"/>
    <w:rsid w:val="001B151E"/>
    <w:rsid w:val="001C2A54"/>
    <w:rsid w:val="001C4CB3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34DD2"/>
    <w:rsid w:val="00253F9D"/>
    <w:rsid w:val="00254CE8"/>
    <w:rsid w:val="00255FC8"/>
    <w:rsid w:val="002631F0"/>
    <w:rsid w:val="00267841"/>
    <w:rsid w:val="00270CA5"/>
    <w:rsid w:val="00271CB6"/>
    <w:rsid w:val="00276C99"/>
    <w:rsid w:val="00281103"/>
    <w:rsid w:val="00285137"/>
    <w:rsid w:val="002912DF"/>
    <w:rsid w:val="002919DF"/>
    <w:rsid w:val="002927E0"/>
    <w:rsid w:val="00293ACA"/>
    <w:rsid w:val="00296C49"/>
    <w:rsid w:val="002A3DD7"/>
    <w:rsid w:val="002B0FAF"/>
    <w:rsid w:val="002B182C"/>
    <w:rsid w:val="002C5F0E"/>
    <w:rsid w:val="002C622D"/>
    <w:rsid w:val="002C7077"/>
    <w:rsid w:val="002D335B"/>
    <w:rsid w:val="002D3AA9"/>
    <w:rsid w:val="002D4A3B"/>
    <w:rsid w:val="002D4ECD"/>
    <w:rsid w:val="002D7EEB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6E9B"/>
    <w:rsid w:val="00407730"/>
    <w:rsid w:val="004159A5"/>
    <w:rsid w:val="00417F04"/>
    <w:rsid w:val="00421CE5"/>
    <w:rsid w:val="00422E95"/>
    <w:rsid w:val="00423F73"/>
    <w:rsid w:val="004242A6"/>
    <w:rsid w:val="0042495F"/>
    <w:rsid w:val="00424C18"/>
    <w:rsid w:val="0042766A"/>
    <w:rsid w:val="0044008A"/>
    <w:rsid w:val="00440F78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81764"/>
    <w:rsid w:val="004A0AF9"/>
    <w:rsid w:val="004B1E19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11EAD"/>
    <w:rsid w:val="00542A69"/>
    <w:rsid w:val="00561B34"/>
    <w:rsid w:val="005631E3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3750"/>
    <w:rsid w:val="00615695"/>
    <w:rsid w:val="00616013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A6372"/>
    <w:rsid w:val="006B3FC7"/>
    <w:rsid w:val="006B5769"/>
    <w:rsid w:val="006B7819"/>
    <w:rsid w:val="006C1725"/>
    <w:rsid w:val="006D2F08"/>
    <w:rsid w:val="006E4C37"/>
    <w:rsid w:val="00704ED1"/>
    <w:rsid w:val="00710A67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58A5"/>
    <w:rsid w:val="009017FE"/>
    <w:rsid w:val="00912E8E"/>
    <w:rsid w:val="00913B2E"/>
    <w:rsid w:val="0091407F"/>
    <w:rsid w:val="00917366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A54E8"/>
    <w:rsid w:val="009B0757"/>
    <w:rsid w:val="009B2932"/>
    <w:rsid w:val="009C1865"/>
    <w:rsid w:val="009E541B"/>
    <w:rsid w:val="009F1FDE"/>
    <w:rsid w:val="009F33C0"/>
    <w:rsid w:val="00A00B41"/>
    <w:rsid w:val="00A031FC"/>
    <w:rsid w:val="00A102DB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842F3"/>
    <w:rsid w:val="00A90BE5"/>
    <w:rsid w:val="00A90D0E"/>
    <w:rsid w:val="00A90DC5"/>
    <w:rsid w:val="00A91A81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A59DD"/>
    <w:rsid w:val="00BA6E7E"/>
    <w:rsid w:val="00BB7884"/>
    <w:rsid w:val="00BB7B6B"/>
    <w:rsid w:val="00BC48B7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54675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542"/>
    <w:rsid w:val="00D3496B"/>
    <w:rsid w:val="00D363F4"/>
    <w:rsid w:val="00D40BF8"/>
    <w:rsid w:val="00D410B7"/>
    <w:rsid w:val="00D452D1"/>
    <w:rsid w:val="00D55447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9558F"/>
    <w:rsid w:val="00EC7A33"/>
    <w:rsid w:val="00ED2A38"/>
    <w:rsid w:val="00ED554B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525B6"/>
    <w:rsid w:val="00F62306"/>
    <w:rsid w:val="00F73703"/>
    <w:rsid w:val="00F77903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520442-3506-4234-AF08-064515A2B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36728-3038-44C9-B83E-392D73531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Гаврилова Елена Николаевна</cp:lastModifiedBy>
  <cp:revision>2</cp:revision>
  <cp:lastPrinted>2024-05-02T06:12:00Z</cp:lastPrinted>
  <dcterms:created xsi:type="dcterms:W3CDTF">2025-04-18T06:17:00Z</dcterms:created>
  <dcterms:modified xsi:type="dcterms:W3CDTF">2025-04-18T06:17:00Z</dcterms:modified>
</cp:coreProperties>
</file>