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D6B" w:rsidRPr="00BA3D10" w:rsidRDefault="009E2D6B" w:rsidP="009E2D6B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3 </w:t>
      </w:r>
    </w:p>
    <w:p w:rsidR="009E2D6B" w:rsidRPr="00A8417F" w:rsidRDefault="009E2D6B" w:rsidP="009E2D6B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9E2D6B" w:rsidRPr="00A8417F" w:rsidRDefault="009E2D6B" w:rsidP="009E2D6B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от_______________ №_______</w:t>
      </w:r>
    </w:p>
    <w:p w:rsidR="009E2D6B" w:rsidRDefault="009E2D6B" w:rsidP="007B3C96">
      <w:pPr>
        <w:ind w:firstLine="420"/>
        <w:jc w:val="right"/>
        <w:rPr>
          <w:color w:val="000000"/>
          <w:sz w:val="28"/>
          <w:szCs w:val="28"/>
        </w:rPr>
      </w:pPr>
    </w:p>
    <w:p w:rsidR="007B3C96" w:rsidRDefault="009E2D6B" w:rsidP="007B3C96">
      <w:pPr>
        <w:ind w:firstLine="420"/>
        <w:jc w:val="right"/>
      </w:pPr>
      <w:r w:rsidRPr="009E2D6B">
        <w:rPr>
          <w:color w:val="000000"/>
          <w:sz w:val="28"/>
          <w:szCs w:val="28"/>
        </w:rPr>
        <w:t>"</w:t>
      </w:r>
      <w:r w:rsidR="007B3C96">
        <w:rPr>
          <w:color w:val="000000"/>
          <w:sz w:val="28"/>
          <w:szCs w:val="28"/>
        </w:rPr>
        <w:t>Приложение 7</w:t>
      </w:r>
    </w:p>
    <w:p w:rsidR="00A75299" w:rsidRDefault="00A75299" w:rsidP="00A75299">
      <w:pPr>
        <w:ind w:firstLine="42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Закону Ярославской области</w:t>
      </w:r>
    </w:p>
    <w:p w:rsidR="007B3C96" w:rsidRDefault="007B3C96" w:rsidP="00A75299">
      <w:pPr>
        <w:ind w:firstLine="420"/>
        <w:jc w:val="right"/>
      </w:pPr>
      <w:r>
        <w:rPr>
          <w:color w:val="000000"/>
          <w:sz w:val="28"/>
          <w:szCs w:val="28"/>
        </w:rPr>
        <w:t>от</w:t>
      </w:r>
      <w:r w:rsidR="00F44D50">
        <w:rPr>
          <w:color w:val="000000"/>
          <w:sz w:val="28"/>
          <w:szCs w:val="28"/>
        </w:rPr>
        <w:t xml:space="preserve"> 23.12.2022 </w:t>
      </w:r>
      <w:r>
        <w:rPr>
          <w:color w:val="000000"/>
          <w:sz w:val="28"/>
          <w:szCs w:val="28"/>
        </w:rPr>
        <w:t>№</w:t>
      </w:r>
      <w:r w:rsidR="00F44D50">
        <w:rPr>
          <w:color w:val="000000"/>
          <w:sz w:val="28"/>
          <w:szCs w:val="28"/>
        </w:rPr>
        <w:t>76</w:t>
      </w:r>
      <w:r w:rsidR="00800DE9">
        <w:rPr>
          <w:color w:val="000000"/>
          <w:sz w:val="28"/>
          <w:szCs w:val="28"/>
        </w:rPr>
        <w:t>-з</w:t>
      </w:r>
    </w:p>
    <w:p w:rsidR="007B3C96" w:rsidRDefault="007B3C96"/>
    <w:p w:rsidR="007B3C96" w:rsidRDefault="007B3C96"/>
    <w:p w:rsidR="007B3C96" w:rsidRDefault="007B3C96" w:rsidP="007B3C96">
      <w:pPr>
        <w:ind w:firstLine="420"/>
        <w:jc w:val="center"/>
      </w:pPr>
      <w:proofErr w:type="gramStart"/>
      <w:r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 программам</w:t>
      </w:r>
      <w:proofErr w:type="gramEnd"/>
    </w:p>
    <w:p w:rsidR="007B3C96" w:rsidRDefault="007B3C96" w:rsidP="007B3C96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и непрограммным направлениям деятельности) и группам видов расходов классификации расходов</w:t>
      </w:r>
    </w:p>
    <w:p w:rsidR="0058370E" w:rsidRDefault="007B3C96" w:rsidP="0058370E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бюджетов Российской Федерации на плановый период 2024 и 2025 годов</w:t>
      </w:r>
    </w:p>
    <w:p w:rsidR="0058370E" w:rsidRDefault="0058370E" w:rsidP="0058370E">
      <w:pPr>
        <w:ind w:firstLine="420"/>
        <w:jc w:val="center"/>
      </w:pPr>
    </w:p>
    <w:p w:rsidR="0058370E" w:rsidRDefault="0058370E" w:rsidP="0058370E">
      <w:pPr>
        <w:ind w:firstLine="420"/>
        <w:jc w:val="center"/>
      </w:pPr>
    </w:p>
    <w:tbl>
      <w:tblPr>
        <w:tblOverlap w:val="never"/>
        <w:tblW w:w="14822" w:type="dxa"/>
        <w:tblLayout w:type="fixed"/>
        <w:tblLook w:val="01E0" w:firstRow="1" w:lastRow="1" w:firstColumn="1" w:lastColumn="1" w:noHBand="0" w:noVBand="0"/>
      </w:tblPr>
      <w:tblGrid>
        <w:gridCol w:w="8018"/>
        <w:gridCol w:w="1701"/>
        <w:gridCol w:w="884"/>
        <w:gridCol w:w="1984"/>
        <w:gridCol w:w="1984"/>
        <w:gridCol w:w="251"/>
      </w:tblGrid>
      <w:tr w:rsidR="009E2D6B" w:rsidTr="009E2D6B">
        <w:trPr>
          <w:gridAfter w:val="1"/>
          <w:wAfter w:w="251" w:type="dxa"/>
          <w:tblHeader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Pr="009E2D6B" w:rsidRDefault="009E2D6B" w:rsidP="009E2D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2D6B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Pr="009E2D6B" w:rsidRDefault="009E2D6B" w:rsidP="009E2D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2D6B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Pr="009E2D6B" w:rsidRDefault="009E2D6B" w:rsidP="009E2D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2D6B">
              <w:rPr>
                <w:bCs/>
                <w:color w:val="000000"/>
                <w:sz w:val="24"/>
                <w:szCs w:val="24"/>
              </w:rPr>
              <w:t>Ви</w:t>
            </w:r>
            <w:r>
              <w:rPr>
                <w:bCs/>
                <w:color w:val="000000"/>
                <w:sz w:val="24"/>
                <w:szCs w:val="24"/>
              </w:rPr>
              <w:t>д</w:t>
            </w:r>
            <w:r w:rsidRPr="009E2D6B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2D6B">
              <w:rPr>
                <w:bCs/>
                <w:color w:val="000000"/>
                <w:sz w:val="24"/>
                <w:szCs w:val="24"/>
              </w:rPr>
              <w:t>расхо</w:t>
            </w:r>
            <w:r>
              <w:rPr>
                <w:bCs/>
                <w:color w:val="000000"/>
                <w:sz w:val="24"/>
                <w:szCs w:val="24"/>
              </w:rPr>
              <w:t>-</w:t>
            </w:r>
            <w:r w:rsidRPr="009E2D6B">
              <w:rPr>
                <w:bCs/>
                <w:color w:val="000000"/>
                <w:sz w:val="24"/>
                <w:szCs w:val="24"/>
              </w:rPr>
              <w:t>дов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Pr="009E2D6B" w:rsidRDefault="009E2D6B" w:rsidP="009E2D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2D6B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9E2D6B" w:rsidRPr="009E2D6B" w:rsidRDefault="009E2D6B" w:rsidP="009E2D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2D6B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Pr="009E2D6B" w:rsidRDefault="009E2D6B" w:rsidP="009E2D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2D6B">
              <w:rPr>
                <w:bCs/>
                <w:color w:val="000000"/>
                <w:sz w:val="24"/>
                <w:szCs w:val="24"/>
              </w:rPr>
              <w:t>2025 год</w:t>
            </w:r>
          </w:p>
          <w:p w:rsidR="009E2D6B" w:rsidRPr="009E2D6B" w:rsidRDefault="009E2D6B" w:rsidP="009E2D6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2D6B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15 959 261 912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16 696 116 784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646 245 200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646 245 200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646 245 200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646 245 200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13 044 286 701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13 483 538 904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6 006 345 123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6 015 315 326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расходов по оплате проезда донора костного мозга и (или) гемопоэтических стволовых клеток к месту изъятия костного мозга и (или) гемопоэтических стволовых клеток и обратно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274 610 100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283 499 200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274 610 100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283 499 200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3 610 369 283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3 621 031 116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126 762 561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126 762 561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3 459 601 222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3 470 263 055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1 300 597 266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1 290 597 266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107 370 717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1 193 226 549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1 193 226 549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52 036 712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52 148 472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36 017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52 112 455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20 583 562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20 720 972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20 583 562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20 720 972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669 916 600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669 086 700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669 916 600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669 086 700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149 670 304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149 670 304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149 670 304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149 670 304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149 670 304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149 670 304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166 209 583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166 209 583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157 610 683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157 610 683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157 610 683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157 610 683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организациях по очной форме,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145 483 040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145 483 040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145 483 040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145 483 040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145 483 040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145 483 040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42 084 401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42 084 401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42 084 401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42 084 401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29 644 274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29 644 274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Информационные технологии и управление развитием отрасли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31 514 350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31 514 350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31 514 350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31 514 350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31 514 350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31 514 350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6 502 979 900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6 933 261 900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6 502 979 900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6 933 261 900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6 502 979 900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6 933 261 900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280 547 708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133 972 500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280 547 708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133 972 500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141 700 208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141 700 208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133 972 500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133 972 500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133 972 500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133 972 500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учреждений, подведомственных учредителю в </w:t>
            </w:r>
            <w:r>
              <w:rPr>
                <w:color w:val="000000"/>
                <w:sz w:val="24"/>
                <w:szCs w:val="24"/>
              </w:rPr>
              <w:lastRenderedPageBreak/>
              <w:t>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01.7.N2.70070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78 686 771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78 686 771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73 811 771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73 811 771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25 112 200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25 112 200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25 112 200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25 112 200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097D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</w:t>
            </w:r>
            <w:proofErr w:type="gramStart"/>
            <w:r>
              <w:rPr>
                <w:color w:val="000000"/>
                <w:sz w:val="24"/>
                <w:szCs w:val="24"/>
              </w:rPr>
              <w:t>до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534 407 600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1 305 619 380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1 295 869 380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117 061 180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117 061 180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62 764 688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62 764 688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Модернизация единой государственной информационной системы в сфере здравоохранения (ЕГИСЗ)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01.И.N7.72390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54 296 492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54 296 492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1 547 712 900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1 547 712 900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1 547 712 900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88 747 000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59 900 000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943 061 600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1 487 812 900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"Оптимальная для восстановления здоровья медицинская реабилитация"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01.Р.00.00000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120 181 781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120 185 000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Переоснащение (дооснащение) медицинских организаций, оказывающих медицинскую помощь по медицинской реабилитации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01.Р.01.00000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120 181 781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120 185 000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01.Р.01.R7520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120 181 781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120 185 000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120 181 781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120 185 000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программа "Обеспечение расширенного неонатального скрининга"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01.С.00.00000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26 647 171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25 698 900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оптимальной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маршрутиризации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, обеспечивающей проведение расширенного неонатального скрининга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01.С.02.00000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25 647 171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25 698 900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01.С.02.70070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1 009 500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1 009 500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01.С.02.R3850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24 637 671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24 689 400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24 637 671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24 689 400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медико-генетической консультации учреждения здравоохранения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01.С.03.00000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01.С.03.70070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25 082 461 468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24 264 404 728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23 612 738 605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23 639 183 951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4 319 836 059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4 319 928 468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27 342 020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1 189 800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26 152 220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26 152 220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89 890 080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89 890 080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89 890 080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89 890 080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4 026 167 344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4 026 167 344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63 148 746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63 148 746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3 668 100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3 668 100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3 959 224 461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3 959 224 461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</w:t>
            </w:r>
            <w:r>
              <w:rPr>
                <w:color w:val="000000"/>
                <w:sz w:val="24"/>
                <w:szCs w:val="24"/>
              </w:rPr>
              <w:lastRenderedPageBreak/>
              <w:t>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02.1.01.74230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11 230 080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11 322 489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11 230 080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11 322 489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18 795 793 533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18 822 146 470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506 920 680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506 920 680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506 920 680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506 920 680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229 645 893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229 645 893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229 645 893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229 645 893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содержание ребенка в семье опекуна и приемной семье, а </w:t>
            </w:r>
            <w:r>
              <w:rPr>
                <w:color w:val="000000"/>
                <w:sz w:val="24"/>
                <w:szCs w:val="24"/>
              </w:rPr>
              <w:lastRenderedPageBreak/>
              <w:t>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02.1.02.70460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689 336 715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689 336 715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689 336 715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689 336 715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115 389 535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115 389 535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115 389 535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115 389 535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151 764 912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151 764 912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151 764 912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151 764 912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392 825 425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392 825 425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392 825 425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392 825 425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91 454 974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91 454 974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91 454 974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91 454 974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15 945 340 260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15 945 340 260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15 945 340 260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15 945 340 260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673 115 139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699 468 076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673 115 139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699 468 076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259 598 660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259 598 660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244 598 660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244 598 660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244 598 660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244 598 660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237 510 353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237 510 353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214 510 353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214 510 353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1 336 137 363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491 635 277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178 904 796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181 389 585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02.7.02.R7501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178 904 796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178 904 796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813 060 855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205 470 962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02.7.E1.51721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21 120 313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21 120 313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02.7.E1.51723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02.7.E1.51724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21 120 313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21 120 313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02.7.E1.52560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создание новых мест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205 470 962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205 470 962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209 581 460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02.7.E2.50981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8 019 480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8 019 480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02.7.E2.51711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14 061 980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14 061 980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выявления, поддержки и развития способностей и талантов у детей и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02.7.E2.51712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21 001 355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 "IT-куб"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02.7.E4.52132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В.00000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109 517 397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100 703 230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В.51790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100 703 230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100 703 230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100 703 230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100 703 230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В.57860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8 814 167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8 814 167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133 585 500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133 585 500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02.8.01.71700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13 750 395 449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13 733 056 192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12 939 215 187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13 262 000 935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8 076 255 417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8 393 720 000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2 404 133 000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2 707 410 400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2 404 133 000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2 707 410 400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152 881 900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158 994 100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1 987 465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2 066 923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150 894 435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156 927 177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61 319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982 063 800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985 795 600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14 127 057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14 139 972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967 936 743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971 655 628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67 174 470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67 290 084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893 670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893 670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66 280 800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66 396 414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2 052 541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2 052 541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26 341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2 026 200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609 342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609 342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601 520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601 520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165 245 269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165 245 269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165 245 269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165 245 269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Учреждения в сфере социальной защиты населения, осуществляющие предоставление мер социальной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03.1.01.71920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195 278 773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195 278 773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164 995 494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164 995 494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29 806 579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29 806 579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476 700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5 059 449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5 059 449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64 929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4 994 520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4 994 520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172 279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55 162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170 157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54 543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79 525 417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79 525 417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1 179 141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1 179 141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78 346 276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78 346 276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53 156 915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53 156 915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788 847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788 847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52 368 068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52 368 068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по беременности и родам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3 005 549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3 005 549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47 762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2 957 787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2 957 787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Единовременная выплата семьям, имеющим детей (региональный </w:t>
            </w:r>
            <w:r>
              <w:rPr>
                <w:color w:val="000000"/>
                <w:sz w:val="24"/>
                <w:szCs w:val="24"/>
              </w:rPr>
              <w:lastRenderedPageBreak/>
              <w:t>семейный капитал)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03.1.01.73430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149 810 061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149 810 061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1 922 490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1 922 490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147 887 571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147 887 571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6 280 082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6 280 082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99 760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6 180 322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6 180 322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1 897 622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1 897 622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30 131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1 867 491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1 867 491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15 672 563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15 672 563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249 278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249 278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15 423 285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15 423 285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102 895 932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102 895 932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1 635 410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1 635 410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101 260 522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101 260 522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097D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Ежемесячная выплата на ребенка, оба родителя (усыновителя) или единственный родитель (усыновитель) которого являются инвалидами </w:t>
            </w:r>
          </w:p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 или II группы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5 746 453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5 746 453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91 289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91 289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5 655 164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5 655 164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431 564 364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431 564 364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6 841 455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6 841 455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424 722 909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424 722 909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</w:t>
            </w:r>
            <w:bookmarkStart w:id="0" w:name="_GoBack"/>
            <w:bookmarkEnd w:id="0"/>
            <w:r>
              <w:rPr>
                <w:color w:val="000000"/>
                <w:sz w:val="24"/>
                <w:szCs w:val="24"/>
              </w:rPr>
              <w:t xml:space="preserve"> травмы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5 992 100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95 200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5 896 900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- почетные звания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9 578 762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9 578 762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152 182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9 426 580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9 426 580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696 822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696 822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11 067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685 755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685 755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9 891 272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9 891 272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128 008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9 763 264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9 763 264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2 804 600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2 804 600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44 600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7 640 397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7 640 397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122 118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122 118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7 518 279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7 518 279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19 763 799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19 763 799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314 328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314 328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19 449 471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19 449 471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541 070 545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541 070 545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8 594 597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8 594 597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532 475 948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532 475 948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343 792 901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343 792 901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5 467 967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5 467 967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338 324 934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338 324 934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474 157 932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474 157 932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5 962 123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5 962 123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468 195 809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468 195 809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1 764 156 020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1 764 156 020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27 867 618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27 867 618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1 736 288 402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1 736 288 402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7 359 072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7 359 072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94 440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7 264 632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7 264 632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55 785 926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60 128 212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833 289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895 491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54 952 637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59 232 721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4 354 024 933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4 354 026 436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1 580 151 235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1 580 152 738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116 137 582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116 137 582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25 652 823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25 654 326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1 438 011 141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1 438 011 141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349 689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349 689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525 166 030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525 166 030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373 364 903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373 364 903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95 080 889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95 080 889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52 895 577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52 895 577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3 824 661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3 824 661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2 187 971 194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2 187 971 194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2 187 971 194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2 187 971 194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гранта в форме субсидий на исполнение государственного социального заказа в сфере предоставления социального обслуживания и </w:t>
            </w: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03.1.02.75550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2 636 474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2 636 474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500 940 837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506 260 499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4 419 065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4 419 065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5 660 330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5 738 946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5 660 330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5 738 946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377 355 342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382 596 388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377 355 342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382 596 388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281 400 407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281 600 407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116 463 152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116 663 152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116 463 152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116 663 152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91 560 000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91 760 000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19 803 152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19 803 152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163 975 255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163 975 255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организации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17 752 596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17 752 596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17 587 596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17 587 596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962 000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529 779 855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189 454 850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529 312 055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188 987 050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529 312 055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188 987 050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522 569 589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186 544 444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467 800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467 800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467 800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49 330 137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49 330 137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 для обеспечения  развития инклюзивного образования инвалидов в  профессиональных образовательных организациях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40 930 137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40 930 137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40 930 137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790 276 564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712 630 000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613 395 781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535 749 217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87 965 761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46 515 300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46 295 000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46 515 300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46 295 000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46 515 300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46 295 000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409 069 205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408 422 205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социальной выплаты на приобретение в собственность жилого помещения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05.1.08.71830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91 923 580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91 276 580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91 923 580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91 276 580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37 856 400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38 029 000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3 870 900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3 864 400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3 870 900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3 864 400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11 284 800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11 569 000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11 284 800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11 569 000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22 700 700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22 595 600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22 700 700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22 595 600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5 173 035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5 165 308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3 673 035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3 665 308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3 673 035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3 665 308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семей, воспитывающих восемь и более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05.1.17.00000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19 316 080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семьям, воспитывающим восемь и более детей, на улучшение жилищных условий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05.1.17.71640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мероприятий по переселению граждан из </w:t>
            </w:r>
            <w:r>
              <w:rPr>
                <w:color w:val="000000"/>
                <w:sz w:val="24"/>
                <w:szCs w:val="24"/>
              </w:rPr>
              <w:lastRenderedPageBreak/>
              <w:t>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05.2.F3.67484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137 709 940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137 709 940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137 454 412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137 454 412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строительной отрасли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137 454 412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137 454 412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32 403 694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32 403 694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97 283 500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97 283 500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894 081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894 081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Предупреждение и ликвидация последствий чрезвычайных ситуаций и </w:t>
            </w:r>
            <w:r>
              <w:rPr>
                <w:color w:val="000000"/>
                <w:sz w:val="24"/>
                <w:szCs w:val="24"/>
              </w:rPr>
              <w:lastRenderedPageBreak/>
              <w:t>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05.3.02.71330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830 236 105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747 112 000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830 236 105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747 112 000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06.1.10.00000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201 776 000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631 627 000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06.1.10.98008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201 776 000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631 627 000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201 776 000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631 627 000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"Создание туристско-рекреационного комплекса на берегу Плещеева озера"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06.1.11.00000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115 485 000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06.1.11.98008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115 485 000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115 485 000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508 460 105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823 027 251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832 316 535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821 977 251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831 251 951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195 758 938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195 758 938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195 638 938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195 638 938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143 002 281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143 002 281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42 110 045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42 110 045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9 674 835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9 674 835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613 567 300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622 842 000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613 567 300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622 842 000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3 527 311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5 045 300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584 817 139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593 991 839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7 177 550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7 277 550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12 651 013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12 651 013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1 064 584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1 054 584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1 054 584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1 054 584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помощи участникам Государственной программы и членам их </w:t>
            </w:r>
            <w:r>
              <w:rPr>
                <w:color w:val="000000"/>
                <w:sz w:val="24"/>
                <w:szCs w:val="24"/>
              </w:rPr>
              <w:lastRenderedPageBreak/>
              <w:t>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07.3.03.R0860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21 485 682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3 624 782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профилактики немедицинского потребления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08.3.01.00000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18 859 182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</w:t>
            </w:r>
            <w:r>
              <w:rPr>
                <w:color w:val="000000"/>
                <w:sz w:val="24"/>
                <w:szCs w:val="24"/>
              </w:rPr>
              <w:lastRenderedPageBreak/>
              <w:t>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08.6.01.75380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15 794 400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08.6.02.74700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15 534 400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15 534 400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"Защита населения и территории Ярославской области от чрезвычайных ситуаций, обеспечение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пожарной безопасности и безопасности людей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779 966 442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779 966 442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"Повышение безопасности жизнедеятельности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334 500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"Реализация государственной политики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 области гражданской защиты и пожарной безопасности"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10.4.00.00000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777 411 082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777 411 082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деятельности противопожарной и аварийно-спасательной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705 869 331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705 869 331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646 322 053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646 322 053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646 322 053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646 322 053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59 508 158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59 508 158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59 508 158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59 508 158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12 354 273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12 354 273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12 354 273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12 354 273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12 354 273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12 354 273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хранения запасов имущества гражданской обороны Ярославской 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9 817 724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9 817 724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9 817 724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9 817 724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9 817 724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9 817 724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43 795 884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43 795 884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43 795 884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43 795 884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39 837 151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39 837 151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3 918 231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3 918 231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2 744 100 250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2 237 568 998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2 219 497 831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2 224 165 666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217 275 630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217 275 630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11.1.01.53630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2 734 200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2 734 200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2 734 200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2 734 200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212 545 933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212 545 933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212 545 933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212 545 933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14 778 357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14 708 473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14 778 357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14 708 473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14 778 357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14 708 473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471 527 993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471 527 993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471 527 993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471 527 993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471 527 993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471 527 993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154 067 542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154 074 735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3 789 312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3 789 312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Комплектование книжных фондов государственных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2 235 279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2 235 279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599 908 747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604 639 273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586 082 444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586 082 744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586 082 444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586 082 744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7 120 275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11 403 195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7 120 275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11 403 195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6 706 028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7 153 334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6 706 028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7 153 334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104 993 966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104 993 966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104 828 466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104 828 466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104 828 466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104 828 466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учреждениях,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11.1.07.71720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656 695 596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656 695 596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656 695 596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656 695 596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656 695 596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656 695 596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511 199 087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508 740 753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179 704 271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179 704 271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11.4.A1.55133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83 013 291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83 013 291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20 060 413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20 060 413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12 850 001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12 850 001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11.4.A1.55800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8 932 294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8 932 294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11.4.A1.55904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музеев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16 263 699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16 263 699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модернизацию театров юного зрителя и </w:t>
            </w:r>
            <w:r>
              <w:rPr>
                <w:color w:val="000000"/>
                <w:sz w:val="24"/>
                <w:szCs w:val="24"/>
              </w:rPr>
              <w:lastRenderedPageBreak/>
              <w:t>театров кукол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11.4.A1.74560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департамента охраны объектов культурного наследия Ярославской 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13 403 332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13 403 332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13 403 332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13 403 332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13 403 332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13 403 332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13 403 332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13 403 332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127 872 130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35 104 885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40 992 230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35 104 885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контроля (надзора)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5 534 600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5 534 600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5 534 600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5 534 600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5 534 600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5 534 600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4 466 522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2 880 000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4 466 522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4 466 522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14 324 519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10 824 519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14 324 519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10 824 519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7 824 519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7 824 519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1 464 100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663 277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проведение работ по учету численности охотничьих ресурсов на территории общедоступных охотничьих угодий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12.1.08.71490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299 177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299 177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3 491 607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3 491 607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3 491 607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3 491 607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3 491 607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3 491 607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10 810 882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10 810 882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10 810 882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10 810 882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10 810 882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10 810 882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86 879 900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86 879 900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748 021 607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1 361 250 387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282 011 080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282 011 080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36 334 347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36 334 347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36 334 347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36 334 347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27 170 525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27 170 525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27 170 525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27 170 525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24 715 825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24 715 825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учреждений, подведомственных учредителю в </w:t>
            </w:r>
            <w:r>
              <w:rPr>
                <w:color w:val="000000"/>
                <w:sz w:val="24"/>
                <w:szCs w:val="24"/>
              </w:rPr>
              <w:lastRenderedPageBreak/>
              <w:t>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13.1.03.71880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24 715 825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24 715 825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24 715 825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24 715 825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193 790 383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193 790 383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193 783 383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193 783 383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193 783 383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193 783 383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466 010 527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1 079 239 307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1 079 239 307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спортивной инфраструктуры в рамках проекта "Бизнес-спринт (Я выбираю спорт)"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закупку и монтаж оборудования для создания "умных" </w:t>
            </w:r>
            <w:r>
              <w:rPr>
                <w:color w:val="000000"/>
                <w:sz w:val="24"/>
                <w:szCs w:val="24"/>
              </w:rPr>
              <w:lastRenderedPageBreak/>
              <w:t>спортивных площадок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13.3.04.R7531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359 161 211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6 598 751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6 598 751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215 787 813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215 787 813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18 661 980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18 661 980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118 112 667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118 112 667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5 218 438 315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3 240 280 587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1 750 420 904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35 182 576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179 116 053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6 581 700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179 116 053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6 581 700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179 116 053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6 581 700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1 571 304 851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28 600 876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1 571 304 851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28 600 876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1 550 491 563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4 248 040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20 813 288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24 352 836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2 845 463 468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2 952 790 468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2 683 182 000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2 790 509 000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2 683 182 000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2 790 509 000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21 151 150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21 997 200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2 662 030 850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2 768 511 800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28 523 725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28 523 725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28 523 725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28 523 725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19 035 459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19 035 459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Региональному фонду содействия капитальному ремонту многоквартирных домов Ярославской области на осуществление уставной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14.4.05.74030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программа "Газификация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жилищно-коммунального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хозяйства, промышленных и иных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204 553 000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236 959 000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204 553 000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236 959 000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204 553 000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236 959 000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204 553 000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236 959 000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15 348 543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15 348 543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Осуществление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сопровождения деятельности департамента государственного жилищного надзора Ярославской 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13 868 636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13 868 636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13 868 636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13 868 636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11 330 836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систем коммунальной инфраструктуры"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14.9.00.00000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402 652 400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Строительство, реконструкция и капитальный ремонт объектов питьевого водоснабжения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14.9.01.00000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43 758 370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(реконструкции) объектов питьевого водоснабжения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14.9.01.72200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43 758 370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43 758 370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Строительство, реконструкция и капитальный ремонт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14.9.02.00000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358 894 030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 реконструкцию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14.9.02.72220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10 465 350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10 465 350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14.9.02.72230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348 428 680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348 428 680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375 509 115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134 088 022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"Стимулирование инвестиционной деятельности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15.1.00.00000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Повышение инвестиционной привлекательности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инвестиционной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15.1.03.71390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209 327 977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54 906 884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10 284 584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43 880 522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малого и среднего предпринимательства, а также физических лиц, применяющих </w:t>
            </w:r>
            <w:r>
              <w:rPr>
                <w:color w:val="000000"/>
                <w:sz w:val="24"/>
                <w:szCs w:val="24"/>
              </w:rPr>
              <w:lastRenderedPageBreak/>
              <w:t>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15.3.I4.55270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43 880 522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1 898 013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19 967 605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947 517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23 912 917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950 496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122 807 388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70 109 375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5 208 333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64 901 042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35 008 855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35 008 855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инвестиций, промышленности и внешнеэкономической деятельности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44 181 138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44 181 138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17 691 538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17 691 538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17 691 538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17 691 538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12 782 026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12 782 026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4 909 512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4 909 512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69 414 584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Популяризация деятельности в сфере промышленности и оказание содействия развитию кадрового потенциала предприятий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современных производств, модернизации и техническому перевооружению производственных мощностей предприятий промышленного комплекса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14 914 584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14 914 584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14 914 584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14 914 584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11 679 611 917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12 846 104 441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10 654 613 504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10 947 377 798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362 061 732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378 376 559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16 169 753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16 913 561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16 169 753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16 913 561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50 503 256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52 826 407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50 503 256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52 826 407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72 571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72 571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16 584 473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17 008 202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16 584 473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17 008 202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278 734 052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291 555 818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278 734 052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291 555 818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10 113 070 342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10 394 575 719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17.1.02.71620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498 533 956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466 879 447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498 533 956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466 879 447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Содержание и обеспечение деятельности казенного учреждения в сфере транспорта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17.1.02.71660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420 375 618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420 851 652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408 414 834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408 414 834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11 375 009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564 016 570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584 959 665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564 016 570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584 959 665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8 542 646 898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8 834 387 655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8 542 646 898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8 834 387 655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разработки и реализации мероприятий по мобилизационной готовности экономики и гражданской обороне в сфере транспорта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174 481 430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169 425 520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174 481 430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169 425 520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174 481 430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169 425 520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1 020 998 413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1 894 671 087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приобретения плавучих объектов для причаливания, швартовки и стоянки судов, для посадки и высадки пассажиров на маршрутах внутреннего водного транспорта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причалов для организации паромной переправы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17.2.04.72180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17.2.R7.00000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990 548 413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1 894 671 087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17.2.R7.71960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898 299 735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>
              <w:rPr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898 299 735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1 311 532 429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567 358 331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на создание, использование объекта по капитальному гранту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17.2.R7.71980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92 248 678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15 780 327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92 248 678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15 780 327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рынка газомоторного топлива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4 055 556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Увеличение количества переведенной на природный газ автотранспортной техники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4 055 556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переоборудование транспортных сре</w:t>
            </w:r>
            <w:proofErr w:type="gramStart"/>
            <w:r>
              <w:rPr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color w:val="000000"/>
                <w:sz w:val="24"/>
                <w:szCs w:val="24"/>
              </w:rPr>
              <w:t>я использования природного газа (метана) в качестве моторного топлива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17.3.01.R2760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4 055 556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4 055 556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235 040 126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18 227 000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7 827 000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туристической инфраструктуры"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121 866 642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118 866 642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106 236 687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106 236 687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102 536 687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102 536 687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102 535 687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102 535 687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102 535 687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102 535 687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15 629 955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12 629 955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6 509 109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6 509 109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6 509 109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6 509 109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6 009 109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6 009 109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39 359 080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39 359 080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3 768 238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3 768 238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государственно-общественного партнерства в сфере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государственной национальной политики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22.4.01.00000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1 955 500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деятельности органов государственной власти Ярославской области и поддержку средств </w:t>
            </w:r>
            <w:r>
              <w:rPr>
                <w:color w:val="000000"/>
                <w:sz w:val="24"/>
                <w:szCs w:val="24"/>
              </w:rPr>
              <w:lastRenderedPageBreak/>
              <w:t>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22.4.02.98710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6 335 050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6 335 050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Повышение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качества взаимодействия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6 335 050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6 335 050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6 335 050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6 335 050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6 335 050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6 335 050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29 055 792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29 055 792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механизмов участия социально ориентированных некоммерческих организаций в реализации государственной политики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социальной сфере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22.8.01.00000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18 009 292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18 009 292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4 306 500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731 790 787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735 467 085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555 999 138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556 956 080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23 907 200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23 907 200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463 091 741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463 158 683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1 860 852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1 927 794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1 860 852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1 927 794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180 197 064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180 197 064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180 197 064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180 197 064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25 748 133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25 748 133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25 748 133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25 748 133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255 285 692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255 285 692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255 285 692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255 285 692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1 045 440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30 305 300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31 800 057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31 800 057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18 970 757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18 970 757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18 970 757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18 970 757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безопасности информации органов государственной власти Ярославской 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5 689 400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6 579 400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5 689 400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6 579 400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1 833 600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175 791 649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178 511 005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развитие цифровой грамотности населения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84 479 000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92 445 000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23.5.01.71820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84 479 000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84 479 000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36 951 005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36 066 005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23.5.04.77120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36 951 005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36 066 005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36 951 005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36 066 005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4 361 644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4 361 644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4 361 644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отрасли информационных технологий, связи и телекоммуникаций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23.5.22.00000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23.5.22.71850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13 134 617 088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11 727 931 723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4 341 680 020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3 391 680 020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1 864 335 787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1 864 335 787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1 864 335 787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1 864 335 787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1 864 335 787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1 864 335 787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219 592 335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219 592 335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144 514 335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144 514 335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125 256 154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125 256 154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17 418 181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17 418 181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207 751 898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207 751 898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97 751 898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97 751 898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97 751 898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97 751 898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24.1.06.71530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8 767 937 068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8 336 251 703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8 712 250 193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8 287 232 640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3 991 846 667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2 948 707 605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3 991 846 667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2 948 707 605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4 720 403 526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5 338 525 035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3 850 403 526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5 338 525 035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55 686 875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49 019 063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55 686 875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49 019 063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55 686 875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49 019 063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"Развитие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сельского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821 139 217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829 115 732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797 112 762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806 521 569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440 153 270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445 334 005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281 829 727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285 744 027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281 829 727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285 744 027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91 183 287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92 449 722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91 183 287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92 449 722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176 965 036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178 809 082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25.1.03.71810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25.1.03.R0140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60 263 562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61 100 556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60 263 562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61 100 556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25.1.03.R3580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3 695 891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3 747 222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3 695 891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3 747 222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9 677 945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9 812 361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9 677 945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9 812 361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59 133 973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59 955 278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59 133 973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59 955 278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16 216 575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16 441 806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25.1.04.R5020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16 216 575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16 441 806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16 216 575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16 441 806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33 195 890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33 656 944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25.1.05.R5020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33 195 890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33 656 944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33 195 890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33 656 944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20 511 728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18 626 319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10 545 139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10 545 139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36 513 412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36 513 412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28 513 412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28 513 412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28 513 412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28 513 412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32 360 549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35 777 223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25.1.10.R5980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598 083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386 528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598 083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386 528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31 762 466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31 762 466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11 986 302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12 152 778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11 986 302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12 152 778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11 986 302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12 152 778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22 594 163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22 594 163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территориальной доступности товаров и услуг для сельского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населения путем оказания государственной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25.5.01.00000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15 787 011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15 787 011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15 787 011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15 787 011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15 787 011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15 787 011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1 048 155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1 380 697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1 380 697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1 380 697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1 380 697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1 380 697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1 380 697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"Развитие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лесного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269 225 767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273 433 367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234 741 467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236 935 767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65 386 531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65 386 531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осуществление мер пожарной безопасности </w:t>
            </w:r>
            <w:r>
              <w:rPr>
                <w:color w:val="000000"/>
                <w:sz w:val="24"/>
                <w:szCs w:val="24"/>
              </w:rPr>
              <w:lastRenderedPageBreak/>
              <w:t>и тушение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29.1.01.53450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27 430 700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27 430 700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1 182 300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1 182 300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1 182 300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1 182 300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1 816 700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1 816 700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1 816 700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1 816 700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1 816 700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1 816 700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153 955 936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156 150 236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148 446 200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150 640 500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97 792 000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97 792 000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50 654 200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52 848 500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5 334 236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5 334 236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учреждениях, подведомственных учредителю в сфере </w:t>
            </w:r>
            <w:proofErr w:type="gramStart"/>
            <w:r>
              <w:rPr>
                <w:color w:val="000000"/>
                <w:sz w:val="24"/>
                <w:szCs w:val="24"/>
              </w:rPr>
              <w:t>лесного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34 484 300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36 497 600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"Сохранение лесов"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34 484 300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36 497 600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15 038 800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15 014 800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15 038 800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15 014 800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формирование запаса лесных семян для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19 439 700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21 477 200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19 439 700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21 477 200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83 746 244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197 562 911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127 927 697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127 927 697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113 816 667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113 816 667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69 635 214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69 635 214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69 635 214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69 635 214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47 340 854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47 340 854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47 340 854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47 340 854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22 294 360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22 294 360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22 294 360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22 294 360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35 908 366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35 908 366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35 908 366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35 908 366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государственной информационной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35.1.01.00000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30 708 366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30 708 366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30 708 366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30 708 366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27 846 416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27 846 416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"Создание условий для эффективного управления региональными и муниципальными финансами в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36.0.00.00000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4 415 923 713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2 918 153 713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финансов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122 437 152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125 567 152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47 415 850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50 545 850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47 415 850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47 415 850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реализации функций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75 021 302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75 021 302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75 021 302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75 021 302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69 095 058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69 095 058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2 022 867 000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521 927 000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2 022 867 000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521 927 000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1 938 642 000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516 186 000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1 938 642 000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516 186 000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5 741 000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5 741 000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Доведение до потребителя образовательных программ и инструментов повышения финансовой грамотности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оценке эффективности инструментов повышения финансовой грамотности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36.5.02.71500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2 953 800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1 397 800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397 800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грантов на реализацию проектов по финансовой </w:t>
            </w:r>
            <w:r>
              <w:rPr>
                <w:color w:val="000000"/>
                <w:sz w:val="24"/>
                <w:szCs w:val="24"/>
              </w:rPr>
              <w:lastRenderedPageBreak/>
              <w:t>грамотности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36.5.03.77100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2 651 627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2 651 627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2 651 627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2 651 627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2 651 627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2 651 627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"Повышение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эффективности деятельности органов местного самоуправления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119 374 694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119 374 694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117 556 694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117 556 694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38 365 944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38 365 944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38 365 944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38 365 944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38 365 944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38 365 944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64 561 477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64 561 477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64 561 477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64 561 477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13 700 163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"Научно-техническое развитие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9 885 000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9 885 000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Финансовая поддержка научной, научно-технической и научно-исследовательской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9 885 000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707 636 034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116 878 502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707 636 034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116 878 502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3 396 875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3 972 813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3 396 875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3 972 813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3 396 875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3 972 813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9 246 980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11 261 875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9 246 980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11 261 875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9 246 980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11 261 875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транспортной инфраструктуры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135 973 229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 и реконструкции, капитальному ремонту и ремонту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135 973 229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135 973 229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588 855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588 855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588 855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558 455 200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101 054 959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48.1.06.70110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438 255 200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93 571 000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438 255 200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93 571 000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(капитальный ремонт части помещения школы для размещения </w:t>
            </w:r>
            <w:r>
              <w:rPr>
                <w:color w:val="000000"/>
                <w:sz w:val="24"/>
                <w:szCs w:val="24"/>
              </w:rPr>
              <w:lastRenderedPageBreak/>
              <w:t>дошкольной группы)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48.1.06.R5763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7 483 959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7 483 959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3 247 370 049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3 252 095 807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18 413 300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19 048 500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18 413 300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19 048 500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24 196 200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24 927 900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17 956 900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17 956 900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6 971 000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Сенаторы Российской Федерации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58 115 848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60 213 706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5 791 500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1 636 356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50 744 848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52 577 350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8 045 800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6 834 507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6 834 507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931 293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1 211 293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в области </w:t>
            </w:r>
            <w:r>
              <w:rPr>
                <w:color w:val="000000"/>
                <w:sz w:val="24"/>
                <w:szCs w:val="24"/>
              </w:rPr>
              <w:lastRenderedPageBreak/>
              <w:t>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50.0.00.59700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14 223 600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14 755 200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6 885 561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6 885 561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7 218 039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7 749 639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1 553 600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1 553 600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11 099 400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11 498 100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8 867 298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8 867 298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2 231 262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2 629 962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4 397 928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4 397 928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4 397 928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4 397 928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1 930 508 220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1 930 583 330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1 897 540 176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1 897 540 176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32 323 837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32 398 947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644 207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644 207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3 390 054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3 390 054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3 390 054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3 390 054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102 724 266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102 724 266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102 724 266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102 724 266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6 051 520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6 051 520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6 051 520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6 051 520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152 849 862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152 849 862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119 976 710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119 976 710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45 658 661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45 658 661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42 878 328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42 878 328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2 777 633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2 777 633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568 913 086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568 913 086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258 372 098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258 372 098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85 331 554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85 331 554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65 614 986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65 614 986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65 614 986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65 614 986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4 564 800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4 564 800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2 080 250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2 080 250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2 080 250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2 080 250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47 185 889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47 105 779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37 942 889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37 862 779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35 387 281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35 387 281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30 387 281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30 387 281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управленческих кадров для организаций </w:t>
            </w:r>
            <w:proofErr w:type="gramStart"/>
            <w:r>
              <w:rPr>
                <w:color w:val="000000"/>
                <w:sz w:val="24"/>
                <w:szCs w:val="24"/>
              </w:rPr>
              <w:t>народного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хозяйства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103 079 943 362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98 136 936 032</w:t>
            </w:r>
          </w:p>
        </w:tc>
      </w:tr>
      <w:tr w:rsidR="009E2D6B" w:rsidTr="009E2D6B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5 674 505 037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12 071 837 709</w:t>
            </w:r>
          </w:p>
        </w:tc>
      </w:tr>
      <w:tr w:rsidR="009E2D6B" w:rsidTr="009E2D6B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D6B" w:rsidRDefault="009E2D6B" w:rsidP="00A435C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108 754 448 399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110 208 773 </w:t>
            </w:r>
            <w:r w:rsidRPr="009E2D6B">
              <w:rPr>
                <w:bCs/>
                <w:color w:val="000000"/>
                <w:sz w:val="24"/>
                <w:szCs w:val="24"/>
              </w:rPr>
              <w:t>7</w:t>
            </w:r>
            <w:r>
              <w:rPr>
                <w:b/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251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D6B" w:rsidRDefault="009E2D6B" w:rsidP="00A435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D376E6" w:rsidRDefault="00D376E6"/>
    <w:sectPr w:rsidR="00D376E6" w:rsidSect="007B3C96">
      <w:headerReference w:type="default" r:id="rId8"/>
      <w:footerReference w:type="default" r:id="rId9"/>
      <w:pgSz w:w="16837" w:h="11905" w:orient="landscape"/>
      <w:pgMar w:top="1588" w:right="1134" w:bottom="851" w:left="1134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262" w:rsidRDefault="00EF0262" w:rsidP="00903305">
      <w:r>
        <w:separator/>
      </w:r>
    </w:p>
  </w:endnote>
  <w:endnote w:type="continuationSeparator" w:id="0">
    <w:p w:rsidR="00EF0262" w:rsidRDefault="00EF0262" w:rsidP="00903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8307EB">
      <w:tc>
        <w:tcPr>
          <w:tcW w:w="14786" w:type="dxa"/>
        </w:tcPr>
        <w:p w:rsidR="008307EB" w:rsidRDefault="008307E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8307EB" w:rsidRDefault="008307E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262" w:rsidRDefault="00EF0262" w:rsidP="00903305">
      <w:r>
        <w:separator/>
      </w:r>
    </w:p>
  </w:footnote>
  <w:footnote w:type="continuationSeparator" w:id="0">
    <w:p w:rsidR="00EF0262" w:rsidRDefault="00EF0262" w:rsidP="009033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8307EB">
      <w:tc>
        <w:tcPr>
          <w:tcW w:w="14786" w:type="dxa"/>
        </w:tcPr>
        <w:p w:rsidR="008307EB" w:rsidRPr="007B3C96" w:rsidRDefault="008307EB">
          <w:pPr>
            <w:jc w:val="center"/>
            <w:rPr>
              <w:color w:val="000000"/>
              <w:sz w:val="28"/>
              <w:szCs w:val="28"/>
            </w:rPr>
          </w:pPr>
          <w:r w:rsidRPr="007B3C96">
            <w:rPr>
              <w:sz w:val="28"/>
              <w:szCs w:val="28"/>
            </w:rPr>
            <w:fldChar w:fldCharType="begin"/>
          </w:r>
          <w:r w:rsidRPr="007B3C96">
            <w:rPr>
              <w:color w:val="000000"/>
              <w:sz w:val="28"/>
              <w:szCs w:val="28"/>
            </w:rPr>
            <w:instrText>PAGE</w:instrText>
          </w:r>
          <w:r w:rsidRPr="007B3C96">
            <w:rPr>
              <w:sz w:val="28"/>
              <w:szCs w:val="28"/>
            </w:rPr>
            <w:fldChar w:fldCharType="separate"/>
          </w:r>
          <w:r w:rsidR="001C097D">
            <w:rPr>
              <w:noProof/>
              <w:color w:val="000000"/>
              <w:sz w:val="28"/>
              <w:szCs w:val="28"/>
            </w:rPr>
            <w:t>27</w:t>
          </w:r>
          <w:r w:rsidRPr="007B3C96">
            <w:rPr>
              <w:sz w:val="28"/>
              <w:szCs w:val="28"/>
            </w:rPr>
            <w:fldChar w:fldCharType="end"/>
          </w:r>
        </w:p>
        <w:p w:rsidR="008307EB" w:rsidRDefault="008307E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305"/>
    <w:rsid w:val="00057B14"/>
    <w:rsid w:val="001C097D"/>
    <w:rsid w:val="00497E61"/>
    <w:rsid w:val="004B1226"/>
    <w:rsid w:val="005176E5"/>
    <w:rsid w:val="0058370E"/>
    <w:rsid w:val="007A4E86"/>
    <w:rsid w:val="007B3C96"/>
    <w:rsid w:val="00800DE9"/>
    <w:rsid w:val="008307EB"/>
    <w:rsid w:val="00903305"/>
    <w:rsid w:val="009913D0"/>
    <w:rsid w:val="009E2D6B"/>
    <w:rsid w:val="00A472AC"/>
    <w:rsid w:val="00A75299"/>
    <w:rsid w:val="00D376E6"/>
    <w:rsid w:val="00DC36FB"/>
    <w:rsid w:val="00EF0262"/>
    <w:rsid w:val="00F44D50"/>
    <w:rsid w:val="00F60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0330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B3C9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B3C96"/>
  </w:style>
  <w:style w:type="paragraph" w:styleId="a6">
    <w:name w:val="footer"/>
    <w:basedOn w:val="a"/>
    <w:link w:val="a7"/>
    <w:uiPriority w:val="99"/>
    <w:unhideWhenUsed/>
    <w:rsid w:val="007B3C9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B3C96"/>
  </w:style>
  <w:style w:type="paragraph" w:styleId="a8">
    <w:name w:val="Balloon Text"/>
    <w:basedOn w:val="a"/>
    <w:link w:val="a9"/>
    <w:uiPriority w:val="99"/>
    <w:semiHidden/>
    <w:unhideWhenUsed/>
    <w:rsid w:val="00057B1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7B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0330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B3C9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B3C96"/>
  </w:style>
  <w:style w:type="paragraph" w:styleId="a6">
    <w:name w:val="footer"/>
    <w:basedOn w:val="a"/>
    <w:link w:val="a7"/>
    <w:uiPriority w:val="99"/>
    <w:unhideWhenUsed/>
    <w:rsid w:val="007B3C9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B3C96"/>
  </w:style>
  <w:style w:type="paragraph" w:styleId="a8">
    <w:name w:val="Balloon Text"/>
    <w:basedOn w:val="a"/>
    <w:link w:val="a9"/>
    <w:uiPriority w:val="99"/>
    <w:semiHidden/>
    <w:unhideWhenUsed/>
    <w:rsid w:val="00057B1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7B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7CAE4-14AD-4B9B-9299-409B6746E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124</Pages>
  <Words>26888</Words>
  <Characters>153266</Characters>
  <Application>Microsoft Office Word</Application>
  <DocSecurity>0</DocSecurity>
  <Lines>1277</Lines>
  <Paragraphs>359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179795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Нестерова Мария Евгеньевна</cp:lastModifiedBy>
  <cp:revision>12</cp:revision>
  <cp:lastPrinted>2022-12-21T14:12:00Z</cp:lastPrinted>
  <dcterms:created xsi:type="dcterms:W3CDTF">2022-12-19T13:34:00Z</dcterms:created>
  <dcterms:modified xsi:type="dcterms:W3CDTF">2023-02-20T09:35:00Z</dcterms:modified>
</cp:coreProperties>
</file>