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М.В. Боровицкому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FB6CA2">
      <w:pPr>
        <w:ind w:firstLine="709"/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F92244" w:rsidRPr="00F92244" w:rsidRDefault="00F92244" w:rsidP="00F92244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F92244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F92244">
        <w:rPr>
          <w:bCs/>
          <w:szCs w:val="28"/>
        </w:rPr>
        <w:t xml:space="preserve"> «О внесении изменений в Закон Ярославской области «Об отдельных вопросах предоставления в аренду земельных участков, находящихся в государственной или муниципальной собственности».</w:t>
      </w:r>
    </w:p>
    <w:p w:rsidR="00DD7EA5" w:rsidRPr="00DD7EA5" w:rsidRDefault="00F92244" w:rsidP="00F92244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F92244">
        <w:rPr>
          <w:bCs/>
          <w:szCs w:val="28"/>
        </w:rPr>
        <w:t xml:space="preserve">Официальным представителем Губернатора области по указанному законопроекту назначен исполняющий обязанности министра инвестиций и промышленности Ярославской области </w:t>
      </w:r>
      <w:proofErr w:type="spellStart"/>
      <w:r w:rsidRPr="00F92244">
        <w:rPr>
          <w:bCs/>
          <w:szCs w:val="28"/>
        </w:rPr>
        <w:t>Ольхов</w:t>
      </w:r>
      <w:proofErr w:type="spellEnd"/>
      <w:r w:rsidRPr="00F92244">
        <w:rPr>
          <w:bCs/>
          <w:szCs w:val="28"/>
        </w:rPr>
        <w:t xml:space="preserve"> А.Э.</w:t>
      </w:r>
    </w:p>
    <w:p w:rsidR="00DD7EA5" w:rsidRPr="00DD7EA5" w:rsidRDefault="00DD7EA5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Pr="009C5E08" w:rsidRDefault="00EA337D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Приложение: на 5</w:t>
      </w:r>
      <w:r w:rsidR="00DD7EA5" w:rsidRPr="00DD7EA5">
        <w:rPr>
          <w:szCs w:val="28"/>
        </w:rPr>
        <w:t xml:space="preserve"> 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9C5E08" w:rsidRDefault="00F714BC" w:rsidP="00910985">
      <w:pPr>
        <w:jc w:val="both"/>
        <w:rPr>
          <w:szCs w:val="28"/>
        </w:rPr>
      </w:pPr>
    </w:p>
    <w:p w:rsidR="006A74E1" w:rsidRPr="009C5E08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DD7EA5" w:rsidRPr="00F640FF" w:rsidRDefault="00DD7EA5" w:rsidP="009C5E08">
      <w:pPr>
        <w:jc w:val="both"/>
        <w:rPr>
          <w:sz w:val="24"/>
          <w:szCs w:val="24"/>
          <w:lang w:val="en-US"/>
        </w:rPr>
      </w:pPr>
      <w:bookmarkStart w:id="2" w:name="_GoBack"/>
      <w:bookmarkEnd w:id="2"/>
    </w:p>
    <w:p w:rsidR="00F92244" w:rsidRPr="009C5E08" w:rsidRDefault="00F92244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55B" w:rsidRDefault="00DC655B">
      <w:r>
        <w:separator/>
      </w:r>
    </w:p>
  </w:endnote>
  <w:endnote w:type="continuationSeparator" w:id="0">
    <w:p w:rsidR="00DC655B" w:rsidRDefault="00DC6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55B" w:rsidRDefault="00DC655B">
      <w:r>
        <w:separator/>
      </w:r>
    </w:p>
  </w:footnote>
  <w:footnote w:type="continuationSeparator" w:id="0">
    <w:p w:rsidR="00DC655B" w:rsidRDefault="00DC65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432A"/>
    <w:rsid w:val="0035489C"/>
    <w:rsid w:val="00357AF7"/>
    <w:rsid w:val="00360FDC"/>
    <w:rsid w:val="00366740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7BE5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E11A6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B2D"/>
    <w:rsid w:val="00C231CF"/>
    <w:rsid w:val="00C3328E"/>
    <w:rsid w:val="00C473CE"/>
    <w:rsid w:val="00C5025A"/>
    <w:rsid w:val="00C5140E"/>
    <w:rsid w:val="00C516AF"/>
    <w:rsid w:val="00C619EB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97D1D"/>
    <w:rsid w:val="00DA2874"/>
    <w:rsid w:val="00DB57BB"/>
    <w:rsid w:val="00DC47CD"/>
    <w:rsid w:val="00DC655B"/>
    <w:rsid w:val="00DD7EA5"/>
    <w:rsid w:val="00DE1C2A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640FF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565F0-4C33-4068-A540-AB0C3AB74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2024-01-26T10:46:00Z</dcterms:created>
  <dcterms:modified xsi:type="dcterms:W3CDTF">2024-01-26T10:46:00Z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