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4505" w:rsidRPr="00404505" w:rsidTr="00404505">
        <w:tc>
          <w:tcPr>
            <w:tcW w:w="426" w:type="dxa"/>
            <w:vAlign w:val="bottom"/>
            <w:hideMark/>
          </w:tcPr>
          <w:p w:rsidR="00404505" w:rsidRPr="00404505" w:rsidRDefault="00404505" w:rsidP="0040450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04505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4505" w:rsidRPr="00404505" w:rsidRDefault="00404505" w:rsidP="0040450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4505">
              <w:rPr>
                <w:rFonts w:ascii="Times New Roman" w:hAnsi="Times New Roman"/>
                <w:sz w:val="28"/>
                <w:szCs w:val="28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404505" w:rsidRPr="00404505" w:rsidRDefault="00404505" w:rsidP="0040450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4505" w:rsidRPr="00404505" w:rsidRDefault="00404505" w:rsidP="0040450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450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4505" w:rsidRPr="00404505" w:rsidRDefault="00404505" w:rsidP="0040450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4505">
              <w:rPr>
                <w:rFonts w:ascii="Times New Roman" w:hAnsi="Times New Roman"/>
                <w:sz w:val="28"/>
              </w:rPr>
              <w:t>25</w:t>
            </w:r>
            <w:r>
              <w:rPr>
                <w:rFonts w:ascii="Times New Roman" w:hAnsi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F5718F" w:rsidRPr="00F5718F" w:rsidRDefault="00F5718F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8F" w:rsidRPr="00F5718F" w:rsidRDefault="00F5718F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7F56" w:rsidRPr="00F5718F" w:rsidRDefault="00E37F56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E37F56" w:rsidRPr="00F5718F" w:rsidRDefault="00E37F56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 xml:space="preserve">№ 226642-7 «О внесении изменений </w:t>
      </w:r>
    </w:p>
    <w:p w:rsidR="00E37F56" w:rsidRPr="00F5718F" w:rsidRDefault="00E37F56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статью 7.21 Кодекса Российской Федерации </w:t>
      </w:r>
    </w:p>
    <w:p w:rsidR="00664AC1" w:rsidRPr="00F5718F" w:rsidRDefault="00E37F56" w:rsidP="00F571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>об административных правонарушениях»</w:t>
      </w:r>
    </w:p>
    <w:p w:rsidR="00AD45E0" w:rsidRPr="00F5718F" w:rsidRDefault="00AD45E0" w:rsidP="00F571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7F56" w:rsidRPr="00F5718F" w:rsidRDefault="00E37F56" w:rsidP="00F571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F5718F" w:rsidRDefault="005F2DEE" w:rsidP="00F571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18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F5718F" w:rsidRDefault="005F2DEE" w:rsidP="00F571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F5718F" w:rsidRDefault="005F2DEE" w:rsidP="00F5718F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718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5718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F5718F" w:rsidRDefault="00A414F5" w:rsidP="00F571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4AC1" w:rsidRPr="00F5718F" w:rsidRDefault="00210594" w:rsidP="00F5718F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5718F">
        <w:rPr>
          <w:rFonts w:ascii="Times New Roman" w:hAnsi="Times New Roman"/>
          <w:sz w:val="28"/>
          <w:szCs w:val="28"/>
        </w:rPr>
        <w:t xml:space="preserve">1. </w:t>
      </w:r>
      <w:r w:rsidRPr="00F5718F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F5718F">
        <w:rPr>
          <w:rFonts w:ascii="Times New Roman" w:hAnsi="Times New Roman"/>
          <w:sz w:val="28"/>
          <w:szCs w:val="28"/>
        </w:rPr>
        <w:t xml:space="preserve"> </w:t>
      </w:r>
      <w:r w:rsidR="00BB5280" w:rsidRPr="00F571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E37F56" w:rsidRPr="00F5718F">
        <w:rPr>
          <w:rFonts w:ascii="Times New Roman" w:hAnsi="Times New Roman"/>
          <w:color w:val="000000"/>
          <w:sz w:val="28"/>
          <w:szCs w:val="28"/>
          <w:lang w:eastAsia="ru-RU"/>
        </w:rPr>
        <w:t>федерального закона № 226642-7 «О внесении изменений в статью 7.21 Кодекса Российской Федерации об администрати</w:t>
      </w:r>
      <w:r w:rsidR="00E37F56" w:rsidRPr="00F5718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37F56" w:rsidRPr="00F5718F">
        <w:rPr>
          <w:rFonts w:ascii="Times New Roman" w:hAnsi="Times New Roman"/>
          <w:color w:val="000000"/>
          <w:sz w:val="28"/>
          <w:szCs w:val="28"/>
          <w:lang w:eastAsia="ru-RU"/>
        </w:rPr>
        <w:t>ных правонарушениях», внесенный депутатами Государственной Думы Ф</w:t>
      </w:r>
      <w:r w:rsidR="00E37F56" w:rsidRPr="00F5718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E37F56" w:rsidRPr="00F5718F">
        <w:rPr>
          <w:rFonts w:ascii="Times New Roman" w:hAnsi="Times New Roman"/>
          <w:color w:val="000000"/>
          <w:sz w:val="28"/>
          <w:szCs w:val="28"/>
          <w:lang w:eastAsia="ru-RU"/>
        </w:rPr>
        <w:t>дерального Собрания Российской Федерации.</w:t>
      </w:r>
    </w:p>
    <w:p w:rsidR="005F2DEE" w:rsidRPr="00F5718F" w:rsidRDefault="00545F83" w:rsidP="00F5718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5718F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F5718F">
        <w:rPr>
          <w:rFonts w:ascii="Times New Roman" w:hAnsi="Times New Roman"/>
          <w:sz w:val="28"/>
          <w:szCs w:val="28"/>
          <w:lang w:eastAsia="ru-RU"/>
        </w:rPr>
        <w:t xml:space="preserve"> по государственному строительству и законодательству</w:t>
      </w:r>
      <w:r w:rsidR="00956445" w:rsidRPr="00F5718F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F5718F" w:rsidRDefault="001461DF" w:rsidP="00F5718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F5718F" w:rsidRDefault="00D80713" w:rsidP="00F571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F571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8F" w:rsidRPr="00F5718F" w:rsidRDefault="00F5718F" w:rsidP="00F571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5718F" w:rsidRDefault="00D80713" w:rsidP="00F571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F5718F" w:rsidRDefault="00D80713" w:rsidP="00F5718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F5718F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F5718F" w:rsidSect="00F5718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404505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B18D3"/>
    <w:rsid w:val="009E2956"/>
    <w:rsid w:val="00A414F5"/>
    <w:rsid w:val="00A520F0"/>
    <w:rsid w:val="00A65318"/>
    <w:rsid w:val="00A708E0"/>
    <w:rsid w:val="00AB45EF"/>
    <w:rsid w:val="00AD45E0"/>
    <w:rsid w:val="00B4312F"/>
    <w:rsid w:val="00BB5280"/>
    <w:rsid w:val="00C2721C"/>
    <w:rsid w:val="00CF69B2"/>
    <w:rsid w:val="00D26F40"/>
    <w:rsid w:val="00D56102"/>
    <w:rsid w:val="00D80713"/>
    <w:rsid w:val="00D81264"/>
    <w:rsid w:val="00DD4C76"/>
    <w:rsid w:val="00E1265B"/>
    <w:rsid w:val="00E37F56"/>
    <w:rsid w:val="00E53261"/>
    <w:rsid w:val="00F5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7AAC-DFC1-468A-B47A-3A3BB577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51</cp:revision>
  <cp:lastPrinted>2015-05-21T13:17:00Z</cp:lastPrinted>
  <dcterms:created xsi:type="dcterms:W3CDTF">2014-01-31T07:50:00Z</dcterms:created>
  <dcterms:modified xsi:type="dcterms:W3CDTF">2017-10-25T10:37:00Z</dcterms:modified>
</cp:coreProperties>
</file>