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7568F" w:rsidTr="00C7568F">
        <w:tc>
          <w:tcPr>
            <w:tcW w:w="426" w:type="dxa"/>
            <w:vAlign w:val="bottom"/>
            <w:hideMark/>
          </w:tcPr>
          <w:p w:rsidR="00C7568F" w:rsidRDefault="00C7568F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7568F" w:rsidRDefault="00C7568F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27.06.2017</w:t>
            </w:r>
          </w:p>
        </w:tc>
        <w:tc>
          <w:tcPr>
            <w:tcW w:w="4111" w:type="dxa"/>
            <w:vAlign w:val="bottom"/>
          </w:tcPr>
          <w:p w:rsidR="00C7568F" w:rsidRDefault="00C7568F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7568F" w:rsidRDefault="00C7568F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7568F" w:rsidRDefault="00C7568F">
            <w:pPr>
              <w:widowControl w:val="0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14</w:t>
            </w:r>
            <w:r>
              <w:rPr>
                <w:sz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064432" w:rsidRPr="00064432" w:rsidRDefault="00064432" w:rsidP="00064432">
      <w:pPr>
        <w:pStyle w:val="2"/>
        <w:ind w:firstLine="0"/>
        <w:rPr>
          <w:szCs w:val="28"/>
        </w:rPr>
      </w:pPr>
    </w:p>
    <w:p w:rsidR="00064432" w:rsidRPr="00064432" w:rsidRDefault="00064432" w:rsidP="00064432">
      <w:pPr>
        <w:pStyle w:val="2"/>
        <w:ind w:firstLine="0"/>
        <w:rPr>
          <w:szCs w:val="28"/>
        </w:rPr>
      </w:pPr>
    </w:p>
    <w:p w:rsidR="009D1B11" w:rsidRPr="00064432" w:rsidRDefault="009D1B11" w:rsidP="00064432">
      <w:pPr>
        <w:pStyle w:val="2"/>
        <w:ind w:firstLine="0"/>
        <w:rPr>
          <w:szCs w:val="28"/>
        </w:rPr>
      </w:pPr>
      <w:r w:rsidRPr="00064432">
        <w:rPr>
          <w:szCs w:val="28"/>
        </w:rPr>
        <w:t xml:space="preserve">О заявлении депутата </w:t>
      </w:r>
    </w:p>
    <w:p w:rsidR="009D1B11" w:rsidRPr="00064432" w:rsidRDefault="009D1B11" w:rsidP="00064432">
      <w:pPr>
        <w:pStyle w:val="2"/>
        <w:ind w:firstLine="0"/>
        <w:rPr>
          <w:szCs w:val="28"/>
        </w:rPr>
      </w:pPr>
      <w:r w:rsidRPr="00064432">
        <w:rPr>
          <w:szCs w:val="28"/>
        </w:rPr>
        <w:t xml:space="preserve">Ярославской областной Думы </w:t>
      </w:r>
    </w:p>
    <w:p w:rsidR="009D1B11" w:rsidRPr="00064432" w:rsidRDefault="009D1B11" w:rsidP="00064432">
      <w:pPr>
        <w:pStyle w:val="2"/>
        <w:ind w:firstLine="0"/>
        <w:rPr>
          <w:szCs w:val="28"/>
        </w:rPr>
      </w:pPr>
      <w:r w:rsidRPr="00064432">
        <w:rPr>
          <w:szCs w:val="28"/>
        </w:rPr>
        <w:t xml:space="preserve">шестого созыва </w:t>
      </w:r>
      <w:r w:rsidR="00496655" w:rsidRPr="00064432">
        <w:rPr>
          <w:szCs w:val="28"/>
        </w:rPr>
        <w:t>Р.Ю. Фомичева</w:t>
      </w:r>
      <w:r w:rsidRPr="00064432">
        <w:rPr>
          <w:szCs w:val="28"/>
        </w:rPr>
        <w:t xml:space="preserve"> </w:t>
      </w:r>
    </w:p>
    <w:p w:rsidR="009D1B11" w:rsidRPr="00064432" w:rsidRDefault="009D1B11" w:rsidP="00064432">
      <w:pPr>
        <w:pStyle w:val="2"/>
        <w:ind w:firstLine="0"/>
        <w:rPr>
          <w:szCs w:val="28"/>
        </w:rPr>
      </w:pPr>
    </w:p>
    <w:p w:rsidR="00064432" w:rsidRPr="00064432" w:rsidRDefault="00064432" w:rsidP="00064432">
      <w:pPr>
        <w:pStyle w:val="2"/>
        <w:ind w:firstLine="0"/>
        <w:rPr>
          <w:szCs w:val="28"/>
        </w:rPr>
      </w:pPr>
    </w:p>
    <w:p w:rsidR="009D1B11" w:rsidRPr="00064432" w:rsidRDefault="00080EBB" w:rsidP="00064432">
      <w:pPr>
        <w:pStyle w:val="2"/>
        <w:rPr>
          <w:szCs w:val="28"/>
        </w:rPr>
      </w:pPr>
      <w:r w:rsidRPr="00064432">
        <w:rPr>
          <w:szCs w:val="28"/>
        </w:rPr>
        <w:t>В соответствии со статьей 80</w:t>
      </w:r>
      <w:r w:rsidR="009D1B11" w:rsidRPr="00064432">
        <w:rPr>
          <w:szCs w:val="28"/>
        </w:rPr>
        <w:t xml:space="preserve"> Трудового кодекса Российской Федер</w:t>
      </w:r>
      <w:r w:rsidR="009D1B11" w:rsidRPr="00064432">
        <w:rPr>
          <w:szCs w:val="28"/>
        </w:rPr>
        <w:t>а</w:t>
      </w:r>
      <w:r w:rsidRPr="00064432">
        <w:rPr>
          <w:szCs w:val="28"/>
        </w:rPr>
        <w:t>ции</w:t>
      </w:r>
      <w:r w:rsidR="007B02FD" w:rsidRPr="00064432">
        <w:rPr>
          <w:szCs w:val="28"/>
        </w:rPr>
        <w:t>,</w:t>
      </w:r>
      <w:r w:rsidR="009D1B11" w:rsidRPr="00064432">
        <w:rPr>
          <w:szCs w:val="28"/>
        </w:rPr>
        <w:t xml:space="preserve"> </w:t>
      </w:r>
      <w:r w:rsidRPr="00064432">
        <w:rPr>
          <w:szCs w:val="28"/>
        </w:rPr>
        <w:t>частью 2 статьи</w:t>
      </w:r>
      <w:r w:rsidR="009D1B11" w:rsidRPr="00064432">
        <w:rPr>
          <w:szCs w:val="28"/>
        </w:rPr>
        <w:t xml:space="preserve"> 18 Устава Ярославской области</w:t>
      </w:r>
      <w:r w:rsidRPr="00064432">
        <w:rPr>
          <w:szCs w:val="28"/>
        </w:rPr>
        <w:t xml:space="preserve"> </w:t>
      </w:r>
      <w:r w:rsidR="007B02FD" w:rsidRPr="00064432">
        <w:rPr>
          <w:szCs w:val="28"/>
        </w:rPr>
        <w:t>и на основании личного заявления Ярославская областная Дума</w:t>
      </w:r>
    </w:p>
    <w:p w:rsidR="009D1B11" w:rsidRPr="00064432" w:rsidRDefault="009D1B11" w:rsidP="00064432">
      <w:pPr>
        <w:ind w:firstLine="709"/>
        <w:jc w:val="both"/>
        <w:rPr>
          <w:sz w:val="28"/>
          <w:szCs w:val="28"/>
        </w:rPr>
      </w:pPr>
    </w:p>
    <w:p w:rsidR="009D1B11" w:rsidRPr="00064432" w:rsidRDefault="009D1B11" w:rsidP="00064432">
      <w:pPr>
        <w:ind w:firstLine="709"/>
        <w:jc w:val="center"/>
        <w:rPr>
          <w:sz w:val="28"/>
          <w:szCs w:val="28"/>
        </w:rPr>
      </w:pPr>
      <w:proofErr w:type="gramStart"/>
      <w:r w:rsidRPr="00064432">
        <w:rPr>
          <w:b/>
          <w:sz w:val="28"/>
          <w:szCs w:val="28"/>
        </w:rPr>
        <w:t>П</w:t>
      </w:r>
      <w:proofErr w:type="gramEnd"/>
      <w:r w:rsidRPr="00064432">
        <w:rPr>
          <w:b/>
          <w:sz w:val="28"/>
          <w:szCs w:val="28"/>
        </w:rPr>
        <w:t xml:space="preserve"> О С Т А Н О В И Л А:</w:t>
      </w:r>
      <w:r w:rsidRPr="00064432">
        <w:rPr>
          <w:sz w:val="28"/>
          <w:szCs w:val="28"/>
        </w:rPr>
        <w:t xml:space="preserve"> </w:t>
      </w:r>
    </w:p>
    <w:p w:rsidR="009D1B11" w:rsidRPr="00064432" w:rsidRDefault="009D1B11" w:rsidP="00064432">
      <w:pPr>
        <w:ind w:firstLine="709"/>
        <w:jc w:val="center"/>
        <w:rPr>
          <w:sz w:val="28"/>
          <w:szCs w:val="28"/>
        </w:rPr>
      </w:pPr>
    </w:p>
    <w:p w:rsidR="009D1B11" w:rsidRPr="00064432" w:rsidRDefault="00B717CB" w:rsidP="00064432">
      <w:pPr>
        <w:pStyle w:val="2"/>
        <w:rPr>
          <w:iCs/>
          <w:szCs w:val="28"/>
        </w:rPr>
      </w:pPr>
      <w:r w:rsidRPr="00064432">
        <w:rPr>
          <w:szCs w:val="28"/>
        </w:rPr>
        <w:t xml:space="preserve"> </w:t>
      </w:r>
      <w:r w:rsidR="007B02FD" w:rsidRPr="00064432">
        <w:rPr>
          <w:szCs w:val="28"/>
        </w:rPr>
        <w:t xml:space="preserve">Освободить </w:t>
      </w:r>
      <w:r w:rsidR="007B02FD" w:rsidRPr="00064432">
        <w:rPr>
          <w:iCs/>
          <w:szCs w:val="28"/>
        </w:rPr>
        <w:t>2</w:t>
      </w:r>
      <w:r w:rsidR="004658A3" w:rsidRPr="00064432">
        <w:rPr>
          <w:iCs/>
          <w:szCs w:val="28"/>
        </w:rPr>
        <w:t>7</w:t>
      </w:r>
      <w:r w:rsidR="007B02FD" w:rsidRPr="00064432">
        <w:rPr>
          <w:szCs w:val="28"/>
        </w:rPr>
        <w:t xml:space="preserve"> </w:t>
      </w:r>
      <w:r w:rsidR="004658A3" w:rsidRPr="00064432">
        <w:rPr>
          <w:szCs w:val="28"/>
        </w:rPr>
        <w:t>июня</w:t>
      </w:r>
      <w:r w:rsidR="007B02FD" w:rsidRPr="00064432">
        <w:rPr>
          <w:szCs w:val="28"/>
        </w:rPr>
        <w:t xml:space="preserve"> 2017 года депутата Ярославской областной Думы </w:t>
      </w:r>
      <w:r w:rsidR="004658A3" w:rsidRPr="00064432">
        <w:rPr>
          <w:szCs w:val="28"/>
        </w:rPr>
        <w:t>Фомичева Романа Юрьевича</w:t>
      </w:r>
      <w:r w:rsidR="007B02FD" w:rsidRPr="00064432">
        <w:rPr>
          <w:szCs w:val="28"/>
        </w:rPr>
        <w:t xml:space="preserve"> </w:t>
      </w:r>
      <w:r w:rsidR="00080EBB" w:rsidRPr="00064432">
        <w:rPr>
          <w:szCs w:val="28"/>
        </w:rPr>
        <w:t>от работы на профессиональной постоянной о</w:t>
      </w:r>
      <w:r w:rsidR="00080EBB" w:rsidRPr="00064432">
        <w:rPr>
          <w:szCs w:val="28"/>
        </w:rPr>
        <w:t>с</w:t>
      </w:r>
      <w:r w:rsidR="00080EBB" w:rsidRPr="00064432">
        <w:rPr>
          <w:szCs w:val="28"/>
        </w:rPr>
        <w:t>нове</w:t>
      </w:r>
      <w:r w:rsidR="002904FE" w:rsidRPr="00064432">
        <w:rPr>
          <w:szCs w:val="28"/>
        </w:rPr>
        <w:t>.</w:t>
      </w:r>
    </w:p>
    <w:p w:rsidR="00B717CB" w:rsidRPr="00064432" w:rsidRDefault="00B717CB" w:rsidP="00064432">
      <w:pPr>
        <w:rPr>
          <w:sz w:val="28"/>
          <w:szCs w:val="28"/>
        </w:rPr>
      </w:pPr>
    </w:p>
    <w:p w:rsidR="000B535C" w:rsidRDefault="000B535C" w:rsidP="00064432">
      <w:pPr>
        <w:rPr>
          <w:sz w:val="28"/>
          <w:szCs w:val="28"/>
        </w:rPr>
      </w:pPr>
    </w:p>
    <w:p w:rsidR="00064432" w:rsidRPr="00064432" w:rsidRDefault="00064432" w:rsidP="00064432">
      <w:pPr>
        <w:rPr>
          <w:sz w:val="28"/>
          <w:szCs w:val="28"/>
        </w:rPr>
      </w:pPr>
    </w:p>
    <w:p w:rsidR="009D1B11" w:rsidRPr="00064432" w:rsidRDefault="009D1B11" w:rsidP="00064432">
      <w:pPr>
        <w:pStyle w:val="a3"/>
        <w:spacing w:before="0" w:beforeAutospacing="0" w:after="0" w:afterAutospacing="0"/>
        <w:rPr>
          <w:sz w:val="28"/>
          <w:szCs w:val="28"/>
        </w:rPr>
      </w:pPr>
      <w:r w:rsidRPr="00064432">
        <w:rPr>
          <w:sz w:val="28"/>
          <w:szCs w:val="28"/>
        </w:rPr>
        <w:t xml:space="preserve">Председатель </w:t>
      </w:r>
    </w:p>
    <w:p w:rsidR="009D1B11" w:rsidRPr="00064432" w:rsidRDefault="009D1B11" w:rsidP="00064432">
      <w:pPr>
        <w:pStyle w:val="a3"/>
        <w:spacing w:before="0" w:beforeAutospacing="0" w:after="0" w:afterAutospacing="0"/>
        <w:rPr>
          <w:sz w:val="28"/>
          <w:szCs w:val="28"/>
        </w:rPr>
      </w:pPr>
      <w:r w:rsidRPr="00064432">
        <w:rPr>
          <w:sz w:val="28"/>
          <w:szCs w:val="28"/>
        </w:rPr>
        <w:t xml:space="preserve">Ярославской областной Думы   </w:t>
      </w:r>
      <w:r w:rsidRPr="00064432">
        <w:rPr>
          <w:sz w:val="28"/>
          <w:szCs w:val="28"/>
        </w:rPr>
        <w:tab/>
      </w:r>
      <w:r w:rsidRPr="00064432">
        <w:rPr>
          <w:sz w:val="28"/>
          <w:szCs w:val="28"/>
        </w:rPr>
        <w:tab/>
      </w:r>
      <w:r w:rsidRPr="00064432">
        <w:rPr>
          <w:sz w:val="28"/>
          <w:szCs w:val="28"/>
        </w:rPr>
        <w:tab/>
        <w:t xml:space="preserve">           </w:t>
      </w:r>
      <w:r w:rsidR="004658A3" w:rsidRPr="00064432">
        <w:rPr>
          <w:sz w:val="28"/>
          <w:szCs w:val="28"/>
        </w:rPr>
        <w:t xml:space="preserve">   </w:t>
      </w:r>
      <w:r w:rsidR="00064432">
        <w:rPr>
          <w:sz w:val="28"/>
          <w:szCs w:val="28"/>
        </w:rPr>
        <w:t xml:space="preserve">      </w:t>
      </w:r>
      <w:r w:rsidR="008C0F2C" w:rsidRPr="00064432">
        <w:rPr>
          <w:sz w:val="28"/>
          <w:szCs w:val="28"/>
        </w:rPr>
        <w:t xml:space="preserve">  </w:t>
      </w:r>
      <w:r w:rsidRPr="00064432">
        <w:rPr>
          <w:sz w:val="28"/>
          <w:szCs w:val="28"/>
        </w:rPr>
        <w:t>М.В. Боровицкий</w:t>
      </w:r>
    </w:p>
    <w:sectPr w:rsidR="009D1B11" w:rsidRPr="00064432" w:rsidSect="0006443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E98"/>
    <w:rsid w:val="00064432"/>
    <w:rsid w:val="00080EBB"/>
    <w:rsid w:val="000B535C"/>
    <w:rsid w:val="002904FE"/>
    <w:rsid w:val="003A1A9B"/>
    <w:rsid w:val="00417865"/>
    <w:rsid w:val="004658A3"/>
    <w:rsid w:val="00496655"/>
    <w:rsid w:val="00554E98"/>
    <w:rsid w:val="007B02FD"/>
    <w:rsid w:val="008A70CF"/>
    <w:rsid w:val="008C0F2C"/>
    <w:rsid w:val="009D1B11"/>
    <w:rsid w:val="009D4DB9"/>
    <w:rsid w:val="00A113AC"/>
    <w:rsid w:val="00B717CB"/>
    <w:rsid w:val="00BA33A6"/>
    <w:rsid w:val="00C7568F"/>
    <w:rsid w:val="00EB5017"/>
    <w:rsid w:val="00ED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1B11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1B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9D1B11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0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1B11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1B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9D1B11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0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7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17</cp:revision>
  <cp:lastPrinted>2017-06-26T08:16:00Z</cp:lastPrinted>
  <dcterms:created xsi:type="dcterms:W3CDTF">2013-11-27T06:14:00Z</dcterms:created>
  <dcterms:modified xsi:type="dcterms:W3CDTF">2017-06-28T06:45:00Z</dcterms:modified>
</cp:coreProperties>
</file>