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5A5D8B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9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27D3B" w:rsidRPr="008C6F2A" w:rsidRDefault="00527D3B" w:rsidP="00527D3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D90676" w:rsidRDefault="00925510" w:rsidP="00D22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D2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25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67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200"/>
        <w:gridCol w:w="2167"/>
      </w:tblGrid>
      <w:tr w:rsidR="00425545" w:rsidRPr="00425545" w:rsidTr="00A63916">
        <w:trPr>
          <w:trHeight w:val="713"/>
          <w:tblHeader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7C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8 183 019,10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2 380 310,36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1 349 528,32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337 307,16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130 439,84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358 840,08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279 766,00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245 522,16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74 663,08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75 545,28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169 976,88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295 397,44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223 989,24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188 863,20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56 658,96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112 435,72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151 090,56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237 856,28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883 888,34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630 940,20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208 822 094,65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109 786 000,00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32 542 590,00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8 974 500,00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11 956 700,00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6 140 472,00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6 955 704,00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856 600,00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979 430,00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428 250,00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4 625 600,00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2 572 900,00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1 173 136,64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2 530 343,00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1 758 404,25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945 689,00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11 438 375,76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582 601 482,40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201 064 327,32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58 252 795,46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21 011 018,50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17 551 555,78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26 176 020,53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27 974 260,55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23 212 715,72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9 732 242,10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16 193 457,11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7 293 934,05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17 431 048,53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29 671 376,05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24 710 009,15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5 255 316,78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7 664 586,72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14 779 391,15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7 880 684,97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38 422 296,23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28 324 445,70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98 526 073,00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28 321 986,00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22 390 553,00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23 079 099,00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24 734 435,00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120 964 910,06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60 697 460,14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17 653 524,85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6 357 475,83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1 730 645,56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7 078 231,62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3 849 389,13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3 456 448,58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593 784,30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540 511,39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424 057,00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1 984 109,87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3 196 189,65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1 736 606,79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288 924,27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748 459,25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794 105,13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1 431 571,95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3 013 810,84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5 389 603,91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8 154 871 401,00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3 123 128 980,00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1 008 491 421,00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371 645 339,00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275 487 278,00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486 736 049,00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319 259 209,00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391 269 093,00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95 804 575,00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144 545 098,00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69 995 996,00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267 375 542,00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238 434 880,00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92 550 880,00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75 458 707,00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135 667 234,00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169 925 808,00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93 659 398,00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104 704 279,00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690 731 635,00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Нераспределенный остаток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278 922 248,38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82 959 969,00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45 151 034,00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14 086 008,08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8 396 645,00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17 914 775,00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17 237 503,95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17 677 297,00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3 963 765,34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4 732 605,00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2 407 349,00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10 655 146,00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4 005 099,00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2 588 831,00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5 378 438,00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6 965 072,00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4 209 538,65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5 318 538,00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15 724 634,36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76 966 126,00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35 419 660,00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10 065 704,00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3 793 894,00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1 616 446,00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4 659 168,00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2 862 060,00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2 275 385,00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1 436 260,00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1 137 693,00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957 507,00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4 126 692,00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5 820 946 907,00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3 398 276 258,00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706 912 551,00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216 399 201,00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109 123 488,00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231 374 920,00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190 856 651,00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216 603 437,00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27 674 639,00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26 508 412,00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19 503 866,00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103 895 816,00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90 102 191,00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30 560 773,00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40 758 472,00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50 484 295,00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64 433 992,00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27 829 163,00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28 917 695,00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240 731 087,00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Нераспределенный остаток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501 630 032,62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255 573 696,00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71 411 648,62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22 707 822,00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8 172 276,00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24 659 814,00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18 994 811,73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21 752 892,12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2 735 626,32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5 105 819,00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2 149 018,53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9 754 310,00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10 143 695,99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3 615 076,00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3 309 804,00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4 354 200,00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6 817 028,90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3 139 412,41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3 666 695,00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23 566 386,00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26 380 481,50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14 170 571,86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3 759 886,83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1 292 205,43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558 463,42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1 148 922,81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1 101 631,18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1 698 141,13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128 730,58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460 166,16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45 892,82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160 083,72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208 881,22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146 885,66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20 558,84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385 804,41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221 047,63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66 104,41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61 397,60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745 105,79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135 359 211,12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55 771 649,24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31 662 757,30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2 846 713,52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4 575 265,35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7 672 314,45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5 171 636,35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6 150 136,36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2 433 635,39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1 193 359,91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765 294,15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2 554 554,23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2 464 050,74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933 674,57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795 375,52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1 331 218,96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1 790 591,88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1 301 000,06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520 400,02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5 425 583,12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86 926,71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59 800,91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17 125,80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773 737 205,96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402 552 113,22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109 832 016,15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31 655 124,17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11 249 291,22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45 865 824,07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22 304 271,69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31 259 501,72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8 753 551,96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6 661 974,51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12 663 611,35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12 750 437,81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6 470 940,97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4 704 464,01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8 503 452,09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13 708 683,35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5 428 566,63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5 682 688,94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27 370 692,10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</w:t>
            </w: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счет средств федерального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3 384 549,46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1 084 698,06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233 644,73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35 026,45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81 703,84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148 853,15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76 493,98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276 887,20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62 250,37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72 497,00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242 462,40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207 869,66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138 871,66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304 832,83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171 409,34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247 048,79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16. Субвенция на выплату государственных пособий лицам, не подлежащим обязательному социальному страхованию на </w:t>
            </w: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391 500 127,05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163 337 263,43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46 111 803,59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23 329 649,00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8 261 292,12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26 592 677,67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17 077 102,41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19 538 457,07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4 333 671,01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4 326 775,01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2 184 317,52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9 866 673,03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10 636 242,34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4 658 298,74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4 076 105,72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4 766 056,47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6 851 209,82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4 118 252,07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3 988 219,38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27 446 060,65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462 586 304,62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187 599 656,87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82 263 640,32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8 326 542,79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2 608 630,44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62 439 462,88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20 037 462,09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31 696 828,57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2 912 187,13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967 032,32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9 095 380,47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10 116 708,28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4 492 004,91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1 780 314,10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1 792 996,96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5 917 151,69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10 389 859,73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6 804 925,34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3 152 639,53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10 192 880,20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846 272 369,63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388 158 427,90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157 386 450,62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37 246 523,03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16 940 979,54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39 040 341,10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33 221 177,92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36 383 676,85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6 145 700,00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6 727 304,26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3 974 785,83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17 334 869,05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16 020 308,68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7 015 698,17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6 906 499,06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11 581 459,45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15 141 467,45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6 826 386,20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10 339 632,00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29 880 682,52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поддержки</w:t>
            </w:r>
            <w:proofErr w:type="gramEnd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1 629 942 660,49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767 756 506,74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287 377 461,95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70 826 676,69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34 335 521,89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89 704 254,41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48 805 185,91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66 203 378,74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15 496 555,00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13 835 997,24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13 137 336,05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26 491 092,58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21 476 925,16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9 781 226,91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9 333 635,97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26 046 648,96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35 894 000,00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13 728 201,39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14 713 676,00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64 998 378,90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денежные выплаты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392 305 096,45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176 246 444,10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52 262 890,16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17 099 052,61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9 278 040,18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22 553 306,72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14 509 496,97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18 548 098,76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3 666 912,32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4 582 000,73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2 115 223,54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9 694 650,98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8 873 883,58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4 897 464,11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3 325 515,73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4 773 652,90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7 317 143,87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3 572 123,08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4 653 862,95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24 335 333,16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229 361 186,30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50 648 937,29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11 423 045,94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19 978 787,00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9 136 954,00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17 140 608,00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14 290 369,00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15 950 520,00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6 082 442,00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6 352 480,00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3 891 498,00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9 021 685,00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10 295 448,00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6 787 378,00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6 137 753,00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6 826 302,00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9 586 929,00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7 194 292,00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6 817 073,00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11 798 685,07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91 109 304,08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66 281 853,33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24 827 450,75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Субвенция на выплату ежемесячного пособия на ребенка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493 544 766,19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187 047 053,56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73 063 493,00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25 858 447,19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13 185 689,37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31 350 329,47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24 409 863,35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26 296 602,68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5 870 195,00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6 796 283,28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3 636 609,37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15 000 852,54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13 085 922,09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6 630 412,05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3 884 060,34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7 413 504,13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11 498 924,12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6 254 700,96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25 311 823,69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24. Субвенция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651 037,81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332 454,25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126 937,48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7 965,04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38 719,87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26 033,23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27 672,77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9 392,20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7 512,94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6 569,93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3 019,49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13 299,50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25. Субвенция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31 949 753,09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12 330 725,19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4 360 065,66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1 694 735,10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878 810,72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2 060 596,76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1 475 052,58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1 768 805,05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355 453,03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374 810,16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197 182,43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882 093,27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780 969,56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527 502,59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262 935,30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465 454,36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673 196,13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384 605,96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430 671,09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2 046 088,15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26. Субвенция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2 419 951 815,12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971 376 444,43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329 616 192,88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124 176 195,78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63 396 722,55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147 582 944,76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108 028 813,73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130 638 551,70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24 934 489,58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26 990 985,91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15 421 147,89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63 586 497,17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56 762 372,43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37 550 353,53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18 934 954,92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32 533 503,44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48 813 727,60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30 210 731,03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29 738 806,87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159 658 378,92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42 373 507,53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22 073 156,93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8 517 101,85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1 588 768,10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470 795,72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2 359 002,64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1 704 276,98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1 667 278,97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193 652,14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73 095,58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555 212,98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438 589,87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205 417,88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189 246,21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379 849,48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515 488,13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136 386,57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174 424,72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867 762,78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1 956 568 497,84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467 679 623,84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102 983 148,00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113 512 745,00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127 852 329,00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123 449 815,00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66 306 557,00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88 124 841,00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67 842 604,00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77 795 937,00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32 677 693,00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84 750 299,00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98 780 046,00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46 754 379,00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77 180 770,00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67 639 638,00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64 106 422,00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58 506 406,00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87 695 422,00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102 929 823,00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оказание социальной помощи отдельным категориям граждан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84 564 592,90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26 183 834,00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17 871 975,86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3 784 231,00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2 820 571,71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5 840 360,00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2 512 250,00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3 292 750,00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1 325 400,00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1 796 450,00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1 451 450,00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3 158 919,00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2 381 092,00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2 027 655,33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1 860 950,00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1 192 200,00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1 896 504,00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878 140,00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2 336 910,00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1 952 950,00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3 139 276,98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957 370,73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363 832,26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167 755,72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103 260,39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255 420,11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215 971,62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190 092,26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47 066,57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40 405,30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149 442,95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122 518,55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50 237,71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44 965,47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67 022,25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120 010,00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67 939,98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72 223,56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49 797,55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Субвенция на оказание социальной помощи на основании социального контракта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263 026 036,54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79 313 632,84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31 057 589,00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13 701 282,00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9 162 443,50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19 647 700,00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17 236 700,00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16 986 700,00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4 149 450,70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3 620 500,00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3 108 100,00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12 136 600,00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9 424 501,50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3 864 437,00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3 558 100,00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5 237 900,00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10 028 500,00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5 487 900,00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5 837 900,00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9 466 100,00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81 332 852,70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21 837 878,00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11 039 958,00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3 124 306,00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5 040 473,70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6 657 532,00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4 936 950,00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1 789 020,00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2 164 477,00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754 776,00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2 909 376,00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2 631 042,00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2 053 024,00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1 614 583,00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1 782 566,00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2 131 327,00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2 150 602,00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2 309 938,00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3 496 134,00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13 582 005,30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7 728 921,00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4 310 468,00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182 248,00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217 289,00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225 437,00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216 476,30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40 635,00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22 781,00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380 023,00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386 007,00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148 419,00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44 340,00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808 963 501,57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320 218 870,41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90 082 979,31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46 313 928,14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21 879 781,69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55 373 286,21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32 482 475,86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42 477 082,76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13 054 541,00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11 835 719,72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4 095 065,00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23 671 439,41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20 646 755,17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12 153 519,72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8 021 987,31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12 825 785,90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18 937 151,72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11 349 956,34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9 994 606,90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53 548 569,00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1 119 395 146,19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555 888 743,62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153 974 420,08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42 711 517,91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21 387 981,75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55 496 733,99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43 578 115,77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42 603 726,58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6 672 800,00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9 109 749,99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5 231 920,26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21 633 883,00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21 341 138,00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9 632 319,88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8 741 404,60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11 610 004,82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18 375 708,66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8 517 110,00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8 857 971,68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74 029 895,60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10 497 344,61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3 980 866,50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1 173 680,35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643 268,43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274 890,81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748 084,90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437 451,96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562 314,11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188 584,00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161 175,43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57 652,13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326 184,64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275 393,32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172 101,55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112 220,80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170 945,31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245 008,92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151 793,11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137 320,20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678 408,14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23 941,00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Субвенция на освобождение от оплаты стоимости проезда детей из многодетных семей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11 815 020,26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638 899,00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2 143 167,00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270 261,50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3 524 585,00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33 157,26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297 129,00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385 930,00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736 294,00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135 798,00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1 453 035,00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41. Субвенция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3 719 934,31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512 752,00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181 703,15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1 026 334,00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79 389,68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813 305,10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255 129,25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208 167,15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19 284,50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51 706,25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68 824,00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51 706,25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19 556,50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432 076,48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14 593 628,84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Семибратово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238 015,00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228 286,09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238 635,77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95 458,00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477 273,98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477 274,00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108 592,00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9 438 964,21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155 677,92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85 336,44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267 674,60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249 474,75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831 707,75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959 339,07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613 704,72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400 554,30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491 370,00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357 430,00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698 320,00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531 926,00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232 688,70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284 943,00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443 200,00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633 660,00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322 850,00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413 105,40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1 466 001,56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53 700 706,09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21 003 417,32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6 031 307,71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2 769 036,33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1 547 757,00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2 824 737,00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2 421 555,28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2 574 216,00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958 177,33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1 401 176,00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865 702,00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1 354 753,00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1 562 620,00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1 058 453,00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957 397,94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1 253 742,24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1 425 130,00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954 454,41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1 232 490,00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1 504 583,53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56 203 487,58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25 270 642,00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7 437 724,00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1 495 815,00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2 038 184,25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2 648 473,00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443 026,00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1 052 791,00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1 495 815,00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882 254,73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886 052,00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443 026,00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2 382 488,60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2 770 770,50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1 402 188,00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263 800,00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237 532,00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249 682,00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251 332,00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24 578,50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23 379,00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26 363,00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461 988 899,18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183 225 359,03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59 645 584,38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21 915 829,21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13 601 217,13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27 202 183,43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20 799 901,00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22 630 879,74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5 878 968,68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7 600 209,48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4 280 191,13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13 602 117,75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13 315 665,48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6 021 286,98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4 524 974,14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8 509 969,67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9 249 385,87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6 368 724,44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7 529 807,76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26 086 643,88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49. Субвенция </w:t>
            </w:r>
            <w:proofErr w:type="gramStart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202 958 710,46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92 883 257,71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27 083 041,79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8 932 871,71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6 853 403,30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11 174 504,31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8 499 995,00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10 999 995,75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1 799 011,20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1 856 568,85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618 820,60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4 521 617,00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3 827 443,45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2 981 661,97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1 411 608,71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2 246 740,80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3 971 337,26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1 632 846,40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2 873 288,65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8 790 696,00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54 380 816,85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23 857 475,59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6 839 469,69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8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4 076 747,28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215 112,31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2 722 104,79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2 671 936,14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2 552 375,24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1 019 187,00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562 389,28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361 647,00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1 649 823,59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998 533,83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786 843,28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610 380,69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109 591,10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987 730,28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76 716,66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622 448,10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545" w:rsidRPr="00425545" w:rsidRDefault="00425545" w:rsidP="004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82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3 660 305,00</w:t>
            </w:r>
          </w:p>
        </w:tc>
      </w:tr>
      <w:tr w:rsidR="00425545" w:rsidRPr="00425545" w:rsidTr="00A63916">
        <w:trPr>
          <w:trHeight w:val="2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A8266C" w:rsidP="00A8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5545" w:rsidRPr="00425545" w:rsidRDefault="00425545" w:rsidP="00A82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29 036 179 330,23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A63916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E5" w:rsidRDefault="00917CE5" w:rsidP="005A5D8B">
      <w:pPr>
        <w:spacing w:after="0" w:line="240" w:lineRule="auto"/>
      </w:pPr>
      <w:r>
        <w:separator/>
      </w:r>
    </w:p>
  </w:endnote>
  <w:endnote w:type="continuationSeparator" w:id="0">
    <w:p w:rsidR="00917CE5" w:rsidRDefault="00917CE5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E5" w:rsidRDefault="00917CE5" w:rsidP="005A5D8B">
      <w:pPr>
        <w:spacing w:after="0" w:line="240" w:lineRule="auto"/>
      </w:pPr>
      <w:r>
        <w:separator/>
      </w:r>
    </w:p>
  </w:footnote>
  <w:footnote w:type="continuationSeparator" w:id="0">
    <w:p w:rsidR="00917CE5" w:rsidRDefault="00917CE5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33BC" w:rsidRPr="004E4D62" w:rsidRDefault="007333B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7D3B">
          <w:rPr>
            <w:rFonts w:ascii="Times New Roman" w:hAnsi="Times New Roman" w:cs="Times New Roman"/>
            <w:noProof/>
            <w:sz w:val="28"/>
            <w:szCs w:val="28"/>
          </w:rPr>
          <w:t>60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73B40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554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6C3C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27D3B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452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3BC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9D5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07865"/>
    <w:rsid w:val="00910659"/>
    <w:rsid w:val="00910EF0"/>
    <w:rsid w:val="00917CE5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3916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266C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3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056A"/>
    <w:rsid w:val="00D21B5D"/>
    <w:rsid w:val="00D22124"/>
    <w:rsid w:val="00D22EB6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12493</Words>
  <Characters>71216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2022-05-18T08:03:00Z</cp:lastPrinted>
  <dcterms:created xsi:type="dcterms:W3CDTF">2022-05-18T08:03:00Z</dcterms:created>
  <dcterms:modified xsi:type="dcterms:W3CDTF">2022-07-04T08:13:00Z</dcterms:modified>
</cp:coreProperties>
</file>