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62B" w:rsidRPr="000D762B" w:rsidRDefault="002E0302" w:rsidP="000D762B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FD7EB7">
        <w:rPr>
          <w:bCs/>
          <w:sz w:val="28"/>
          <w:szCs w:val="28"/>
        </w:rPr>
        <w:t>з</w:t>
      </w:r>
      <w:r w:rsidRPr="00D4163A">
        <w:rPr>
          <w:bCs/>
          <w:sz w:val="28"/>
          <w:szCs w:val="28"/>
        </w:rPr>
        <w:t>акона Ярославской области</w:t>
      </w:r>
      <w:r w:rsidRPr="00D4163A">
        <w:rPr>
          <w:bCs/>
          <w:sz w:val="28"/>
          <w:szCs w:val="28"/>
        </w:rPr>
        <w:br/>
      </w:r>
      <w:r w:rsidR="00325BF8">
        <w:rPr>
          <w:bCs/>
          <w:sz w:val="28"/>
          <w:szCs w:val="28"/>
        </w:rPr>
        <w:t>«</w:t>
      </w:r>
      <w:r w:rsidR="000D762B" w:rsidRPr="000D762B">
        <w:rPr>
          <w:bCs/>
          <w:sz w:val="28"/>
          <w:szCs w:val="28"/>
        </w:rPr>
        <w:t>О внесении изменений в Закон Ярославской области</w:t>
      </w:r>
    </w:p>
    <w:p w:rsidR="002E0302" w:rsidRDefault="000D762B" w:rsidP="000D762B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0D762B">
        <w:rPr>
          <w:bCs/>
          <w:sz w:val="28"/>
          <w:szCs w:val="28"/>
        </w:rPr>
        <w:t>«О порядке учета</w:t>
      </w:r>
      <w:r>
        <w:rPr>
          <w:bCs/>
          <w:sz w:val="28"/>
          <w:szCs w:val="28"/>
        </w:rPr>
        <w:t xml:space="preserve"> граждан в качестве нуждающихся </w:t>
      </w:r>
      <w:r w:rsidRPr="000D762B">
        <w:rPr>
          <w:bCs/>
          <w:sz w:val="28"/>
          <w:szCs w:val="28"/>
        </w:rPr>
        <w:t>в жи</w:t>
      </w:r>
      <w:r>
        <w:rPr>
          <w:bCs/>
          <w:sz w:val="28"/>
          <w:szCs w:val="28"/>
        </w:rPr>
        <w:t xml:space="preserve">лых помещениях, предоставляемых </w:t>
      </w:r>
      <w:r w:rsidRPr="000D762B">
        <w:rPr>
          <w:bCs/>
          <w:sz w:val="28"/>
          <w:szCs w:val="28"/>
        </w:rPr>
        <w:t>по договорам социального найма</w:t>
      </w:r>
      <w:r w:rsidR="005509E0" w:rsidRPr="005509E0">
        <w:rPr>
          <w:bCs/>
          <w:sz w:val="28"/>
          <w:szCs w:val="28"/>
        </w:rPr>
        <w:t>»</w:t>
      </w:r>
    </w:p>
    <w:p w:rsidR="001A0ACA" w:rsidRDefault="001A0ACA" w:rsidP="002D7E19">
      <w:pPr>
        <w:spacing w:line="240" w:lineRule="exact"/>
        <w:ind w:firstLine="709"/>
        <w:rPr>
          <w:bCs/>
          <w:szCs w:val="28"/>
        </w:rPr>
      </w:pPr>
      <w:bookmarkStart w:id="0" w:name="_GoBack"/>
      <w:bookmarkEnd w:id="0"/>
    </w:p>
    <w:p w:rsidR="001A0ACA" w:rsidRDefault="001A0ACA" w:rsidP="002D7E19">
      <w:pPr>
        <w:spacing w:line="240" w:lineRule="exact"/>
        <w:ind w:firstLine="709"/>
        <w:rPr>
          <w:szCs w:val="28"/>
        </w:rPr>
      </w:pPr>
    </w:p>
    <w:p w:rsidR="00A3510A" w:rsidRPr="00A3510A" w:rsidRDefault="002E0302" w:rsidP="000D762B">
      <w:pPr>
        <w:ind w:firstLine="709"/>
        <w:rPr>
          <w:szCs w:val="28"/>
        </w:rPr>
      </w:pPr>
      <w:r w:rsidRPr="00BF2C68">
        <w:rPr>
          <w:szCs w:val="28"/>
        </w:rPr>
        <w:t xml:space="preserve">Проект </w:t>
      </w:r>
      <w:r w:rsidR="00D9533C" w:rsidRPr="00BF2C68">
        <w:rPr>
          <w:szCs w:val="28"/>
        </w:rPr>
        <w:t>з</w:t>
      </w:r>
      <w:r w:rsidRPr="00BF2C68">
        <w:rPr>
          <w:szCs w:val="28"/>
        </w:rPr>
        <w:t xml:space="preserve">акона Ярославской области </w:t>
      </w:r>
      <w:r w:rsidR="00DC2537" w:rsidRPr="00DC2537">
        <w:rPr>
          <w:szCs w:val="28"/>
        </w:rPr>
        <w:t>«</w:t>
      </w:r>
      <w:r w:rsidR="000D762B" w:rsidRPr="000D762B">
        <w:rPr>
          <w:szCs w:val="28"/>
        </w:rPr>
        <w:t>О внесении измене</w:t>
      </w:r>
      <w:r w:rsidR="000D762B">
        <w:rPr>
          <w:szCs w:val="28"/>
        </w:rPr>
        <w:t xml:space="preserve">ний в Закон Ярославской области </w:t>
      </w:r>
      <w:r w:rsidR="000D762B" w:rsidRPr="000D762B">
        <w:rPr>
          <w:szCs w:val="28"/>
        </w:rPr>
        <w:t xml:space="preserve">«О порядке учета граждан в качестве нуждающихся </w:t>
      </w:r>
      <w:r w:rsidR="002D7E19">
        <w:rPr>
          <w:szCs w:val="28"/>
        </w:rPr>
        <w:t xml:space="preserve">                       </w:t>
      </w:r>
      <w:r w:rsidR="000D762B" w:rsidRPr="000D762B">
        <w:rPr>
          <w:szCs w:val="28"/>
        </w:rPr>
        <w:t>в жилых помещениях, предоставляемых по договорам социального найма</w:t>
      </w:r>
      <w:r w:rsidR="005509E0" w:rsidRPr="005509E0">
        <w:rPr>
          <w:szCs w:val="28"/>
        </w:rPr>
        <w:t>»</w:t>
      </w:r>
      <w:r w:rsidR="005509E0" w:rsidRPr="005509E0">
        <w:rPr>
          <w:bCs/>
          <w:szCs w:val="28"/>
        </w:rPr>
        <w:t xml:space="preserve"> </w:t>
      </w:r>
      <w:r w:rsidR="000D762B">
        <w:rPr>
          <w:szCs w:val="28"/>
        </w:rPr>
        <w:t xml:space="preserve">подготовлен </w:t>
      </w:r>
      <w:r w:rsidR="00A3510A" w:rsidRPr="00A3510A">
        <w:rPr>
          <w:szCs w:val="28"/>
        </w:rPr>
        <w:t xml:space="preserve">в целях </w:t>
      </w:r>
      <w:r w:rsidR="000D762B">
        <w:rPr>
          <w:szCs w:val="28"/>
        </w:rPr>
        <w:t xml:space="preserve">совершенствования регионального законодательства                      и </w:t>
      </w:r>
      <w:r w:rsidR="00A3510A" w:rsidRPr="00A3510A">
        <w:rPr>
          <w:szCs w:val="28"/>
        </w:rPr>
        <w:t xml:space="preserve">приведения отдельных </w:t>
      </w:r>
      <w:r w:rsidR="000D762B">
        <w:rPr>
          <w:szCs w:val="28"/>
        </w:rPr>
        <w:t xml:space="preserve">его </w:t>
      </w:r>
      <w:r w:rsidR="00A3510A" w:rsidRPr="00A3510A">
        <w:rPr>
          <w:szCs w:val="28"/>
        </w:rPr>
        <w:t xml:space="preserve">положений в соответствие </w:t>
      </w:r>
      <w:r w:rsidR="00A3510A">
        <w:rPr>
          <w:szCs w:val="28"/>
        </w:rPr>
        <w:t xml:space="preserve">требованиям </w:t>
      </w:r>
      <w:r w:rsidR="00A3510A" w:rsidRPr="00A3510A">
        <w:rPr>
          <w:szCs w:val="28"/>
        </w:rPr>
        <w:t>федерально</w:t>
      </w:r>
      <w:r w:rsidR="00A3510A">
        <w:rPr>
          <w:szCs w:val="28"/>
        </w:rPr>
        <w:t>го</w:t>
      </w:r>
      <w:r w:rsidR="00A3510A" w:rsidRPr="00A3510A">
        <w:rPr>
          <w:szCs w:val="28"/>
        </w:rPr>
        <w:t xml:space="preserve"> законодательств</w:t>
      </w:r>
      <w:r w:rsidR="00A3510A">
        <w:rPr>
          <w:szCs w:val="28"/>
        </w:rPr>
        <w:t>а</w:t>
      </w:r>
      <w:r w:rsidR="00A3510A" w:rsidRPr="00A3510A">
        <w:rPr>
          <w:szCs w:val="28"/>
        </w:rPr>
        <w:t>.</w:t>
      </w:r>
    </w:p>
    <w:p w:rsidR="000D762B" w:rsidRDefault="000D762B" w:rsidP="00E42BCE">
      <w:pPr>
        <w:ind w:firstLine="709"/>
        <w:rPr>
          <w:szCs w:val="28"/>
        </w:rPr>
      </w:pPr>
      <w:r>
        <w:rPr>
          <w:szCs w:val="28"/>
        </w:rPr>
        <w:t xml:space="preserve">Так, с учетом сложившейся судебной практики о недопустимости установления возможности реализации прав граждан исходя из наличия регистрации по месту жительства </w:t>
      </w:r>
      <w:r w:rsidR="00706955">
        <w:rPr>
          <w:szCs w:val="28"/>
        </w:rPr>
        <w:t xml:space="preserve">законопроектом </w:t>
      </w:r>
      <w:r>
        <w:rPr>
          <w:szCs w:val="28"/>
        </w:rPr>
        <w:t>предлагается признать утратившей силу норму о том, что факт постоянного или преимущественного</w:t>
      </w:r>
      <w:r w:rsidR="00706955">
        <w:rPr>
          <w:szCs w:val="28"/>
        </w:rPr>
        <w:t xml:space="preserve"> проживания</w:t>
      </w:r>
      <w:r>
        <w:rPr>
          <w:szCs w:val="28"/>
        </w:rPr>
        <w:t xml:space="preserve"> на территории Ярославской области подтверждается сведениями </w:t>
      </w:r>
      <w:r w:rsidR="00706955">
        <w:rPr>
          <w:szCs w:val="28"/>
        </w:rPr>
        <w:t xml:space="preserve">            </w:t>
      </w:r>
      <w:r>
        <w:rPr>
          <w:szCs w:val="28"/>
        </w:rPr>
        <w:t>о регистрации по месту жительства.</w:t>
      </w:r>
    </w:p>
    <w:p w:rsidR="00706955" w:rsidRPr="00706955" w:rsidRDefault="00706955" w:rsidP="00706955">
      <w:pPr>
        <w:ind w:firstLine="709"/>
        <w:rPr>
          <w:szCs w:val="28"/>
        </w:rPr>
      </w:pPr>
      <w:r>
        <w:rPr>
          <w:szCs w:val="28"/>
        </w:rPr>
        <w:t>При этом уточняется, что з</w:t>
      </w:r>
      <w:r w:rsidRPr="00706955">
        <w:rPr>
          <w:szCs w:val="28"/>
        </w:rPr>
        <w:t xml:space="preserve">аявление о принятии на учет подается гражданином </w:t>
      </w:r>
      <w:r>
        <w:rPr>
          <w:szCs w:val="28"/>
        </w:rPr>
        <w:t>по месту своего жительства, а в</w:t>
      </w:r>
      <w:r w:rsidR="002D7E19">
        <w:rPr>
          <w:szCs w:val="28"/>
        </w:rPr>
        <w:t xml:space="preserve"> случаях и </w:t>
      </w:r>
      <w:r w:rsidRPr="00706955">
        <w:rPr>
          <w:szCs w:val="28"/>
        </w:rPr>
        <w:t xml:space="preserve">порядке, которые установлены законодательством, </w:t>
      </w:r>
      <w:r>
        <w:rPr>
          <w:szCs w:val="28"/>
        </w:rPr>
        <w:t xml:space="preserve">такое заявление может быть подано                                </w:t>
      </w:r>
      <w:r w:rsidRPr="00706955">
        <w:rPr>
          <w:szCs w:val="28"/>
        </w:rPr>
        <w:t>не по месту своего жительства.</w:t>
      </w:r>
    </w:p>
    <w:p w:rsidR="000D762B" w:rsidRDefault="001C7F07" w:rsidP="00E42BCE">
      <w:pPr>
        <w:ind w:firstLine="709"/>
        <w:rPr>
          <w:szCs w:val="28"/>
        </w:rPr>
      </w:pPr>
      <w:r>
        <w:rPr>
          <w:szCs w:val="28"/>
        </w:rPr>
        <w:t>Согласно пункту 2 части 1 статьи 7 Федерального</w:t>
      </w:r>
      <w:r w:rsidRPr="001C7F07">
        <w:rPr>
          <w:szCs w:val="28"/>
        </w:rPr>
        <w:t xml:space="preserve"> закон</w:t>
      </w:r>
      <w:r>
        <w:rPr>
          <w:szCs w:val="28"/>
        </w:rPr>
        <w:t>а от 27.07.2010        №</w:t>
      </w:r>
      <w:r w:rsidRPr="001C7F07">
        <w:rPr>
          <w:szCs w:val="28"/>
        </w:rPr>
        <w:t xml:space="preserve"> 210-ФЗ</w:t>
      </w:r>
      <w:r>
        <w:rPr>
          <w:szCs w:val="28"/>
        </w:rPr>
        <w:t xml:space="preserve"> «</w:t>
      </w:r>
      <w:r w:rsidRPr="001C7F07">
        <w:rPr>
          <w:szCs w:val="28"/>
        </w:rPr>
        <w:t>Об организации предоставления госуда</w:t>
      </w:r>
      <w:r>
        <w:rPr>
          <w:szCs w:val="28"/>
        </w:rPr>
        <w:t>рственных                                                и муниципальных услуг» о</w:t>
      </w:r>
      <w:r w:rsidRPr="001C7F07">
        <w:rPr>
          <w:szCs w:val="28"/>
        </w:rPr>
        <w:t xml:space="preserve">рганы, предоставляющие государственные услуги, </w:t>
      </w:r>
      <w:r>
        <w:rPr>
          <w:szCs w:val="28"/>
        </w:rPr>
        <w:t xml:space="preserve">             </w:t>
      </w:r>
      <w:r w:rsidRPr="001C7F07">
        <w:rPr>
          <w:szCs w:val="28"/>
        </w:rPr>
        <w:t xml:space="preserve">и органы, предоставляющие муниципальные услуги, не вправе требовать </w:t>
      </w:r>
      <w:r>
        <w:rPr>
          <w:szCs w:val="28"/>
        </w:rPr>
        <w:t xml:space="preserve">                    </w:t>
      </w:r>
      <w:r w:rsidRPr="001C7F07">
        <w:rPr>
          <w:szCs w:val="28"/>
        </w:rPr>
        <w:t>от заявителя</w:t>
      </w:r>
      <w:r w:rsidRPr="001C7F07">
        <w:t xml:space="preserve"> </w:t>
      </w:r>
      <w:r w:rsidRPr="001C7F07">
        <w:rPr>
          <w:szCs w:val="28"/>
        </w:rPr>
        <w:t xml:space="preserve">представления документов и информации, которые находятся </w:t>
      </w:r>
      <w:r>
        <w:rPr>
          <w:szCs w:val="28"/>
        </w:rPr>
        <w:t xml:space="preserve">                  </w:t>
      </w:r>
      <w:r w:rsidRPr="001C7F07">
        <w:rPr>
          <w:szCs w:val="28"/>
        </w:rPr>
        <w:t xml:space="preserve">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</w:t>
      </w:r>
      <w:r>
        <w:rPr>
          <w:szCs w:val="28"/>
        </w:rPr>
        <w:t xml:space="preserve">им </w:t>
      </w:r>
      <w:r w:rsidRPr="001C7F07">
        <w:rPr>
          <w:szCs w:val="28"/>
        </w:rPr>
        <w:t>организа</w:t>
      </w:r>
      <w:r>
        <w:rPr>
          <w:szCs w:val="28"/>
        </w:rPr>
        <w:t>ций.</w:t>
      </w:r>
    </w:p>
    <w:p w:rsidR="001C7F07" w:rsidRDefault="001C7F07" w:rsidP="00E42BCE">
      <w:pPr>
        <w:ind w:firstLine="709"/>
        <w:rPr>
          <w:szCs w:val="28"/>
        </w:rPr>
      </w:pPr>
      <w:r>
        <w:rPr>
          <w:szCs w:val="28"/>
        </w:rPr>
        <w:t xml:space="preserve">Учитывая тот факт, что постановка </w:t>
      </w:r>
      <w:r w:rsidRPr="001C7F07">
        <w:rPr>
          <w:szCs w:val="28"/>
        </w:rPr>
        <w:t xml:space="preserve">граждан </w:t>
      </w:r>
      <w:r>
        <w:rPr>
          <w:szCs w:val="28"/>
        </w:rPr>
        <w:t xml:space="preserve">на учет </w:t>
      </w:r>
      <w:r w:rsidRPr="001C7F07">
        <w:rPr>
          <w:szCs w:val="28"/>
        </w:rPr>
        <w:t>в качестве нуждающихся в жилых помещениях</w:t>
      </w:r>
      <w:r>
        <w:rPr>
          <w:szCs w:val="28"/>
        </w:rPr>
        <w:t xml:space="preserve"> является </w:t>
      </w:r>
      <w:r w:rsidR="00706955">
        <w:rPr>
          <w:szCs w:val="28"/>
        </w:rPr>
        <w:t>муниципальной услугой, законопроектом в новой редакции излагаются перечни документов</w:t>
      </w:r>
      <w:r w:rsidR="002D7E19">
        <w:rPr>
          <w:szCs w:val="28"/>
        </w:rPr>
        <w:t>, которые гражданин должен пред</w:t>
      </w:r>
      <w:r w:rsidR="00706955">
        <w:rPr>
          <w:szCs w:val="28"/>
        </w:rPr>
        <w:t>ставить самостоятельно, и документов</w:t>
      </w:r>
      <w:r w:rsidR="002D7E19">
        <w:rPr>
          <w:szCs w:val="28"/>
        </w:rPr>
        <w:t>, которые гражданин вправе представить, а в случае их непред</w:t>
      </w:r>
      <w:r w:rsidR="00706955">
        <w:rPr>
          <w:szCs w:val="28"/>
        </w:rPr>
        <w:t xml:space="preserve">ставления, они запрашиваются в рамках межведомственного взаимодействия. </w:t>
      </w:r>
    </w:p>
    <w:p w:rsidR="00706955" w:rsidRDefault="00706955" w:rsidP="00E42BCE">
      <w:pPr>
        <w:ind w:firstLine="709"/>
        <w:rPr>
          <w:szCs w:val="28"/>
        </w:rPr>
      </w:pPr>
      <w:r>
        <w:rPr>
          <w:szCs w:val="28"/>
        </w:rPr>
        <w:t>При этом устанавливается, что в</w:t>
      </w:r>
      <w:r w:rsidRPr="00706955">
        <w:rPr>
          <w:szCs w:val="28"/>
        </w:rPr>
        <w:t xml:space="preserve"> случае невозможности представления оригиналов документов гражданин вправе представить копии документов, заверенные в установленном порядке</w:t>
      </w:r>
      <w:r>
        <w:rPr>
          <w:szCs w:val="28"/>
        </w:rPr>
        <w:t>.</w:t>
      </w:r>
    </w:p>
    <w:p w:rsidR="000D762B" w:rsidRDefault="00706955" w:rsidP="00706955">
      <w:pPr>
        <w:ind w:firstLine="709"/>
        <w:rPr>
          <w:szCs w:val="28"/>
        </w:rPr>
      </w:pPr>
      <w:r>
        <w:rPr>
          <w:szCs w:val="28"/>
        </w:rPr>
        <w:t xml:space="preserve">Законопроектом также конкретизируются способы подачи заявления                о принятии на учет, в том числе </w:t>
      </w:r>
      <w:r w:rsidRPr="00706955">
        <w:rPr>
          <w:szCs w:val="28"/>
        </w:rPr>
        <w:t>через многофункциональный центр предоставления государственных и муниципальных услуг</w:t>
      </w:r>
      <w:r>
        <w:rPr>
          <w:szCs w:val="28"/>
        </w:rPr>
        <w:t>, вносятся технические уточнения относительно к</w:t>
      </w:r>
      <w:r w:rsidR="000D762B" w:rsidRPr="000D762B">
        <w:rPr>
          <w:szCs w:val="28"/>
        </w:rPr>
        <w:t>атегории граждан, подлежащих учету</w:t>
      </w:r>
      <w:r>
        <w:rPr>
          <w:szCs w:val="28"/>
        </w:rPr>
        <w:t xml:space="preserve">            </w:t>
      </w:r>
      <w:r w:rsidR="000D762B" w:rsidRPr="000D762B">
        <w:rPr>
          <w:szCs w:val="28"/>
        </w:rPr>
        <w:t xml:space="preserve"> в качестве нуждающихся в жилых помещениях</w:t>
      </w:r>
      <w:r>
        <w:rPr>
          <w:szCs w:val="28"/>
        </w:rPr>
        <w:t xml:space="preserve">, исключается неопределенная формулировка «может быть» из нормы об отказе в принятии </w:t>
      </w:r>
      <w:r w:rsidR="00833A29">
        <w:rPr>
          <w:szCs w:val="28"/>
        </w:rPr>
        <w:t xml:space="preserve">гражданина                     </w:t>
      </w:r>
      <w:r>
        <w:rPr>
          <w:szCs w:val="28"/>
        </w:rPr>
        <w:t>на учет.</w:t>
      </w:r>
    </w:p>
    <w:p w:rsidR="002D427C" w:rsidRPr="002D427C" w:rsidRDefault="002D427C" w:rsidP="002D427C">
      <w:pPr>
        <w:ind w:firstLine="709"/>
        <w:rPr>
          <w:szCs w:val="28"/>
        </w:rPr>
      </w:pPr>
      <w:r w:rsidRPr="002D427C">
        <w:rPr>
          <w:szCs w:val="28"/>
        </w:rPr>
        <w:lastRenderedPageBreak/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F34C65" w:rsidRDefault="00F34C65" w:rsidP="002D427C">
      <w:pPr>
        <w:ind w:firstLine="709"/>
        <w:rPr>
          <w:szCs w:val="28"/>
        </w:rPr>
      </w:pPr>
    </w:p>
    <w:sectPr w:rsidR="00F34C65" w:rsidSect="00833A29">
      <w:headerReference w:type="default" r:id="rId8"/>
      <w:pgSz w:w="11906" w:h="16838"/>
      <w:pgMar w:top="993" w:right="707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31F" w:rsidRDefault="00A6131F" w:rsidP="00E75934">
      <w:r>
        <w:separator/>
      </w:r>
    </w:p>
  </w:endnote>
  <w:endnote w:type="continuationSeparator" w:id="0">
    <w:p w:rsidR="00A6131F" w:rsidRDefault="00A6131F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31F" w:rsidRDefault="00A6131F" w:rsidP="00E75934">
      <w:r>
        <w:separator/>
      </w:r>
    </w:p>
  </w:footnote>
  <w:footnote w:type="continuationSeparator" w:id="0">
    <w:p w:rsidR="00A6131F" w:rsidRDefault="00A6131F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970880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E19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356CF"/>
    <w:rsid w:val="00037D4C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0E86"/>
    <w:rsid w:val="000615D5"/>
    <w:rsid w:val="00064B26"/>
    <w:rsid w:val="00067033"/>
    <w:rsid w:val="00067963"/>
    <w:rsid w:val="00074D4B"/>
    <w:rsid w:val="000827FC"/>
    <w:rsid w:val="00086389"/>
    <w:rsid w:val="00087A37"/>
    <w:rsid w:val="00090C78"/>
    <w:rsid w:val="000911D7"/>
    <w:rsid w:val="000A0260"/>
    <w:rsid w:val="000A5AE9"/>
    <w:rsid w:val="000B08AF"/>
    <w:rsid w:val="000B5FAB"/>
    <w:rsid w:val="000C1661"/>
    <w:rsid w:val="000C59CC"/>
    <w:rsid w:val="000C7883"/>
    <w:rsid w:val="000C7B02"/>
    <w:rsid w:val="000D0AA3"/>
    <w:rsid w:val="000D42BB"/>
    <w:rsid w:val="000D762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D91"/>
    <w:rsid w:val="00162BFC"/>
    <w:rsid w:val="00166ABD"/>
    <w:rsid w:val="0017075F"/>
    <w:rsid w:val="00173861"/>
    <w:rsid w:val="00177967"/>
    <w:rsid w:val="001833EC"/>
    <w:rsid w:val="00186503"/>
    <w:rsid w:val="00191511"/>
    <w:rsid w:val="001A0ACA"/>
    <w:rsid w:val="001A1A8B"/>
    <w:rsid w:val="001C57CA"/>
    <w:rsid w:val="001C7F07"/>
    <w:rsid w:val="001D53D4"/>
    <w:rsid w:val="001D7894"/>
    <w:rsid w:val="001E7658"/>
    <w:rsid w:val="001F4712"/>
    <w:rsid w:val="001F72D8"/>
    <w:rsid w:val="00205224"/>
    <w:rsid w:val="00207281"/>
    <w:rsid w:val="00215409"/>
    <w:rsid w:val="00216D90"/>
    <w:rsid w:val="00217EDC"/>
    <w:rsid w:val="002362D3"/>
    <w:rsid w:val="002369F0"/>
    <w:rsid w:val="00247E0D"/>
    <w:rsid w:val="00250531"/>
    <w:rsid w:val="00260FAB"/>
    <w:rsid w:val="002621E1"/>
    <w:rsid w:val="002626CC"/>
    <w:rsid w:val="00275D57"/>
    <w:rsid w:val="00282EDF"/>
    <w:rsid w:val="00283F5C"/>
    <w:rsid w:val="002953D5"/>
    <w:rsid w:val="00296D1E"/>
    <w:rsid w:val="002A2A61"/>
    <w:rsid w:val="002D2244"/>
    <w:rsid w:val="002D427C"/>
    <w:rsid w:val="002D456E"/>
    <w:rsid w:val="002D7E19"/>
    <w:rsid w:val="002E0302"/>
    <w:rsid w:val="002E23E4"/>
    <w:rsid w:val="00304D7B"/>
    <w:rsid w:val="00312747"/>
    <w:rsid w:val="0031638D"/>
    <w:rsid w:val="00325BF8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C1567"/>
    <w:rsid w:val="003D306F"/>
    <w:rsid w:val="003E1EC4"/>
    <w:rsid w:val="003E4B49"/>
    <w:rsid w:val="003E4E5F"/>
    <w:rsid w:val="003F0E71"/>
    <w:rsid w:val="00400C43"/>
    <w:rsid w:val="00401640"/>
    <w:rsid w:val="004045BD"/>
    <w:rsid w:val="00405412"/>
    <w:rsid w:val="004202C7"/>
    <w:rsid w:val="00430507"/>
    <w:rsid w:val="00432A5B"/>
    <w:rsid w:val="004358A3"/>
    <w:rsid w:val="0044207C"/>
    <w:rsid w:val="00447BE7"/>
    <w:rsid w:val="004502B4"/>
    <w:rsid w:val="00450B28"/>
    <w:rsid w:val="0045126D"/>
    <w:rsid w:val="0045449C"/>
    <w:rsid w:val="004550B5"/>
    <w:rsid w:val="004563DD"/>
    <w:rsid w:val="00456BCA"/>
    <w:rsid w:val="004631ED"/>
    <w:rsid w:val="004655A0"/>
    <w:rsid w:val="004664AD"/>
    <w:rsid w:val="004713F7"/>
    <w:rsid w:val="004714DD"/>
    <w:rsid w:val="00471BF1"/>
    <w:rsid w:val="00480844"/>
    <w:rsid w:val="004826DA"/>
    <w:rsid w:val="00491D56"/>
    <w:rsid w:val="004A03A9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4F1B23"/>
    <w:rsid w:val="00507ACB"/>
    <w:rsid w:val="00517CD4"/>
    <w:rsid w:val="0052321D"/>
    <w:rsid w:val="00534267"/>
    <w:rsid w:val="00534FD7"/>
    <w:rsid w:val="00537ACC"/>
    <w:rsid w:val="00537DFC"/>
    <w:rsid w:val="00544402"/>
    <w:rsid w:val="00546A50"/>
    <w:rsid w:val="005509E0"/>
    <w:rsid w:val="005542AB"/>
    <w:rsid w:val="00554927"/>
    <w:rsid w:val="00564512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D430A"/>
    <w:rsid w:val="005E59EE"/>
    <w:rsid w:val="00604981"/>
    <w:rsid w:val="00615114"/>
    <w:rsid w:val="00636CF7"/>
    <w:rsid w:val="00652E23"/>
    <w:rsid w:val="00655149"/>
    <w:rsid w:val="00655C87"/>
    <w:rsid w:val="006610A9"/>
    <w:rsid w:val="00663514"/>
    <w:rsid w:val="00673745"/>
    <w:rsid w:val="0068618D"/>
    <w:rsid w:val="006A102A"/>
    <w:rsid w:val="006A50B4"/>
    <w:rsid w:val="006B1AFF"/>
    <w:rsid w:val="006B6AF5"/>
    <w:rsid w:val="006B6D69"/>
    <w:rsid w:val="006C1028"/>
    <w:rsid w:val="006C4CEC"/>
    <w:rsid w:val="006C5C20"/>
    <w:rsid w:val="006C76B6"/>
    <w:rsid w:val="006D2C73"/>
    <w:rsid w:val="006D2F11"/>
    <w:rsid w:val="006F0DD3"/>
    <w:rsid w:val="006F18EB"/>
    <w:rsid w:val="00706955"/>
    <w:rsid w:val="00712B89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50A8"/>
    <w:rsid w:val="00777B96"/>
    <w:rsid w:val="00780D9E"/>
    <w:rsid w:val="007965B0"/>
    <w:rsid w:val="007A30A4"/>
    <w:rsid w:val="007A3EA9"/>
    <w:rsid w:val="007B0C3A"/>
    <w:rsid w:val="007C0780"/>
    <w:rsid w:val="007D539B"/>
    <w:rsid w:val="007E03B7"/>
    <w:rsid w:val="007F0252"/>
    <w:rsid w:val="007F4D7E"/>
    <w:rsid w:val="007F5593"/>
    <w:rsid w:val="00800B47"/>
    <w:rsid w:val="00802A33"/>
    <w:rsid w:val="00806625"/>
    <w:rsid w:val="00813038"/>
    <w:rsid w:val="00813D49"/>
    <w:rsid w:val="00827964"/>
    <w:rsid w:val="00827FD3"/>
    <w:rsid w:val="0083361F"/>
    <w:rsid w:val="00833A29"/>
    <w:rsid w:val="008463A9"/>
    <w:rsid w:val="00866D70"/>
    <w:rsid w:val="0087398E"/>
    <w:rsid w:val="00875E05"/>
    <w:rsid w:val="00891CDF"/>
    <w:rsid w:val="0089775A"/>
    <w:rsid w:val="00897762"/>
    <w:rsid w:val="008A0370"/>
    <w:rsid w:val="008B0C34"/>
    <w:rsid w:val="008B16EA"/>
    <w:rsid w:val="008B4905"/>
    <w:rsid w:val="008B5D3E"/>
    <w:rsid w:val="008B6D1D"/>
    <w:rsid w:val="008C110B"/>
    <w:rsid w:val="008D5BEB"/>
    <w:rsid w:val="008E4334"/>
    <w:rsid w:val="008F1990"/>
    <w:rsid w:val="009116F0"/>
    <w:rsid w:val="00917504"/>
    <w:rsid w:val="009242BA"/>
    <w:rsid w:val="00926BCC"/>
    <w:rsid w:val="00930C48"/>
    <w:rsid w:val="00933C34"/>
    <w:rsid w:val="00961628"/>
    <w:rsid w:val="00972E5A"/>
    <w:rsid w:val="0098112E"/>
    <w:rsid w:val="00982523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4CC2"/>
    <w:rsid w:val="009F765B"/>
    <w:rsid w:val="00A076C5"/>
    <w:rsid w:val="00A1328A"/>
    <w:rsid w:val="00A1565B"/>
    <w:rsid w:val="00A230B2"/>
    <w:rsid w:val="00A24D20"/>
    <w:rsid w:val="00A275B5"/>
    <w:rsid w:val="00A31CA3"/>
    <w:rsid w:val="00A3510A"/>
    <w:rsid w:val="00A52AE3"/>
    <w:rsid w:val="00A55D51"/>
    <w:rsid w:val="00A565E1"/>
    <w:rsid w:val="00A6131F"/>
    <w:rsid w:val="00A70D34"/>
    <w:rsid w:val="00A71A13"/>
    <w:rsid w:val="00A7325B"/>
    <w:rsid w:val="00A77D5E"/>
    <w:rsid w:val="00A85CE9"/>
    <w:rsid w:val="00A974ED"/>
    <w:rsid w:val="00AB0207"/>
    <w:rsid w:val="00AD76D3"/>
    <w:rsid w:val="00AF2922"/>
    <w:rsid w:val="00AF6C90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75897"/>
    <w:rsid w:val="00B946B7"/>
    <w:rsid w:val="00BA1853"/>
    <w:rsid w:val="00BA2A3F"/>
    <w:rsid w:val="00BA2A52"/>
    <w:rsid w:val="00BB0551"/>
    <w:rsid w:val="00BB39B0"/>
    <w:rsid w:val="00BB7AB2"/>
    <w:rsid w:val="00BC05D8"/>
    <w:rsid w:val="00BE34C9"/>
    <w:rsid w:val="00BF197F"/>
    <w:rsid w:val="00BF1B81"/>
    <w:rsid w:val="00BF2C68"/>
    <w:rsid w:val="00BF759C"/>
    <w:rsid w:val="00BF7C35"/>
    <w:rsid w:val="00C03759"/>
    <w:rsid w:val="00C11A37"/>
    <w:rsid w:val="00C12535"/>
    <w:rsid w:val="00C13475"/>
    <w:rsid w:val="00C150F4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CF1CEA"/>
    <w:rsid w:val="00D0160B"/>
    <w:rsid w:val="00D13073"/>
    <w:rsid w:val="00D1400C"/>
    <w:rsid w:val="00D17397"/>
    <w:rsid w:val="00D1784D"/>
    <w:rsid w:val="00D25444"/>
    <w:rsid w:val="00D258B8"/>
    <w:rsid w:val="00D35251"/>
    <w:rsid w:val="00D37CC8"/>
    <w:rsid w:val="00D4163A"/>
    <w:rsid w:val="00D42606"/>
    <w:rsid w:val="00D444F0"/>
    <w:rsid w:val="00D51501"/>
    <w:rsid w:val="00D66264"/>
    <w:rsid w:val="00D66727"/>
    <w:rsid w:val="00D71B4D"/>
    <w:rsid w:val="00D72EC7"/>
    <w:rsid w:val="00D77A58"/>
    <w:rsid w:val="00D9533C"/>
    <w:rsid w:val="00DA25D3"/>
    <w:rsid w:val="00DA34AE"/>
    <w:rsid w:val="00DA38FA"/>
    <w:rsid w:val="00DB4902"/>
    <w:rsid w:val="00DC2537"/>
    <w:rsid w:val="00DC55FF"/>
    <w:rsid w:val="00DC5EBF"/>
    <w:rsid w:val="00DC6349"/>
    <w:rsid w:val="00DD4FF6"/>
    <w:rsid w:val="00DE7CBE"/>
    <w:rsid w:val="00DF224B"/>
    <w:rsid w:val="00DF3D59"/>
    <w:rsid w:val="00DF410E"/>
    <w:rsid w:val="00E02189"/>
    <w:rsid w:val="00E114E8"/>
    <w:rsid w:val="00E17EF2"/>
    <w:rsid w:val="00E21F27"/>
    <w:rsid w:val="00E3790C"/>
    <w:rsid w:val="00E42BCE"/>
    <w:rsid w:val="00E47D79"/>
    <w:rsid w:val="00E50956"/>
    <w:rsid w:val="00E544F8"/>
    <w:rsid w:val="00E74B34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EF66E1"/>
    <w:rsid w:val="00F0338B"/>
    <w:rsid w:val="00F16221"/>
    <w:rsid w:val="00F26177"/>
    <w:rsid w:val="00F34C65"/>
    <w:rsid w:val="00F527D6"/>
    <w:rsid w:val="00F539BA"/>
    <w:rsid w:val="00F55355"/>
    <w:rsid w:val="00F77899"/>
    <w:rsid w:val="00F81C84"/>
    <w:rsid w:val="00F82F9D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D7EB7"/>
    <w:rsid w:val="00FE5B7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67B36"/>
  <w15:docId w15:val="{508452C6-40FD-4225-9E17-0698B6C2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972E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C13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ADF88-162B-40B6-8AD5-D41A7626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Пользователь</cp:lastModifiedBy>
  <cp:revision>10</cp:revision>
  <cp:lastPrinted>2024-12-26T06:45:00Z</cp:lastPrinted>
  <dcterms:created xsi:type="dcterms:W3CDTF">2024-06-27T08:01:00Z</dcterms:created>
  <dcterms:modified xsi:type="dcterms:W3CDTF">2024-12-26T11:41:00Z</dcterms:modified>
</cp:coreProperties>
</file>