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662151">
        <w:rPr>
          <w:color w:val="000000"/>
          <w:sz w:val="28"/>
          <w:szCs w:val="28"/>
        </w:rPr>
        <w:t xml:space="preserve"> </w:t>
      </w:r>
      <w:r w:rsidR="00F013D8">
        <w:rPr>
          <w:color w:val="000000"/>
          <w:sz w:val="28"/>
          <w:szCs w:val="28"/>
        </w:rPr>
        <w:t>4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9A4117" w:rsidRPr="00DB1F1D" w:rsidRDefault="009A4117" w:rsidP="009A4117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="009B147A">
        <w:rPr>
          <w:color w:val="000000"/>
          <w:sz w:val="28"/>
          <w:szCs w:val="28"/>
        </w:rPr>
        <w:t>Приложение</w:t>
      </w:r>
      <w:r w:rsidR="00143BB6">
        <w:rPr>
          <w:color w:val="000000"/>
          <w:sz w:val="28"/>
          <w:szCs w:val="28"/>
        </w:rPr>
        <w:t xml:space="preserve"> 7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Default="00143BB6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9B147A" w:rsidRPr="002C1C5E" w:rsidRDefault="009B147A" w:rsidP="00294490">
      <w:pPr>
        <w:jc w:val="right"/>
      </w:pPr>
    </w:p>
    <w:p w:rsidR="00294490" w:rsidRPr="002C1C5E" w:rsidRDefault="00294490"/>
    <w:p w:rsidR="009A4117" w:rsidRPr="002C1C5E" w:rsidRDefault="009A4117" w:rsidP="009A4117">
      <w:pPr>
        <w:jc w:val="center"/>
      </w:pPr>
      <w:bookmarkStart w:id="0" w:name="__bookmark_1"/>
      <w:bookmarkEnd w:id="0"/>
      <w:proofErr w:type="gramStart"/>
      <w:r w:rsidRPr="002C1C5E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9A4117" w:rsidRPr="002C1C5E" w:rsidRDefault="009A4117" w:rsidP="00E243E5">
      <w:pPr>
        <w:tabs>
          <w:tab w:val="left" w:pos="14601"/>
        </w:tabs>
        <w:jc w:val="center"/>
      </w:pPr>
      <w:r w:rsidRPr="002C1C5E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9A4117" w:rsidRDefault="009A4117" w:rsidP="00B126AC">
      <w:pPr>
        <w:jc w:val="center"/>
        <w:rPr>
          <w:b/>
          <w:bCs/>
          <w:color w:val="000000"/>
          <w:sz w:val="28"/>
          <w:szCs w:val="28"/>
        </w:rPr>
      </w:pPr>
      <w:r w:rsidRPr="002C1C5E">
        <w:rPr>
          <w:b/>
          <w:bCs/>
          <w:color w:val="000000"/>
          <w:sz w:val="28"/>
          <w:szCs w:val="28"/>
        </w:rPr>
        <w:t>бюджетов Российской Федерации 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2C1C5E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2C1C5E">
        <w:rPr>
          <w:b/>
          <w:bCs/>
          <w:color w:val="000000"/>
          <w:sz w:val="28"/>
          <w:szCs w:val="28"/>
        </w:rPr>
        <w:t xml:space="preserve"> годов</w:t>
      </w:r>
    </w:p>
    <w:p w:rsidR="00783A53" w:rsidRDefault="00783A53" w:rsidP="008C3CDF">
      <w:pPr>
        <w:rPr>
          <w:b/>
          <w:bCs/>
          <w:color w:val="000000"/>
        </w:rPr>
      </w:pPr>
    </w:p>
    <w:p w:rsidR="002F391D" w:rsidRPr="002F391D" w:rsidRDefault="002F391D" w:rsidP="008C3CDF">
      <w:pPr>
        <w:rPr>
          <w:b/>
          <w:bCs/>
          <w:color w:val="000000"/>
        </w:rPr>
      </w:pPr>
    </w:p>
    <w:tbl>
      <w:tblPr>
        <w:tblOverlap w:val="never"/>
        <w:tblW w:w="1694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8583"/>
        <w:gridCol w:w="1843"/>
        <w:gridCol w:w="850"/>
        <w:gridCol w:w="1843"/>
        <w:gridCol w:w="1843"/>
        <w:gridCol w:w="64"/>
        <w:gridCol w:w="1920"/>
      </w:tblGrid>
      <w:tr w:rsidR="003B7CBD" w:rsidTr="00B33751">
        <w:trPr>
          <w:gridAfter w:val="1"/>
          <w:wAfter w:w="1920" w:type="dxa"/>
          <w:tblHeader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Pr="003B7CBD" w:rsidRDefault="003B7CBD" w:rsidP="003B7CBD">
            <w:pPr>
              <w:jc w:val="center"/>
              <w:rPr>
                <w:sz w:val="24"/>
              </w:rPr>
            </w:pPr>
            <w:r w:rsidRPr="003B7CBD">
              <w:rPr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Pr="003B7CBD" w:rsidRDefault="003B7CBD" w:rsidP="003B7CBD">
            <w:pPr>
              <w:jc w:val="center"/>
              <w:rPr>
                <w:sz w:val="24"/>
              </w:rPr>
            </w:pPr>
            <w:r w:rsidRPr="003B7CBD">
              <w:rPr>
                <w:sz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Pr="003B7CBD" w:rsidRDefault="003B7CBD" w:rsidP="003B7CBD">
            <w:pPr>
              <w:jc w:val="center"/>
              <w:rPr>
                <w:sz w:val="24"/>
              </w:rPr>
            </w:pPr>
            <w:r w:rsidRPr="003B7CBD">
              <w:rPr>
                <w:sz w:val="24"/>
              </w:rPr>
              <w:t xml:space="preserve">Вид </w:t>
            </w:r>
            <w:proofErr w:type="gramStart"/>
            <w:r w:rsidRPr="003B7CBD">
              <w:rPr>
                <w:sz w:val="24"/>
              </w:rPr>
              <w:t>расхо-дов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3B7CBD">
            <w:pPr>
              <w:jc w:val="center"/>
              <w:rPr>
                <w:sz w:val="24"/>
              </w:rPr>
            </w:pPr>
            <w:r w:rsidRPr="003B7CBD">
              <w:rPr>
                <w:sz w:val="24"/>
              </w:rPr>
              <w:t>2023 год</w:t>
            </w:r>
          </w:p>
          <w:p w:rsidR="003B7CBD" w:rsidRPr="003B7CBD" w:rsidRDefault="003B7CBD" w:rsidP="003B7C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(руб.)</w:t>
            </w:r>
          </w:p>
        </w:tc>
        <w:tc>
          <w:tcPr>
            <w:tcW w:w="1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3B7C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2024 год</w:t>
            </w:r>
          </w:p>
          <w:p w:rsidR="003B7CBD" w:rsidRPr="003B7CBD" w:rsidRDefault="003B7CBD" w:rsidP="003B7CBD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(руб.)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14 716 363 478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13 549 007 452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11 583 252 869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оказания медицинской помощи, включая профилактику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5 332 997 556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3 131 034 110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2 988 892 549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1 136 257 266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1 038 886 549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208 877 005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208 877 005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1 109 065 200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23 702 875 673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23 386 812 843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21 679 594 697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21 704 182 041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3 999 835 536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4 000 694 796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25 754 420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25 754 380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17 215 906 843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17 239 634 927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500 827 260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506 842 600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500 827 260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506 842 600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2 017 780 976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1 677 130 802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1 780 385 344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1 294 067 452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426 082 467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481 029 513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426 082 467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481 029 513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образовательных организаций материально-технической базой для </w:t>
            </w:r>
            <w:r>
              <w:rPr>
                <w:color w:val="000000"/>
                <w:sz w:val="24"/>
                <w:szCs w:val="24"/>
              </w:rPr>
              <w:lastRenderedPageBreak/>
              <w:t>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15 284 666 372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15 734 547 693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оказание социальной помощи на основании социального контракта </w:t>
            </w:r>
            <w:r>
              <w:rPr>
                <w:color w:val="000000"/>
                <w:sz w:val="24"/>
                <w:szCs w:val="24"/>
              </w:rPr>
              <w:lastRenderedPageBreak/>
              <w:t>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225 461 528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174 066 528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79 683 012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79 683 012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2 392 849 192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2 581 130 159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35 409 453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35 409 453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созданию базовых профессиональных образовательных организаций, обеспечивающих поддержку региональных систем инклюзивного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1 215 856 663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656 455 808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963 679 918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574 565 305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968A5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</w:t>
            </w:r>
          </w:p>
          <w:p w:rsidR="008968A5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соответствии с Указом Президента Российской Федерации от 7 мая 2008 года № 714 "Об обеспечении жильем ветеранов Великой Отечественной войны </w:t>
            </w:r>
          </w:p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2 429 195 047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2 429 195 047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505 769 467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505 769 467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505 769 467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659 191 642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659 191 642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дополнительных гарантий и мер социальной поддержки, </w:t>
            </w:r>
            <w:r>
              <w:rPr>
                <w:color w:val="000000"/>
                <w:sz w:val="24"/>
                <w:szCs w:val="24"/>
              </w:rPr>
              <w:lastRenderedPageBreak/>
              <w:t>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сфере гражданской </w:t>
            </w:r>
            <w:r>
              <w:rPr>
                <w:color w:val="000000"/>
                <w:sz w:val="24"/>
                <w:szCs w:val="24"/>
              </w:rPr>
              <w:lastRenderedPageBreak/>
              <w:t>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2 665 949 363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2 322 374 611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2 031 251 658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201 614 617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196 046 622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196 046 622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632 890 293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629 119 876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охраны объектов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культурного наследия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1 581 534 870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3 063 620 914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29 886 561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33 067 889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3 520 678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3 520 678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10 327 560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8 295 374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179 776 234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установление границ зон затопления, </w:t>
            </w:r>
            <w:r>
              <w:rPr>
                <w:color w:val="000000"/>
                <w:sz w:val="24"/>
                <w:szCs w:val="24"/>
              </w:rPr>
              <w:lastRenderedPageBreak/>
              <w:t>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1 292 162 075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1 980 432 303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614 581 356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1 722 089 482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356 238 535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470C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спортивной инфраструктуры в рамках проекта "Бизнес-спринт </w:t>
            </w:r>
          </w:p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(Я выбираю спорт)"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274 046 754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4 779 391 666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3 939 892 653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2 375 111 962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1 731 488 066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2 446 436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2 446 436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2 446 436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2 040 814 144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1 552 073 333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1 552 073 333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сточных вод в части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14.2.G6.Д0130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2 174 687 054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2 174 687 054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елях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214 743 117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116 162 165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116 162 165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116 162 165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98 580 952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98 580 952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98 580 952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542 110 715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369 383 422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235 790 000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</w:t>
            </w:r>
            <w:r>
              <w:rPr>
                <w:color w:val="000000"/>
                <w:sz w:val="24"/>
                <w:szCs w:val="24"/>
              </w:rPr>
              <w:lastRenderedPageBreak/>
              <w:t>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200 790 000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263 517 678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291 580 385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180 014 590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200 370 630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66 997 000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8 287 538 737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12 044 673 001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"Транспортное обслуживание населения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8 246 601 413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12 044 673 001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предоставлением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7 479 164 696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11 236 045 385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653 705 168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780 566 113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653 705 168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780 566 113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6 184 657 923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9 896 866 494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6 184 657 923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9 896 866 494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88 456 303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129 240 703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88 456 303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129 240 703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88 456 303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129 240 703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40 937 324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причала с надстройкой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17.2.04.71910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обучению водителей категории "D"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17.2.05.71730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102 721 704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488 422 000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</w:t>
            </w:r>
            <w:r>
              <w:rPr>
                <w:color w:val="000000"/>
                <w:sz w:val="24"/>
                <w:szCs w:val="24"/>
              </w:rPr>
              <w:lastRenderedPageBreak/>
              <w:t>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84 494 704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470 195 000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84 494 704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470 195 000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433 958 473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433 958 473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инфраструктуры в целях развития туристических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19 862 959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36 236 527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19 862 959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36 236 527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107 157 847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106 607 847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общественных объединений, включенных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13 729 955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материально-технической базы учреждений и организаций,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605 229 950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836 227 264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57 939 083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52 259 730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власти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53 227 028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47 547 675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53 227 028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53 227 028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12 207 487 477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12 417 605 166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4 775 210 917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4 757 419 906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1 729 323 945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2 102 232 934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1 729 323 945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1 729 323 945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223 186 972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195 186 972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на паспортизацию, постановку на кадастровый учет </w:t>
            </w:r>
            <w:r>
              <w:rPr>
                <w:color w:val="000000"/>
                <w:sz w:val="24"/>
                <w:szCs w:val="24"/>
              </w:rPr>
              <w:lastRenderedPageBreak/>
              <w:t>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безопасности дорожного движения на автомобильных дорогах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Приведение в нормативное состояние автомобильных дорог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Оказание финансовой помощи муниципальным образованиям на строительство и реконструкцию автомобильных дорог местного значения, уникальных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24.2.05.71860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7 294 276 560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7 635 185 260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7 194 276 560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7 535 185 260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4 047 802 054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3 709 278 488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2 820 302 054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3 439 278 488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705 305 243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699 861 911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683 827 686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678 349 771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отраслей сельского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35 989 179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35 989 179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Содержание в целях гражданской обороны запасов материальных ресурсов,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249 297 242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263 529 642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227 419 542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231 226 742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62 777 006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62 777 006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35 196 608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5 057 328 424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2 902 482 388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113 305 827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исполнительной власти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области и государственных учреждений Ярославской области по ведению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бюджетного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2 672 663 036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2 672 663 036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111 914 147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111 914 147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110 096 147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110 096 147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38 277 212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65 669 942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277 835 500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554 059 939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277 835 500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554 059 939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232 154 400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107 372 169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3 182 091 245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3 050 100 304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сфере охраны </w:t>
            </w:r>
            <w:r>
              <w:rPr>
                <w:color w:val="000000"/>
                <w:sz w:val="24"/>
                <w:szCs w:val="24"/>
              </w:rPr>
              <w:lastRenderedPageBreak/>
              <w:t>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1 838 001 410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1 824 224 006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1 793 427 664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1 793 427 664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43 886 539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30 109 135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530 250 105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530 216 707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48 444 706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48 464 596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37 044 706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37 064 596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6DB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101 445 898 724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99 344 667 685</w:t>
            </w:r>
          </w:p>
        </w:tc>
      </w:tr>
      <w:tr w:rsidR="003B7CBD" w:rsidTr="003B7CBD">
        <w:trPr>
          <w:gridAfter w:val="2"/>
          <w:wAfter w:w="1984" w:type="dxa"/>
        </w:trPr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2 645 502 190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6 204 585 685</w:t>
            </w:r>
          </w:p>
        </w:tc>
      </w:tr>
      <w:tr w:rsidR="003B7CBD" w:rsidTr="003B7CBD">
        <w:tc>
          <w:tcPr>
            <w:tcW w:w="8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7CBD" w:rsidRDefault="003B7CBD" w:rsidP="000A4E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104 091 400 914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B7CBD" w:rsidRDefault="003B7CBD" w:rsidP="000A4E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105 549 253 370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7CBD" w:rsidRDefault="003B7CBD" w:rsidP="003B7C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C33F17" w:rsidRPr="00E02A0D" w:rsidRDefault="00C33F17" w:rsidP="003C4541">
      <w:pPr>
        <w:rPr>
          <w:sz w:val="2"/>
          <w:szCs w:val="2"/>
        </w:rPr>
      </w:pPr>
    </w:p>
    <w:sectPr w:rsidR="00C33F17" w:rsidRPr="00E02A0D" w:rsidSect="00E243E5">
      <w:headerReference w:type="default" r:id="rId8"/>
      <w:pgSz w:w="16837" w:h="11905" w:orient="landscape" w:code="9"/>
      <w:pgMar w:top="1414" w:right="961" w:bottom="567" w:left="993" w:header="993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CDF" w:rsidRDefault="008C3CDF" w:rsidP="00E657C7">
      <w:r>
        <w:separator/>
      </w:r>
    </w:p>
  </w:endnote>
  <w:endnote w:type="continuationSeparator" w:id="0">
    <w:p w:rsidR="008C3CDF" w:rsidRDefault="008C3CDF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CDF" w:rsidRDefault="008C3CDF" w:rsidP="00E657C7">
      <w:r>
        <w:separator/>
      </w:r>
    </w:p>
  </w:footnote>
  <w:footnote w:type="continuationSeparator" w:id="0">
    <w:p w:rsidR="008C3CDF" w:rsidRDefault="008C3CDF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783175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C3CDF" w:rsidRPr="00626656" w:rsidRDefault="008C3CDF">
        <w:pPr>
          <w:pStyle w:val="a4"/>
          <w:jc w:val="center"/>
          <w:rPr>
            <w:sz w:val="24"/>
          </w:rPr>
        </w:pPr>
        <w:r w:rsidRPr="00626656">
          <w:rPr>
            <w:sz w:val="24"/>
          </w:rPr>
          <w:fldChar w:fldCharType="begin"/>
        </w:r>
        <w:r w:rsidRPr="00626656">
          <w:rPr>
            <w:sz w:val="24"/>
          </w:rPr>
          <w:instrText>PAGE   \* MERGEFORMAT</w:instrText>
        </w:r>
        <w:r w:rsidRPr="00626656">
          <w:rPr>
            <w:sz w:val="24"/>
          </w:rPr>
          <w:fldChar w:fldCharType="separate"/>
        </w:r>
        <w:r w:rsidR="007D06DB">
          <w:rPr>
            <w:noProof/>
            <w:sz w:val="24"/>
          </w:rPr>
          <w:t>115</w:t>
        </w:r>
        <w:r w:rsidRPr="00626656">
          <w:rPr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22F0"/>
    <w:rsid w:val="000361D9"/>
    <w:rsid w:val="0009498D"/>
    <w:rsid w:val="000C4B27"/>
    <w:rsid w:val="000C5CD1"/>
    <w:rsid w:val="000D4CF0"/>
    <w:rsid w:val="00135645"/>
    <w:rsid w:val="00143BB6"/>
    <w:rsid w:val="00146CC3"/>
    <w:rsid w:val="001640CD"/>
    <w:rsid w:val="00170686"/>
    <w:rsid w:val="001D4CA8"/>
    <w:rsid w:val="00212C4A"/>
    <w:rsid w:val="00217666"/>
    <w:rsid w:val="00223ACD"/>
    <w:rsid w:val="00293CA0"/>
    <w:rsid w:val="00294490"/>
    <w:rsid w:val="002B5F9D"/>
    <w:rsid w:val="002C1C5E"/>
    <w:rsid w:val="002C74DB"/>
    <w:rsid w:val="002F200A"/>
    <w:rsid w:val="002F391D"/>
    <w:rsid w:val="002F4727"/>
    <w:rsid w:val="00341462"/>
    <w:rsid w:val="0037172C"/>
    <w:rsid w:val="003764C1"/>
    <w:rsid w:val="00380484"/>
    <w:rsid w:val="003B7CBD"/>
    <w:rsid w:val="003C4541"/>
    <w:rsid w:val="00401E34"/>
    <w:rsid w:val="00405FBB"/>
    <w:rsid w:val="0041470C"/>
    <w:rsid w:val="0042035F"/>
    <w:rsid w:val="00490DE0"/>
    <w:rsid w:val="00494CE5"/>
    <w:rsid w:val="004E3800"/>
    <w:rsid w:val="005001F2"/>
    <w:rsid w:val="005229ED"/>
    <w:rsid w:val="0058526D"/>
    <w:rsid w:val="005934C9"/>
    <w:rsid w:val="005C55E2"/>
    <w:rsid w:val="005D22FF"/>
    <w:rsid w:val="005E6F77"/>
    <w:rsid w:val="00626656"/>
    <w:rsid w:val="00642647"/>
    <w:rsid w:val="00662151"/>
    <w:rsid w:val="00680427"/>
    <w:rsid w:val="006A00AD"/>
    <w:rsid w:val="006C6B6E"/>
    <w:rsid w:val="006F6A5D"/>
    <w:rsid w:val="007003B6"/>
    <w:rsid w:val="00727ECA"/>
    <w:rsid w:val="00742DED"/>
    <w:rsid w:val="00753386"/>
    <w:rsid w:val="00783A53"/>
    <w:rsid w:val="007937F2"/>
    <w:rsid w:val="007D06DB"/>
    <w:rsid w:val="007E1C64"/>
    <w:rsid w:val="00802EEF"/>
    <w:rsid w:val="0083668E"/>
    <w:rsid w:val="0086286E"/>
    <w:rsid w:val="00864B15"/>
    <w:rsid w:val="008968A5"/>
    <w:rsid w:val="008B2C76"/>
    <w:rsid w:val="008C3CDF"/>
    <w:rsid w:val="008E2CAB"/>
    <w:rsid w:val="008E2FC4"/>
    <w:rsid w:val="00933527"/>
    <w:rsid w:val="00996331"/>
    <w:rsid w:val="00997CAC"/>
    <w:rsid w:val="009A16F7"/>
    <w:rsid w:val="009A4117"/>
    <w:rsid w:val="009B147A"/>
    <w:rsid w:val="009D19E2"/>
    <w:rsid w:val="009D43CC"/>
    <w:rsid w:val="009E1F76"/>
    <w:rsid w:val="009F62C2"/>
    <w:rsid w:val="00A36F5D"/>
    <w:rsid w:val="00A50819"/>
    <w:rsid w:val="00AB6B7A"/>
    <w:rsid w:val="00AD4A1F"/>
    <w:rsid w:val="00B02E58"/>
    <w:rsid w:val="00B126AC"/>
    <w:rsid w:val="00B168E2"/>
    <w:rsid w:val="00B169AC"/>
    <w:rsid w:val="00B30030"/>
    <w:rsid w:val="00B33751"/>
    <w:rsid w:val="00B4126E"/>
    <w:rsid w:val="00B66C1A"/>
    <w:rsid w:val="00C02471"/>
    <w:rsid w:val="00C0671B"/>
    <w:rsid w:val="00C124D0"/>
    <w:rsid w:val="00C13D42"/>
    <w:rsid w:val="00C33F17"/>
    <w:rsid w:val="00C42907"/>
    <w:rsid w:val="00C42A22"/>
    <w:rsid w:val="00C4571B"/>
    <w:rsid w:val="00CB00F8"/>
    <w:rsid w:val="00CB587E"/>
    <w:rsid w:val="00D32585"/>
    <w:rsid w:val="00D673B9"/>
    <w:rsid w:val="00DA3180"/>
    <w:rsid w:val="00DB0817"/>
    <w:rsid w:val="00DF2DC0"/>
    <w:rsid w:val="00DF3568"/>
    <w:rsid w:val="00E01E83"/>
    <w:rsid w:val="00E02415"/>
    <w:rsid w:val="00E02A0D"/>
    <w:rsid w:val="00E243E5"/>
    <w:rsid w:val="00E657C7"/>
    <w:rsid w:val="00E728FF"/>
    <w:rsid w:val="00ED13E0"/>
    <w:rsid w:val="00F013D8"/>
    <w:rsid w:val="00F01AD6"/>
    <w:rsid w:val="00F27E1F"/>
    <w:rsid w:val="00F43E0A"/>
    <w:rsid w:val="00F53FCD"/>
    <w:rsid w:val="00FA1486"/>
    <w:rsid w:val="00FE236C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0BC30-EEF6-4648-931A-D9BCA35D6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116</Pages>
  <Words>27192</Words>
  <Characters>154996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31</cp:revision>
  <cp:lastPrinted>2022-11-18T08:33:00Z</cp:lastPrinted>
  <dcterms:created xsi:type="dcterms:W3CDTF">2022-09-21T15:40:00Z</dcterms:created>
  <dcterms:modified xsi:type="dcterms:W3CDTF">2022-11-18T08:37:00Z</dcterms:modified>
</cp:coreProperties>
</file>