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DE6F6" w14:textId="77777777" w:rsidR="00051DC6" w:rsidRPr="001568CA" w:rsidRDefault="008A3275" w:rsidP="008A3275">
      <w:pPr>
        <w:ind w:firstLine="851"/>
        <w:jc w:val="righ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568CA">
        <w:rPr>
          <w:rFonts w:ascii="Times New Roman" w:hAnsi="Times New Roman" w:cs="Times New Roman"/>
          <w:b/>
          <w:color w:val="auto"/>
          <w:sz w:val="28"/>
          <w:szCs w:val="28"/>
        </w:rPr>
        <w:t>ПРОЕКТ</w:t>
      </w:r>
    </w:p>
    <w:p w14:paraId="1EE14570" w14:textId="77777777" w:rsidR="00306089" w:rsidRPr="00412218" w:rsidRDefault="00306089" w:rsidP="004B4D05">
      <w:pPr>
        <w:pStyle w:val="11"/>
        <w:shd w:val="clear" w:color="auto" w:fill="auto"/>
        <w:ind w:firstLine="0"/>
        <w:jc w:val="center"/>
        <w:rPr>
          <w:bCs/>
        </w:rPr>
      </w:pPr>
    </w:p>
    <w:p w14:paraId="4F322031" w14:textId="77777777" w:rsidR="004B4D05" w:rsidRPr="004B3746" w:rsidRDefault="004B4D05" w:rsidP="004B4D05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5109D3D0" w14:textId="781128ED" w:rsidR="004B4D05" w:rsidRPr="0092652F" w:rsidRDefault="004B4D05" w:rsidP="004B4D05">
      <w:pPr>
        <w:pStyle w:val="1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</w:t>
      </w:r>
      <w:r w:rsidR="00266EC3">
        <w:rPr>
          <w:b/>
          <w:bCs/>
        </w:rPr>
        <w:t>й программы Ярославской области</w:t>
      </w:r>
    </w:p>
    <w:p w14:paraId="010FAE81" w14:textId="77777777" w:rsidR="004B4D05" w:rsidRPr="0092652F" w:rsidRDefault="004B4D05" w:rsidP="004B4D05">
      <w:pPr>
        <w:pStyle w:val="11"/>
        <w:shd w:val="clear" w:color="auto" w:fill="auto"/>
        <w:ind w:firstLine="0"/>
        <w:jc w:val="center"/>
        <w:rPr>
          <w:b/>
          <w:iCs/>
        </w:rPr>
      </w:pPr>
      <w:r>
        <w:rPr>
          <w:b/>
          <w:iCs/>
        </w:rPr>
        <w:t>«Комплексное развитие сельских территорий в Ярославской области»</w:t>
      </w:r>
    </w:p>
    <w:p w14:paraId="70F789AF" w14:textId="77777777" w:rsidR="004B4D05" w:rsidRPr="0092652F" w:rsidRDefault="004B4D05" w:rsidP="004B4D05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6369E2C0" w14:textId="77777777" w:rsidR="004B4D05" w:rsidRPr="00C93831" w:rsidRDefault="004B4D05" w:rsidP="004B4D05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>1. Основные положения</w:t>
      </w:r>
      <w:bookmarkEnd w:id="0"/>
      <w:bookmarkEnd w:id="1"/>
    </w:p>
    <w:p w14:paraId="702CDA68" w14:textId="77777777" w:rsidR="004B4D05" w:rsidRPr="00C93831" w:rsidRDefault="004B4D05" w:rsidP="004B4D05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6492"/>
        <w:gridCol w:w="8075"/>
      </w:tblGrid>
      <w:tr w:rsidR="004B4D05" w:rsidRPr="00257677" w14:paraId="31140F99" w14:textId="77777777" w:rsidTr="00266EC3">
        <w:tc>
          <w:tcPr>
            <w:tcW w:w="6492" w:type="dxa"/>
          </w:tcPr>
          <w:p w14:paraId="03C3AEE3" w14:textId="5145B590" w:rsidR="004B4D05" w:rsidRDefault="004B4D05" w:rsidP="00A4077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Куратор государственной программы Ярославской области</w:t>
            </w:r>
          </w:p>
        </w:tc>
        <w:tc>
          <w:tcPr>
            <w:tcW w:w="8075" w:type="dxa"/>
          </w:tcPr>
          <w:p w14:paraId="28110C5D" w14:textId="455C0A0D" w:rsidR="003E0988" w:rsidRDefault="003E0988" w:rsidP="00306089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 w:rsidRPr="003E0988">
              <w:rPr>
                <w:b w:val="0"/>
              </w:rPr>
              <w:t>Борушков</w:t>
            </w:r>
            <w:proofErr w:type="spellEnd"/>
            <w:r w:rsidRPr="003E0988">
              <w:rPr>
                <w:b w:val="0"/>
              </w:rPr>
              <w:t xml:space="preserve"> Дмитрий Александрович</w:t>
            </w:r>
            <w:r w:rsidR="00306089">
              <w:rPr>
                <w:b w:val="0"/>
              </w:rPr>
              <w:t>,</w:t>
            </w:r>
            <w:r w:rsidR="001568CA">
              <w:rPr>
                <w:b w:val="0"/>
              </w:rPr>
              <w:t xml:space="preserve"> </w:t>
            </w:r>
            <w:proofErr w:type="gramStart"/>
            <w:r w:rsidR="001568CA">
              <w:rPr>
                <w:b w:val="0"/>
              </w:rPr>
              <w:t>исполняющий</w:t>
            </w:r>
            <w:proofErr w:type="gramEnd"/>
            <w:r w:rsidR="001568CA">
              <w:rPr>
                <w:b w:val="0"/>
              </w:rPr>
              <w:t xml:space="preserve"> обязанности</w:t>
            </w:r>
            <w:r w:rsidR="00206D45" w:rsidRPr="00206D45">
              <w:rPr>
                <w:b w:val="0"/>
              </w:rPr>
              <w:t xml:space="preserve"> вице-губернатора Ярославской области – руководителя администрации Губернатора </w:t>
            </w:r>
            <w:r w:rsidR="00266EC3">
              <w:rPr>
                <w:b w:val="0"/>
              </w:rPr>
              <w:t xml:space="preserve">Ярославской </w:t>
            </w:r>
            <w:r w:rsidR="00206D45" w:rsidRPr="00206D45">
              <w:rPr>
                <w:b w:val="0"/>
              </w:rPr>
              <w:t>области</w:t>
            </w:r>
          </w:p>
        </w:tc>
      </w:tr>
      <w:tr w:rsidR="004B4D05" w:rsidRPr="00257677" w14:paraId="25F373A3" w14:textId="77777777" w:rsidTr="00266EC3">
        <w:tc>
          <w:tcPr>
            <w:tcW w:w="6492" w:type="dxa"/>
          </w:tcPr>
          <w:p w14:paraId="69A722D1" w14:textId="7A5323AF" w:rsidR="004B4D05" w:rsidRDefault="004B4D05" w:rsidP="00A4077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Ответственный исполнитель государственной программы Ярославской области</w:t>
            </w:r>
          </w:p>
        </w:tc>
        <w:tc>
          <w:tcPr>
            <w:tcW w:w="8075" w:type="dxa"/>
          </w:tcPr>
          <w:p w14:paraId="34330FD7" w14:textId="4EFDB48B" w:rsidR="004B4D05" w:rsidRPr="003E0988" w:rsidRDefault="003E0988" w:rsidP="001568CA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</w:pPr>
            <w:r>
              <w:rPr>
                <w:b w:val="0"/>
              </w:rPr>
              <w:t>Фомин Дмитрий Андреевич</w:t>
            </w:r>
            <w:r w:rsidR="001568CA">
              <w:rPr>
                <w:b w:val="0"/>
              </w:rPr>
              <w:t>,</w:t>
            </w:r>
            <w:r>
              <w:rPr>
                <w:b w:val="0"/>
              </w:rPr>
              <w:t xml:space="preserve"> министр агропромышленного комплекса и потребительского рынка Ярославской области</w:t>
            </w:r>
          </w:p>
        </w:tc>
      </w:tr>
      <w:tr w:rsidR="004B4D05" w:rsidRPr="00257677" w14:paraId="4565857D" w14:textId="77777777" w:rsidTr="00266EC3">
        <w:tc>
          <w:tcPr>
            <w:tcW w:w="6492" w:type="dxa"/>
          </w:tcPr>
          <w:p w14:paraId="07A80777" w14:textId="628CF0A0" w:rsidR="004B4D05" w:rsidRDefault="004B4D05" w:rsidP="00A4077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Pr="00610FFF">
              <w:rPr>
                <w:b w:val="0"/>
              </w:rPr>
              <w:t xml:space="preserve">государственной программы </w:t>
            </w:r>
            <w:r>
              <w:rPr>
                <w:b w:val="0"/>
              </w:rPr>
              <w:t>Ярославской области</w:t>
            </w:r>
          </w:p>
        </w:tc>
        <w:tc>
          <w:tcPr>
            <w:tcW w:w="8075" w:type="dxa"/>
          </w:tcPr>
          <w:p w14:paraId="54330C23" w14:textId="77777777" w:rsidR="004B4D05" w:rsidRPr="00543DB4" w:rsidRDefault="00FD5C15" w:rsidP="0029364D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2024 </w:t>
            </w:r>
            <w:r w:rsidR="008C2647">
              <w:rPr>
                <w:b w:val="0"/>
              </w:rPr>
              <w:t>–</w:t>
            </w:r>
            <w:r>
              <w:rPr>
                <w:b w:val="0"/>
              </w:rPr>
              <w:t xml:space="preserve"> 2030</w:t>
            </w:r>
            <w:r w:rsidR="008C2647">
              <w:rPr>
                <w:b w:val="0"/>
              </w:rPr>
              <w:t xml:space="preserve"> годы</w:t>
            </w:r>
          </w:p>
        </w:tc>
      </w:tr>
      <w:tr w:rsidR="00C446D0" w:rsidRPr="00257677" w14:paraId="231137AD" w14:textId="77777777" w:rsidTr="00266EC3">
        <w:trPr>
          <w:trHeight w:val="659"/>
        </w:trPr>
        <w:tc>
          <w:tcPr>
            <w:tcW w:w="6492" w:type="dxa"/>
            <w:vMerge w:val="restart"/>
          </w:tcPr>
          <w:p w14:paraId="62BEE007" w14:textId="53F8144C" w:rsidR="00C446D0" w:rsidRDefault="00C446D0" w:rsidP="00A4077C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8075" w:type="dxa"/>
          </w:tcPr>
          <w:p w14:paraId="3F866D05" w14:textId="32F06512" w:rsidR="00C446D0" w:rsidRPr="00BE0E6B" w:rsidRDefault="001568CA" w:rsidP="00C446D0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</w:t>
            </w:r>
            <w:r w:rsidR="00C446D0" w:rsidRPr="005D6B36">
              <w:rPr>
                <w:b w:val="0"/>
              </w:rPr>
              <w:t xml:space="preserve">овышение доли сельского населения в общей численности населения </w:t>
            </w:r>
            <w:r w:rsidR="001634ED">
              <w:rPr>
                <w:b w:val="0"/>
              </w:rPr>
              <w:t xml:space="preserve">Ярославской области </w:t>
            </w:r>
            <w:r w:rsidR="00C446D0" w:rsidRPr="005D6B36">
              <w:rPr>
                <w:b w:val="0"/>
              </w:rPr>
              <w:t xml:space="preserve">до </w:t>
            </w:r>
            <w:r w:rsidR="00C446D0">
              <w:rPr>
                <w:b w:val="0"/>
              </w:rPr>
              <w:t>19,98</w:t>
            </w:r>
            <w:r w:rsidR="00C446D0" w:rsidRPr="005D6B36">
              <w:rPr>
                <w:b w:val="0"/>
              </w:rPr>
              <w:t xml:space="preserve"> процента к 20</w:t>
            </w:r>
            <w:r w:rsidR="00C446D0">
              <w:rPr>
                <w:b w:val="0"/>
              </w:rPr>
              <w:t>30</w:t>
            </w:r>
            <w:r w:rsidR="00C446D0" w:rsidRPr="005D6B36">
              <w:rPr>
                <w:b w:val="0"/>
              </w:rPr>
              <w:t xml:space="preserve"> году</w:t>
            </w:r>
          </w:p>
        </w:tc>
      </w:tr>
      <w:tr w:rsidR="00690AE0" w:rsidRPr="00257677" w14:paraId="7B1A7115" w14:textId="77777777" w:rsidTr="00266EC3">
        <w:trPr>
          <w:trHeight w:val="966"/>
        </w:trPr>
        <w:tc>
          <w:tcPr>
            <w:tcW w:w="6492" w:type="dxa"/>
            <w:vMerge/>
          </w:tcPr>
          <w:p w14:paraId="51D89F94" w14:textId="77777777" w:rsidR="00690AE0" w:rsidRDefault="00690AE0" w:rsidP="0029364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8075" w:type="dxa"/>
          </w:tcPr>
          <w:p w14:paraId="7E6EC8CE" w14:textId="1344F162" w:rsidR="00690AE0" w:rsidRPr="005D6B36" w:rsidRDefault="001568CA" w:rsidP="005D6B3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д</w:t>
            </w:r>
            <w:r w:rsidR="00690AE0" w:rsidRPr="005D6B36">
              <w:rPr>
                <w:b w:val="0"/>
              </w:rPr>
              <w:t xml:space="preserve">остижение соотношения среднемесячных располагаемых ресурсов сельского и городского домохозяйств до </w:t>
            </w:r>
            <w:r w:rsidR="00690AE0">
              <w:rPr>
                <w:b w:val="0"/>
              </w:rPr>
              <w:t>83,17</w:t>
            </w:r>
            <w:r w:rsidR="00690AE0" w:rsidRPr="005D6B36">
              <w:rPr>
                <w:b w:val="0"/>
              </w:rPr>
              <w:t xml:space="preserve"> процента к 20</w:t>
            </w:r>
            <w:r w:rsidR="00690AE0">
              <w:rPr>
                <w:b w:val="0"/>
              </w:rPr>
              <w:t>30</w:t>
            </w:r>
            <w:r w:rsidR="00690AE0" w:rsidRPr="005D6B36">
              <w:rPr>
                <w:b w:val="0"/>
              </w:rPr>
              <w:t xml:space="preserve"> году</w:t>
            </w:r>
          </w:p>
        </w:tc>
      </w:tr>
      <w:tr w:rsidR="00C446D0" w:rsidRPr="00257677" w14:paraId="52A79709" w14:textId="77777777" w:rsidTr="00266EC3">
        <w:trPr>
          <w:trHeight w:val="987"/>
        </w:trPr>
        <w:tc>
          <w:tcPr>
            <w:tcW w:w="6492" w:type="dxa"/>
            <w:vMerge/>
          </w:tcPr>
          <w:p w14:paraId="40712259" w14:textId="77777777" w:rsidR="00C446D0" w:rsidRDefault="00C446D0" w:rsidP="0029364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8075" w:type="dxa"/>
          </w:tcPr>
          <w:p w14:paraId="4F3F8394" w14:textId="5DE7DCBA" w:rsidR="00C446D0" w:rsidRPr="005D6B36" w:rsidRDefault="001568CA" w:rsidP="005D6B3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</w:t>
            </w:r>
            <w:r w:rsidR="00C446D0" w:rsidRPr="005D6B36">
              <w:rPr>
                <w:b w:val="0"/>
              </w:rPr>
              <w:t xml:space="preserve">овышение доли общей площади благоустроенных жилых помещений в сельских населенных пунктах до </w:t>
            </w:r>
            <w:r w:rsidR="00C446D0">
              <w:rPr>
                <w:b w:val="0"/>
              </w:rPr>
              <w:t>37,3</w:t>
            </w:r>
            <w:r w:rsidR="00C446D0" w:rsidRPr="005D6B36">
              <w:rPr>
                <w:b w:val="0"/>
              </w:rPr>
              <w:t xml:space="preserve"> процента в 20</w:t>
            </w:r>
            <w:r w:rsidR="00C446D0">
              <w:rPr>
                <w:b w:val="0"/>
              </w:rPr>
              <w:t>30</w:t>
            </w:r>
            <w:r w:rsidR="00C446D0" w:rsidRPr="005D6B36">
              <w:rPr>
                <w:b w:val="0"/>
              </w:rPr>
              <w:t xml:space="preserve"> году</w:t>
            </w:r>
          </w:p>
        </w:tc>
      </w:tr>
      <w:tr w:rsidR="004B4D05" w:rsidRPr="00257677" w14:paraId="0F230F30" w14:textId="77777777" w:rsidTr="00266EC3">
        <w:tc>
          <w:tcPr>
            <w:tcW w:w="6492" w:type="dxa"/>
          </w:tcPr>
          <w:p w14:paraId="7A98CB35" w14:textId="1C490572" w:rsidR="004B4D05" w:rsidRDefault="004B4D05" w:rsidP="00C446D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8075" w:type="dxa"/>
          </w:tcPr>
          <w:p w14:paraId="52B89B1A" w14:textId="789FB947" w:rsidR="004B4D05" w:rsidRDefault="00537574" w:rsidP="001568CA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37574">
              <w:rPr>
                <w:b w:val="0"/>
              </w:rPr>
              <w:t>11486</w:t>
            </w:r>
            <w:bookmarkStart w:id="2" w:name="_GoBack"/>
            <w:bookmarkEnd w:id="2"/>
            <w:r w:rsidRPr="00537574">
              <w:rPr>
                <w:b w:val="0"/>
              </w:rPr>
              <w:t>63,8</w:t>
            </w:r>
            <w:r w:rsidRPr="00537574">
              <w:rPr>
                <w:b w:val="0"/>
              </w:rPr>
              <w:t xml:space="preserve"> </w:t>
            </w:r>
            <w:r w:rsidR="00EA6C7C">
              <w:rPr>
                <w:b w:val="0"/>
              </w:rPr>
              <w:t>тыс. руб</w:t>
            </w:r>
            <w:r w:rsidR="001568CA">
              <w:rPr>
                <w:b w:val="0"/>
              </w:rPr>
              <w:t>лей</w:t>
            </w:r>
          </w:p>
        </w:tc>
      </w:tr>
      <w:tr w:rsidR="004B4D05" w:rsidRPr="00257677" w14:paraId="2BDC6FBA" w14:textId="77777777" w:rsidTr="00266EC3">
        <w:tc>
          <w:tcPr>
            <w:tcW w:w="6492" w:type="dxa"/>
          </w:tcPr>
          <w:p w14:paraId="4F0A56A4" w14:textId="77777777" w:rsidR="004B4D05" w:rsidRPr="009946BD" w:rsidRDefault="004B4D05" w:rsidP="0029364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 xml:space="preserve">ями развития Российской Федерации/ государственной </w:t>
            </w:r>
            <w:r>
              <w:rPr>
                <w:b w:val="0"/>
              </w:rPr>
              <w:lastRenderedPageBreak/>
              <w:t>программой Российской Федерации</w:t>
            </w:r>
          </w:p>
        </w:tc>
        <w:tc>
          <w:tcPr>
            <w:tcW w:w="8075" w:type="dxa"/>
          </w:tcPr>
          <w:p w14:paraId="3D0F1CF8" w14:textId="77777777" w:rsidR="001568CA" w:rsidRDefault="001568CA" w:rsidP="001568CA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lastRenderedPageBreak/>
              <w:t>н</w:t>
            </w:r>
            <w:r w:rsidR="00851388" w:rsidRPr="00751778">
              <w:rPr>
                <w:b w:val="0"/>
              </w:rPr>
              <w:t>ациональная цель «</w:t>
            </w:r>
            <w:r w:rsidR="00690AE0" w:rsidRPr="00751778">
              <w:rPr>
                <w:b w:val="0"/>
              </w:rPr>
              <w:t>К</w:t>
            </w:r>
            <w:r w:rsidR="008C2647" w:rsidRPr="00751778">
              <w:rPr>
                <w:b w:val="0"/>
              </w:rPr>
              <w:t>омфортная и безопасная среда для жизни</w:t>
            </w:r>
            <w:r w:rsidR="00851388" w:rsidRPr="00751778">
              <w:rPr>
                <w:b w:val="0"/>
              </w:rPr>
              <w:t>»</w:t>
            </w:r>
            <w:r w:rsidR="00AA55F2">
              <w:rPr>
                <w:b w:val="0"/>
              </w:rPr>
              <w:t xml:space="preserve"> (показатель</w:t>
            </w:r>
            <w:r w:rsidR="00EE4994" w:rsidRPr="00751778">
              <w:rPr>
                <w:b w:val="0"/>
              </w:rPr>
              <w:t xml:space="preserve"> </w:t>
            </w:r>
            <w:r w:rsidR="00AA55F2">
              <w:rPr>
                <w:b w:val="0"/>
              </w:rPr>
              <w:t>«</w:t>
            </w:r>
            <w:r>
              <w:rPr>
                <w:b w:val="0"/>
              </w:rPr>
              <w:t>У</w:t>
            </w:r>
            <w:r w:rsidR="00C446D0" w:rsidRPr="00751778">
              <w:rPr>
                <w:b w:val="0"/>
              </w:rPr>
              <w:t xml:space="preserve">лучшение жилищных условий не менее 5 млн. </w:t>
            </w:r>
            <w:r w:rsidR="00C446D0" w:rsidRPr="00751778">
              <w:rPr>
                <w:b w:val="0"/>
              </w:rPr>
              <w:lastRenderedPageBreak/>
              <w:t>семей ежегодно и увеличение объема жилищного строительства не менее чем до 120 млн. кв. метров в год</w:t>
            </w:r>
            <w:r w:rsidR="00AA55F2">
              <w:rPr>
                <w:b w:val="0"/>
              </w:rPr>
              <w:t>»</w:t>
            </w:r>
            <w:r w:rsidR="00EE4994" w:rsidRPr="00751778">
              <w:rPr>
                <w:b w:val="0"/>
              </w:rPr>
              <w:t>)</w:t>
            </w:r>
            <w:r w:rsidR="005B7667">
              <w:rPr>
                <w:b w:val="0"/>
              </w:rPr>
              <w:t xml:space="preserve">; </w:t>
            </w:r>
          </w:p>
          <w:p w14:paraId="5EC44D75" w14:textId="1AB7A28C" w:rsidR="007B3825" w:rsidRDefault="005B7667" w:rsidP="001568CA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н</w:t>
            </w:r>
            <w:r w:rsidR="00851388" w:rsidRPr="00751778">
              <w:rPr>
                <w:b w:val="0"/>
              </w:rPr>
              <w:t>ациональная цель «</w:t>
            </w:r>
            <w:r w:rsidR="00C446D0" w:rsidRPr="00751778">
              <w:rPr>
                <w:b w:val="0"/>
              </w:rPr>
              <w:t>Д</w:t>
            </w:r>
            <w:r w:rsidR="00B86569" w:rsidRPr="00751778">
              <w:rPr>
                <w:b w:val="0"/>
              </w:rPr>
              <w:t>остойный, эффективный труд и успешное предпринимательство</w:t>
            </w:r>
            <w:r w:rsidR="00851388" w:rsidRPr="00751778">
              <w:rPr>
                <w:b w:val="0"/>
              </w:rPr>
              <w:t>»</w:t>
            </w:r>
            <w:r w:rsidR="00AA55F2">
              <w:rPr>
                <w:b w:val="0"/>
              </w:rPr>
              <w:t xml:space="preserve"> (показатели</w:t>
            </w:r>
            <w:r w:rsidR="00C446D0" w:rsidRPr="00751778">
              <w:rPr>
                <w:b w:val="0"/>
              </w:rPr>
              <w:t xml:space="preserve"> </w:t>
            </w:r>
            <w:r w:rsidR="00AA55F2">
              <w:rPr>
                <w:b w:val="0"/>
              </w:rPr>
              <w:t>«</w:t>
            </w:r>
            <w:r w:rsidR="001568CA">
              <w:rPr>
                <w:b w:val="0"/>
              </w:rPr>
              <w:t>О</w:t>
            </w:r>
            <w:r w:rsidR="00C446D0" w:rsidRPr="00751778">
              <w:rPr>
                <w:b w:val="0"/>
              </w:rPr>
              <w:t>беспечение темпа роста валового внутреннего продукта страны выше среднемирового при сохранении макроэкономической стабильности</w:t>
            </w:r>
            <w:r w:rsidR="00AA55F2">
              <w:rPr>
                <w:b w:val="0"/>
              </w:rPr>
              <w:t>»</w:t>
            </w:r>
            <w:r w:rsidR="001568CA">
              <w:rPr>
                <w:b w:val="0"/>
              </w:rPr>
              <w:t>,</w:t>
            </w:r>
            <w:r w:rsidR="00EE4994" w:rsidRPr="00751778">
              <w:rPr>
                <w:b w:val="0"/>
              </w:rPr>
              <w:t xml:space="preserve"> </w:t>
            </w:r>
            <w:r w:rsidR="00AA55F2">
              <w:rPr>
                <w:b w:val="0"/>
              </w:rPr>
              <w:t>«</w:t>
            </w:r>
            <w:r w:rsidR="001568CA">
              <w:rPr>
                <w:b w:val="0"/>
              </w:rPr>
              <w:t>О</w:t>
            </w:r>
            <w:r w:rsidR="00C446D0" w:rsidRPr="00751778">
              <w:rPr>
                <w:b w:val="0"/>
              </w:rPr>
              <w:t>беспечение темпа устойчивого роста доходов населения и уровня пенсионного обеспечения не ниже инфляции</w:t>
            </w:r>
            <w:r w:rsidR="00AA55F2">
              <w:rPr>
                <w:b w:val="0"/>
              </w:rPr>
              <w:t>»)</w:t>
            </w:r>
            <w:r w:rsidR="00EE4994" w:rsidRPr="00751778">
              <w:rPr>
                <w:b w:val="0"/>
              </w:rPr>
              <w:t xml:space="preserve">/ </w:t>
            </w:r>
            <w:r w:rsidR="001568CA">
              <w:rPr>
                <w:b w:val="0"/>
              </w:rPr>
              <w:t>г</w:t>
            </w:r>
            <w:r w:rsidR="007B3825" w:rsidRPr="00751778">
              <w:rPr>
                <w:b w:val="0"/>
              </w:rPr>
              <w:t>осударственная программа Российской Федерации «Комплексное развитие сельских территорий</w:t>
            </w:r>
            <w:r w:rsidR="00EE4994" w:rsidRPr="00751778">
              <w:rPr>
                <w:b w:val="0"/>
              </w:rPr>
              <w:t>»</w:t>
            </w:r>
          </w:p>
        </w:tc>
      </w:tr>
    </w:tbl>
    <w:p w14:paraId="42B6ED77" w14:textId="0ABA1738" w:rsidR="00366FB5" w:rsidRPr="00FF01AF" w:rsidRDefault="00366FB5" w:rsidP="00FF01AF">
      <w:pPr>
        <w:pStyle w:val="20"/>
        <w:shd w:val="clear" w:color="auto" w:fill="auto"/>
        <w:spacing w:after="0"/>
        <w:jc w:val="left"/>
        <w:rPr>
          <w:b w:val="0"/>
          <w:highlight w:val="yellow"/>
        </w:rPr>
      </w:pPr>
    </w:p>
    <w:p w14:paraId="7EC0BF39" w14:textId="53D3568E" w:rsidR="00A00F56" w:rsidRPr="00F61D76" w:rsidRDefault="00A00F56" w:rsidP="00A00F56">
      <w:pPr>
        <w:pStyle w:val="20"/>
        <w:shd w:val="clear" w:color="auto" w:fill="auto"/>
        <w:spacing w:after="0"/>
        <w:rPr>
          <w:b w:val="0"/>
        </w:rPr>
      </w:pPr>
      <w:r w:rsidRPr="00F61D76">
        <w:rPr>
          <w:b w:val="0"/>
        </w:rPr>
        <w:t>2. Показатели государственной программы Ярославской области</w:t>
      </w:r>
    </w:p>
    <w:p w14:paraId="4374FB79" w14:textId="77777777" w:rsidR="00A00F56" w:rsidRPr="0092652F" w:rsidRDefault="00A00F56" w:rsidP="00FF01AF">
      <w:pPr>
        <w:pStyle w:val="20"/>
        <w:shd w:val="clear" w:color="auto" w:fill="auto"/>
        <w:spacing w:after="0"/>
        <w:jc w:val="left"/>
        <w:rPr>
          <w:b w:val="0"/>
          <w:highlight w:val="yellow"/>
        </w:rPr>
      </w:pPr>
    </w:p>
    <w:tbl>
      <w:tblPr>
        <w:tblStyle w:val="a4"/>
        <w:tblW w:w="15730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101"/>
        <w:gridCol w:w="884"/>
        <w:gridCol w:w="1116"/>
        <w:gridCol w:w="992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1134"/>
        <w:gridCol w:w="1843"/>
        <w:gridCol w:w="851"/>
      </w:tblGrid>
      <w:tr w:rsidR="00CD650E" w:rsidRPr="004A6A55" w14:paraId="64C15804" w14:textId="77777777" w:rsidTr="0024645D">
        <w:trPr>
          <w:jc w:val="center"/>
        </w:trPr>
        <w:tc>
          <w:tcPr>
            <w:tcW w:w="580" w:type="dxa"/>
            <w:vMerge w:val="restart"/>
            <w:tcBorders>
              <w:bottom w:val="single" w:sz="4" w:space="0" w:color="auto"/>
            </w:tcBorders>
          </w:tcPr>
          <w:p w14:paraId="79E01DE8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 xml:space="preserve">№ </w:t>
            </w:r>
          </w:p>
          <w:p w14:paraId="25E83C07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4A6A55">
              <w:rPr>
                <w:b w:val="0"/>
                <w:sz w:val="22"/>
                <w:szCs w:val="22"/>
              </w:rPr>
              <w:t>п</w:t>
            </w:r>
            <w:proofErr w:type="gramEnd"/>
            <w:r w:rsidRPr="004A6A55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101" w:type="dxa"/>
            <w:vMerge w:val="restart"/>
            <w:tcBorders>
              <w:bottom w:val="single" w:sz="4" w:space="0" w:color="auto"/>
            </w:tcBorders>
          </w:tcPr>
          <w:p w14:paraId="59539E00" w14:textId="008B0F73" w:rsidR="00CD650E" w:rsidRPr="004A6A55" w:rsidRDefault="00CD650E" w:rsidP="0024645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4A6A55">
              <w:rPr>
                <w:b w:val="0"/>
                <w:sz w:val="22"/>
                <w:szCs w:val="22"/>
              </w:rPr>
              <w:t>Наиме</w:t>
            </w:r>
            <w:r w:rsidR="0024645D" w:rsidRPr="004A6A55">
              <w:rPr>
                <w:b w:val="0"/>
                <w:sz w:val="22"/>
                <w:szCs w:val="22"/>
              </w:rPr>
              <w:t>-</w:t>
            </w:r>
            <w:r w:rsidRPr="004A6A55">
              <w:rPr>
                <w:b w:val="0"/>
                <w:sz w:val="22"/>
                <w:szCs w:val="22"/>
              </w:rPr>
              <w:t>нование</w:t>
            </w:r>
            <w:proofErr w:type="spellEnd"/>
            <w:proofErr w:type="gramEnd"/>
            <w:r w:rsidRPr="004A6A55">
              <w:rPr>
                <w:b w:val="0"/>
                <w:sz w:val="22"/>
                <w:szCs w:val="22"/>
              </w:rPr>
              <w:t xml:space="preserve"> показа</w:t>
            </w:r>
            <w:r w:rsidRPr="004A6A55">
              <w:rPr>
                <w:b w:val="0"/>
                <w:sz w:val="22"/>
                <w:szCs w:val="22"/>
              </w:rPr>
              <w:softHyphen/>
              <w:t>теля</w:t>
            </w:r>
          </w:p>
        </w:tc>
        <w:tc>
          <w:tcPr>
            <w:tcW w:w="884" w:type="dxa"/>
            <w:vMerge w:val="restart"/>
            <w:tcBorders>
              <w:bottom w:val="single" w:sz="4" w:space="0" w:color="auto"/>
            </w:tcBorders>
          </w:tcPr>
          <w:p w14:paraId="77E14E72" w14:textId="72231290" w:rsidR="00CD650E" w:rsidRPr="004A6A55" w:rsidRDefault="00CD650E" w:rsidP="0029364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 xml:space="preserve">Уровень </w:t>
            </w:r>
            <w:proofErr w:type="gramStart"/>
            <w:r w:rsidRPr="004A6A55">
              <w:rPr>
                <w:b w:val="0"/>
                <w:sz w:val="22"/>
                <w:szCs w:val="22"/>
              </w:rPr>
              <w:t>показа</w:t>
            </w:r>
            <w:r w:rsidR="00BB33B3" w:rsidRPr="004A6A55">
              <w:rPr>
                <w:b w:val="0"/>
                <w:sz w:val="22"/>
                <w:szCs w:val="22"/>
              </w:rPr>
              <w:t>-</w:t>
            </w:r>
            <w:r w:rsidRPr="004A6A55">
              <w:rPr>
                <w:b w:val="0"/>
                <w:sz w:val="22"/>
                <w:szCs w:val="22"/>
              </w:rPr>
              <w:t>теля</w:t>
            </w:r>
            <w:proofErr w:type="gramEnd"/>
          </w:p>
        </w:tc>
        <w:tc>
          <w:tcPr>
            <w:tcW w:w="1116" w:type="dxa"/>
            <w:vMerge w:val="restart"/>
            <w:tcBorders>
              <w:bottom w:val="single" w:sz="4" w:space="0" w:color="auto"/>
            </w:tcBorders>
          </w:tcPr>
          <w:p w14:paraId="372092E0" w14:textId="77777777" w:rsidR="0024645D" w:rsidRPr="004A6A55" w:rsidRDefault="00CD650E" w:rsidP="0029364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 xml:space="preserve">Признак </w:t>
            </w:r>
          </w:p>
          <w:p w14:paraId="198B7390" w14:textId="0424A7C0" w:rsidR="00CD650E" w:rsidRPr="004A6A55" w:rsidRDefault="004A6A55" w:rsidP="0029364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gramStart"/>
            <w:r w:rsidRPr="004A6A55">
              <w:rPr>
                <w:b w:val="0"/>
                <w:sz w:val="22"/>
                <w:szCs w:val="22"/>
              </w:rPr>
              <w:t>в</w:t>
            </w:r>
            <w:r w:rsidR="00CD650E" w:rsidRPr="004A6A55">
              <w:rPr>
                <w:b w:val="0"/>
                <w:sz w:val="22"/>
                <w:szCs w:val="22"/>
              </w:rPr>
              <w:t>озраста</w:t>
            </w:r>
            <w:r w:rsidR="0024645D" w:rsidRPr="004A6A55">
              <w:rPr>
                <w:b w:val="0"/>
                <w:sz w:val="22"/>
                <w:szCs w:val="22"/>
              </w:rPr>
              <w:t>-</w:t>
            </w:r>
            <w:proofErr w:type="spellStart"/>
            <w:r w:rsidR="00CD650E" w:rsidRPr="004A6A55">
              <w:rPr>
                <w:b w:val="0"/>
                <w:sz w:val="22"/>
                <w:szCs w:val="22"/>
              </w:rPr>
              <w:t>ния</w:t>
            </w:r>
            <w:proofErr w:type="spellEnd"/>
            <w:proofErr w:type="gramEnd"/>
            <w:r w:rsidR="00CD650E" w:rsidRPr="004A6A55">
              <w:rPr>
                <w:b w:val="0"/>
                <w:sz w:val="22"/>
                <w:szCs w:val="22"/>
              </w:rPr>
              <w:t>/</w:t>
            </w:r>
          </w:p>
          <w:p w14:paraId="15DD1071" w14:textId="42DA7CCE" w:rsidR="00CD650E" w:rsidRPr="004A6A55" w:rsidRDefault="0024645D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4A6A55">
              <w:rPr>
                <w:b w:val="0"/>
                <w:sz w:val="22"/>
                <w:szCs w:val="22"/>
              </w:rPr>
              <w:t>у</w:t>
            </w:r>
            <w:r w:rsidR="00CD650E" w:rsidRPr="004A6A55">
              <w:rPr>
                <w:b w:val="0"/>
                <w:sz w:val="22"/>
                <w:szCs w:val="22"/>
              </w:rPr>
              <w:t>быва</w:t>
            </w:r>
            <w:r w:rsidRPr="004A6A55">
              <w:rPr>
                <w:b w:val="0"/>
                <w:sz w:val="22"/>
                <w:szCs w:val="22"/>
              </w:rPr>
              <w:t>-</w:t>
            </w:r>
            <w:r w:rsidR="00CD650E" w:rsidRPr="004A6A55">
              <w:rPr>
                <w:b w:val="0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5CCC6A35" w14:textId="75DCEA97" w:rsidR="00CD650E" w:rsidRPr="004A6A55" w:rsidRDefault="00CD650E" w:rsidP="0029364D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 xml:space="preserve">Единица </w:t>
            </w:r>
            <w:proofErr w:type="spellStart"/>
            <w:proofErr w:type="gramStart"/>
            <w:r w:rsidRPr="004A6A55">
              <w:rPr>
                <w:b w:val="0"/>
                <w:sz w:val="22"/>
                <w:szCs w:val="22"/>
              </w:rPr>
              <w:t>измере</w:t>
            </w:r>
            <w:r w:rsidR="0024645D" w:rsidRPr="004A6A55">
              <w:rPr>
                <w:b w:val="0"/>
                <w:sz w:val="22"/>
                <w:szCs w:val="22"/>
              </w:rPr>
              <w:t>-</w:t>
            </w:r>
            <w:r w:rsidRPr="004A6A55">
              <w:rPr>
                <w:b w:val="0"/>
                <w:sz w:val="22"/>
                <w:szCs w:val="22"/>
              </w:rPr>
              <w:t>ния</w:t>
            </w:r>
            <w:proofErr w:type="spellEnd"/>
            <w:proofErr w:type="gramEnd"/>
            <w:r w:rsidRPr="004A6A55">
              <w:rPr>
                <w:b w:val="0"/>
                <w:sz w:val="22"/>
                <w:szCs w:val="22"/>
              </w:rPr>
              <w:t xml:space="preserve"> (по ОКЕИ)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</w:tcPr>
          <w:p w14:paraId="29136512" w14:textId="04705B3E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Базовое значение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68193A01" w14:textId="77777777" w:rsidR="00CD650E" w:rsidRPr="004A6A55" w:rsidRDefault="00CD650E" w:rsidP="00D74D4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2AD329BB" w14:textId="77777777" w:rsidR="00CD650E" w:rsidRPr="004A6A55" w:rsidRDefault="00CD650E" w:rsidP="00D74D4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gramStart"/>
            <w:r w:rsidRPr="004A6A55">
              <w:rPr>
                <w:b w:val="0"/>
                <w:sz w:val="22"/>
                <w:szCs w:val="22"/>
              </w:rPr>
              <w:t>Доку-мент</w:t>
            </w:r>
            <w:proofErr w:type="gramEnd"/>
            <w:r w:rsidRPr="004A6A55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01F4BDF5" w14:textId="55E66081" w:rsidR="00CD650E" w:rsidRPr="004A6A55" w:rsidRDefault="00CD650E" w:rsidP="00225954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4A6A55">
              <w:rPr>
                <w:b w:val="0"/>
                <w:sz w:val="22"/>
                <w:szCs w:val="22"/>
              </w:rPr>
              <w:t>Ответст</w:t>
            </w:r>
            <w:proofErr w:type="spellEnd"/>
            <w:r w:rsidRPr="004A6A55">
              <w:rPr>
                <w:b w:val="0"/>
                <w:sz w:val="22"/>
                <w:szCs w:val="22"/>
              </w:rPr>
              <w:t>-венный</w:t>
            </w:r>
            <w:proofErr w:type="gramEnd"/>
            <w:r w:rsidRPr="004A6A55">
              <w:rPr>
                <w:b w:val="0"/>
                <w:sz w:val="22"/>
                <w:szCs w:val="22"/>
              </w:rPr>
              <w:t xml:space="preserve"> за достижение показателя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14:paraId="0333E405" w14:textId="77777777" w:rsidR="0024645D" w:rsidRPr="004A6A55" w:rsidRDefault="00CD650E" w:rsidP="00225954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 xml:space="preserve">Связь </w:t>
            </w:r>
          </w:p>
          <w:p w14:paraId="25281D5F" w14:textId="5C52C31A" w:rsidR="00CD650E" w:rsidRPr="004A6A55" w:rsidRDefault="00CD650E" w:rsidP="0024645D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с показателями национальных целей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0EFB964A" w14:textId="21EC598B" w:rsidR="00CD650E" w:rsidRPr="004A6A55" w:rsidRDefault="00CD650E" w:rsidP="0024645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4A6A55">
              <w:rPr>
                <w:b w:val="0"/>
                <w:sz w:val="22"/>
                <w:szCs w:val="22"/>
              </w:rPr>
              <w:t>Инфор</w:t>
            </w:r>
            <w:r w:rsidR="0024645D" w:rsidRPr="004A6A55">
              <w:rPr>
                <w:b w:val="0"/>
                <w:sz w:val="22"/>
                <w:szCs w:val="22"/>
              </w:rPr>
              <w:t>-</w:t>
            </w:r>
            <w:r w:rsidRPr="004A6A55">
              <w:rPr>
                <w:b w:val="0"/>
                <w:sz w:val="22"/>
                <w:szCs w:val="22"/>
              </w:rPr>
              <w:t>ма</w:t>
            </w:r>
            <w:r w:rsidRPr="004A6A55">
              <w:rPr>
                <w:b w:val="0"/>
                <w:sz w:val="22"/>
                <w:szCs w:val="22"/>
              </w:rPr>
              <w:softHyphen/>
              <w:t>ционная</w:t>
            </w:r>
            <w:proofErr w:type="spellEnd"/>
            <w:proofErr w:type="gramEnd"/>
            <w:r w:rsidRPr="004A6A55">
              <w:rPr>
                <w:b w:val="0"/>
                <w:sz w:val="22"/>
                <w:szCs w:val="22"/>
              </w:rPr>
              <w:t xml:space="preserve"> система</w:t>
            </w:r>
          </w:p>
        </w:tc>
      </w:tr>
      <w:tr w:rsidR="00BB33B3" w:rsidRPr="004A6A55" w14:paraId="7C51E3AB" w14:textId="77777777" w:rsidTr="0024645D">
        <w:trPr>
          <w:trHeight w:val="253"/>
          <w:jc w:val="center"/>
        </w:trPr>
        <w:tc>
          <w:tcPr>
            <w:tcW w:w="5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85A8810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422BC41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39CFFC6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90D3A00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B770192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</w:tcBorders>
          </w:tcPr>
          <w:p w14:paraId="5F840345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67E67F9" w14:textId="77777777" w:rsidR="00CD650E" w:rsidRPr="004A6A55" w:rsidRDefault="00CD650E" w:rsidP="00CD650E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A67A99B" w14:textId="77777777" w:rsidR="00CD650E" w:rsidRPr="004A6A55" w:rsidRDefault="00CD650E" w:rsidP="00CD650E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5E2533D" w14:textId="77777777" w:rsidR="00CD650E" w:rsidRPr="004A6A55" w:rsidRDefault="00CD650E" w:rsidP="00CD650E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69FF9EB" w14:textId="77777777" w:rsidR="00CD650E" w:rsidRPr="004A6A55" w:rsidRDefault="00CD650E" w:rsidP="00CD650E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2436D08" w14:textId="77777777" w:rsidR="00CD650E" w:rsidRPr="004A6A55" w:rsidRDefault="00CD650E" w:rsidP="00CD650E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4FBAC2BE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4ACDD002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4B1C686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319EECD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4EB0C6F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848CF9F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BB33B3" w:rsidRPr="004A6A55" w14:paraId="4EBC4CBF" w14:textId="77777777" w:rsidTr="0097428F">
        <w:trPr>
          <w:cantSplit/>
          <w:trHeight w:val="354"/>
          <w:jc w:val="center"/>
        </w:trPr>
        <w:tc>
          <w:tcPr>
            <w:tcW w:w="580" w:type="dxa"/>
            <w:vMerge/>
            <w:tcBorders>
              <w:bottom w:val="single" w:sz="4" w:space="0" w:color="auto"/>
            </w:tcBorders>
          </w:tcPr>
          <w:p w14:paraId="6C982050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14:paraId="231C8D62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84" w:type="dxa"/>
            <w:vMerge/>
            <w:tcBorders>
              <w:bottom w:val="single" w:sz="4" w:space="0" w:color="auto"/>
            </w:tcBorders>
          </w:tcPr>
          <w:p w14:paraId="1968A6DF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16" w:type="dxa"/>
            <w:vMerge/>
            <w:tcBorders>
              <w:bottom w:val="single" w:sz="4" w:space="0" w:color="auto"/>
            </w:tcBorders>
          </w:tcPr>
          <w:p w14:paraId="5ED66A50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62B96CD5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E910530" w14:textId="7E8600E2" w:rsidR="00CD650E" w:rsidRPr="004A6A55" w:rsidRDefault="0024645D" w:rsidP="0029364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4A6A55">
              <w:rPr>
                <w:b w:val="0"/>
                <w:sz w:val="22"/>
                <w:szCs w:val="22"/>
              </w:rPr>
              <w:t>з</w:t>
            </w:r>
            <w:r w:rsidR="00CD650E" w:rsidRPr="004A6A55">
              <w:rPr>
                <w:b w:val="0"/>
                <w:sz w:val="22"/>
                <w:szCs w:val="22"/>
              </w:rPr>
              <w:t>наче</w:t>
            </w:r>
            <w:r w:rsidRPr="004A6A55">
              <w:rPr>
                <w:b w:val="0"/>
                <w:sz w:val="22"/>
                <w:szCs w:val="22"/>
              </w:rPr>
              <w:t>-</w:t>
            </w:r>
            <w:r w:rsidR="00CD650E" w:rsidRPr="004A6A55">
              <w:rPr>
                <w:b w:val="0"/>
                <w:sz w:val="22"/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C80EC2A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18F0C620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7ED7C4F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CC6D5DE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3076018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1CFE4646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1DA9ED4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B0C1C16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3A9E2F24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18345ED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041E8ABD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22BD2EE2" w14:textId="77777777" w:rsidR="00CD650E" w:rsidRPr="004A6A55" w:rsidRDefault="00CD650E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28D92184" w14:textId="77777777" w:rsidR="00A00F56" w:rsidRPr="0024645D" w:rsidRDefault="00A00F56" w:rsidP="00A00F56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15730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116"/>
        <w:gridCol w:w="869"/>
        <w:gridCol w:w="1116"/>
        <w:gridCol w:w="992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1134"/>
        <w:gridCol w:w="1843"/>
        <w:gridCol w:w="851"/>
      </w:tblGrid>
      <w:tr w:rsidR="00BB33B3" w:rsidRPr="004A6A55" w14:paraId="4F261B47" w14:textId="77777777" w:rsidTr="0024645D">
        <w:trPr>
          <w:tblHeader/>
          <w:jc w:val="center"/>
        </w:trPr>
        <w:tc>
          <w:tcPr>
            <w:tcW w:w="580" w:type="dxa"/>
          </w:tcPr>
          <w:p w14:paraId="2CE78E89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116" w:type="dxa"/>
          </w:tcPr>
          <w:p w14:paraId="4A53DF7B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69" w:type="dxa"/>
          </w:tcPr>
          <w:p w14:paraId="0EB156FD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16" w:type="dxa"/>
          </w:tcPr>
          <w:p w14:paraId="4462F191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14:paraId="22DA105C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22B2543E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2E56988E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8" w:type="dxa"/>
          </w:tcPr>
          <w:p w14:paraId="4B2744BF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3C851FF7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5A2812A2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4E5FAAC4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8" w:type="dxa"/>
          </w:tcPr>
          <w:p w14:paraId="4726F9D8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3D4BA8BD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1A952943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14:paraId="675CB792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14:paraId="6AFB39C6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843" w:type="dxa"/>
          </w:tcPr>
          <w:p w14:paraId="42E443AF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14:paraId="4A0579FF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18</w:t>
            </w:r>
          </w:p>
        </w:tc>
      </w:tr>
      <w:tr w:rsidR="004830CA" w:rsidRPr="004A6A55" w14:paraId="5ECA49D8" w14:textId="77777777" w:rsidTr="00BB33B3">
        <w:trPr>
          <w:jc w:val="center"/>
        </w:trPr>
        <w:tc>
          <w:tcPr>
            <w:tcW w:w="15730" w:type="dxa"/>
            <w:gridSpan w:val="18"/>
          </w:tcPr>
          <w:p w14:paraId="03F1655D" w14:textId="4B624339" w:rsidR="004830CA" w:rsidRPr="004A6A55" w:rsidRDefault="00386483" w:rsidP="00C446D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Цель государственной программы «</w:t>
            </w:r>
            <w:r w:rsidR="008A3275" w:rsidRPr="004A6A55">
              <w:rPr>
                <w:b w:val="0"/>
                <w:sz w:val="22"/>
                <w:szCs w:val="22"/>
              </w:rPr>
              <w:t xml:space="preserve">Повышение доли сельского населения в общей численности населения </w:t>
            </w:r>
            <w:r w:rsidR="001634ED">
              <w:rPr>
                <w:b w:val="0"/>
                <w:sz w:val="22"/>
                <w:szCs w:val="22"/>
              </w:rPr>
              <w:t xml:space="preserve">Ярославской области </w:t>
            </w:r>
            <w:r w:rsidR="008A3275" w:rsidRPr="004A6A55">
              <w:rPr>
                <w:b w:val="0"/>
                <w:sz w:val="22"/>
                <w:szCs w:val="22"/>
              </w:rPr>
              <w:t>до 19,98 процента к 2030 году</w:t>
            </w:r>
            <w:r w:rsidRPr="004A6A55">
              <w:rPr>
                <w:b w:val="0"/>
                <w:sz w:val="22"/>
                <w:szCs w:val="22"/>
              </w:rPr>
              <w:t>»</w:t>
            </w:r>
          </w:p>
        </w:tc>
      </w:tr>
      <w:tr w:rsidR="00BB33B3" w:rsidRPr="004A6A55" w14:paraId="086217F7" w14:textId="77777777" w:rsidTr="0024645D">
        <w:trPr>
          <w:jc w:val="center"/>
        </w:trPr>
        <w:tc>
          <w:tcPr>
            <w:tcW w:w="580" w:type="dxa"/>
            <w:tcBorders>
              <w:bottom w:val="single" w:sz="4" w:space="0" w:color="auto"/>
            </w:tcBorders>
          </w:tcPr>
          <w:p w14:paraId="117FD1FE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6FA7ADAD" w14:textId="571A9E81" w:rsidR="004830CA" w:rsidRPr="004A6A55" w:rsidRDefault="004830CA" w:rsidP="00751778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Доля сельско</w:t>
            </w:r>
            <w:r w:rsidR="0024645D" w:rsidRPr="004A6A55">
              <w:rPr>
                <w:b w:val="0"/>
                <w:sz w:val="22"/>
                <w:szCs w:val="22"/>
              </w:rPr>
              <w:t>-</w:t>
            </w:r>
            <w:proofErr w:type="spellStart"/>
            <w:r w:rsidRPr="004A6A55">
              <w:rPr>
                <w:b w:val="0"/>
                <w:sz w:val="22"/>
                <w:szCs w:val="22"/>
              </w:rPr>
              <w:t>го</w:t>
            </w:r>
            <w:proofErr w:type="spellEnd"/>
            <w:r w:rsidRPr="004A6A5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A6A55">
              <w:rPr>
                <w:b w:val="0"/>
                <w:sz w:val="22"/>
                <w:szCs w:val="22"/>
              </w:rPr>
              <w:t>населе</w:t>
            </w:r>
            <w:r w:rsidR="0024645D" w:rsidRPr="004A6A55">
              <w:rPr>
                <w:b w:val="0"/>
                <w:sz w:val="22"/>
                <w:szCs w:val="22"/>
              </w:rPr>
              <w:t>-</w:t>
            </w:r>
            <w:r w:rsidRPr="004A6A55">
              <w:rPr>
                <w:b w:val="0"/>
                <w:sz w:val="22"/>
                <w:szCs w:val="22"/>
              </w:rPr>
              <w:t>ния</w:t>
            </w:r>
            <w:proofErr w:type="spellEnd"/>
            <w:r w:rsidRPr="004A6A55"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 w:rsidRPr="004A6A55">
              <w:rPr>
                <w:b w:val="0"/>
                <w:sz w:val="22"/>
                <w:szCs w:val="22"/>
              </w:rPr>
              <w:t>в</w:t>
            </w:r>
            <w:proofErr w:type="gramEnd"/>
            <w:r w:rsidRPr="004A6A55">
              <w:rPr>
                <w:b w:val="0"/>
                <w:sz w:val="22"/>
                <w:szCs w:val="22"/>
              </w:rPr>
              <w:t xml:space="preserve"> общей числен</w:t>
            </w:r>
            <w:r w:rsidR="0024645D" w:rsidRPr="004A6A55">
              <w:rPr>
                <w:b w:val="0"/>
                <w:sz w:val="22"/>
                <w:szCs w:val="22"/>
              </w:rPr>
              <w:t>-</w:t>
            </w:r>
            <w:proofErr w:type="spellStart"/>
            <w:r w:rsidRPr="004A6A55">
              <w:rPr>
                <w:b w:val="0"/>
                <w:sz w:val="22"/>
                <w:szCs w:val="22"/>
              </w:rPr>
              <w:t>ности</w:t>
            </w:r>
            <w:proofErr w:type="spellEnd"/>
            <w:r w:rsidRPr="004A6A5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A6A55">
              <w:rPr>
                <w:b w:val="0"/>
                <w:sz w:val="22"/>
                <w:szCs w:val="22"/>
              </w:rPr>
              <w:t>населе</w:t>
            </w:r>
            <w:r w:rsidR="0024645D" w:rsidRPr="004A6A55">
              <w:rPr>
                <w:b w:val="0"/>
                <w:sz w:val="22"/>
                <w:szCs w:val="22"/>
              </w:rPr>
              <w:t>-</w:t>
            </w:r>
            <w:r w:rsidR="001634ED">
              <w:rPr>
                <w:b w:val="0"/>
                <w:sz w:val="22"/>
                <w:szCs w:val="22"/>
              </w:rPr>
              <w:t>ния</w:t>
            </w:r>
            <w:proofErr w:type="spellEnd"/>
            <w:r w:rsidR="001634ED">
              <w:rPr>
                <w:b w:val="0"/>
                <w:sz w:val="22"/>
                <w:szCs w:val="22"/>
              </w:rPr>
              <w:t xml:space="preserve"> Ярослав-</w:t>
            </w:r>
            <w:proofErr w:type="spellStart"/>
            <w:r w:rsidR="001634ED">
              <w:rPr>
                <w:b w:val="0"/>
                <w:sz w:val="22"/>
                <w:szCs w:val="22"/>
              </w:rPr>
              <w:t>ской</w:t>
            </w:r>
            <w:proofErr w:type="spellEnd"/>
            <w:r w:rsidR="001634ED">
              <w:rPr>
                <w:b w:val="0"/>
                <w:sz w:val="22"/>
                <w:szCs w:val="22"/>
              </w:rPr>
              <w:t xml:space="preserve"> области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2D93B6E9" w14:textId="77777777" w:rsidR="008A3275" w:rsidRPr="004A6A55" w:rsidRDefault="008A3275" w:rsidP="00F3073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16DCC736" w14:textId="3D56EC60" w:rsidR="004830CA" w:rsidRPr="004A6A55" w:rsidRDefault="0024645D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4A6A55">
              <w:rPr>
                <w:b w:val="0"/>
                <w:sz w:val="22"/>
                <w:szCs w:val="22"/>
              </w:rPr>
              <w:t>в</w:t>
            </w:r>
            <w:r w:rsidR="004830CA" w:rsidRPr="004A6A55">
              <w:rPr>
                <w:b w:val="0"/>
                <w:sz w:val="22"/>
                <w:szCs w:val="22"/>
              </w:rPr>
              <w:t>озрас</w:t>
            </w:r>
            <w:r w:rsidRPr="004A6A55">
              <w:rPr>
                <w:b w:val="0"/>
                <w:sz w:val="22"/>
                <w:szCs w:val="22"/>
              </w:rPr>
              <w:t>-</w:t>
            </w:r>
            <w:r w:rsidR="004830CA" w:rsidRPr="004A6A55">
              <w:rPr>
                <w:b w:val="0"/>
                <w:sz w:val="22"/>
                <w:szCs w:val="22"/>
              </w:rPr>
              <w:t>тание</w:t>
            </w:r>
            <w:proofErr w:type="spellEnd"/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ED32FCB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6DD5C07" w14:textId="77777777" w:rsidR="004830CA" w:rsidRPr="004A6A55" w:rsidRDefault="004830CA" w:rsidP="0024645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19,01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5207E38" w14:textId="77777777" w:rsidR="004830CA" w:rsidRPr="004A6A55" w:rsidRDefault="004830CA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A96DF9E" w14:textId="0CDFD26E" w:rsidR="004830CA" w:rsidRPr="004A6A55" w:rsidRDefault="004830CA" w:rsidP="0024645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19,</w:t>
            </w:r>
            <w:r w:rsidR="0072048C" w:rsidRPr="004A6A55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90D8FDC" w14:textId="17B3239F" w:rsidR="004830CA" w:rsidRPr="004A6A55" w:rsidRDefault="0072048C" w:rsidP="0024645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19,18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854AE22" w14:textId="20216D3F" w:rsidR="004830CA" w:rsidRPr="004A6A55" w:rsidRDefault="0072048C" w:rsidP="0024645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19,20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3A92591" w14:textId="77777777" w:rsidR="004830CA" w:rsidRPr="004A6A55" w:rsidRDefault="004830CA" w:rsidP="0024645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19,55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B131600" w14:textId="77777777" w:rsidR="004830CA" w:rsidRPr="004A6A55" w:rsidRDefault="004830CA" w:rsidP="0024645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19,71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63FCE2D" w14:textId="77777777" w:rsidR="004830CA" w:rsidRPr="004A6A55" w:rsidRDefault="004830CA" w:rsidP="0024645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19,83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D55576" w14:textId="77777777" w:rsidR="004830CA" w:rsidRPr="004A6A55" w:rsidRDefault="004830CA" w:rsidP="0024645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19,98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6CD00A5" w14:textId="7F6EF4A9" w:rsidR="004830CA" w:rsidRPr="004A6A55" w:rsidRDefault="00386483" w:rsidP="00A4077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19E7FA0" w14:textId="31C50A5D" w:rsidR="004830CA" w:rsidRPr="004A6A55" w:rsidRDefault="004830CA" w:rsidP="0074033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4A6A55">
              <w:rPr>
                <w:b w:val="0"/>
                <w:sz w:val="22"/>
                <w:szCs w:val="22"/>
              </w:rPr>
              <w:t>МАПК</w:t>
            </w:r>
            <w:r w:rsidR="0074033B" w:rsidRPr="004A6A55">
              <w:rPr>
                <w:b w:val="0"/>
                <w:sz w:val="22"/>
                <w:szCs w:val="22"/>
              </w:rPr>
              <w:t>и</w:t>
            </w:r>
            <w:r w:rsidRPr="004A6A55">
              <w:rPr>
                <w:b w:val="0"/>
                <w:sz w:val="22"/>
                <w:szCs w:val="22"/>
              </w:rPr>
              <w:t>ПР</w:t>
            </w:r>
            <w:proofErr w:type="spellEnd"/>
            <w:r w:rsidRPr="004A6A55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E8FB952" w14:textId="1E659CBE" w:rsidR="00386483" w:rsidRPr="004A6A55" w:rsidRDefault="00386483" w:rsidP="0024645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у</w:t>
            </w:r>
            <w:r w:rsidR="004830CA" w:rsidRPr="004A6A55">
              <w:rPr>
                <w:b w:val="0"/>
                <w:sz w:val="22"/>
                <w:szCs w:val="22"/>
              </w:rPr>
              <w:t>лучшение жилищных условий не менее 5 млн. семей ежегодно и увеличение объема жилищного строительства не менее чем до 120 млн. кв. метров в год;</w:t>
            </w:r>
          </w:p>
          <w:p w14:paraId="5E7616CE" w14:textId="77777777" w:rsidR="0024645D" w:rsidRPr="004A6A55" w:rsidRDefault="00386483" w:rsidP="0024645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о</w:t>
            </w:r>
            <w:r w:rsidR="004830CA" w:rsidRPr="004A6A55">
              <w:rPr>
                <w:b w:val="0"/>
                <w:sz w:val="22"/>
                <w:szCs w:val="22"/>
              </w:rPr>
              <w:t xml:space="preserve">беспечение </w:t>
            </w:r>
            <w:r w:rsidR="004830CA" w:rsidRPr="004A6A55">
              <w:rPr>
                <w:b w:val="0"/>
                <w:sz w:val="22"/>
                <w:szCs w:val="22"/>
              </w:rPr>
              <w:lastRenderedPageBreak/>
              <w:t xml:space="preserve">темпа роста валового внутреннего продукта страны выше среднемирового при сохранении </w:t>
            </w:r>
            <w:proofErr w:type="spellStart"/>
            <w:r w:rsidR="004830CA" w:rsidRPr="004A6A55">
              <w:rPr>
                <w:b w:val="0"/>
                <w:sz w:val="22"/>
                <w:szCs w:val="22"/>
              </w:rPr>
              <w:t>макроэконо</w:t>
            </w:r>
            <w:proofErr w:type="spellEnd"/>
            <w:r w:rsidR="0024645D" w:rsidRPr="004A6A55">
              <w:rPr>
                <w:b w:val="0"/>
                <w:sz w:val="22"/>
                <w:szCs w:val="22"/>
              </w:rPr>
              <w:t>-</w:t>
            </w:r>
          </w:p>
          <w:p w14:paraId="4892F41E" w14:textId="07E3D15F" w:rsidR="004830CA" w:rsidRPr="004A6A55" w:rsidRDefault="004830CA" w:rsidP="0024645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4A6A55">
              <w:rPr>
                <w:b w:val="0"/>
                <w:sz w:val="22"/>
                <w:szCs w:val="22"/>
              </w:rPr>
              <w:t>мической</w:t>
            </w:r>
            <w:proofErr w:type="spellEnd"/>
            <w:r w:rsidRPr="004A6A55">
              <w:rPr>
                <w:b w:val="0"/>
                <w:sz w:val="22"/>
                <w:szCs w:val="22"/>
              </w:rPr>
              <w:t xml:space="preserve"> стабильности; </w:t>
            </w:r>
            <w:r w:rsidR="00386483" w:rsidRPr="004A6A55">
              <w:rPr>
                <w:b w:val="0"/>
                <w:sz w:val="22"/>
                <w:szCs w:val="22"/>
              </w:rPr>
              <w:t>о</w:t>
            </w:r>
            <w:r w:rsidRPr="004A6A55">
              <w:rPr>
                <w:b w:val="0"/>
                <w:sz w:val="22"/>
                <w:szCs w:val="22"/>
              </w:rPr>
              <w:t xml:space="preserve">беспечение темпа </w:t>
            </w:r>
            <w:proofErr w:type="gramStart"/>
            <w:r w:rsidRPr="004A6A55">
              <w:rPr>
                <w:b w:val="0"/>
                <w:sz w:val="22"/>
                <w:szCs w:val="22"/>
              </w:rPr>
              <w:t>устой</w:t>
            </w:r>
            <w:r w:rsidR="0024645D" w:rsidRPr="004A6A55">
              <w:rPr>
                <w:b w:val="0"/>
                <w:sz w:val="22"/>
                <w:szCs w:val="22"/>
              </w:rPr>
              <w:t>-</w:t>
            </w:r>
            <w:proofErr w:type="spellStart"/>
            <w:r w:rsidRPr="004A6A55">
              <w:rPr>
                <w:b w:val="0"/>
                <w:sz w:val="22"/>
                <w:szCs w:val="22"/>
              </w:rPr>
              <w:t>чивого</w:t>
            </w:r>
            <w:proofErr w:type="spellEnd"/>
            <w:proofErr w:type="gramEnd"/>
            <w:r w:rsidRPr="004A6A55">
              <w:rPr>
                <w:b w:val="0"/>
                <w:sz w:val="22"/>
                <w:szCs w:val="22"/>
              </w:rPr>
              <w:t xml:space="preserve"> роста доходов </w:t>
            </w:r>
            <w:proofErr w:type="spellStart"/>
            <w:r w:rsidRPr="004A6A55">
              <w:rPr>
                <w:b w:val="0"/>
                <w:sz w:val="22"/>
                <w:szCs w:val="22"/>
              </w:rPr>
              <w:t>насе</w:t>
            </w:r>
            <w:r w:rsidR="0024645D" w:rsidRPr="004A6A55">
              <w:rPr>
                <w:b w:val="0"/>
                <w:sz w:val="22"/>
                <w:szCs w:val="22"/>
              </w:rPr>
              <w:t>-</w:t>
            </w:r>
            <w:r w:rsidRPr="004A6A55">
              <w:rPr>
                <w:b w:val="0"/>
                <w:sz w:val="22"/>
                <w:szCs w:val="22"/>
              </w:rPr>
              <w:t>ления</w:t>
            </w:r>
            <w:proofErr w:type="spellEnd"/>
            <w:r w:rsidRPr="004A6A55">
              <w:rPr>
                <w:b w:val="0"/>
                <w:sz w:val="22"/>
                <w:szCs w:val="22"/>
              </w:rPr>
              <w:t xml:space="preserve"> и уровня пенсионного обеспечения не ниже инфляции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8ABF851" w14:textId="1C4B0D3C" w:rsidR="004830CA" w:rsidRPr="004A6A55" w:rsidRDefault="00751778" w:rsidP="00C446D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  <w:tr w:rsidR="004830CA" w:rsidRPr="004A6A55" w14:paraId="082D5755" w14:textId="77777777" w:rsidTr="00BB33B3">
        <w:trPr>
          <w:jc w:val="center"/>
        </w:trPr>
        <w:tc>
          <w:tcPr>
            <w:tcW w:w="15730" w:type="dxa"/>
            <w:gridSpan w:val="18"/>
          </w:tcPr>
          <w:p w14:paraId="363E1EB8" w14:textId="7355C12A" w:rsidR="004830CA" w:rsidRPr="004A6A55" w:rsidRDefault="00C77C26" w:rsidP="005B1FF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lastRenderedPageBreak/>
              <w:t>Цель государственной программы «</w:t>
            </w:r>
            <w:r w:rsidR="00263292" w:rsidRPr="004A6A55">
              <w:rPr>
                <w:b w:val="0"/>
                <w:sz w:val="22"/>
                <w:szCs w:val="22"/>
              </w:rPr>
              <w:t>Достижение соотношения среднемесячных располагаемых ресурсов сельского и городского домохозяйств до 83,17 процента к 2030 году</w:t>
            </w:r>
            <w:r w:rsidRPr="004A6A55">
              <w:rPr>
                <w:b w:val="0"/>
                <w:sz w:val="22"/>
                <w:szCs w:val="22"/>
              </w:rPr>
              <w:t>»</w:t>
            </w:r>
          </w:p>
        </w:tc>
      </w:tr>
      <w:tr w:rsidR="0024645D" w:rsidRPr="004A6A55" w14:paraId="6D2A44C9" w14:textId="77777777" w:rsidTr="0024645D">
        <w:trPr>
          <w:jc w:val="center"/>
        </w:trPr>
        <w:tc>
          <w:tcPr>
            <w:tcW w:w="580" w:type="dxa"/>
          </w:tcPr>
          <w:p w14:paraId="4E7C0D3A" w14:textId="77777777" w:rsidR="0024645D" w:rsidRPr="004A6A55" w:rsidRDefault="0024645D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1116" w:type="dxa"/>
          </w:tcPr>
          <w:p w14:paraId="08145080" w14:textId="18FE1BA8" w:rsidR="0024645D" w:rsidRPr="004A6A55" w:rsidRDefault="0024645D" w:rsidP="0024645D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4A6A55">
              <w:rPr>
                <w:b w:val="0"/>
                <w:sz w:val="22"/>
                <w:szCs w:val="22"/>
              </w:rPr>
              <w:t>Соотно-шение</w:t>
            </w:r>
            <w:proofErr w:type="spellEnd"/>
            <w:proofErr w:type="gramEnd"/>
            <w:r w:rsidRPr="004A6A55">
              <w:rPr>
                <w:b w:val="0"/>
                <w:sz w:val="22"/>
                <w:szCs w:val="22"/>
              </w:rPr>
              <w:t xml:space="preserve"> средне-</w:t>
            </w:r>
            <w:proofErr w:type="spellStart"/>
            <w:r w:rsidRPr="004A6A55">
              <w:rPr>
                <w:b w:val="0"/>
                <w:sz w:val="22"/>
                <w:szCs w:val="22"/>
              </w:rPr>
              <w:t>месяч</w:t>
            </w:r>
            <w:proofErr w:type="spellEnd"/>
            <w:r w:rsidRPr="004A6A55">
              <w:rPr>
                <w:b w:val="0"/>
                <w:sz w:val="22"/>
                <w:szCs w:val="22"/>
              </w:rPr>
              <w:t>-</w:t>
            </w:r>
            <w:proofErr w:type="spellStart"/>
            <w:r w:rsidRPr="004A6A55">
              <w:rPr>
                <w:b w:val="0"/>
                <w:sz w:val="22"/>
                <w:szCs w:val="22"/>
              </w:rPr>
              <w:t>ных</w:t>
            </w:r>
            <w:proofErr w:type="spellEnd"/>
            <w:r w:rsidRPr="004A6A55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4A6A55">
              <w:rPr>
                <w:b w:val="0"/>
                <w:sz w:val="22"/>
                <w:szCs w:val="22"/>
              </w:rPr>
              <w:t>распо-лагаемых</w:t>
            </w:r>
            <w:proofErr w:type="spellEnd"/>
            <w:r w:rsidRPr="004A6A55">
              <w:rPr>
                <w:b w:val="0"/>
                <w:sz w:val="22"/>
                <w:szCs w:val="22"/>
              </w:rPr>
              <w:t xml:space="preserve"> ресурсов </w:t>
            </w:r>
            <w:proofErr w:type="spellStart"/>
            <w:r w:rsidRPr="004A6A55">
              <w:rPr>
                <w:b w:val="0"/>
                <w:sz w:val="22"/>
                <w:szCs w:val="22"/>
              </w:rPr>
              <w:t>сельс</w:t>
            </w:r>
            <w:proofErr w:type="spellEnd"/>
            <w:r w:rsidRPr="004A6A55">
              <w:rPr>
                <w:b w:val="0"/>
                <w:sz w:val="22"/>
                <w:szCs w:val="22"/>
              </w:rPr>
              <w:t xml:space="preserve">-кого и </w:t>
            </w:r>
            <w:proofErr w:type="spellStart"/>
            <w:r w:rsidRPr="004A6A55">
              <w:rPr>
                <w:b w:val="0"/>
                <w:sz w:val="22"/>
                <w:szCs w:val="22"/>
              </w:rPr>
              <w:t>городс</w:t>
            </w:r>
            <w:proofErr w:type="spellEnd"/>
            <w:r w:rsidRPr="004A6A55">
              <w:rPr>
                <w:b w:val="0"/>
                <w:sz w:val="22"/>
                <w:szCs w:val="22"/>
              </w:rPr>
              <w:t xml:space="preserve">-кого </w:t>
            </w:r>
            <w:proofErr w:type="spellStart"/>
            <w:r w:rsidRPr="004A6A55">
              <w:rPr>
                <w:b w:val="0"/>
                <w:sz w:val="22"/>
                <w:szCs w:val="22"/>
              </w:rPr>
              <w:t>домохо-зяйств</w:t>
            </w:r>
            <w:proofErr w:type="spellEnd"/>
          </w:p>
        </w:tc>
        <w:tc>
          <w:tcPr>
            <w:tcW w:w="869" w:type="dxa"/>
          </w:tcPr>
          <w:p w14:paraId="39ED6173" w14:textId="36451AA3" w:rsidR="0024645D" w:rsidRPr="004A6A55" w:rsidRDefault="0024645D" w:rsidP="00F3073D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color w:val="FF000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1116" w:type="dxa"/>
          </w:tcPr>
          <w:p w14:paraId="62C03937" w14:textId="5AE0E730" w:rsidR="0024645D" w:rsidRPr="004A6A55" w:rsidRDefault="0024645D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4A6A55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992" w:type="dxa"/>
          </w:tcPr>
          <w:p w14:paraId="035FD4EA" w14:textId="77777777" w:rsidR="0024645D" w:rsidRPr="004A6A55" w:rsidRDefault="0024645D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709" w:type="dxa"/>
          </w:tcPr>
          <w:p w14:paraId="0E77D7FF" w14:textId="77777777" w:rsidR="0024645D" w:rsidRPr="004A6A55" w:rsidRDefault="0024645D" w:rsidP="0024645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76,23</w:t>
            </w:r>
          </w:p>
        </w:tc>
        <w:tc>
          <w:tcPr>
            <w:tcW w:w="709" w:type="dxa"/>
          </w:tcPr>
          <w:p w14:paraId="26A613F3" w14:textId="77777777" w:rsidR="0024645D" w:rsidRPr="004A6A55" w:rsidRDefault="0024645D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8" w:type="dxa"/>
          </w:tcPr>
          <w:p w14:paraId="4C58219A" w14:textId="5609BD4C" w:rsidR="0024645D" w:rsidRPr="004A6A55" w:rsidRDefault="0024645D" w:rsidP="0024645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76,31</w:t>
            </w:r>
          </w:p>
        </w:tc>
        <w:tc>
          <w:tcPr>
            <w:tcW w:w="709" w:type="dxa"/>
          </w:tcPr>
          <w:p w14:paraId="6C0DDFFE" w14:textId="509833E0" w:rsidR="0024645D" w:rsidRPr="004A6A55" w:rsidRDefault="0024645D" w:rsidP="0024645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76,46</w:t>
            </w:r>
          </w:p>
        </w:tc>
        <w:tc>
          <w:tcPr>
            <w:tcW w:w="709" w:type="dxa"/>
          </w:tcPr>
          <w:p w14:paraId="6B570550" w14:textId="11A771E5" w:rsidR="0024645D" w:rsidRPr="004A6A55" w:rsidRDefault="0024645D" w:rsidP="0024645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76,61</w:t>
            </w:r>
          </w:p>
        </w:tc>
        <w:tc>
          <w:tcPr>
            <w:tcW w:w="709" w:type="dxa"/>
          </w:tcPr>
          <w:p w14:paraId="0473B997" w14:textId="77777777" w:rsidR="0024645D" w:rsidRPr="004A6A55" w:rsidRDefault="0024645D" w:rsidP="0024645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81,13</w:t>
            </w:r>
          </w:p>
        </w:tc>
        <w:tc>
          <w:tcPr>
            <w:tcW w:w="708" w:type="dxa"/>
          </w:tcPr>
          <w:p w14:paraId="66A37C24" w14:textId="77777777" w:rsidR="0024645D" w:rsidRPr="004A6A55" w:rsidRDefault="0024645D" w:rsidP="0024645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82,11</w:t>
            </w:r>
          </w:p>
        </w:tc>
        <w:tc>
          <w:tcPr>
            <w:tcW w:w="709" w:type="dxa"/>
          </w:tcPr>
          <w:p w14:paraId="28DE6A50" w14:textId="77777777" w:rsidR="0024645D" w:rsidRPr="004A6A55" w:rsidRDefault="0024645D" w:rsidP="0024645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83,09</w:t>
            </w:r>
          </w:p>
        </w:tc>
        <w:tc>
          <w:tcPr>
            <w:tcW w:w="709" w:type="dxa"/>
          </w:tcPr>
          <w:p w14:paraId="77A154DA" w14:textId="77777777" w:rsidR="0024645D" w:rsidRPr="004A6A55" w:rsidRDefault="0024645D" w:rsidP="0024645D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83,17</w:t>
            </w:r>
          </w:p>
        </w:tc>
        <w:tc>
          <w:tcPr>
            <w:tcW w:w="850" w:type="dxa"/>
          </w:tcPr>
          <w:p w14:paraId="76A48F25" w14:textId="624C3CEB" w:rsidR="0024645D" w:rsidRPr="004A6A55" w:rsidRDefault="0024645D" w:rsidP="00A4077C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14:paraId="2214852B" w14:textId="6D9C2403" w:rsidR="0024645D" w:rsidRPr="004A6A55" w:rsidRDefault="0024645D" w:rsidP="0074033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4A6A55">
              <w:rPr>
                <w:b w:val="0"/>
                <w:sz w:val="22"/>
                <w:szCs w:val="22"/>
              </w:rPr>
              <w:t>МАПКиПР</w:t>
            </w:r>
            <w:proofErr w:type="spellEnd"/>
            <w:r w:rsidRPr="004A6A55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843" w:type="dxa"/>
          </w:tcPr>
          <w:p w14:paraId="3EDFD2B5" w14:textId="68C57A51" w:rsidR="0024645D" w:rsidRPr="004A6A55" w:rsidRDefault="0024645D" w:rsidP="0024645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улучшение жилищных условий не менее 5 млн. семей ежегодно и увеличение объема жилищного строительства не менее чем до 120 млн. кв. метров в год;</w:t>
            </w:r>
          </w:p>
          <w:p w14:paraId="3EBA9FA6" w14:textId="77777777" w:rsidR="0024645D" w:rsidRPr="004A6A55" w:rsidRDefault="0024645D" w:rsidP="0024645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 xml:space="preserve">обеспечение темпа роста валового </w:t>
            </w:r>
            <w:r w:rsidRPr="004A6A55">
              <w:rPr>
                <w:b w:val="0"/>
                <w:sz w:val="22"/>
                <w:szCs w:val="22"/>
              </w:rPr>
              <w:lastRenderedPageBreak/>
              <w:t xml:space="preserve">внутреннего продукта страны выше среднемирового при сохранении </w:t>
            </w:r>
            <w:proofErr w:type="spellStart"/>
            <w:r w:rsidRPr="004A6A55">
              <w:rPr>
                <w:b w:val="0"/>
                <w:sz w:val="22"/>
                <w:szCs w:val="22"/>
              </w:rPr>
              <w:t>макроэконо</w:t>
            </w:r>
            <w:proofErr w:type="spellEnd"/>
            <w:r w:rsidRPr="004A6A55">
              <w:rPr>
                <w:b w:val="0"/>
                <w:sz w:val="22"/>
                <w:szCs w:val="22"/>
              </w:rPr>
              <w:t>-</w:t>
            </w:r>
          </w:p>
          <w:p w14:paraId="08457D72" w14:textId="39F689FE" w:rsidR="0024645D" w:rsidRPr="004A6A55" w:rsidRDefault="0024645D" w:rsidP="0024645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4A6A55">
              <w:rPr>
                <w:b w:val="0"/>
                <w:sz w:val="22"/>
                <w:szCs w:val="22"/>
              </w:rPr>
              <w:t>мической</w:t>
            </w:r>
            <w:proofErr w:type="spellEnd"/>
            <w:r w:rsidRPr="004A6A55">
              <w:rPr>
                <w:b w:val="0"/>
                <w:sz w:val="22"/>
                <w:szCs w:val="22"/>
              </w:rPr>
              <w:t xml:space="preserve"> стабильности; обеспечение темпа устойчивого роста доходов населения и уровня пенсионного обеспечения не ниже инфляции</w:t>
            </w:r>
          </w:p>
        </w:tc>
        <w:tc>
          <w:tcPr>
            <w:tcW w:w="851" w:type="dxa"/>
          </w:tcPr>
          <w:p w14:paraId="6CEA2214" w14:textId="7D20CCF6" w:rsidR="0024645D" w:rsidRPr="004A6A55" w:rsidRDefault="0024645D" w:rsidP="00C446D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  <w:tr w:rsidR="004830CA" w:rsidRPr="004A6A55" w14:paraId="04C31A38" w14:textId="77777777" w:rsidTr="00BB33B3">
        <w:trPr>
          <w:jc w:val="center"/>
        </w:trPr>
        <w:tc>
          <w:tcPr>
            <w:tcW w:w="15730" w:type="dxa"/>
            <w:gridSpan w:val="18"/>
            <w:tcBorders>
              <w:bottom w:val="single" w:sz="4" w:space="0" w:color="auto"/>
            </w:tcBorders>
          </w:tcPr>
          <w:p w14:paraId="099DC60A" w14:textId="188B7AE6" w:rsidR="004830CA" w:rsidRPr="004A6A55" w:rsidRDefault="005B6A63" w:rsidP="0035722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lastRenderedPageBreak/>
              <w:t>Цель государственной программы «</w:t>
            </w:r>
            <w:r w:rsidR="00263292" w:rsidRPr="004A6A55">
              <w:rPr>
                <w:b w:val="0"/>
                <w:sz w:val="22"/>
                <w:szCs w:val="22"/>
              </w:rPr>
              <w:t>Повышение доли общей площади благоустроенных жилых помещений в сельских населенных пунктах до 37,3 процента в 2030 году</w:t>
            </w:r>
            <w:r w:rsidRPr="004A6A55">
              <w:rPr>
                <w:b w:val="0"/>
                <w:sz w:val="22"/>
                <w:szCs w:val="22"/>
              </w:rPr>
              <w:t>»</w:t>
            </w:r>
          </w:p>
        </w:tc>
      </w:tr>
      <w:tr w:rsidR="0024645D" w:rsidRPr="004A6A55" w14:paraId="08F16E8A" w14:textId="77777777" w:rsidTr="0024645D">
        <w:trPr>
          <w:jc w:val="center"/>
        </w:trPr>
        <w:tc>
          <w:tcPr>
            <w:tcW w:w="580" w:type="dxa"/>
            <w:tcBorders>
              <w:bottom w:val="single" w:sz="4" w:space="0" w:color="auto"/>
            </w:tcBorders>
          </w:tcPr>
          <w:p w14:paraId="4BD18CBE" w14:textId="77777777" w:rsidR="0024645D" w:rsidRPr="004A6A55" w:rsidRDefault="0024645D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411129EB" w14:textId="3A8742D3" w:rsidR="0024645D" w:rsidRPr="004A6A55" w:rsidRDefault="0024645D" w:rsidP="00FB523C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proofErr w:type="gramStart"/>
            <w:r w:rsidRPr="004A6A55">
              <w:rPr>
                <w:b w:val="0"/>
                <w:sz w:val="22"/>
                <w:szCs w:val="22"/>
              </w:rPr>
              <w:t>Доля общей площади благо</w:t>
            </w:r>
            <w:r w:rsidR="00AE67E7">
              <w:rPr>
                <w:b w:val="0"/>
                <w:sz w:val="22"/>
                <w:szCs w:val="22"/>
              </w:rPr>
              <w:t>-</w:t>
            </w:r>
            <w:r w:rsidRPr="004A6A55">
              <w:rPr>
                <w:b w:val="0"/>
                <w:sz w:val="22"/>
                <w:szCs w:val="22"/>
              </w:rPr>
              <w:t>устроен</w:t>
            </w:r>
            <w:r w:rsidR="00AE67E7">
              <w:rPr>
                <w:b w:val="0"/>
                <w:sz w:val="22"/>
                <w:szCs w:val="22"/>
              </w:rPr>
              <w:t>-</w:t>
            </w:r>
            <w:proofErr w:type="spellStart"/>
            <w:r w:rsidRPr="004A6A55">
              <w:rPr>
                <w:b w:val="0"/>
                <w:sz w:val="22"/>
                <w:szCs w:val="22"/>
              </w:rPr>
              <w:t>ных</w:t>
            </w:r>
            <w:proofErr w:type="spellEnd"/>
            <w:r w:rsidRPr="004A6A55">
              <w:rPr>
                <w:b w:val="0"/>
                <w:sz w:val="22"/>
                <w:szCs w:val="22"/>
              </w:rPr>
              <w:t xml:space="preserve"> жилых </w:t>
            </w:r>
            <w:proofErr w:type="spellStart"/>
            <w:r w:rsidRPr="004A6A55">
              <w:rPr>
                <w:b w:val="0"/>
                <w:sz w:val="22"/>
                <w:szCs w:val="22"/>
              </w:rPr>
              <w:t>помеще</w:t>
            </w:r>
            <w:r w:rsidR="00AE67E7">
              <w:rPr>
                <w:b w:val="0"/>
                <w:sz w:val="22"/>
                <w:szCs w:val="22"/>
              </w:rPr>
              <w:t>-</w:t>
            </w:r>
            <w:r w:rsidRPr="004A6A55">
              <w:rPr>
                <w:b w:val="0"/>
                <w:sz w:val="22"/>
                <w:szCs w:val="22"/>
              </w:rPr>
              <w:t>ний</w:t>
            </w:r>
            <w:proofErr w:type="spellEnd"/>
            <w:r w:rsidRPr="004A6A55">
              <w:rPr>
                <w:b w:val="0"/>
                <w:sz w:val="22"/>
                <w:szCs w:val="22"/>
              </w:rPr>
              <w:t xml:space="preserve"> в сельских населен</w:t>
            </w:r>
            <w:r w:rsidR="00AE67E7">
              <w:rPr>
                <w:b w:val="0"/>
                <w:sz w:val="22"/>
                <w:szCs w:val="22"/>
              </w:rPr>
              <w:t>-</w:t>
            </w:r>
            <w:proofErr w:type="spellStart"/>
            <w:r w:rsidRPr="004A6A55">
              <w:rPr>
                <w:b w:val="0"/>
                <w:sz w:val="22"/>
                <w:szCs w:val="22"/>
              </w:rPr>
              <w:t>ных</w:t>
            </w:r>
            <w:proofErr w:type="spellEnd"/>
            <w:r w:rsidRPr="004A6A55">
              <w:rPr>
                <w:b w:val="0"/>
                <w:sz w:val="22"/>
                <w:szCs w:val="22"/>
              </w:rPr>
              <w:t xml:space="preserve"> пунктах</w:t>
            </w:r>
            <w:proofErr w:type="gramEnd"/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75A7349B" w14:textId="77777777" w:rsidR="0024645D" w:rsidRPr="004A6A55" w:rsidRDefault="0024645D" w:rsidP="00FB523C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2A9A2089" w14:textId="702A09EB" w:rsidR="0024645D" w:rsidRPr="004A6A55" w:rsidRDefault="0024645D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4A6A55">
              <w:rPr>
                <w:b w:val="0"/>
                <w:sz w:val="22"/>
                <w:szCs w:val="22"/>
              </w:rPr>
              <w:t>возрас-тание</w:t>
            </w:r>
            <w:proofErr w:type="spellEnd"/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5DEF5EB" w14:textId="77777777" w:rsidR="0024645D" w:rsidRPr="004A6A55" w:rsidRDefault="0024645D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58D2386" w14:textId="77777777" w:rsidR="0024645D" w:rsidRPr="004A6A55" w:rsidRDefault="0024645D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30,6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2987591" w14:textId="77777777" w:rsidR="0024645D" w:rsidRPr="004A6A55" w:rsidRDefault="0024645D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DE303C1" w14:textId="01C92B9E" w:rsidR="0024645D" w:rsidRPr="004A6A55" w:rsidRDefault="0024645D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32,6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913F947" w14:textId="42DC7A95" w:rsidR="0024645D" w:rsidRPr="004A6A55" w:rsidRDefault="0024645D" w:rsidP="00682C1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33,3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E4EDD80" w14:textId="54C1D0A3" w:rsidR="0024645D" w:rsidRPr="004A6A55" w:rsidRDefault="0024645D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33,9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29466FF" w14:textId="77777777" w:rsidR="0024645D" w:rsidRPr="004A6A55" w:rsidRDefault="0024645D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35,0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24002E6" w14:textId="77777777" w:rsidR="0024645D" w:rsidRPr="004A6A55" w:rsidRDefault="0024645D" w:rsidP="0029364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35,8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CBC2F95" w14:textId="77777777" w:rsidR="0024645D" w:rsidRPr="004A6A55" w:rsidRDefault="0024645D" w:rsidP="00C522C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36,5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A7A54E6" w14:textId="77777777" w:rsidR="0024645D" w:rsidRPr="004A6A55" w:rsidRDefault="0024645D" w:rsidP="00C522C4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37,3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7059675" w14:textId="721B7902" w:rsidR="0024645D" w:rsidRPr="004A6A55" w:rsidRDefault="0024645D" w:rsidP="00AE67E7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69C930" w14:textId="1FDD1E22" w:rsidR="0024645D" w:rsidRPr="004A6A55" w:rsidRDefault="0024645D" w:rsidP="0074033B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4A6A55">
              <w:rPr>
                <w:b w:val="0"/>
                <w:sz w:val="22"/>
                <w:szCs w:val="22"/>
              </w:rPr>
              <w:t>МАПКиПР</w:t>
            </w:r>
            <w:proofErr w:type="spellEnd"/>
            <w:r w:rsidRPr="004A6A55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6B4A6B7" w14:textId="17CB78C1" w:rsidR="0024645D" w:rsidRPr="004A6A55" w:rsidRDefault="0024645D" w:rsidP="0024645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>улучшение жилищных условий не менее 5 млн. семей ежегодно и увеличение объема жилищного строительства не менее чем до 120 млн. кв. метров в год;</w:t>
            </w:r>
          </w:p>
          <w:p w14:paraId="0158299B" w14:textId="44EFC1F5" w:rsidR="0024645D" w:rsidRPr="004A6A55" w:rsidRDefault="0024645D" w:rsidP="0024645D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t xml:space="preserve">обеспечение темпа устойчивого роста доходов </w:t>
            </w:r>
            <w:r w:rsidRPr="004A6A55">
              <w:rPr>
                <w:b w:val="0"/>
                <w:sz w:val="22"/>
                <w:szCs w:val="22"/>
              </w:rPr>
              <w:lastRenderedPageBreak/>
              <w:t>населения и уровня пенсионного обеспечения не ниже инфляции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E40D9D4" w14:textId="09D50589" w:rsidR="0024645D" w:rsidRPr="004A6A55" w:rsidRDefault="0024645D" w:rsidP="00C446D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4A6A55"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</w:tbl>
    <w:p w14:paraId="7923DE1B" w14:textId="77777777" w:rsidR="00D67203" w:rsidRDefault="00D67203" w:rsidP="00A00F56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5EACE6E3" w14:textId="48378AA4" w:rsidR="00386483" w:rsidRDefault="00386483" w:rsidP="0024645D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386483">
        <w:rPr>
          <w:b w:val="0"/>
          <w:bCs w:val="0"/>
        </w:rPr>
        <w:t>*</w:t>
      </w:r>
      <w:r>
        <w:rPr>
          <w:b w:val="0"/>
        </w:rPr>
        <w:t xml:space="preserve"> </w:t>
      </w:r>
      <w:r w:rsidR="0024645D">
        <w:rPr>
          <w:b w:val="0"/>
        </w:rPr>
        <w:t>Г</w:t>
      </w:r>
      <w:r>
        <w:rPr>
          <w:b w:val="0"/>
        </w:rPr>
        <w:t xml:space="preserve">осударственная программа Российской Федерации </w:t>
      </w:r>
      <w:r w:rsidRPr="00386483">
        <w:rPr>
          <w:b w:val="0"/>
        </w:rPr>
        <w:t>«Комплексное развитие сельских территорий»</w:t>
      </w:r>
      <w:r>
        <w:rPr>
          <w:b w:val="0"/>
        </w:rPr>
        <w:t>, утвержденная п</w:t>
      </w:r>
      <w:r w:rsidRPr="00386483">
        <w:rPr>
          <w:b w:val="0"/>
        </w:rPr>
        <w:t>остановление</w:t>
      </w:r>
      <w:r>
        <w:rPr>
          <w:b w:val="0"/>
        </w:rPr>
        <w:t>м</w:t>
      </w:r>
      <w:r w:rsidRPr="00386483">
        <w:rPr>
          <w:b w:val="0"/>
        </w:rPr>
        <w:t xml:space="preserve"> Правительства Р</w:t>
      </w:r>
      <w:r>
        <w:rPr>
          <w:b w:val="0"/>
        </w:rPr>
        <w:t xml:space="preserve">оссийской Федерации </w:t>
      </w:r>
      <w:r w:rsidRPr="00386483">
        <w:rPr>
          <w:b w:val="0"/>
        </w:rPr>
        <w:t>от 31</w:t>
      </w:r>
      <w:r w:rsidR="00BE3CDD">
        <w:rPr>
          <w:b w:val="0"/>
        </w:rPr>
        <w:t>.05.</w:t>
      </w:r>
      <w:r w:rsidRPr="00386483">
        <w:rPr>
          <w:b w:val="0"/>
        </w:rPr>
        <w:t>2019</w:t>
      </w:r>
      <w:r>
        <w:rPr>
          <w:b w:val="0"/>
        </w:rPr>
        <w:t xml:space="preserve"> </w:t>
      </w:r>
      <w:r w:rsidRPr="00386483">
        <w:rPr>
          <w:b w:val="0"/>
        </w:rPr>
        <w:t>№ 696</w:t>
      </w:r>
      <w:r w:rsidR="0024645D">
        <w:rPr>
          <w:b w:val="0"/>
        </w:rPr>
        <w:t>.</w:t>
      </w:r>
    </w:p>
    <w:p w14:paraId="2A227718" w14:textId="77777777" w:rsidR="00386483" w:rsidRDefault="00386483" w:rsidP="00A00F56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700CB754" w14:textId="48B9806A" w:rsidR="00A00F56" w:rsidRPr="006C21DC" w:rsidRDefault="00A00F56" w:rsidP="00A00F56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Pr="00F61D76">
        <w:rPr>
          <w:b w:val="0"/>
        </w:rPr>
        <w:t xml:space="preserve">. Структура государственной программы </w:t>
      </w:r>
      <w:r>
        <w:rPr>
          <w:b w:val="0"/>
        </w:rPr>
        <w:t>Ярославской области</w:t>
      </w:r>
    </w:p>
    <w:p w14:paraId="32E205BB" w14:textId="77777777" w:rsidR="00A00F56" w:rsidRPr="00F61D76" w:rsidRDefault="00A00F56" w:rsidP="00A00F56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A00F56" w:rsidRPr="006C21DC" w14:paraId="02526D69" w14:textId="77777777" w:rsidTr="0029364D">
        <w:tc>
          <w:tcPr>
            <w:tcW w:w="992" w:type="dxa"/>
          </w:tcPr>
          <w:p w14:paraId="2402A649" w14:textId="77777777" w:rsidR="00A00F56" w:rsidRDefault="00A00F56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14B1FFB6" w14:textId="77777777" w:rsidR="00A00F56" w:rsidRPr="00851EDC" w:rsidRDefault="00A00F56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п</w:t>
            </w:r>
            <w:proofErr w:type="gramEnd"/>
            <w:r>
              <w:rPr>
                <w:b w:val="0"/>
                <w:sz w:val="24"/>
                <w:szCs w:val="24"/>
              </w:rPr>
              <w:t>/п</w:t>
            </w:r>
          </w:p>
        </w:tc>
        <w:tc>
          <w:tcPr>
            <w:tcW w:w="5939" w:type="dxa"/>
          </w:tcPr>
          <w:p w14:paraId="0BAB9DA5" w14:textId="77777777" w:rsidR="00A00F56" w:rsidRPr="00AA7758" w:rsidRDefault="00A00F56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51CB8314" w14:textId="77777777" w:rsidR="00A00F56" w:rsidRPr="00AA7758" w:rsidRDefault="00A00F56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77082B1" w14:textId="77777777" w:rsidR="00A00F56" w:rsidRPr="00AA7758" w:rsidRDefault="00A00F56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2F3C15F5" w14:textId="77777777" w:rsidR="00A00F56" w:rsidRPr="003651A9" w:rsidRDefault="00A00F56" w:rsidP="00A00F56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A00F56" w:rsidRPr="006C21DC" w14:paraId="34F847AC" w14:textId="77777777" w:rsidTr="0029364D">
        <w:trPr>
          <w:tblHeader/>
        </w:trPr>
        <w:tc>
          <w:tcPr>
            <w:tcW w:w="992" w:type="dxa"/>
          </w:tcPr>
          <w:p w14:paraId="2F23366B" w14:textId="77777777" w:rsidR="00A00F56" w:rsidRPr="00851EDC" w:rsidRDefault="00A00F56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74EB6C40" w14:textId="77777777" w:rsidR="00A00F56" w:rsidRPr="00851EDC" w:rsidRDefault="00A00F56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14:paraId="06A4DB19" w14:textId="77777777" w:rsidR="00A00F56" w:rsidRPr="00851EDC" w:rsidRDefault="00A00F56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7D760DB1" w14:textId="77777777" w:rsidR="00A00F56" w:rsidRPr="00851EDC" w:rsidRDefault="00A00F56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A00F56" w:rsidRPr="006C21DC" w14:paraId="0DDABC3F" w14:textId="77777777" w:rsidTr="0029364D">
        <w:tc>
          <w:tcPr>
            <w:tcW w:w="14709" w:type="dxa"/>
            <w:gridSpan w:val="4"/>
          </w:tcPr>
          <w:p w14:paraId="33E25B71" w14:textId="36E9DE6E" w:rsidR="00A00F56" w:rsidRPr="00851EDC" w:rsidRDefault="004A6085" w:rsidP="004A608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720"/>
              <w:jc w:val="left"/>
              <w:rPr>
                <w:b w:val="0"/>
                <w:sz w:val="24"/>
                <w:szCs w:val="24"/>
              </w:rPr>
            </w:pPr>
            <w:r w:rsidRPr="00751778">
              <w:rPr>
                <w:b w:val="0"/>
                <w:sz w:val="24"/>
                <w:szCs w:val="24"/>
              </w:rPr>
              <w:t xml:space="preserve">1. </w:t>
            </w:r>
            <w:r w:rsidR="00237BA7" w:rsidRPr="00237BA7">
              <w:rPr>
                <w:b w:val="0"/>
                <w:sz w:val="24"/>
                <w:szCs w:val="24"/>
              </w:rPr>
              <w:t>Региональный проект «Развитие сельских территорий Ярославской области»</w:t>
            </w:r>
            <w:r w:rsidR="00237BA7">
              <w:rPr>
                <w:b w:val="0"/>
                <w:sz w:val="24"/>
                <w:szCs w:val="24"/>
              </w:rPr>
              <w:t xml:space="preserve"> </w:t>
            </w:r>
            <w:r w:rsidR="00A00F56">
              <w:rPr>
                <w:b w:val="0"/>
                <w:sz w:val="24"/>
                <w:szCs w:val="24"/>
              </w:rPr>
              <w:t>(</w:t>
            </w:r>
            <w:proofErr w:type="spellStart"/>
            <w:r w:rsidR="00A24253" w:rsidRPr="00A24253">
              <w:rPr>
                <w:b w:val="0"/>
                <w:sz w:val="24"/>
                <w:szCs w:val="24"/>
              </w:rPr>
              <w:t>Борушков</w:t>
            </w:r>
            <w:proofErr w:type="spellEnd"/>
            <w:r w:rsidR="00A24253" w:rsidRPr="00A24253">
              <w:rPr>
                <w:b w:val="0"/>
                <w:sz w:val="24"/>
                <w:szCs w:val="24"/>
              </w:rPr>
              <w:t xml:space="preserve"> Дмитрий Александрович</w:t>
            </w:r>
            <w:r w:rsidR="00A24253">
              <w:rPr>
                <w:b w:val="0"/>
                <w:sz w:val="24"/>
                <w:szCs w:val="24"/>
              </w:rPr>
              <w:t xml:space="preserve"> – куратор</w:t>
            </w:r>
            <w:r w:rsidR="00A00F56">
              <w:rPr>
                <w:b w:val="0"/>
                <w:sz w:val="24"/>
                <w:szCs w:val="24"/>
              </w:rPr>
              <w:t>)</w:t>
            </w:r>
          </w:p>
        </w:tc>
      </w:tr>
      <w:tr w:rsidR="00A00F56" w:rsidRPr="006C21DC" w14:paraId="3D84DCAE" w14:textId="77777777" w:rsidTr="006E6708">
        <w:tc>
          <w:tcPr>
            <w:tcW w:w="992" w:type="dxa"/>
          </w:tcPr>
          <w:p w14:paraId="1B746739" w14:textId="77777777" w:rsidR="00A00F56" w:rsidRPr="00851EDC" w:rsidRDefault="00A00F56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5BA8C13C" w14:textId="77777777" w:rsidR="00A00F56" w:rsidRPr="00851EDC" w:rsidRDefault="00A24253" w:rsidP="00A242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C446D0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C446D0">
              <w:rPr>
                <w:b w:val="0"/>
                <w:sz w:val="24"/>
                <w:szCs w:val="24"/>
              </w:rPr>
              <w:t xml:space="preserve"> за реализацию: </w:t>
            </w:r>
            <w:r>
              <w:rPr>
                <w:b w:val="0"/>
                <w:sz w:val="24"/>
                <w:szCs w:val="24"/>
              </w:rPr>
              <w:t>м</w:t>
            </w:r>
            <w:r w:rsidR="009F2AD8">
              <w:rPr>
                <w:b w:val="0"/>
                <w:sz w:val="24"/>
                <w:szCs w:val="24"/>
              </w:rPr>
              <w:t>инистерство агропромышленного комплекса и потребительского рынка Ярославской области</w:t>
            </w:r>
          </w:p>
        </w:tc>
        <w:tc>
          <w:tcPr>
            <w:tcW w:w="7778" w:type="dxa"/>
            <w:gridSpan w:val="2"/>
          </w:tcPr>
          <w:p w14:paraId="7409F83B" w14:textId="6BDA4172" w:rsidR="00A00F56" w:rsidRPr="00851EDC" w:rsidRDefault="00354565" w:rsidP="00F6676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A24253" w:rsidRPr="00C446D0">
              <w:rPr>
                <w:b w:val="0"/>
                <w:sz w:val="24"/>
                <w:szCs w:val="24"/>
              </w:rPr>
              <w:t xml:space="preserve">рок реализации: </w:t>
            </w:r>
            <w:r w:rsidR="009F2AD8">
              <w:rPr>
                <w:b w:val="0"/>
                <w:sz w:val="24"/>
                <w:szCs w:val="24"/>
              </w:rPr>
              <w:t xml:space="preserve">2024 </w:t>
            </w:r>
            <w:r w:rsidR="00F6676F">
              <w:rPr>
                <w:b w:val="0"/>
                <w:sz w:val="24"/>
                <w:szCs w:val="24"/>
              </w:rPr>
              <w:t>–</w:t>
            </w:r>
            <w:r w:rsidR="009F2AD8">
              <w:rPr>
                <w:b w:val="0"/>
                <w:sz w:val="24"/>
                <w:szCs w:val="24"/>
              </w:rPr>
              <w:t xml:space="preserve"> 2030</w:t>
            </w:r>
            <w:r w:rsidR="00262C7D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A00F56" w:rsidRPr="006C21DC" w14:paraId="017C7DE7" w14:textId="77777777" w:rsidTr="0029364D">
        <w:tc>
          <w:tcPr>
            <w:tcW w:w="992" w:type="dxa"/>
          </w:tcPr>
          <w:p w14:paraId="2D12D2C2" w14:textId="34AC7F0A" w:rsidR="00A00F56" w:rsidRPr="00751778" w:rsidRDefault="00CD650E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1778">
              <w:rPr>
                <w:b w:val="0"/>
                <w:sz w:val="24"/>
                <w:szCs w:val="24"/>
              </w:rPr>
              <w:t>1.</w:t>
            </w:r>
            <w:r w:rsidR="004A6085" w:rsidRPr="0075177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39" w:type="dxa"/>
          </w:tcPr>
          <w:p w14:paraId="462C2442" w14:textId="43F19E48" w:rsidR="00A00F56" w:rsidRPr="00851EDC" w:rsidRDefault="00CD650E" w:rsidP="00682C1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D650E">
              <w:rPr>
                <w:b w:val="0"/>
                <w:sz w:val="24"/>
                <w:szCs w:val="24"/>
              </w:rPr>
              <w:t xml:space="preserve">Создание </w:t>
            </w:r>
            <w:r w:rsidR="00682C14">
              <w:rPr>
                <w:b w:val="0"/>
                <w:sz w:val="24"/>
                <w:szCs w:val="24"/>
              </w:rPr>
              <w:t xml:space="preserve">возможностей для улучшения жилищных </w:t>
            </w:r>
            <w:r w:rsidRPr="00CD650E">
              <w:rPr>
                <w:b w:val="0"/>
                <w:sz w:val="24"/>
                <w:szCs w:val="24"/>
              </w:rPr>
              <w:t xml:space="preserve">условий </w:t>
            </w:r>
            <w:r w:rsidR="00682C14">
              <w:rPr>
                <w:b w:val="0"/>
                <w:sz w:val="24"/>
                <w:szCs w:val="24"/>
              </w:rPr>
              <w:t xml:space="preserve">семей, проживающих на сельских территориях (агломерациях) </w:t>
            </w:r>
          </w:p>
        </w:tc>
        <w:tc>
          <w:tcPr>
            <w:tcW w:w="4158" w:type="dxa"/>
          </w:tcPr>
          <w:p w14:paraId="2677D244" w14:textId="6508BFC7" w:rsidR="00A00F56" w:rsidRPr="00851EDC" w:rsidRDefault="00354565" w:rsidP="00262C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A82A22">
              <w:rPr>
                <w:b w:val="0"/>
                <w:sz w:val="24"/>
                <w:szCs w:val="24"/>
              </w:rPr>
              <w:t>троительство (приобретение)</w:t>
            </w:r>
            <w:r w:rsidR="009905D2" w:rsidRPr="00A82A22">
              <w:rPr>
                <w:b w:val="0"/>
                <w:sz w:val="24"/>
                <w:szCs w:val="24"/>
              </w:rPr>
              <w:t xml:space="preserve"> </w:t>
            </w:r>
            <w:r w:rsidR="00A82A22" w:rsidRPr="00A82A22">
              <w:rPr>
                <w:b w:val="0"/>
                <w:sz w:val="24"/>
                <w:szCs w:val="24"/>
              </w:rPr>
              <w:t>жилы</w:t>
            </w:r>
            <w:r w:rsidR="00A82A22">
              <w:rPr>
                <w:b w:val="0"/>
                <w:sz w:val="24"/>
                <w:szCs w:val="24"/>
              </w:rPr>
              <w:t>х помещений</w:t>
            </w:r>
            <w:r w:rsidR="009905D2" w:rsidRPr="00A82A22">
              <w:rPr>
                <w:b w:val="0"/>
                <w:sz w:val="24"/>
                <w:szCs w:val="24"/>
              </w:rPr>
              <w:t xml:space="preserve"> (жилых домов) за счет предоставления социальных выплат гражданам, проживающим на сельских территориях или изъявившим желание постоянно проживать на сельских территориях, и нуждающимся в улучшении жилищны</w:t>
            </w:r>
            <w:r w:rsidR="00A82A22">
              <w:rPr>
                <w:b w:val="0"/>
                <w:sz w:val="24"/>
                <w:szCs w:val="24"/>
              </w:rPr>
              <w:t>х условий, а также строительство</w:t>
            </w:r>
            <w:r w:rsidR="009905D2" w:rsidRPr="00A82A22">
              <w:rPr>
                <w:b w:val="0"/>
                <w:sz w:val="24"/>
                <w:szCs w:val="24"/>
              </w:rPr>
              <w:t xml:space="preserve"> (приобретени</w:t>
            </w:r>
            <w:r w:rsidR="00A82A22">
              <w:rPr>
                <w:b w:val="0"/>
                <w:sz w:val="24"/>
                <w:szCs w:val="24"/>
              </w:rPr>
              <w:t>е</w:t>
            </w:r>
            <w:r w:rsidR="009905D2" w:rsidRPr="00A82A22">
              <w:rPr>
                <w:b w:val="0"/>
                <w:sz w:val="24"/>
                <w:szCs w:val="24"/>
              </w:rPr>
              <w:t xml:space="preserve">) жилья, предоставленного по договору найма жилого помещения гражданам, </w:t>
            </w:r>
            <w:r w:rsidR="009905D2" w:rsidRPr="00A82A22">
              <w:rPr>
                <w:b w:val="0"/>
                <w:sz w:val="24"/>
                <w:szCs w:val="24"/>
              </w:rPr>
              <w:lastRenderedPageBreak/>
              <w:t>работающим на сельских территориях</w:t>
            </w:r>
          </w:p>
        </w:tc>
        <w:tc>
          <w:tcPr>
            <w:tcW w:w="3620" w:type="dxa"/>
          </w:tcPr>
          <w:p w14:paraId="5DCA4FD2" w14:textId="0BB62A62" w:rsidR="00A82A22" w:rsidRPr="00751778" w:rsidRDefault="00704E54" w:rsidP="00262C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д</w:t>
            </w:r>
            <w:r w:rsidR="00AE7440" w:rsidRPr="00751778">
              <w:rPr>
                <w:b w:val="0"/>
                <w:sz w:val="24"/>
                <w:szCs w:val="24"/>
              </w:rPr>
              <w:t>оля сельского населения в общей численности населения</w:t>
            </w:r>
            <w:r w:rsidR="00A24253" w:rsidRPr="00751778">
              <w:rPr>
                <w:b w:val="0"/>
                <w:sz w:val="24"/>
                <w:szCs w:val="24"/>
              </w:rPr>
              <w:t>;</w:t>
            </w:r>
            <w:r w:rsidR="00AE7440" w:rsidRPr="00751778">
              <w:rPr>
                <w:b w:val="0"/>
                <w:sz w:val="24"/>
                <w:szCs w:val="24"/>
              </w:rPr>
              <w:t xml:space="preserve"> </w:t>
            </w:r>
          </w:p>
          <w:p w14:paraId="35651251" w14:textId="0A789989" w:rsidR="00A00F56" w:rsidRPr="00851EDC" w:rsidRDefault="00704E54" w:rsidP="00262C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AE7440" w:rsidRPr="00751778">
              <w:rPr>
                <w:b w:val="0"/>
                <w:sz w:val="24"/>
                <w:szCs w:val="24"/>
              </w:rPr>
              <w:t>овышение доли общей площади благоустроенных жилых помещений в сельских населенных пунктах</w:t>
            </w:r>
          </w:p>
        </w:tc>
      </w:tr>
      <w:tr w:rsidR="00AE7440" w:rsidRPr="006C21DC" w14:paraId="4D7AF6A6" w14:textId="77777777" w:rsidTr="0029364D">
        <w:tc>
          <w:tcPr>
            <w:tcW w:w="992" w:type="dxa"/>
          </w:tcPr>
          <w:p w14:paraId="1FF6BD8B" w14:textId="03A78333" w:rsidR="00AE7440" w:rsidRPr="00751778" w:rsidRDefault="004A6085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1778">
              <w:rPr>
                <w:b w:val="0"/>
                <w:sz w:val="24"/>
                <w:szCs w:val="24"/>
              </w:rPr>
              <w:lastRenderedPageBreak/>
              <w:t>1.</w:t>
            </w:r>
            <w:r w:rsidR="00AE7440" w:rsidRPr="00751778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39" w:type="dxa"/>
          </w:tcPr>
          <w:p w14:paraId="57D240EE" w14:textId="0E01DB0F" w:rsidR="00AE7440" w:rsidRPr="00CD650E" w:rsidRDefault="00BF72E5" w:rsidP="00AE744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Повышение комфортности среды проживания граждан в сельских населенных пунктах</w:t>
            </w:r>
          </w:p>
        </w:tc>
        <w:tc>
          <w:tcPr>
            <w:tcW w:w="4158" w:type="dxa"/>
          </w:tcPr>
          <w:p w14:paraId="211B2C47" w14:textId="470D3718" w:rsidR="00AE7440" w:rsidRPr="00851EDC" w:rsidRDefault="00354565" w:rsidP="00262C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="00A24253" w:rsidRPr="00C446D0">
              <w:rPr>
                <w:b w:val="0"/>
                <w:sz w:val="24"/>
                <w:szCs w:val="24"/>
              </w:rPr>
              <w:t xml:space="preserve">еализация проектов </w:t>
            </w:r>
            <w:r w:rsidR="007F0A95" w:rsidRPr="007F0A95">
              <w:rPr>
                <w:b w:val="0"/>
                <w:sz w:val="24"/>
                <w:szCs w:val="24"/>
              </w:rPr>
              <w:t>по благоустройству общественных прос</w:t>
            </w:r>
            <w:r w:rsidR="00187E3E">
              <w:rPr>
                <w:b w:val="0"/>
                <w:sz w:val="24"/>
                <w:szCs w:val="24"/>
              </w:rPr>
              <w:t>транств на сельских территориях</w:t>
            </w:r>
          </w:p>
        </w:tc>
        <w:tc>
          <w:tcPr>
            <w:tcW w:w="3620" w:type="dxa"/>
          </w:tcPr>
          <w:p w14:paraId="2A7E61CE" w14:textId="74B25C3D" w:rsidR="00AE7440" w:rsidRPr="00851EDC" w:rsidRDefault="00B4260C" w:rsidP="00262C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AE7440" w:rsidRPr="00751778">
              <w:rPr>
                <w:b w:val="0"/>
                <w:sz w:val="24"/>
                <w:szCs w:val="24"/>
              </w:rPr>
              <w:t xml:space="preserve">оля </w:t>
            </w:r>
            <w:proofErr w:type="gramStart"/>
            <w:r w:rsidR="00AE7440" w:rsidRPr="00751778">
              <w:rPr>
                <w:b w:val="0"/>
                <w:sz w:val="24"/>
                <w:szCs w:val="24"/>
              </w:rPr>
              <w:t>сельского</w:t>
            </w:r>
            <w:proofErr w:type="gramEnd"/>
            <w:r w:rsidR="00AE7440" w:rsidRPr="00751778">
              <w:rPr>
                <w:b w:val="0"/>
                <w:sz w:val="24"/>
                <w:szCs w:val="24"/>
              </w:rPr>
              <w:t xml:space="preserve"> населени</w:t>
            </w:r>
            <w:r w:rsidR="00187E3E">
              <w:rPr>
                <w:b w:val="0"/>
                <w:sz w:val="24"/>
                <w:szCs w:val="24"/>
              </w:rPr>
              <w:t>я в общей численности населения</w:t>
            </w:r>
          </w:p>
        </w:tc>
      </w:tr>
      <w:tr w:rsidR="00A00F56" w:rsidRPr="006C21DC" w14:paraId="7C1BA429" w14:textId="77777777" w:rsidTr="0029364D">
        <w:tc>
          <w:tcPr>
            <w:tcW w:w="992" w:type="dxa"/>
          </w:tcPr>
          <w:p w14:paraId="01551DD8" w14:textId="3B090A34" w:rsidR="00A00F56" w:rsidRPr="00751778" w:rsidRDefault="004A6085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1778">
              <w:rPr>
                <w:b w:val="0"/>
                <w:sz w:val="24"/>
                <w:szCs w:val="24"/>
              </w:rPr>
              <w:t>1.</w:t>
            </w:r>
            <w:r w:rsidR="00AE7440" w:rsidRPr="00751778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5939" w:type="dxa"/>
          </w:tcPr>
          <w:p w14:paraId="39668B49" w14:textId="305DEF65" w:rsidR="00A00F56" w:rsidRPr="00AE7440" w:rsidRDefault="00BF72E5" w:rsidP="00AE744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Повышение транспортной доступности к объектам, расположенным на сельских территориям, по дорогам, обеспечивающим транспортные связи с сельскими населенными пунктами и (или) проходящим по их территории</w:t>
            </w:r>
            <w:proofErr w:type="gramEnd"/>
          </w:p>
        </w:tc>
        <w:tc>
          <w:tcPr>
            <w:tcW w:w="4158" w:type="dxa"/>
          </w:tcPr>
          <w:p w14:paraId="2DFA429E" w14:textId="7F8C751A" w:rsidR="00A00F56" w:rsidRPr="00851EDC" w:rsidRDefault="00354565" w:rsidP="00262C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ст</w:t>
            </w:r>
            <w:r w:rsidR="00A82A22">
              <w:rPr>
                <w:b w:val="0"/>
                <w:sz w:val="24"/>
                <w:szCs w:val="24"/>
              </w:rPr>
              <w:t>роительство</w:t>
            </w:r>
            <w:r w:rsidR="00A82A22" w:rsidRPr="00A82A22">
              <w:rPr>
                <w:b w:val="0"/>
                <w:sz w:val="24"/>
                <w:szCs w:val="24"/>
              </w:rPr>
              <w:t>, реконстру</w:t>
            </w:r>
            <w:r w:rsidR="00A82A22">
              <w:rPr>
                <w:b w:val="0"/>
                <w:sz w:val="24"/>
                <w:szCs w:val="24"/>
              </w:rPr>
              <w:t>кция</w:t>
            </w:r>
            <w:r w:rsidR="00A82A22" w:rsidRPr="00A82A22">
              <w:rPr>
                <w:b w:val="0"/>
                <w:sz w:val="24"/>
                <w:szCs w:val="24"/>
              </w:rPr>
              <w:t xml:space="preserve"> и </w:t>
            </w:r>
            <w:r w:rsidR="00016E14">
              <w:rPr>
                <w:b w:val="0"/>
                <w:sz w:val="24"/>
                <w:szCs w:val="24"/>
              </w:rPr>
              <w:t>ремонт</w:t>
            </w:r>
            <w:r w:rsidR="00A82A22" w:rsidRPr="00A82A22">
              <w:rPr>
                <w:b w:val="0"/>
                <w:sz w:val="24"/>
                <w:szCs w:val="24"/>
              </w:rPr>
              <w:t xml:space="preserve"> автомобильных дорог общего пользования</w:t>
            </w:r>
          </w:p>
        </w:tc>
        <w:tc>
          <w:tcPr>
            <w:tcW w:w="3620" w:type="dxa"/>
          </w:tcPr>
          <w:p w14:paraId="74DA7732" w14:textId="2D6E51CB" w:rsidR="00A00F56" w:rsidRPr="00851EDC" w:rsidRDefault="00F72000" w:rsidP="00262C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AE7440" w:rsidRPr="00751778">
              <w:rPr>
                <w:b w:val="0"/>
                <w:sz w:val="24"/>
                <w:szCs w:val="24"/>
              </w:rPr>
              <w:t xml:space="preserve">оля </w:t>
            </w:r>
            <w:proofErr w:type="gramStart"/>
            <w:r w:rsidR="00AE7440" w:rsidRPr="00751778">
              <w:rPr>
                <w:b w:val="0"/>
                <w:sz w:val="24"/>
                <w:szCs w:val="24"/>
              </w:rPr>
              <w:t>сельского</w:t>
            </w:r>
            <w:proofErr w:type="gramEnd"/>
            <w:r w:rsidR="00AE7440" w:rsidRPr="00751778">
              <w:rPr>
                <w:b w:val="0"/>
                <w:sz w:val="24"/>
                <w:szCs w:val="24"/>
              </w:rPr>
              <w:t xml:space="preserve"> населени</w:t>
            </w:r>
            <w:r w:rsidR="00187E3E">
              <w:rPr>
                <w:b w:val="0"/>
                <w:sz w:val="24"/>
                <w:szCs w:val="24"/>
              </w:rPr>
              <w:t>я в общей численности населения</w:t>
            </w:r>
          </w:p>
        </w:tc>
      </w:tr>
      <w:tr w:rsidR="00AE7440" w:rsidRPr="006C21DC" w14:paraId="5A3AA1BC" w14:textId="77777777" w:rsidTr="0029364D">
        <w:tc>
          <w:tcPr>
            <w:tcW w:w="992" w:type="dxa"/>
          </w:tcPr>
          <w:p w14:paraId="4B75A16B" w14:textId="7DC62DC0" w:rsidR="00AE7440" w:rsidRPr="00751778" w:rsidRDefault="004A6085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1778">
              <w:rPr>
                <w:b w:val="0"/>
                <w:sz w:val="24"/>
                <w:szCs w:val="24"/>
              </w:rPr>
              <w:t>1.</w:t>
            </w:r>
            <w:r w:rsidR="00AE7440" w:rsidRPr="00751778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5939" w:type="dxa"/>
          </w:tcPr>
          <w:p w14:paraId="7ABE6EB1" w14:textId="0E7F0E08" w:rsidR="00AE7440" w:rsidRDefault="00682C14" w:rsidP="00AE744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Создание условий для привлечения специалистов к работе на сельских территориях у сельскохозяйственных товаропроизводителей и организаций, осуществляющих переработку сельскохозяйственной продукции на сельских территориях</w:t>
            </w:r>
          </w:p>
        </w:tc>
        <w:tc>
          <w:tcPr>
            <w:tcW w:w="4158" w:type="dxa"/>
          </w:tcPr>
          <w:p w14:paraId="76A980EC" w14:textId="1623524B" w:rsidR="00AE7440" w:rsidRPr="00851EDC" w:rsidRDefault="00354565" w:rsidP="00262C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о</w:t>
            </w:r>
            <w:r w:rsidR="00016E14" w:rsidRPr="00682C14">
              <w:rPr>
                <w:b w:val="0"/>
                <w:sz w:val="24"/>
                <w:szCs w:val="24"/>
              </w:rPr>
              <w:t xml:space="preserve">бучение </w:t>
            </w:r>
            <w:r w:rsidR="00682C14" w:rsidRPr="00682C14">
              <w:rPr>
                <w:b w:val="0"/>
                <w:sz w:val="24"/>
                <w:szCs w:val="24"/>
              </w:rPr>
              <w:t xml:space="preserve">студентов </w:t>
            </w:r>
            <w:r w:rsidR="00016E14" w:rsidRPr="00016E14">
              <w:rPr>
                <w:b w:val="0"/>
                <w:sz w:val="24"/>
                <w:szCs w:val="24"/>
              </w:rPr>
              <w:t>по образовательным программам среднего профессионального образования и высшего образования, дополнительным профессиональным программам в образовательных организациях по сельскохозяйственным профессиям</w:t>
            </w:r>
            <w:r w:rsidR="00016E14">
              <w:rPr>
                <w:b w:val="0"/>
                <w:sz w:val="24"/>
                <w:szCs w:val="24"/>
              </w:rPr>
              <w:t>,</w:t>
            </w:r>
            <w:r w:rsidR="00016E14" w:rsidRPr="00016E14">
              <w:rPr>
                <w:b w:val="0"/>
                <w:sz w:val="24"/>
                <w:szCs w:val="24"/>
              </w:rPr>
              <w:t xml:space="preserve"> </w:t>
            </w:r>
            <w:r w:rsidR="00C83125" w:rsidRPr="00682C14">
              <w:rPr>
                <w:b w:val="0"/>
                <w:sz w:val="24"/>
                <w:szCs w:val="24"/>
              </w:rPr>
              <w:t xml:space="preserve">привлечение обучающихся </w:t>
            </w:r>
            <w:r w:rsidR="00016E14" w:rsidRPr="00016E14">
              <w:rPr>
                <w:b w:val="0"/>
                <w:sz w:val="24"/>
                <w:szCs w:val="24"/>
              </w:rPr>
              <w:t>к работе у сельскохозяйственных товаропроизводителей и организаций, осуществляющих переработку сельскохозяйственной продукции на сельских территориях</w:t>
            </w:r>
            <w:r w:rsidR="00016E14">
              <w:rPr>
                <w:b w:val="0"/>
                <w:sz w:val="24"/>
                <w:szCs w:val="24"/>
              </w:rPr>
              <w:t xml:space="preserve">, </w:t>
            </w:r>
            <w:r w:rsidR="00016E14" w:rsidRPr="00016E14">
              <w:rPr>
                <w:b w:val="0"/>
                <w:sz w:val="24"/>
                <w:szCs w:val="24"/>
              </w:rPr>
              <w:t>обучающи</w:t>
            </w:r>
            <w:r w:rsidR="00016E14">
              <w:rPr>
                <w:b w:val="0"/>
                <w:sz w:val="24"/>
                <w:szCs w:val="24"/>
              </w:rPr>
              <w:t>ес</w:t>
            </w:r>
            <w:r w:rsidR="00016E14" w:rsidRPr="00016E14">
              <w:rPr>
                <w:b w:val="0"/>
                <w:sz w:val="24"/>
                <w:szCs w:val="24"/>
              </w:rPr>
              <w:t>я по образовательным программам среднего профессионального образования и высшего образования, дополнительным профессиональным программам в образовательных организациях по сельскохозяйственным профессиям и специальностям</w:t>
            </w:r>
            <w:proofErr w:type="gramEnd"/>
          </w:p>
        </w:tc>
        <w:tc>
          <w:tcPr>
            <w:tcW w:w="3620" w:type="dxa"/>
          </w:tcPr>
          <w:p w14:paraId="5FC3CB0E" w14:textId="599BB462" w:rsidR="007E2C01" w:rsidRPr="00751778" w:rsidRDefault="00F72000" w:rsidP="00262C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AE7440" w:rsidRPr="00751778">
              <w:rPr>
                <w:b w:val="0"/>
                <w:sz w:val="24"/>
                <w:szCs w:val="24"/>
              </w:rPr>
              <w:t>оля сельского населения в общей численности населения</w:t>
            </w:r>
            <w:r w:rsidR="007E2C01" w:rsidRPr="00751778">
              <w:rPr>
                <w:b w:val="0"/>
                <w:sz w:val="24"/>
                <w:szCs w:val="24"/>
              </w:rPr>
              <w:t>;</w:t>
            </w:r>
            <w:r w:rsidR="00AE7440" w:rsidRPr="00751778">
              <w:rPr>
                <w:b w:val="0"/>
                <w:sz w:val="24"/>
                <w:szCs w:val="24"/>
              </w:rPr>
              <w:t xml:space="preserve"> </w:t>
            </w:r>
          </w:p>
          <w:p w14:paraId="7551B285" w14:textId="70B168A9" w:rsidR="00AE7440" w:rsidRPr="00851EDC" w:rsidRDefault="009D5490" w:rsidP="00262C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AE7440" w:rsidRPr="00751778">
              <w:rPr>
                <w:b w:val="0"/>
                <w:sz w:val="24"/>
                <w:szCs w:val="24"/>
              </w:rPr>
              <w:t>оотношение среднемесячных располагаемых ресурсов сельского и городского домохозяйств</w:t>
            </w:r>
          </w:p>
        </w:tc>
      </w:tr>
      <w:tr w:rsidR="00AE7440" w:rsidRPr="006C21DC" w14:paraId="0455D60D" w14:textId="77777777" w:rsidTr="0029364D">
        <w:tc>
          <w:tcPr>
            <w:tcW w:w="992" w:type="dxa"/>
          </w:tcPr>
          <w:p w14:paraId="165B883C" w14:textId="0929A0FC" w:rsidR="00AE7440" w:rsidRDefault="00AE7440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1778">
              <w:rPr>
                <w:b w:val="0"/>
                <w:sz w:val="24"/>
                <w:szCs w:val="24"/>
              </w:rPr>
              <w:t>1.5.</w:t>
            </w:r>
          </w:p>
        </w:tc>
        <w:tc>
          <w:tcPr>
            <w:tcW w:w="5939" w:type="dxa"/>
          </w:tcPr>
          <w:p w14:paraId="50861E98" w14:textId="44BF2B2A" w:rsidR="00AE7440" w:rsidRPr="00AE7440" w:rsidRDefault="00AE7440" w:rsidP="00BF72E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AE7440">
              <w:rPr>
                <w:b w:val="0"/>
                <w:sz w:val="24"/>
                <w:szCs w:val="24"/>
              </w:rPr>
              <w:t xml:space="preserve">Обеспечение </w:t>
            </w:r>
            <w:r w:rsidR="00BF72E5">
              <w:rPr>
                <w:b w:val="0"/>
                <w:sz w:val="24"/>
                <w:szCs w:val="24"/>
              </w:rPr>
              <w:t xml:space="preserve">качественного улучшения и развития </w:t>
            </w:r>
            <w:r w:rsidR="00BF72E5">
              <w:rPr>
                <w:b w:val="0"/>
                <w:sz w:val="24"/>
                <w:szCs w:val="24"/>
              </w:rPr>
              <w:lastRenderedPageBreak/>
              <w:t>социальной и инженерной инфраструктуры на сель</w:t>
            </w:r>
            <w:r w:rsidR="00187E3E">
              <w:rPr>
                <w:b w:val="0"/>
                <w:sz w:val="24"/>
                <w:szCs w:val="24"/>
              </w:rPr>
              <w:t>ских территориях (агломерациях)</w:t>
            </w:r>
          </w:p>
        </w:tc>
        <w:tc>
          <w:tcPr>
            <w:tcW w:w="4158" w:type="dxa"/>
          </w:tcPr>
          <w:p w14:paraId="44507AEB" w14:textId="22EE4652" w:rsidR="00AE7440" w:rsidRPr="00851EDC" w:rsidRDefault="00354565" w:rsidP="00262C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lastRenderedPageBreak/>
              <w:t>р</w:t>
            </w:r>
            <w:r w:rsidR="00682C14">
              <w:rPr>
                <w:b w:val="0"/>
                <w:sz w:val="24"/>
                <w:szCs w:val="24"/>
              </w:rPr>
              <w:t>еализация</w:t>
            </w:r>
            <w:r w:rsidR="007E2C01" w:rsidRPr="002804E5">
              <w:rPr>
                <w:b w:val="0"/>
                <w:sz w:val="24"/>
                <w:szCs w:val="24"/>
              </w:rPr>
              <w:t xml:space="preserve"> </w:t>
            </w:r>
            <w:r w:rsidR="007E2C01">
              <w:rPr>
                <w:b w:val="0"/>
                <w:sz w:val="24"/>
                <w:szCs w:val="24"/>
              </w:rPr>
              <w:t>проект</w:t>
            </w:r>
            <w:r w:rsidR="00682C14">
              <w:rPr>
                <w:b w:val="0"/>
                <w:sz w:val="24"/>
                <w:szCs w:val="24"/>
              </w:rPr>
              <w:t>ов</w:t>
            </w:r>
            <w:r w:rsidR="002804E5" w:rsidRPr="002804E5">
              <w:rPr>
                <w:b w:val="0"/>
                <w:sz w:val="24"/>
                <w:szCs w:val="24"/>
              </w:rPr>
              <w:t xml:space="preserve"> комплексного </w:t>
            </w:r>
            <w:r w:rsidR="002804E5" w:rsidRPr="002804E5">
              <w:rPr>
                <w:b w:val="0"/>
                <w:sz w:val="24"/>
                <w:szCs w:val="24"/>
              </w:rPr>
              <w:lastRenderedPageBreak/>
              <w:t xml:space="preserve">развития сельских территорий (агломераций), </w:t>
            </w:r>
            <w:r w:rsidR="002E510B">
              <w:rPr>
                <w:b w:val="0"/>
                <w:sz w:val="24"/>
                <w:szCs w:val="24"/>
              </w:rPr>
              <w:t xml:space="preserve">направленные </w:t>
            </w:r>
            <w:r w:rsidR="007E2C01">
              <w:rPr>
                <w:b w:val="0"/>
                <w:sz w:val="24"/>
                <w:szCs w:val="24"/>
              </w:rPr>
              <w:t>на создание</w:t>
            </w:r>
            <w:r w:rsidR="002E510B">
              <w:rPr>
                <w:b w:val="0"/>
                <w:sz w:val="24"/>
                <w:szCs w:val="24"/>
              </w:rPr>
              <w:t xml:space="preserve"> и </w:t>
            </w:r>
            <w:r w:rsidR="002E510B" w:rsidRPr="002E510B">
              <w:rPr>
                <w:b w:val="0"/>
                <w:sz w:val="24"/>
                <w:szCs w:val="24"/>
              </w:rPr>
              <w:t>качественное улучшение социальной и инженерной инфраструктуры</w:t>
            </w:r>
            <w:proofErr w:type="gramEnd"/>
          </w:p>
        </w:tc>
        <w:tc>
          <w:tcPr>
            <w:tcW w:w="3620" w:type="dxa"/>
          </w:tcPr>
          <w:p w14:paraId="5E887112" w14:textId="0BF10154" w:rsidR="00AE7440" w:rsidRPr="00751778" w:rsidRDefault="00354565" w:rsidP="00262C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д</w:t>
            </w:r>
            <w:r w:rsidR="00AE7440" w:rsidRPr="00751778">
              <w:rPr>
                <w:b w:val="0"/>
                <w:sz w:val="24"/>
                <w:szCs w:val="24"/>
              </w:rPr>
              <w:t xml:space="preserve">оля сельского населения в </w:t>
            </w:r>
            <w:r w:rsidR="00AE7440" w:rsidRPr="00751778">
              <w:rPr>
                <w:b w:val="0"/>
                <w:sz w:val="24"/>
                <w:szCs w:val="24"/>
              </w:rPr>
              <w:lastRenderedPageBreak/>
              <w:t>общей численности населения</w:t>
            </w:r>
            <w:r w:rsidR="007E2C01" w:rsidRPr="00751778">
              <w:rPr>
                <w:b w:val="0"/>
                <w:sz w:val="24"/>
                <w:szCs w:val="24"/>
              </w:rPr>
              <w:t>;</w:t>
            </w:r>
          </w:p>
          <w:p w14:paraId="3366A85D" w14:textId="40F5B288" w:rsidR="00AE7440" w:rsidRPr="00851EDC" w:rsidRDefault="00354565" w:rsidP="00262C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="00AE7440" w:rsidRPr="00751778">
              <w:rPr>
                <w:b w:val="0"/>
                <w:sz w:val="24"/>
                <w:szCs w:val="24"/>
              </w:rPr>
              <w:t>овышение доли общей площади благоустроенных жилых помещений в сельских населенных пунктах</w:t>
            </w:r>
          </w:p>
        </w:tc>
      </w:tr>
      <w:tr w:rsidR="006E6708" w:rsidRPr="006C21DC" w14:paraId="0993AB0D" w14:textId="77777777" w:rsidTr="0029364D">
        <w:tc>
          <w:tcPr>
            <w:tcW w:w="14709" w:type="dxa"/>
            <w:gridSpan w:val="4"/>
          </w:tcPr>
          <w:p w14:paraId="1D639775" w14:textId="63BF64CA" w:rsidR="00187E3E" w:rsidRDefault="004A6085" w:rsidP="00187E3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1778">
              <w:rPr>
                <w:b w:val="0"/>
                <w:sz w:val="24"/>
                <w:szCs w:val="24"/>
              </w:rPr>
              <w:lastRenderedPageBreak/>
              <w:t xml:space="preserve">2. </w:t>
            </w:r>
            <w:r w:rsidR="006E6708" w:rsidRPr="00751778">
              <w:rPr>
                <w:b w:val="0"/>
                <w:sz w:val="24"/>
                <w:szCs w:val="24"/>
              </w:rPr>
              <w:t>Ведомственный проект «</w:t>
            </w:r>
            <w:r w:rsidR="00A52B9D" w:rsidRPr="00A52B9D">
              <w:rPr>
                <w:b w:val="0"/>
                <w:sz w:val="24"/>
                <w:szCs w:val="24"/>
              </w:rPr>
              <w:t>Комплексное обустройство сельских территорий</w:t>
            </w:r>
            <w:r w:rsidR="008F129E" w:rsidRPr="00751778">
              <w:rPr>
                <w:b w:val="0"/>
                <w:sz w:val="24"/>
                <w:szCs w:val="24"/>
              </w:rPr>
              <w:t xml:space="preserve">» </w:t>
            </w:r>
          </w:p>
          <w:p w14:paraId="6C01512A" w14:textId="10B63029" w:rsidR="006E6708" w:rsidRPr="00751778" w:rsidRDefault="008F129E" w:rsidP="00187E3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1778">
              <w:rPr>
                <w:b w:val="0"/>
                <w:sz w:val="24"/>
                <w:szCs w:val="24"/>
              </w:rPr>
              <w:t>(</w:t>
            </w:r>
            <w:proofErr w:type="spellStart"/>
            <w:r w:rsidR="00187E3E" w:rsidRPr="00187E3E">
              <w:rPr>
                <w:b w:val="0"/>
                <w:sz w:val="24"/>
                <w:szCs w:val="24"/>
              </w:rPr>
              <w:t>Баланцев</w:t>
            </w:r>
            <w:proofErr w:type="spellEnd"/>
            <w:r w:rsidR="00187E3E" w:rsidRPr="00187E3E">
              <w:rPr>
                <w:b w:val="0"/>
                <w:sz w:val="24"/>
                <w:szCs w:val="24"/>
              </w:rPr>
              <w:t xml:space="preserve"> Александр Сергеевич</w:t>
            </w:r>
            <w:r w:rsidR="007E2C01" w:rsidRPr="00751778">
              <w:rPr>
                <w:b w:val="0"/>
                <w:sz w:val="24"/>
                <w:szCs w:val="24"/>
              </w:rPr>
              <w:t xml:space="preserve"> – куратор)</w:t>
            </w:r>
          </w:p>
        </w:tc>
      </w:tr>
      <w:tr w:rsidR="006E6708" w:rsidRPr="006C21DC" w14:paraId="186ED573" w14:textId="77777777" w:rsidTr="0029364D">
        <w:tc>
          <w:tcPr>
            <w:tcW w:w="992" w:type="dxa"/>
          </w:tcPr>
          <w:p w14:paraId="0115CFB1" w14:textId="77777777" w:rsidR="006E6708" w:rsidRDefault="006E67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3CCD7518" w14:textId="77777777" w:rsidR="006E6708" w:rsidRPr="00AE7440" w:rsidRDefault="007E2C01" w:rsidP="007E2C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gramStart"/>
            <w:r w:rsidRPr="00C446D0">
              <w:rPr>
                <w:b w:val="0"/>
                <w:sz w:val="24"/>
                <w:szCs w:val="24"/>
              </w:rPr>
              <w:t>Ответственный</w:t>
            </w:r>
            <w:proofErr w:type="gramEnd"/>
            <w:r w:rsidRPr="00C446D0">
              <w:rPr>
                <w:b w:val="0"/>
                <w:sz w:val="24"/>
                <w:szCs w:val="24"/>
              </w:rPr>
              <w:t xml:space="preserve"> за реализацию: </w:t>
            </w:r>
            <w:r w:rsidRPr="007E2C01">
              <w:rPr>
                <w:b w:val="0"/>
                <w:sz w:val="24"/>
                <w:szCs w:val="24"/>
              </w:rPr>
              <w:t>м</w:t>
            </w:r>
            <w:r w:rsidR="008F129E">
              <w:rPr>
                <w:b w:val="0"/>
                <w:sz w:val="24"/>
                <w:szCs w:val="24"/>
              </w:rPr>
              <w:t>инистерство строительства Ярославской области</w:t>
            </w:r>
          </w:p>
        </w:tc>
        <w:tc>
          <w:tcPr>
            <w:tcW w:w="7778" w:type="dxa"/>
            <w:gridSpan w:val="2"/>
          </w:tcPr>
          <w:p w14:paraId="3111F19D" w14:textId="07634D06" w:rsidR="006E6708" w:rsidRPr="00751778" w:rsidRDefault="00354565" w:rsidP="007E2C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7E2C01" w:rsidRPr="00C446D0">
              <w:rPr>
                <w:b w:val="0"/>
                <w:sz w:val="24"/>
                <w:szCs w:val="24"/>
              </w:rPr>
              <w:t xml:space="preserve">рок реализации: </w:t>
            </w:r>
            <w:r w:rsidR="008F129E">
              <w:rPr>
                <w:b w:val="0"/>
                <w:sz w:val="24"/>
                <w:szCs w:val="24"/>
              </w:rPr>
              <w:t>2024</w:t>
            </w:r>
            <w:r w:rsidR="00262C7D">
              <w:rPr>
                <w:b w:val="0"/>
                <w:sz w:val="24"/>
                <w:szCs w:val="24"/>
              </w:rPr>
              <w:t xml:space="preserve"> год</w:t>
            </w:r>
          </w:p>
        </w:tc>
      </w:tr>
      <w:tr w:rsidR="006E6708" w:rsidRPr="006C21DC" w14:paraId="3D0BE3C5" w14:textId="77777777" w:rsidTr="0029364D">
        <w:tc>
          <w:tcPr>
            <w:tcW w:w="992" w:type="dxa"/>
          </w:tcPr>
          <w:p w14:paraId="6EFF6634" w14:textId="7C774A1E" w:rsidR="006E6708" w:rsidRPr="00751778" w:rsidRDefault="006E67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5700D964" w14:textId="450DC0FE" w:rsidR="006E6708" w:rsidRPr="00751778" w:rsidRDefault="00945693" w:rsidP="00EB131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1778">
              <w:rPr>
                <w:b w:val="0"/>
                <w:sz w:val="24"/>
                <w:szCs w:val="24"/>
              </w:rPr>
              <w:t xml:space="preserve">Обеспечение реализации проектов по строительству </w:t>
            </w:r>
            <w:r w:rsidR="006E6708" w:rsidRPr="00751778">
              <w:rPr>
                <w:b w:val="0"/>
                <w:sz w:val="24"/>
                <w:szCs w:val="24"/>
              </w:rPr>
              <w:t>социаль</w:t>
            </w:r>
            <w:r w:rsidRPr="00751778">
              <w:rPr>
                <w:b w:val="0"/>
                <w:sz w:val="24"/>
                <w:szCs w:val="24"/>
              </w:rPr>
              <w:t xml:space="preserve">ных объектов </w:t>
            </w:r>
          </w:p>
        </w:tc>
        <w:tc>
          <w:tcPr>
            <w:tcW w:w="4158" w:type="dxa"/>
          </w:tcPr>
          <w:p w14:paraId="56A0BEF2" w14:textId="3E418A69" w:rsidR="006E6708" w:rsidRPr="002804E5" w:rsidRDefault="00354565" w:rsidP="00262C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="007E2C01" w:rsidRPr="002804E5">
              <w:rPr>
                <w:b w:val="0"/>
                <w:sz w:val="24"/>
                <w:szCs w:val="24"/>
              </w:rPr>
              <w:t>еализован</w:t>
            </w:r>
            <w:r w:rsidR="007E2C01">
              <w:rPr>
                <w:b w:val="0"/>
                <w:sz w:val="24"/>
                <w:szCs w:val="24"/>
              </w:rPr>
              <w:t>ы</w:t>
            </w:r>
            <w:r w:rsidR="007E2C01" w:rsidRPr="002804E5">
              <w:rPr>
                <w:b w:val="0"/>
                <w:sz w:val="24"/>
                <w:szCs w:val="24"/>
              </w:rPr>
              <w:t xml:space="preserve"> </w:t>
            </w:r>
            <w:r w:rsidR="007E2C01">
              <w:rPr>
                <w:b w:val="0"/>
                <w:sz w:val="24"/>
                <w:szCs w:val="24"/>
              </w:rPr>
              <w:t>проекты</w:t>
            </w:r>
            <w:r w:rsidR="005D3303" w:rsidRPr="002804E5">
              <w:rPr>
                <w:b w:val="0"/>
                <w:sz w:val="24"/>
                <w:szCs w:val="24"/>
              </w:rPr>
              <w:t xml:space="preserve"> </w:t>
            </w:r>
            <w:r w:rsidR="005D3303">
              <w:rPr>
                <w:b w:val="0"/>
                <w:sz w:val="24"/>
                <w:szCs w:val="24"/>
              </w:rPr>
              <w:t>по строительству социальных объектов</w:t>
            </w:r>
            <w:r w:rsidR="00EB1316">
              <w:rPr>
                <w:b w:val="0"/>
                <w:sz w:val="24"/>
                <w:szCs w:val="24"/>
              </w:rPr>
              <w:t xml:space="preserve"> </w:t>
            </w:r>
            <w:r w:rsidR="00EB1316" w:rsidRPr="00682C14">
              <w:rPr>
                <w:b w:val="0"/>
                <w:sz w:val="24"/>
                <w:szCs w:val="24"/>
              </w:rPr>
              <w:t xml:space="preserve">за </w:t>
            </w:r>
            <w:r w:rsidR="00EB1316">
              <w:rPr>
                <w:b w:val="0"/>
                <w:sz w:val="24"/>
                <w:szCs w:val="24"/>
              </w:rPr>
              <w:t>счет средств областного бюджета</w:t>
            </w:r>
          </w:p>
        </w:tc>
        <w:tc>
          <w:tcPr>
            <w:tcW w:w="3620" w:type="dxa"/>
          </w:tcPr>
          <w:p w14:paraId="6FCA4026" w14:textId="6EF59A1A" w:rsidR="006E6708" w:rsidRPr="00751778" w:rsidRDefault="00354565" w:rsidP="00262C7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="005D3303" w:rsidRPr="00751778">
              <w:rPr>
                <w:b w:val="0"/>
                <w:sz w:val="24"/>
                <w:szCs w:val="24"/>
              </w:rPr>
              <w:t>оля сельского населения в общей численности населения Ярославской области</w:t>
            </w:r>
          </w:p>
        </w:tc>
      </w:tr>
    </w:tbl>
    <w:p w14:paraId="6D9AA124" w14:textId="77777777" w:rsidR="00725408" w:rsidRDefault="00725408" w:rsidP="00A00F56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571F5316" w14:textId="78CD04CD" w:rsidR="00A00F56" w:rsidRPr="00F61D76" w:rsidRDefault="00A00F56" w:rsidP="00A00F56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Pr="00F61D76">
        <w:rPr>
          <w:b w:val="0"/>
        </w:rPr>
        <w:t xml:space="preserve">. Финансовое обеспечение государственной программы </w:t>
      </w:r>
      <w:r>
        <w:rPr>
          <w:b w:val="0"/>
        </w:rPr>
        <w:t>Ярославской области</w:t>
      </w:r>
    </w:p>
    <w:p w14:paraId="67C36901" w14:textId="77777777" w:rsidR="00A00F56" w:rsidRPr="00F61D76" w:rsidRDefault="00A00F56" w:rsidP="00A00F56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4"/>
        <w:tblW w:w="148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78"/>
        <w:gridCol w:w="1276"/>
        <w:gridCol w:w="1276"/>
        <w:gridCol w:w="1275"/>
        <w:gridCol w:w="1276"/>
        <w:gridCol w:w="1276"/>
        <w:gridCol w:w="1276"/>
        <w:gridCol w:w="1275"/>
        <w:gridCol w:w="1247"/>
      </w:tblGrid>
      <w:tr w:rsidR="00A00F56" w:rsidRPr="00262C7D" w14:paraId="18A8F001" w14:textId="77777777" w:rsidTr="00C427B9">
        <w:tc>
          <w:tcPr>
            <w:tcW w:w="4678" w:type="dxa"/>
            <w:vMerge w:val="restart"/>
          </w:tcPr>
          <w:p w14:paraId="4EA0286C" w14:textId="2800DD70" w:rsidR="00A00F56" w:rsidRPr="00262C7D" w:rsidRDefault="00A00F56" w:rsidP="00C427B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 xml:space="preserve">Наименование государственной </w:t>
            </w:r>
            <w:r w:rsidR="00C427B9" w:rsidRPr="00262C7D">
              <w:rPr>
                <w:b w:val="0"/>
                <w:sz w:val="24"/>
                <w:szCs w:val="24"/>
              </w:rPr>
              <w:t>программы Ярославской</w:t>
            </w:r>
            <w:r w:rsidRPr="00262C7D">
              <w:rPr>
                <w:b w:val="0"/>
                <w:sz w:val="24"/>
                <w:szCs w:val="24"/>
              </w:rPr>
              <w:t xml:space="preserve"> области, структурного элемента/ источник финансового обеспечения</w:t>
            </w:r>
          </w:p>
        </w:tc>
        <w:tc>
          <w:tcPr>
            <w:tcW w:w="10177" w:type="dxa"/>
            <w:gridSpan w:val="8"/>
          </w:tcPr>
          <w:p w14:paraId="713BA800" w14:textId="77777777" w:rsidR="00A00F56" w:rsidRPr="00262C7D" w:rsidRDefault="00A00F56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FD6AB2" w:rsidRPr="00262C7D" w14:paraId="7CEC7755" w14:textId="77777777" w:rsidTr="00C427B9">
        <w:tc>
          <w:tcPr>
            <w:tcW w:w="4678" w:type="dxa"/>
            <w:vMerge/>
          </w:tcPr>
          <w:p w14:paraId="240C0E56" w14:textId="77777777" w:rsidR="00FD6AB2" w:rsidRPr="00262C7D" w:rsidRDefault="00FD6AB2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8EC704" w14:textId="77777777" w:rsidR="00FD6AB2" w:rsidRPr="00262C7D" w:rsidRDefault="00FD6AB2" w:rsidP="000C57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14:paraId="6975D31F" w14:textId="77777777" w:rsidR="00FD6AB2" w:rsidRPr="00262C7D" w:rsidRDefault="00FD6AB2" w:rsidP="000C57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275" w:type="dxa"/>
          </w:tcPr>
          <w:p w14:paraId="6831310A" w14:textId="77777777" w:rsidR="00FD6AB2" w:rsidRPr="00262C7D" w:rsidRDefault="00FD6AB2" w:rsidP="000C57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14:paraId="4233323C" w14:textId="77777777" w:rsidR="00FD6AB2" w:rsidRPr="00262C7D" w:rsidRDefault="00FD6AB2" w:rsidP="000C57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14:paraId="411B0D53" w14:textId="77777777" w:rsidR="00FD6AB2" w:rsidRPr="00262C7D" w:rsidRDefault="00FD6AB2" w:rsidP="000C57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276" w:type="dxa"/>
          </w:tcPr>
          <w:p w14:paraId="45DB07B6" w14:textId="77777777" w:rsidR="00FD6AB2" w:rsidRPr="00262C7D" w:rsidRDefault="00FD6AB2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275" w:type="dxa"/>
          </w:tcPr>
          <w:p w14:paraId="7EC3B3CB" w14:textId="77777777" w:rsidR="00FD6AB2" w:rsidRPr="00262C7D" w:rsidRDefault="00FD6AB2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247" w:type="dxa"/>
          </w:tcPr>
          <w:p w14:paraId="34D57B6B" w14:textId="77777777" w:rsidR="00FD6AB2" w:rsidRPr="00262C7D" w:rsidRDefault="00FD6AB2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16AAF251" w14:textId="77777777" w:rsidR="00A00F56" w:rsidRPr="00262C7D" w:rsidRDefault="00A00F56" w:rsidP="00A00F56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148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78"/>
        <w:gridCol w:w="1276"/>
        <w:gridCol w:w="1276"/>
        <w:gridCol w:w="1275"/>
        <w:gridCol w:w="1276"/>
        <w:gridCol w:w="1276"/>
        <w:gridCol w:w="1276"/>
        <w:gridCol w:w="1275"/>
        <w:gridCol w:w="1247"/>
      </w:tblGrid>
      <w:tr w:rsidR="00FD6AB2" w:rsidRPr="00262C7D" w14:paraId="222A793B" w14:textId="77777777" w:rsidTr="00C427B9">
        <w:trPr>
          <w:tblHeader/>
        </w:trPr>
        <w:tc>
          <w:tcPr>
            <w:tcW w:w="4678" w:type="dxa"/>
          </w:tcPr>
          <w:p w14:paraId="371EB969" w14:textId="77777777" w:rsidR="00FD6AB2" w:rsidRPr="00262C7D" w:rsidRDefault="00FD6AB2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0BBBC86" w14:textId="77777777" w:rsidR="00FD6AB2" w:rsidRPr="00262C7D" w:rsidRDefault="00FD6AB2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D3C302E" w14:textId="77777777" w:rsidR="00FD6AB2" w:rsidRPr="00262C7D" w:rsidRDefault="00FD6AB2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791123D5" w14:textId="77777777" w:rsidR="00FD6AB2" w:rsidRPr="00262C7D" w:rsidRDefault="00FD6AB2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21989B64" w14:textId="77777777" w:rsidR="00FD6AB2" w:rsidRPr="00262C7D" w:rsidRDefault="00FD6AB2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768E0C4A" w14:textId="77777777" w:rsidR="00FD6AB2" w:rsidRPr="00262C7D" w:rsidRDefault="00FD6AB2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427A5F3B" w14:textId="7E0D9519" w:rsidR="00FD6AB2" w:rsidRPr="00262C7D" w:rsidRDefault="00C427B9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A42715" w14:textId="1458031E" w:rsidR="00FD6AB2" w:rsidRPr="00262C7D" w:rsidRDefault="00C427B9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247" w:type="dxa"/>
          </w:tcPr>
          <w:p w14:paraId="137C49DE" w14:textId="30B57B6A" w:rsidR="00FD6AB2" w:rsidRPr="00262C7D" w:rsidRDefault="00C427B9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9</w:t>
            </w:r>
          </w:p>
        </w:tc>
      </w:tr>
      <w:tr w:rsidR="00D76C08" w:rsidRPr="00262C7D" w14:paraId="63214A4A" w14:textId="77777777" w:rsidTr="00D76C08">
        <w:tc>
          <w:tcPr>
            <w:tcW w:w="4678" w:type="dxa"/>
          </w:tcPr>
          <w:p w14:paraId="52798D05" w14:textId="2C73E236" w:rsidR="00D76C08" w:rsidRPr="00262C7D" w:rsidRDefault="00D76C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Государственная программа </w:t>
            </w:r>
            <w:r w:rsidRPr="00262C7D">
              <w:rPr>
                <w:b w:val="0"/>
                <w:sz w:val="24"/>
                <w:szCs w:val="24"/>
              </w:rPr>
              <w:t>Ярославской области – всего</w:t>
            </w:r>
          </w:p>
          <w:p w14:paraId="1C23E8B0" w14:textId="77777777" w:rsidR="00D76C08" w:rsidRPr="00262C7D" w:rsidRDefault="00D76C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28A262AF" w14:textId="262030A3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600527,2</w:t>
            </w:r>
          </w:p>
        </w:tc>
        <w:tc>
          <w:tcPr>
            <w:tcW w:w="1276" w:type="dxa"/>
          </w:tcPr>
          <w:p w14:paraId="78B096A2" w14:textId="012D1908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16553,9</w:t>
            </w:r>
          </w:p>
        </w:tc>
        <w:tc>
          <w:tcPr>
            <w:tcW w:w="1275" w:type="dxa"/>
          </w:tcPr>
          <w:p w14:paraId="298FB47F" w14:textId="5E2110A9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16553,9</w:t>
            </w:r>
          </w:p>
        </w:tc>
        <w:tc>
          <w:tcPr>
            <w:tcW w:w="1276" w:type="dxa"/>
          </w:tcPr>
          <w:p w14:paraId="090C387E" w14:textId="66E8901E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128757,2</w:t>
            </w:r>
          </w:p>
        </w:tc>
        <w:tc>
          <w:tcPr>
            <w:tcW w:w="1276" w:type="dxa"/>
          </w:tcPr>
          <w:p w14:paraId="34DFF0C6" w14:textId="7526CD08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128757,2</w:t>
            </w:r>
          </w:p>
        </w:tc>
        <w:tc>
          <w:tcPr>
            <w:tcW w:w="1276" w:type="dxa"/>
          </w:tcPr>
          <w:p w14:paraId="0E249BD9" w14:textId="1E90175E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128757,2</w:t>
            </w:r>
          </w:p>
        </w:tc>
        <w:tc>
          <w:tcPr>
            <w:tcW w:w="1275" w:type="dxa"/>
          </w:tcPr>
          <w:p w14:paraId="2D7B84FD" w14:textId="77E113A3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128757,2</w:t>
            </w:r>
          </w:p>
        </w:tc>
        <w:tc>
          <w:tcPr>
            <w:tcW w:w="1247" w:type="dxa"/>
          </w:tcPr>
          <w:p w14:paraId="76A99761" w14:textId="7D0165DB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1148663,8</w:t>
            </w:r>
          </w:p>
        </w:tc>
      </w:tr>
      <w:tr w:rsidR="00D76C08" w:rsidRPr="00262C7D" w14:paraId="6D5B0C6F" w14:textId="77777777" w:rsidTr="00D76C08">
        <w:tc>
          <w:tcPr>
            <w:tcW w:w="4678" w:type="dxa"/>
          </w:tcPr>
          <w:p w14:paraId="0F2BE203" w14:textId="77777777" w:rsidR="00D76C08" w:rsidRPr="00262C7D" w:rsidRDefault="00D76C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218A3A80" w14:textId="518F583A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296321,6</w:t>
            </w:r>
          </w:p>
        </w:tc>
        <w:tc>
          <w:tcPr>
            <w:tcW w:w="1276" w:type="dxa"/>
          </w:tcPr>
          <w:p w14:paraId="4EF2F6D3" w14:textId="28C3E4AC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4675,2</w:t>
            </w:r>
          </w:p>
        </w:tc>
        <w:tc>
          <w:tcPr>
            <w:tcW w:w="1275" w:type="dxa"/>
          </w:tcPr>
          <w:p w14:paraId="59F3CA94" w14:textId="708222A5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4675,2</w:t>
            </w:r>
          </w:p>
        </w:tc>
        <w:tc>
          <w:tcPr>
            <w:tcW w:w="1276" w:type="dxa"/>
          </w:tcPr>
          <w:p w14:paraId="78AF6601" w14:textId="56483C9B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4675,2</w:t>
            </w:r>
          </w:p>
        </w:tc>
        <w:tc>
          <w:tcPr>
            <w:tcW w:w="1276" w:type="dxa"/>
          </w:tcPr>
          <w:p w14:paraId="7BE9372F" w14:textId="28D5873B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4675,2</w:t>
            </w:r>
          </w:p>
        </w:tc>
        <w:tc>
          <w:tcPr>
            <w:tcW w:w="1276" w:type="dxa"/>
          </w:tcPr>
          <w:p w14:paraId="3CF70BF9" w14:textId="12693677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4675,2</w:t>
            </w:r>
          </w:p>
        </w:tc>
        <w:tc>
          <w:tcPr>
            <w:tcW w:w="1275" w:type="dxa"/>
          </w:tcPr>
          <w:p w14:paraId="6C9319B5" w14:textId="6A9ACBE5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4675,2</w:t>
            </w:r>
          </w:p>
        </w:tc>
        <w:tc>
          <w:tcPr>
            <w:tcW w:w="1247" w:type="dxa"/>
          </w:tcPr>
          <w:p w14:paraId="624E352E" w14:textId="7064B3C0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324372,8</w:t>
            </w:r>
          </w:p>
        </w:tc>
      </w:tr>
      <w:tr w:rsidR="00D76C08" w:rsidRPr="00262C7D" w14:paraId="257A8B53" w14:textId="77777777" w:rsidTr="00D76C08">
        <w:tc>
          <w:tcPr>
            <w:tcW w:w="4678" w:type="dxa"/>
          </w:tcPr>
          <w:p w14:paraId="58F8FFA6" w14:textId="77777777" w:rsidR="00D76C08" w:rsidRPr="00262C7D" w:rsidRDefault="00D76C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14:paraId="637470EC" w14:textId="4F832D71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214408,5</w:t>
            </w:r>
          </w:p>
        </w:tc>
        <w:tc>
          <w:tcPr>
            <w:tcW w:w="1276" w:type="dxa"/>
          </w:tcPr>
          <w:p w14:paraId="051D03FA" w14:textId="3D1B34A5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14:paraId="452E330F" w14:textId="63CB2EB6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1869AADB" w14:textId="1CF291A0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112203,3</w:t>
            </w:r>
          </w:p>
        </w:tc>
        <w:tc>
          <w:tcPr>
            <w:tcW w:w="1276" w:type="dxa"/>
          </w:tcPr>
          <w:p w14:paraId="28CC5652" w14:textId="67B11719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112203,3</w:t>
            </w:r>
          </w:p>
        </w:tc>
        <w:tc>
          <w:tcPr>
            <w:tcW w:w="1276" w:type="dxa"/>
          </w:tcPr>
          <w:p w14:paraId="42185B8F" w14:textId="3B03916B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112203,3</w:t>
            </w:r>
          </w:p>
        </w:tc>
        <w:tc>
          <w:tcPr>
            <w:tcW w:w="1275" w:type="dxa"/>
          </w:tcPr>
          <w:p w14:paraId="3B7D59A3" w14:textId="6692F933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112203,3</w:t>
            </w:r>
          </w:p>
        </w:tc>
        <w:tc>
          <w:tcPr>
            <w:tcW w:w="1247" w:type="dxa"/>
          </w:tcPr>
          <w:p w14:paraId="52E49024" w14:textId="50A8D5BB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663221,7</w:t>
            </w:r>
          </w:p>
        </w:tc>
      </w:tr>
      <w:tr w:rsidR="00D76C08" w:rsidRPr="00262C7D" w14:paraId="4996B0C5" w14:textId="77777777" w:rsidTr="00D76C08">
        <w:tc>
          <w:tcPr>
            <w:tcW w:w="4678" w:type="dxa"/>
          </w:tcPr>
          <w:p w14:paraId="445B395D" w14:textId="77777777" w:rsidR="00D76C08" w:rsidRPr="00262C7D" w:rsidRDefault="00D76C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7AB48524" w14:textId="6FC833C5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37347,2</w:t>
            </w:r>
          </w:p>
        </w:tc>
        <w:tc>
          <w:tcPr>
            <w:tcW w:w="1276" w:type="dxa"/>
          </w:tcPr>
          <w:p w14:paraId="7A64A68B" w14:textId="672EFEF3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275" w:type="dxa"/>
          </w:tcPr>
          <w:p w14:paraId="02561511" w14:textId="084E7AF7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276" w:type="dxa"/>
          </w:tcPr>
          <w:p w14:paraId="3B72D650" w14:textId="57D31560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276" w:type="dxa"/>
          </w:tcPr>
          <w:p w14:paraId="3F948A31" w14:textId="761D3C8B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276" w:type="dxa"/>
          </w:tcPr>
          <w:p w14:paraId="40863D16" w14:textId="133238E1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275" w:type="dxa"/>
          </w:tcPr>
          <w:p w14:paraId="78E2532D" w14:textId="4E4073A4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247" w:type="dxa"/>
          </w:tcPr>
          <w:p w14:paraId="1D9DCB8D" w14:textId="5987117B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74059,4</w:t>
            </w:r>
          </w:p>
        </w:tc>
      </w:tr>
      <w:tr w:rsidR="00D76C08" w:rsidRPr="00262C7D" w14:paraId="17F55D61" w14:textId="77777777" w:rsidTr="00D76C08">
        <w:tc>
          <w:tcPr>
            <w:tcW w:w="4678" w:type="dxa"/>
          </w:tcPr>
          <w:p w14:paraId="35085986" w14:textId="77777777" w:rsidR="00D76C08" w:rsidRPr="00262C7D" w:rsidRDefault="00D76C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6" w:type="dxa"/>
          </w:tcPr>
          <w:p w14:paraId="1C5F28FF" w14:textId="4C937E2B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52449,9</w:t>
            </w:r>
          </w:p>
        </w:tc>
        <w:tc>
          <w:tcPr>
            <w:tcW w:w="1276" w:type="dxa"/>
          </w:tcPr>
          <w:p w14:paraId="09B484C6" w14:textId="562A759D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5760,0</w:t>
            </w:r>
          </w:p>
        </w:tc>
        <w:tc>
          <w:tcPr>
            <w:tcW w:w="1275" w:type="dxa"/>
          </w:tcPr>
          <w:p w14:paraId="6D565401" w14:textId="2905B86B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5760,0</w:t>
            </w:r>
          </w:p>
        </w:tc>
        <w:tc>
          <w:tcPr>
            <w:tcW w:w="1276" w:type="dxa"/>
          </w:tcPr>
          <w:p w14:paraId="23E18D6C" w14:textId="728520F0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5760,0</w:t>
            </w:r>
          </w:p>
        </w:tc>
        <w:tc>
          <w:tcPr>
            <w:tcW w:w="1276" w:type="dxa"/>
          </w:tcPr>
          <w:p w14:paraId="1EFB20CF" w14:textId="4F34FCDC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5760,0</w:t>
            </w:r>
          </w:p>
        </w:tc>
        <w:tc>
          <w:tcPr>
            <w:tcW w:w="1276" w:type="dxa"/>
          </w:tcPr>
          <w:p w14:paraId="23265DFF" w14:textId="1ADC8F1E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5760,0</w:t>
            </w:r>
          </w:p>
        </w:tc>
        <w:tc>
          <w:tcPr>
            <w:tcW w:w="1275" w:type="dxa"/>
          </w:tcPr>
          <w:p w14:paraId="11F0CD57" w14:textId="1D740F4E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5760,0</w:t>
            </w:r>
          </w:p>
        </w:tc>
        <w:tc>
          <w:tcPr>
            <w:tcW w:w="1247" w:type="dxa"/>
          </w:tcPr>
          <w:p w14:paraId="5E0243F1" w14:textId="14DDD95B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87009,9</w:t>
            </w:r>
          </w:p>
        </w:tc>
      </w:tr>
      <w:tr w:rsidR="00D76C08" w:rsidRPr="00262C7D" w14:paraId="0896E81F" w14:textId="77777777" w:rsidTr="00D76C08">
        <w:tc>
          <w:tcPr>
            <w:tcW w:w="4678" w:type="dxa"/>
          </w:tcPr>
          <w:p w14:paraId="53E93870" w14:textId="77777777" w:rsidR="00D76C08" w:rsidRPr="00262C7D" w:rsidRDefault="00D76C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Региональный проект «Развитие сельских территорий Ярославской области» – всего</w:t>
            </w:r>
          </w:p>
          <w:p w14:paraId="35270CBC" w14:textId="77777777" w:rsidR="00D76C08" w:rsidRPr="00262C7D" w:rsidRDefault="00D76C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36205F4A" w14:textId="6DF502C9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321566,7</w:t>
            </w:r>
          </w:p>
        </w:tc>
        <w:tc>
          <w:tcPr>
            <w:tcW w:w="1276" w:type="dxa"/>
          </w:tcPr>
          <w:p w14:paraId="12F46F4E" w14:textId="13CB0D22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16553,9</w:t>
            </w:r>
          </w:p>
        </w:tc>
        <w:tc>
          <w:tcPr>
            <w:tcW w:w="1275" w:type="dxa"/>
          </w:tcPr>
          <w:p w14:paraId="465EB982" w14:textId="3BB74015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16553,9</w:t>
            </w:r>
          </w:p>
        </w:tc>
        <w:tc>
          <w:tcPr>
            <w:tcW w:w="1276" w:type="dxa"/>
          </w:tcPr>
          <w:p w14:paraId="3AFF9694" w14:textId="3DF2245E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128757,2</w:t>
            </w:r>
          </w:p>
        </w:tc>
        <w:tc>
          <w:tcPr>
            <w:tcW w:w="1276" w:type="dxa"/>
          </w:tcPr>
          <w:p w14:paraId="7A408A3F" w14:textId="37C319FC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128757,2</w:t>
            </w:r>
          </w:p>
        </w:tc>
        <w:tc>
          <w:tcPr>
            <w:tcW w:w="1276" w:type="dxa"/>
          </w:tcPr>
          <w:p w14:paraId="190494F7" w14:textId="78CC4D7F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128757,2</w:t>
            </w:r>
          </w:p>
        </w:tc>
        <w:tc>
          <w:tcPr>
            <w:tcW w:w="1275" w:type="dxa"/>
          </w:tcPr>
          <w:p w14:paraId="5FD387CB" w14:textId="54991619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128757,2</w:t>
            </w:r>
          </w:p>
        </w:tc>
        <w:tc>
          <w:tcPr>
            <w:tcW w:w="1247" w:type="dxa"/>
          </w:tcPr>
          <w:p w14:paraId="510D5C33" w14:textId="4182958E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869703,3</w:t>
            </w:r>
          </w:p>
        </w:tc>
      </w:tr>
      <w:tr w:rsidR="00D76C08" w:rsidRPr="00262C7D" w14:paraId="64CC3734" w14:textId="77777777" w:rsidTr="00D76C08">
        <w:tc>
          <w:tcPr>
            <w:tcW w:w="4678" w:type="dxa"/>
          </w:tcPr>
          <w:p w14:paraId="2053ADB4" w14:textId="77777777" w:rsidR="00D76C08" w:rsidRPr="00262C7D" w:rsidRDefault="00D76C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453B8DF5" w14:textId="0889D170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23572,2</w:t>
            </w:r>
          </w:p>
        </w:tc>
        <w:tc>
          <w:tcPr>
            <w:tcW w:w="1276" w:type="dxa"/>
          </w:tcPr>
          <w:p w14:paraId="18C1D95B" w14:textId="3A178662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4675,2</w:t>
            </w:r>
          </w:p>
        </w:tc>
        <w:tc>
          <w:tcPr>
            <w:tcW w:w="1275" w:type="dxa"/>
          </w:tcPr>
          <w:p w14:paraId="5FBC3A5E" w14:textId="7F78D49B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4675,2</w:t>
            </w:r>
          </w:p>
        </w:tc>
        <w:tc>
          <w:tcPr>
            <w:tcW w:w="1276" w:type="dxa"/>
          </w:tcPr>
          <w:p w14:paraId="53181ED6" w14:textId="4EBDD3F5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4675,2</w:t>
            </w:r>
          </w:p>
        </w:tc>
        <w:tc>
          <w:tcPr>
            <w:tcW w:w="1276" w:type="dxa"/>
          </w:tcPr>
          <w:p w14:paraId="5F63C6CA" w14:textId="3FBBA479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4675,2</w:t>
            </w:r>
          </w:p>
        </w:tc>
        <w:tc>
          <w:tcPr>
            <w:tcW w:w="1276" w:type="dxa"/>
          </w:tcPr>
          <w:p w14:paraId="11CE256D" w14:textId="7C55BF71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4675,2</w:t>
            </w:r>
          </w:p>
        </w:tc>
        <w:tc>
          <w:tcPr>
            <w:tcW w:w="1275" w:type="dxa"/>
          </w:tcPr>
          <w:p w14:paraId="2C7E8B9C" w14:textId="55D76D00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4675,2</w:t>
            </w:r>
          </w:p>
        </w:tc>
        <w:tc>
          <w:tcPr>
            <w:tcW w:w="1247" w:type="dxa"/>
          </w:tcPr>
          <w:p w14:paraId="0DBE9E51" w14:textId="1A6C6D99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51623,4</w:t>
            </w:r>
          </w:p>
        </w:tc>
      </w:tr>
      <w:tr w:rsidR="00D76C08" w:rsidRPr="00262C7D" w14:paraId="39211E1E" w14:textId="77777777" w:rsidTr="00D76C08">
        <w:tc>
          <w:tcPr>
            <w:tcW w:w="4678" w:type="dxa"/>
          </w:tcPr>
          <w:p w14:paraId="096EC56C" w14:textId="77777777" w:rsidR="00D76C08" w:rsidRPr="00262C7D" w:rsidRDefault="00D76C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lastRenderedPageBreak/>
              <w:t>- федеральные средства</w:t>
            </w:r>
          </w:p>
        </w:tc>
        <w:tc>
          <w:tcPr>
            <w:tcW w:w="1276" w:type="dxa"/>
          </w:tcPr>
          <w:p w14:paraId="7998798D" w14:textId="638BF490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214408,5</w:t>
            </w:r>
          </w:p>
        </w:tc>
        <w:tc>
          <w:tcPr>
            <w:tcW w:w="1276" w:type="dxa"/>
          </w:tcPr>
          <w:p w14:paraId="697C14B3" w14:textId="4087D480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5833083E" w14:textId="35F0067F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8D01DF9" w14:textId="0E43BDF5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112203,3</w:t>
            </w:r>
          </w:p>
        </w:tc>
        <w:tc>
          <w:tcPr>
            <w:tcW w:w="1276" w:type="dxa"/>
          </w:tcPr>
          <w:p w14:paraId="231A9F11" w14:textId="0B112127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112203,3</w:t>
            </w:r>
          </w:p>
        </w:tc>
        <w:tc>
          <w:tcPr>
            <w:tcW w:w="1276" w:type="dxa"/>
          </w:tcPr>
          <w:p w14:paraId="4F551F33" w14:textId="255CBEBD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112203,3</w:t>
            </w:r>
          </w:p>
        </w:tc>
        <w:tc>
          <w:tcPr>
            <w:tcW w:w="1275" w:type="dxa"/>
          </w:tcPr>
          <w:p w14:paraId="0F9AC112" w14:textId="2141DD63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112203,3</w:t>
            </w:r>
          </w:p>
        </w:tc>
        <w:tc>
          <w:tcPr>
            <w:tcW w:w="1247" w:type="dxa"/>
          </w:tcPr>
          <w:p w14:paraId="3EED8557" w14:textId="2D5C27CE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663221,7</w:t>
            </w:r>
          </w:p>
        </w:tc>
      </w:tr>
      <w:tr w:rsidR="00D76C08" w:rsidRPr="00262C7D" w14:paraId="0F8C2580" w14:textId="77777777" w:rsidTr="00D76C08">
        <w:tc>
          <w:tcPr>
            <w:tcW w:w="4678" w:type="dxa"/>
          </w:tcPr>
          <w:p w14:paraId="74DE6CA6" w14:textId="77777777" w:rsidR="00D76C08" w:rsidRPr="00262C7D" w:rsidRDefault="00D76C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13FB080E" w14:textId="3667368E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31136,1</w:t>
            </w:r>
          </w:p>
        </w:tc>
        <w:tc>
          <w:tcPr>
            <w:tcW w:w="1276" w:type="dxa"/>
          </w:tcPr>
          <w:p w14:paraId="2070BC5B" w14:textId="3A70545C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275" w:type="dxa"/>
          </w:tcPr>
          <w:p w14:paraId="1FF6BC89" w14:textId="6088B0E9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276" w:type="dxa"/>
          </w:tcPr>
          <w:p w14:paraId="57ABA690" w14:textId="1C62ED38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276" w:type="dxa"/>
          </w:tcPr>
          <w:p w14:paraId="6F21D77F" w14:textId="39B3B0A6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276" w:type="dxa"/>
          </w:tcPr>
          <w:p w14:paraId="005526A4" w14:textId="59DDCE4D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275" w:type="dxa"/>
          </w:tcPr>
          <w:p w14:paraId="5DB80CA9" w14:textId="141930AF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6118,7</w:t>
            </w:r>
          </w:p>
        </w:tc>
        <w:tc>
          <w:tcPr>
            <w:tcW w:w="1247" w:type="dxa"/>
          </w:tcPr>
          <w:p w14:paraId="78CA9A3E" w14:textId="739C9F18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67848,3</w:t>
            </w:r>
          </w:p>
        </w:tc>
      </w:tr>
      <w:tr w:rsidR="00D76C08" w:rsidRPr="00262C7D" w14:paraId="05FF8601" w14:textId="77777777" w:rsidTr="00D76C08">
        <w:tc>
          <w:tcPr>
            <w:tcW w:w="4678" w:type="dxa"/>
          </w:tcPr>
          <w:p w14:paraId="0E876569" w14:textId="77777777" w:rsidR="00D76C08" w:rsidRPr="00262C7D" w:rsidRDefault="00D76C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6" w:type="dxa"/>
          </w:tcPr>
          <w:p w14:paraId="7B4A32AD" w14:textId="6C715D84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52449,9</w:t>
            </w:r>
          </w:p>
        </w:tc>
        <w:tc>
          <w:tcPr>
            <w:tcW w:w="1276" w:type="dxa"/>
          </w:tcPr>
          <w:p w14:paraId="68870644" w14:textId="0D0EA071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5760,0</w:t>
            </w:r>
          </w:p>
        </w:tc>
        <w:tc>
          <w:tcPr>
            <w:tcW w:w="1275" w:type="dxa"/>
          </w:tcPr>
          <w:p w14:paraId="1F083C71" w14:textId="45AC7C50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5760,0</w:t>
            </w:r>
          </w:p>
        </w:tc>
        <w:tc>
          <w:tcPr>
            <w:tcW w:w="1276" w:type="dxa"/>
          </w:tcPr>
          <w:p w14:paraId="1A037772" w14:textId="32882E60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5760,0</w:t>
            </w:r>
          </w:p>
        </w:tc>
        <w:tc>
          <w:tcPr>
            <w:tcW w:w="1276" w:type="dxa"/>
          </w:tcPr>
          <w:p w14:paraId="120A1354" w14:textId="07A08A9D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5760,0</w:t>
            </w:r>
          </w:p>
        </w:tc>
        <w:tc>
          <w:tcPr>
            <w:tcW w:w="1276" w:type="dxa"/>
          </w:tcPr>
          <w:p w14:paraId="279438DC" w14:textId="50FEFD52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5760,0</w:t>
            </w:r>
          </w:p>
        </w:tc>
        <w:tc>
          <w:tcPr>
            <w:tcW w:w="1275" w:type="dxa"/>
          </w:tcPr>
          <w:p w14:paraId="7C56245D" w14:textId="4CA11533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5760,0</w:t>
            </w:r>
          </w:p>
        </w:tc>
        <w:tc>
          <w:tcPr>
            <w:tcW w:w="1247" w:type="dxa"/>
          </w:tcPr>
          <w:p w14:paraId="0FBDF8D4" w14:textId="3FB3B9E1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87009,9</w:t>
            </w:r>
          </w:p>
        </w:tc>
      </w:tr>
      <w:tr w:rsidR="00D76C08" w:rsidRPr="00262C7D" w14:paraId="3E8CC29C" w14:textId="77777777" w:rsidTr="00D76C08">
        <w:tc>
          <w:tcPr>
            <w:tcW w:w="4678" w:type="dxa"/>
          </w:tcPr>
          <w:p w14:paraId="36C4958D" w14:textId="6E517BA9" w:rsidR="00D76C08" w:rsidRPr="00262C7D" w:rsidRDefault="00D76C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Ведомственный проект «</w:t>
            </w:r>
            <w:r w:rsidRPr="00B57A5C">
              <w:rPr>
                <w:b w:val="0"/>
                <w:sz w:val="24"/>
                <w:szCs w:val="24"/>
              </w:rPr>
              <w:t>Комплексное обустройство сельских территорий</w:t>
            </w:r>
            <w:r w:rsidRPr="00262C7D">
              <w:rPr>
                <w:b w:val="0"/>
                <w:sz w:val="24"/>
                <w:szCs w:val="24"/>
              </w:rPr>
              <w:t>» – всего</w:t>
            </w:r>
          </w:p>
          <w:p w14:paraId="2EAA1D1D" w14:textId="77777777" w:rsidR="00D76C08" w:rsidRPr="00262C7D" w:rsidRDefault="00D76C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4F2BA1AC" w14:textId="1EC95300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278960,5</w:t>
            </w:r>
          </w:p>
        </w:tc>
        <w:tc>
          <w:tcPr>
            <w:tcW w:w="1276" w:type="dxa"/>
          </w:tcPr>
          <w:p w14:paraId="57E62FE8" w14:textId="5436015D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34C8AAC1" w14:textId="36DF34B6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14B6EEE" w14:textId="2BF6017C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5EB5883" w14:textId="17A3C3F2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0AF47FA" w14:textId="00A0E2D9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5F68DFA4" w14:textId="372B60B2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14:paraId="55587BA8" w14:textId="258BEC99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278960,5</w:t>
            </w:r>
          </w:p>
        </w:tc>
      </w:tr>
      <w:tr w:rsidR="00D76C08" w:rsidRPr="00262C7D" w14:paraId="05C9FB8D" w14:textId="77777777" w:rsidTr="00D76C08">
        <w:tc>
          <w:tcPr>
            <w:tcW w:w="4678" w:type="dxa"/>
          </w:tcPr>
          <w:p w14:paraId="3912A7B3" w14:textId="77777777" w:rsidR="00D76C08" w:rsidRPr="00262C7D" w:rsidRDefault="00D76C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1BB84D61" w14:textId="1EED43E1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272749,4</w:t>
            </w:r>
          </w:p>
        </w:tc>
        <w:tc>
          <w:tcPr>
            <w:tcW w:w="1276" w:type="dxa"/>
          </w:tcPr>
          <w:p w14:paraId="087D436E" w14:textId="1629598B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4890877C" w14:textId="4B5CF65F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BAA868C" w14:textId="4864824A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7F89549" w14:textId="52E71A50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683BEB3" w14:textId="06E94934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6737C72B" w14:textId="3EAA1713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14:paraId="61E0BD45" w14:textId="6A782E80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272749,4</w:t>
            </w:r>
          </w:p>
        </w:tc>
      </w:tr>
      <w:tr w:rsidR="00D76C08" w:rsidRPr="00262C7D" w14:paraId="61C58718" w14:textId="77777777" w:rsidTr="00D76C08">
        <w:tc>
          <w:tcPr>
            <w:tcW w:w="4678" w:type="dxa"/>
          </w:tcPr>
          <w:p w14:paraId="0B3D23F7" w14:textId="77777777" w:rsidR="00D76C08" w:rsidRPr="00262C7D" w:rsidRDefault="00D76C08" w:rsidP="0029364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62C7D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43995F38" w14:textId="5E1EC02B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6211,1</w:t>
            </w:r>
          </w:p>
        </w:tc>
        <w:tc>
          <w:tcPr>
            <w:tcW w:w="1276" w:type="dxa"/>
          </w:tcPr>
          <w:p w14:paraId="6DE6D2CA" w14:textId="1E43FCCF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4B317B5B" w14:textId="314660ED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4562228" w14:textId="740121C3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769390A" w14:textId="6A79227C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ABE0CAC" w14:textId="442CD76C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47F90CBC" w14:textId="0751250D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14:paraId="386A5181" w14:textId="68BE7E8C" w:rsidR="00D76C08" w:rsidRPr="00D76C08" w:rsidRDefault="00D76C08" w:rsidP="00D76C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7" w:right="-57"/>
              <w:rPr>
                <w:b w:val="0"/>
                <w:sz w:val="24"/>
                <w:szCs w:val="24"/>
              </w:rPr>
            </w:pPr>
            <w:r w:rsidRPr="00D76C08">
              <w:rPr>
                <w:b w:val="0"/>
                <w:bCs w:val="0"/>
                <w:color w:val="000000"/>
                <w:sz w:val="24"/>
                <w:szCs w:val="24"/>
              </w:rPr>
              <w:t>6211,1</w:t>
            </w:r>
          </w:p>
        </w:tc>
      </w:tr>
    </w:tbl>
    <w:p w14:paraId="3DB9E34D" w14:textId="77777777" w:rsidR="00262C7D" w:rsidRDefault="00262C7D" w:rsidP="0074033B">
      <w:pPr>
        <w:pStyle w:val="20"/>
        <w:shd w:val="clear" w:color="auto" w:fill="auto"/>
        <w:spacing w:after="0"/>
        <w:rPr>
          <w:b w:val="0"/>
        </w:rPr>
      </w:pPr>
    </w:p>
    <w:p w14:paraId="503536EE" w14:textId="5D7C5453" w:rsidR="00550325" w:rsidRDefault="0074033B" w:rsidP="0074033B">
      <w:pPr>
        <w:pStyle w:val="20"/>
        <w:shd w:val="clear" w:color="auto" w:fill="auto"/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05BBE380" w14:textId="77777777" w:rsidR="0074033B" w:rsidRDefault="0074033B" w:rsidP="0074033B">
      <w:pPr>
        <w:pStyle w:val="20"/>
        <w:shd w:val="clear" w:color="auto" w:fill="auto"/>
        <w:spacing w:after="0"/>
        <w:rPr>
          <w:b w:val="0"/>
        </w:rPr>
      </w:pPr>
    </w:p>
    <w:p w14:paraId="141355D5" w14:textId="16F4F625" w:rsidR="0074033B" w:rsidRDefault="0074033B" w:rsidP="002E2AB3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 w:rsidRPr="0074033B">
        <w:rPr>
          <w:b w:val="0"/>
        </w:rPr>
        <w:t xml:space="preserve">ГП РФ – </w:t>
      </w:r>
      <w:r>
        <w:rPr>
          <w:b w:val="0"/>
        </w:rPr>
        <w:t>государственная программа Российской Федерации</w:t>
      </w:r>
    </w:p>
    <w:p w14:paraId="10159AD2" w14:textId="031BCCD2" w:rsidR="0074033B" w:rsidRDefault="0074033B" w:rsidP="002E2AB3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proofErr w:type="spellStart"/>
      <w:r>
        <w:rPr>
          <w:b w:val="0"/>
        </w:rPr>
        <w:t>МАПКиПР</w:t>
      </w:r>
      <w:proofErr w:type="spellEnd"/>
      <w:r>
        <w:rPr>
          <w:b w:val="0"/>
        </w:rPr>
        <w:t xml:space="preserve"> ЯО – министерство агропромышленного комплекса и потребительского рынка Ярославской области</w:t>
      </w:r>
    </w:p>
    <w:p w14:paraId="1435C987" w14:textId="6E80F205" w:rsidR="00725408" w:rsidRPr="0074033B" w:rsidRDefault="00725408" w:rsidP="002E2AB3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 w:rsidRPr="00775B02">
        <w:rPr>
          <w:b w:val="0"/>
        </w:rPr>
        <w:t>ОКЕИ</w:t>
      </w:r>
      <w:r>
        <w:rPr>
          <w:b w:val="0"/>
        </w:rPr>
        <w:t xml:space="preserve"> – </w:t>
      </w:r>
      <w:r w:rsidRPr="00775B02">
        <w:rPr>
          <w:b w:val="0"/>
        </w:rPr>
        <w:t>Общероссийский классификатор единиц измерения</w:t>
      </w:r>
    </w:p>
    <w:sectPr w:rsidR="00725408" w:rsidRPr="0074033B" w:rsidSect="00266EC3">
      <w:headerReference w:type="default" r:id="rId9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F8DFC" w14:textId="77777777" w:rsidR="00CA2EAA" w:rsidRDefault="00CA2EAA" w:rsidP="008A3275">
      <w:r>
        <w:separator/>
      </w:r>
    </w:p>
  </w:endnote>
  <w:endnote w:type="continuationSeparator" w:id="0">
    <w:p w14:paraId="12F11F3B" w14:textId="77777777" w:rsidR="00CA2EAA" w:rsidRDefault="00CA2EAA" w:rsidP="008A3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26478" w14:textId="77777777" w:rsidR="00CA2EAA" w:rsidRDefault="00CA2EAA" w:rsidP="008A3275">
      <w:r>
        <w:separator/>
      </w:r>
    </w:p>
  </w:footnote>
  <w:footnote w:type="continuationSeparator" w:id="0">
    <w:p w14:paraId="29071AFF" w14:textId="77777777" w:rsidR="00CA2EAA" w:rsidRDefault="00CA2EAA" w:rsidP="008A3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2692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3A856EF" w14:textId="65AE13F2" w:rsidR="003E0DC7" w:rsidRPr="003E0DC7" w:rsidRDefault="003E0DC7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E0DC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E0DC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E0DC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37574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3E0DC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4A16B08" w14:textId="77777777" w:rsidR="003E0DC7" w:rsidRDefault="003E0DC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A3590"/>
    <w:multiLevelType w:val="multilevel"/>
    <w:tmpl w:val="0CC2C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B106F2"/>
    <w:multiLevelType w:val="hybridMultilevel"/>
    <w:tmpl w:val="5748E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12FF3"/>
    <w:multiLevelType w:val="hybridMultilevel"/>
    <w:tmpl w:val="9A40F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E03732"/>
    <w:multiLevelType w:val="multilevel"/>
    <w:tmpl w:val="92069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764A25"/>
    <w:multiLevelType w:val="hybridMultilevel"/>
    <w:tmpl w:val="5748E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05"/>
    <w:rsid w:val="000109C2"/>
    <w:rsid w:val="00016E14"/>
    <w:rsid w:val="00037ABF"/>
    <w:rsid w:val="00047B58"/>
    <w:rsid w:val="00050EF8"/>
    <w:rsid w:val="00051DC6"/>
    <w:rsid w:val="00057724"/>
    <w:rsid w:val="00062D66"/>
    <w:rsid w:val="00063368"/>
    <w:rsid w:val="0006641B"/>
    <w:rsid w:val="00096F23"/>
    <w:rsid w:val="000A14F2"/>
    <w:rsid w:val="000A1F8E"/>
    <w:rsid w:val="000A7E10"/>
    <w:rsid w:val="000B3F42"/>
    <w:rsid w:val="000B530E"/>
    <w:rsid w:val="000C5793"/>
    <w:rsid w:val="000D302E"/>
    <w:rsid w:val="00112B4D"/>
    <w:rsid w:val="0014227F"/>
    <w:rsid w:val="001464F7"/>
    <w:rsid w:val="001568CA"/>
    <w:rsid w:val="001634ED"/>
    <w:rsid w:val="001673A2"/>
    <w:rsid w:val="00175E4A"/>
    <w:rsid w:val="00180E89"/>
    <w:rsid w:val="00187E3E"/>
    <w:rsid w:val="00190199"/>
    <w:rsid w:val="00190EF1"/>
    <w:rsid w:val="001A49DE"/>
    <w:rsid w:val="001C1F60"/>
    <w:rsid w:val="001C4C9C"/>
    <w:rsid w:val="001D471E"/>
    <w:rsid w:val="001D5263"/>
    <w:rsid w:val="001E6FEF"/>
    <w:rsid w:val="001F15D0"/>
    <w:rsid w:val="001F27E2"/>
    <w:rsid w:val="002006C5"/>
    <w:rsid w:val="002019A3"/>
    <w:rsid w:val="00206D45"/>
    <w:rsid w:val="00225954"/>
    <w:rsid w:val="00231C0E"/>
    <w:rsid w:val="00233019"/>
    <w:rsid w:val="00235F2E"/>
    <w:rsid w:val="00237BA7"/>
    <w:rsid w:val="0024645D"/>
    <w:rsid w:val="00262C7D"/>
    <w:rsid w:val="00263292"/>
    <w:rsid w:val="00266EC3"/>
    <w:rsid w:val="00280082"/>
    <w:rsid w:val="002804E5"/>
    <w:rsid w:val="0029364D"/>
    <w:rsid w:val="002A5747"/>
    <w:rsid w:val="002A7DFC"/>
    <w:rsid w:val="002B6B83"/>
    <w:rsid w:val="002C5515"/>
    <w:rsid w:val="002D751B"/>
    <w:rsid w:val="002E02E3"/>
    <w:rsid w:val="002E2AB3"/>
    <w:rsid w:val="002E510B"/>
    <w:rsid w:val="00306089"/>
    <w:rsid w:val="00312FC4"/>
    <w:rsid w:val="003315EB"/>
    <w:rsid w:val="00334FF0"/>
    <w:rsid w:val="003473AB"/>
    <w:rsid w:val="00354565"/>
    <w:rsid w:val="0035557C"/>
    <w:rsid w:val="0035722B"/>
    <w:rsid w:val="00366FB5"/>
    <w:rsid w:val="003716F6"/>
    <w:rsid w:val="00383E55"/>
    <w:rsid w:val="00386483"/>
    <w:rsid w:val="003D33AF"/>
    <w:rsid w:val="003D58BA"/>
    <w:rsid w:val="003E0988"/>
    <w:rsid w:val="003E0DC7"/>
    <w:rsid w:val="003E65D7"/>
    <w:rsid w:val="004023F2"/>
    <w:rsid w:val="00405549"/>
    <w:rsid w:val="00412218"/>
    <w:rsid w:val="004356C0"/>
    <w:rsid w:val="004571D5"/>
    <w:rsid w:val="00460308"/>
    <w:rsid w:val="004830CA"/>
    <w:rsid w:val="00490448"/>
    <w:rsid w:val="004A5AB5"/>
    <w:rsid w:val="004A6085"/>
    <w:rsid w:val="004A6A55"/>
    <w:rsid w:val="004B4D05"/>
    <w:rsid w:val="004B5547"/>
    <w:rsid w:val="004C2747"/>
    <w:rsid w:val="0050136B"/>
    <w:rsid w:val="0052703F"/>
    <w:rsid w:val="00537574"/>
    <w:rsid w:val="00550325"/>
    <w:rsid w:val="00565567"/>
    <w:rsid w:val="00566BCB"/>
    <w:rsid w:val="005712F7"/>
    <w:rsid w:val="00577F48"/>
    <w:rsid w:val="00591BC7"/>
    <w:rsid w:val="005940C4"/>
    <w:rsid w:val="005B1FFD"/>
    <w:rsid w:val="005B6A63"/>
    <w:rsid w:val="005B7667"/>
    <w:rsid w:val="005C4E65"/>
    <w:rsid w:val="005D3303"/>
    <w:rsid w:val="005D6B36"/>
    <w:rsid w:val="005E2AD2"/>
    <w:rsid w:val="005E63D2"/>
    <w:rsid w:val="005E7AD2"/>
    <w:rsid w:val="006342EB"/>
    <w:rsid w:val="006605EF"/>
    <w:rsid w:val="00663B8E"/>
    <w:rsid w:val="00664414"/>
    <w:rsid w:val="00682C14"/>
    <w:rsid w:val="00690AE0"/>
    <w:rsid w:val="006918D0"/>
    <w:rsid w:val="006B5720"/>
    <w:rsid w:val="006D2948"/>
    <w:rsid w:val="006E6708"/>
    <w:rsid w:val="006E7EA2"/>
    <w:rsid w:val="007023CB"/>
    <w:rsid w:val="00704E54"/>
    <w:rsid w:val="00710098"/>
    <w:rsid w:val="0072048C"/>
    <w:rsid w:val="00721278"/>
    <w:rsid w:val="00725408"/>
    <w:rsid w:val="00727144"/>
    <w:rsid w:val="007402E3"/>
    <w:rsid w:val="0074033B"/>
    <w:rsid w:val="00751778"/>
    <w:rsid w:val="00751D7B"/>
    <w:rsid w:val="00756E9D"/>
    <w:rsid w:val="007638CB"/>
    <w:rsid w:val="00763E90"/>
    <w:rsid w:val="0076423C"/>
    <w:rsid w:val="00765CB9"/>
    <w:rsid w:val="007910F1"/>
    <w:rsid w:val="007957B2"/>
    <w:rsid w:val="007A3BA3"/>
    <w:rsid w:val="007A7AF1"/>
    <w:rsid w:val="007B3825"/>
    <w:rsid w:val="007E259D"/>
    <w:rsid w:val="007E2C01"/>
    <w:rsid w:val="007F0A95"/>
    <w:rsid w:val="00806D39"/>
    <w:rsid w:val="00833032"/>
    <w:rsid w:val="00841608"/>
    <w:rsid w:val="00851388"/>
    <w:rsid w:val="0085553E"/>
    <w:rsid w:val="0086508E"/>
    <w:rsid w:val="00884C7E"/>
    <w:rsid w:val="008978B5"/>
    <w:rsid w:val="008A3275"/>
    <w:rsid w:val="008C2647"/>
    <w:rsid w:val="008D34F5"/>
    <w:rsid w:val="008D6F12"/>
    <w:rsid w:val="008F129E"/>
    <w:rsid w:val="009005BB"/>
    <w:rsid w:val="009034F4"/>
    <w:rsid w:val="00930446"/>
    <w:rsid w:val="00945693"/>
    <w:rsid w:val="009551E1"/>
    <w:rsid w:val="0097428F"/>
    <w:rsid w:val="0098170D"/>
    <w:rsid w:val="009905D2"/>
    <w:rsid w:val="009B57CF"/>
    <w:rsid w:val="009D5490"/>
    <w:rsid w:val="009F2AD8"/>
    <w:rsid w:val="00A00F56"/>
    <w:rsid w:val="00A074E8"/>
    <w:rsid w:val="00A12BB4"/>
    <w:rsid w:val="00A24253"/>
    <w:rsid w:val="00A4077C"/>
    <w:rsid w:val="00A441C7"/>
    <w:rsid w:val="00A52B9D"/>
    <w:rsid w:val="00A539C0"/>
    <w:rsid w:val="00A75E78"/>
    <w:rsid w:val="00A82A22"/>
    <w:rsid w:val="00A85D5C"/>
    <w:rsid w:val="00A91A43"/>
    <w:rsid w:val="00AA3A43"/>
    <w:rsid w:val="00AA55F2"/>
    <w:rsid w:val="00AE0C86"/>
    <w:rsid w:val="00AE67E7"/>
    <w:rsid w:val="00AE7440"/>
    <w:rsid w:val="00AE7503"/>
    <w:rsid w:val="00B00BAC"/>
    <w:rsid w:val="00B039EE"/>
    <w:rsid w:val="00B05191"/>
    <w:rsid w:val="00B1433C"/>
    <w:rsid w:val="00B4260C"/>
    <w:rsid w:val="00B522E5"/>
    <w:rsid w:val="00B57A5C"/>
    <w:rsid w:val="00B665CA"/>
    <w:rsid w:val="00B717FD"/>
    <w:rsid w:val="00B86569"/>
    <w:rsid w:val="00B90665"/>
    <w:rsid w:val="00BB33B3"/>
    <w:rsid w:val="00BD2590"/>
    <w:rsid w:val="00BE2F84"/>
    <w:rsid w:val="00BE3CDD"/>
    <w:rsid w:val="00BF1F8B"/>
    <w:rsid w:val="00BF72E5"/>
    <w:rsid w:val="00C05E19"/>
    <w:rsid w:val="00C11808"/>
    <w:rsid w:val="00C25180"/>
    <w:rsid w:val="00C2682D"/>
    <w:rsid w:val="00C3470D"/>
    <w:rsid w:val="00C427B9"/>
    <w:rsid w:val="00C446D0"/>
    <w:rsid w:val="00C468CD"/>
    <w:rsid w:val="00C506FC"/>
    <w:rsid w:val="00C522C4"/>
    <w:rsid w:val="00C522E8"/>
    <w:rsid w:val="00C61F90"/>
    <w:rsid w:val="00C6201D"/>
    <w:rsid w:val="00C7279E"/>
    <w:rsid w:val="00C77C26"/>
    <w:rsid w:val="00C83125"/>
    <w:rsid w:val="00CA2EAA"/>
    <w:rsid w:val="00CD650E"/>
    <w:rsid w:val="00CE3455"/>
    <w:rsid w:val="00CF5698"/>
    <w:rsid w:val="00D13AA2"/>
    <w:rsid w:val="00D34B0B"/>
    <w:rsid w:val="00D55625"/>
    <w:rsid w:val="00D568E8"/>
    <w:rsid w:val="00D64400"/>
    <w:rsid w:val="00D67203"/>
    <w:rsid w:val="00D74D4A"/>
    <w:rsid w:val="00D76C08"/>
    <w:rsid w:val="00D81F5F"/>
    <w:rsid w:val="00DA2133"/>
    <w:rsid w:val="00DC57EA"/>
    <w:rsid w:val="00DC672B"/>
    <w:rsid w:val="00DD167E"/>
    <w:rsid w:val="00DD5376"/>
    <w:rsid w:val="00DF4A0A"/>
    <w:rsid w:val="00E13BEB"/>
    <w:rsid w:val="00E61598"/>
    <w:rsid w:val="00E90E76"/>
    <w:rsid w:val="00EA6C7C"/>
    <w:rsid w:val="00EB1316"/>
    <w:rsid w:val="00EB1832"/>
    <w:rsid w:val="00EC0F00"/>
    <w:rsid w:val="00ED570D"/>
    <w:rsid w:val="00EE4994"/>
    <w:rsid w:val="00EF03B1"/>
    <w:rsid w:val="00F00479"/>
    <w:rsid w:val="00F20A14"/>
    <w:rsid w:val="00F259F5"/>
    <w:rsid w:val="00F25C7A"/>
    <w:rsid w:val="00F3073D"/>
    <w:rsid w:val="00F52146"/>
    <w:rsid w:val="00F6676F"/>
    <w:rsid w:val="00F72000"/>
    <w:rsid w:val="00FA0C05"/>
    <w:rsid w:val="00FB1461"/>
    <w:rsid w:val="00FB523C"/>
    <w:rsid w:val="00FB7A55"/>
    <w:rsid w:val="00FD5C15"/>
    <w:rsid w:val="00FD6AB2"/>
    <w:rsid w:val="00FE2D17"/>
    <w:rsid w:val="00FF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F05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4D0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D74D4A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4B4D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4B4D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3"/>
    <w:rsid w:val="004B4D05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Заголовок №2"/>
    <w:basedOn w:val="a"/>
    <w:link w:val="2"/>
    <w:rsid w:val="004B4D05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59"/>
    <w:rsid w:val="004B4D0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Прижатый влево"/>
    <w:basedOn w:val="a"/>
    <w:next w:val="a"/>
    <w:uiPriority w:val="99"/>
    <w:rsid w:val="005D6B36"/>
    <w:pPr>
      <w:widowControl/>
      <w:autoSpaceDE w:val="0"/>
      <w:autoSpaceDN w:val="0"/>
      <w:adjustRightInd w:val="0"/>
    </w:pPr>
    <w:rPr>
      <w:rFonts w:ascii="Arial" w:eastAsiaTheme="minorHAnsi" w:hAnsi="Arial" w:cs="Arial"/>
      <w:color w:val="auto"/>
      <w:lang w:eastAsia="en-US" w:bidi="ar-SA"/>
    </w:rPr>
  </w:style>
  <w:style w:type="character" w:customStyle="1" w:styleId="10">
    <w:name w:val="Заголовок 1 Знак"/>
    <w:basedOn w:val="a0"/>
    <w:link w:val="1"/>
    <w:uiPriority w:val="99"/>
    <w:rsid w:val="00D74D4A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A6C7C"/>
    <w:pPr>
      <w:widowControl/>
      <w:tabs>
        <w:tab w:val="center" w:pos="4677"/>
        <w:tab w:val="right" w:pos="9355"/>
      </w:tabs>
      <w:ind w:firstLine="709"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a7">
    <w:name w:val="Нижний колонтитул Знак"/>
    <w:basedOn w:val="a0"/>
    <w:link w:val="a6"/>
    <w:uiPriority w:val="99"/>
    <w:rsid w:val="00EA6C7C"/>
    <w:rPr>
      <w:rFonts w:ascii="Times New Roman" w:eastAsia="Times New Roman" w:hAnsi="Times New Roman" w:cs="Calibri"/>
      <w:sz w:val="28"/>
    </w:rPr>
  </w:style>
  <w:style w:type="paragraph" w:customStyle="1" w:styleId="s1">
    <w:name w:val="s_1"/>
    <w:basedOn w:val="a"/>
    <w:rsid w:val="00EA6C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empty">
    <w:name w:val="empty"/>
    <w:basedOn w:val="a"/>
    <w:rsid w:val="00EA6C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EA6C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6C7C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styleId="aa">
    <w:name w:val="Emphasis"/>
    <w:basedOn w:val="a0"/>
    <w:uiPriority w:val="20"/>
    <w:qFormat/>
    <w:rsid w:val="00D67203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690AE0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690AE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690AE0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90AE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90AE0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0">
    <w:name w:val="header"/>
    <w:basedOn w:val="a"/>
    <w:link w:val="af1"/>
    <w:uiPriority w:val="99"/>
    <w:unhideWhenUsed/>
    <w:rsid w:val="008A327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A327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4D0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D74D4A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4B4D0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4B4D0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3"/>
    <w:rsid w:val="004B4D05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Заголовок №2"/>
    <w:basedOn w:val="a"/>
    <w:link w:val="2"/>
    <w:rsid w:val="004B4D05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59"/>
    <w:rsid w:val="004B4D0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Прижатый влево"/>
    <w:basedOn w:val="a"/>
    <w:next w:val="a"/>
    <w:uiPriority w:val="99"/>
    <w:rsid w:val="005D6B36"/>
    <w:pPr>
      <w:widowControl/>
      <w:autoSpaceDE w:val="0"/>
      <w:autoSpaceDN w:val="0"/>
      <w:adjustRightInd w:val="0"/>
    </w:pPr>
    <w:rPr>
      <w:rFonts w:ascii="Arial" w:eastAsiaTheme="minorHAnsi" w:hAnsi="Arial" w:cs="Arial"/>
      <w:color w:val="auto"/>
      <w:lang w:eastAsia="en-US" w:bidi="ar-SA"/>
    </w:rPr>
  </w:style>
  <w:style w:type="character" w:customStyle="1" w:styleId="10">
    <w:name w:val="Заголовок 1 Знак"/>
    <w:basedOn w:val="a0"/>
    <w:link w:val="1"/>
    <w:uiPriority w:val="99"/>
    <w:rsid w:val="00D74D4A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A6C7C"/>
    <w:pPr>
      <w:widowControl/>
      <w:tabs>
        <w:tab w:val="center" w:pos="4677"/>
        <w:tab w:val="right" w:pos="9355"/>
      </w:tabs>
      <w:ind w:firstLine="709"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a7">
    <w:name w:val="Нижний колонтитул Знак"/>
    <w:basedOn w:val="a0"/>
    <w:link w:val="a6"/>
    <w:uiPriority w:val="99"/>
    <w:rsid w:val="00EA6C7C"/>
    <w:rPr>
      <w:rFonts w:ascii="Times New Roman" w:eastAsia="Times New Roman" w:hAnsi="Times New Roman" w:cs="Calibri"/>
      <w:sz w:val="28"/>
    </w:rPr>
  </w:style>
  <w:style w:type="paragraph" w:customStyle="1" w:styleId="s1">
    <w:name w:val="s_1"/>
    <w:basedOn w:val="a"/>
    <w:rsid w:val="00EA6C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empty">
    <w:name w:val="empty"/>
    <w:basedOn w:val="a"/>
    <w:rsid w:val="00EA6C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EA6C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6C7C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styleId="aa">
    <w:name w:val="Emphasis"/>
    <w:basedOn w:val="a0"/>
    <w:uiPriority w:val="20"/>
    <w:qFormat/>
    <w:rsid w:val="00D67203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690AE0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690AE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690AE0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90AE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90AE0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0">
    <w:name w:val="header"/>
    <w:basedOn w:val="a"/>
    <w:link w:val="af1"/>
    <w:uiPriority w:val="99"/>
    <w:unhideWhenUsed/>
    <w:rsid w:val="008A327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A327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AF490-BA71-4BB6-B168-1D4ABA39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Кашина Наталия Александровна</dc:creator>
  <cp:lastModifiedBy>Петухова Юлия Сергеевна</cp:lastModifiedBy>
  <cp:revision>4</cp:revision>
  <dcterms:created xsi:type="dcterms:W3CDTF">2023-10-27T13:01:00Z</dcterms:created>
  <dcterms:modified xsi:type="dcterms:W3CDTF">2023-10-31T08:20:00Z</dcterms:modified>
</cp:coreProperties>
</file>