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508" w:rsidRPr="007437B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от ___</w:t>
      </w:r>
      <w:r w:rsidR="00005293">
        <w:rPr>
          <w:rFonts w:ascii="Times New Roman" w:hAnsi="Times New Roman"/>
          <w:sz w:val="28"/>
          <w:szCs w:val="28"/>
        </w:rPr>
        <w:t>__</w:t>
      </w:r>
      <w:r w:rsidRPr="00A91508">
        <w:rPr>
          <w:rFonts w:ascii="Times New Roman" w:hAnsi="Times New Roman"/>
          <w:sz w:val="28"/>
          <w:szCs w:val="28"/>
        </w:rPr>
        <w:t>_________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__</w:t>
      </w:r>
      <w:r w:rsidR="00005293">
        <w:rPr>
          <w:rFonts w:ascii="Times New Roman" w:hAnsi="Times New Roman"/>
          <w:sz w:val="28"/>
          <w:szCs w:val="28"/>
        </w:rPr>
        <w:t>____</w:t>
      </w:r>
      <w:r w:rsidRPr="00A91508">
        <w:rPr>
          <w:rFonts w:ascii="Times New Roman" w:hAnsi="Times New Roman"/>
          <w:sz w:val="28"/>
          <w:szCs w:val="28"/>
        </w:rPr>
        <w:t>_</w:t>
      </w:r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126B60" w:rsidRDefault="00126B60" w:rsidP="00126B6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</w:p>
    <w:p w:rsidR="00126B60" w:rsidRPr="00126B60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26B60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126B60" w:rsidRDefault="002720C7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23</w:t>
      </w:r>
      <w:r w:rsidR="00126B60" w:rsidRPr="00126B60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6B60" w:rsidRPr="00126B60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77</w:t>
      </w:r>
      <w:r w:rsidR="00126B60" w:rsidRPr="00126B60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126B60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26B60" w:rsidRPr="00A91508" w:rsidRDefault="00126B60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D558F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2720C7">
        <w:rPr>
          <w:rFonts w:ascii="Times New Roman" w:hAnsi="Times New Roman"/>
          <w:b/>
          <w:sz w:val="28"/>
          <w:szCs w:val="28"/>
        </w:rPr>
        <w:t>3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80"/>
        <w:gridCol w:w="568"/>
        <w:gridCol w:w="572"/>
        <w:gridCol w:w="1837"/>
        <w:gridCol w:w="570"/>
        <w:gridCol w:w="2517"/>
        <w:gridCol w:w="282"/>
      </w:tblGrid>
      <w:tr w:rsidR="00126B60" w:rsidRPr="009F5E4E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2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126B60" w:rsidRPr="009F5E4E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9F5E4E" w:rsidRDefault="00126B60" w:rsidP="00126B60">
            <w:pPr>
              <w:tabs>
                <w:tab w:val="left" w:pos="601"/>
              </w:tabs>
              <w:ind w:left="0" w:right="1229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6D4AE0" w:rsidRDefault="00126B60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обязательного медицинского страхования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21 290 546 762,90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E46760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EA533D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E46760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аппаратами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D77E3E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(Финансовое обеспечение выполнения функций орган</w:t>
            </w:r>
            <w:r>
              <w:rPr>
                <w:rFonts w:ascii="Times New Roman" w:hAnsi="Times New Roman"/>
                <w:sz w:val="28"/>
                <w:szCs w:val="28"/>
              </w:rPr>
              <w:t>ами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управления территориального фонда обязательного медицинского страхования)</w:t>
            </w:r>
          </w:p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A91508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Pr="00E467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105 236 800,00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2B466A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Закупка товаров, работ и услуг для обеспечения </w:t>
            </w:r>
            <w:r w:rsidR="002B466A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государственных (</w:t>
            </w:r>
            <w:bookmarkStart w:id="0" w:name="_GoBack"/>
            <w:bookmarkEnd w:id="0"/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муниципальных) нужд 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31 509 600,00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126B60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A02D6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ассигнования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126B60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8F37C4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21 153 594 362,90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6B424B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21 153 594 362,90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316E59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управления 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B4AAC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21 153 594 362,90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государственных функций в области социальной политики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F1027F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21 153 594 362,90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обязательного медицинского страхования на территориях субъектов Российской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733FC9" w:rsidRDefault="00524ED3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20 303 383 788,55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19 623 178 688,55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814FB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D4AE0" w:rsidRDefault="00524ED3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680 205 100,00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</w:t>
            </w: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ного медицинского страхования на территориях субъектов Российской Федерации (Расходы на оплату медицинской помощи, оказанной застрахованным лицам за пределами территории субъекта Российской Федерации, в котором выдан полис обязательного медицинского страхования)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733FC9" w:rsidRDefault="00524ED3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702 461 801,95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1424A" w:rsidRDefault="00524ED3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702 461 801,95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7C0461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</w:t>
            </w:r>
            <w:proofErr w:type="spellStart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расходов медицинских организаций на оплату труда врачей и среднего медицинского персонала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22 524 400,00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582B2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582B2E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115118" w:rsidRDefault="00524ED3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22 524 400,00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 населения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261 500,00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7C0461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582B2E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7C0461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582B2E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6B424B" w:rsidRDefault="00524ED3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261 500,00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обязательного медицинского страхова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ния на территориях субъектов Российской Федерации 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8A42F6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733FC9" w:rsidRDefault="00524ED3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960 238,09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8B44BB" w:rsidRDefault="00524ED3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960 238,09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A9150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Финансовое обеспечение мероприятий по организации дополнительного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профессионального образования медицинских работников по программам повышения квалификации, а также по приобретению и проведению 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оборудования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A91508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733FC9" w:rsidRDefault="00524ED3" w:rsidP="00DE31BC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124 002 634,31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</w:tcPr>
          <w:p w:rsidR="00126B60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814FB8" w:rsidTr="00D558FA">
        <w:trPr>
          <w:trHeight w:val="284"/>
        </w:trPr>
        <w:tc>
          <w:tcPr>
            <w:tcW w:w="166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9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0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64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9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6D4AE0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21" w:type="pct"/>
            <w:tcMar>
              <w:left w:w="28" w:type="dxa"/>
              <w:right w:w="28" w:type="dxa"/>
            </w:tcMar>
          </w:tcPr>
          <w:p w:rsidR="00126B60" w:rsidRPr="008B44BB" w:rsidRDefault="00524ED3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124 002 634,31</w:t>
            </w:r>
          </w:p>
        </w:tc>
        <w:tc>
          <w:tcPr>
            <w:tcW w:w="148" w:type="pct"/>
            <w:tcBorders>
              <w:top w:val="nil"/>
              <w:bottom w:val="nil"/>
              <w:right w:val="nil"/>
            </w:tcBorders>
            <w:vAlign w:val="bottom"/>
          </w:tcPr>
          <w:p w:rsidR="00126B60" w:rsidRPr="00AF540E" w:rsidRDefault="00524ED3" w:rsidP="009E203A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E213E4">
      <w:headerReference w:type="even" r:id="rId8"/>
      <w:headerReference w:type="default" r:id="rId9"/>
      <w:pgSz w:w="11906" w:h="16838"/>
      <w:pgMar w:top="1134" w:right="851" w:bottom="1134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49F" w:rsidRDefault="009D149F" w:rsidP="00025BC3">
      <w:r>
        <w:separator/>
      </w:r>
    </w:p>
  </w:endnote>
  <w:endnote w:type="continuationSeparator" w:id="0">
    <w:p w:rsidR="009D149F" w:rsidRDefault="009D149F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49F" w:rsidRDefault="009D149F" w:rsidP="00025BC3">
      <w:r>
        <w:separator/>
      </w:r>
    </w:p>
  </w:footnote>
  <w:footnote w:type="continuationSeparator" w:id="0">
    <w:p w:rsidR="009D149F" w:rsidRDefault="009D149F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2B466A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60AB"/>
    <w:rsid w:val="002F0490"/>
    <w:rsid w:val="002F15D7"/>
    <w:rsid w:val="003071A1"/>
    <w:rsid w:val="00313ADD"/>
    <w:rsid w:val="00316E59"/>
    <w:rsid w:val="0032503E"/>
    <w:rsid w:val="003276E2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E2370"/>
    <w:rsid w:val="003F0FA2"/>
    <w:rsid w:val="00414E38"/>
    <w:rsid w:val="00416089"/>
    <w:rsid w:val="0041693E"/>
    <w:rsid w:val="004221F8"/>
    <w:rsid w:val="00451A90"/>
    <w:rsid w:val="00453030"/>
    <w:rsid w:val="00453E53"/>
    <w:rsid w:val="00472FDC"/>
    <w:rsid w:val="00481630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8F3D8F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4B77"/>
    <w:rsid w:val="00AA02D6"/>
    <w:rsid w:val="00AA0CE3"/>
    <w:rsid w:val="00AA1F54"/>
    <w:rsid w:val="00AA1FCA"/>
    <w:rsid w:val="00AA43F8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58FA"/>
    <w:rsid w:val="00D641A0"/>
    <w:rsid w:val="00D920A0"/>
    <w:rsid w:val="00D93FE8"/>
    <w:rsid w:val="00DA0BC0"/>
    <w:rsid w:val="00DA72CF"/>
    <w:rsid w:val="00DB20EE"/>
    <w:rsid w:val="00DB49CD"/>
    <w:rsid w:val="00DC3092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29363"/>
  <w15:docId w15:val="{8624D682-EB6B-4FA3-8D36-A8D3643D4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89C76-AB2B-4861-B34E-6CB719765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Гаврилова Елена Николаевна</cp:lastModifiedBy>
  <cp:revision>4</cp:revision>
  <cp:lastPrinted>2023-01-23T10:57:00Z</cp:lastPrinted>
  <dcterms:created xsi:type="dcterms:W3CDTF">2023-01-20T08:35:00Z</dcterms:created>
  <dcterms:modified xsi:type="dcterms:W3CDTF">2023-01-23T10:58:00Z</dcterms:modified>
</cp:coreProperties>
</file>