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2CB" w:rsidRDefault="002B42CB" w:rsidP="002B42CB">
      <w:pPr>
        <w:ind w:firstLine="420"/>
        <w:jc w:val="right"/>
      </w:pPr>
      <w:r>
        <w:rPr>
          <w:color w:val="000000"/>
          <w:sz w:val="28"/>
          <w:szCs w:val="28"/>
        </w:rPr>
        <w:t>Приложение 1</w:t>
      </w:r>
      <w:r w:rsidR="002E34DF">
        <w:rPr>
          <w:color w:val="000000"/>
          <w:sz w:val="28"/>
          <w:szCs w:val="28"/>
        </w:rPr>
        <w:t>2</w:t>
      </w:r>
    </w:p>
    <w:p w:rsidR="002B42CB" w:rsidRDefault="002B42CB" w:rsidP="002B42CB">
      <w:pPr>
        <w:ind w:firstLine="420"/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2B42CB" w:rsidRDefault="002B42CB" w:rsidP="002B42CB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________________№ _____</w:t>
      </w:r>
    </w:p>
    <w:p w:rsidR="002B42CB" w:rsidRDefault="002B42CB" w:rsidP="002B42CB"/>
    <w:p w:rsidR="002B42CB" w:rsidRDefault="002B42CB" w:rsidP="002B42CB">
      <w:pPr>
        <w:ind w:firstLine="420"/>
        <w:jc w:val="center"/>
        <w:rPr>
          <w:b/>
          <w:bCs/>
          <w:color w:val="000000"/>
          <w:sz w:val="28"/>
          <w:szCs w:val="28"/>
        </w:rPr>
      </w:pPr>
      <w:bookmarkStart w:id="0" w:name="__bookmark_1"/>
      <w:bookmarkEnd w:id="0"/>
    </w:p>
    <w:p w:rsidR="002B42CB" w:rsidRDefault="002B42CB" w:rsidP="002B42CB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Субвенции федеральному бюджету, бюджету Фонда пенсионного и</w:t>
      </w:r>
    </w:p>
    <w:p w:rsidR="002B42CB" w:rsidRDefault="002B42CB" w:rsidP="002B42CB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социального страхования Российской Федерации и бюджетам муниципальных образований Ярославской области</w:t>
      </w:r>
    </w:p>
    <w:p w:rsidR="00997F33" w:rsidRDefault="002B42CB" w:rsidP="002B42CB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на плановый период 202</w:t>
      </w:r>
      <w:r w:rsidR="002C138C">
        <w:rPr>
          <w:b/>
          <w:bCs/>
          <w:color w:val="000000"/>
          <w:sz w:val="28"/>
          <w:szCs w:val="28"/>
        </w:rPr>
        <w:t>6</w:t>
      </w:r>
      <w:r>
        <w:rPr>
          <w:b/>
          <w:bCs/>
          <w:color w:val="000000"/>
          <w:sz w:val="28"/>
          <w:szCs w:val="28"/>
        </w:rPr>
        <w:t xml:space="preserve"> и 202</w:t>
      </w:r>
      <w:r w:rsidR="002C138C">
        <w:rPr>
          <w:b/>
          <w:bCs/>
          <w:color w:val="000000"/>
          <w:sz w:val="28"/>
          <w:szCs w:val="28"/>
        </w:rPr>
        <w:t>7</w:t>
      </w:r>
      <w:bookmarkStart w:id="1" w:name="_GoBack"/>
      <w:bookmarkEnd w:id="1"/>
      <w:r>
        <w:rPr>
          <w:b/>
          <w:bCs/>
          <w:color w:val="000000"/>
          <w:sz w:val="28"/>
          <w:szCs w:val="28"/>
        </w:rPr>
        <w:t xml:space="preserve"> годов</w:t>
      </w:r>
    </w:p>
    <w:p w:rsidR="002B42CB" w:rsidRDefault="002B42CB" w:rsidP="002B42CB">
      <w:pPr>
        <w:rPr>
          <w:vanish/>
        </w:rPr>
      </w:pPr>
    </w:p>
    <w:p w:rsidR="002B42CB" w:rsidRDefault="002B42CB"/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6796"/>
        <w:gridCol w:w="1701"/>
        <w:gridCol w:w="1709"/>
      </w:tblGrid>
      <w:tr w:rsidR="00997F33" w:rsidTr="00F76755">
        <w:trPr>
          <w:tblHeader/>
        </w:trPr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7F33" w:rsidRDefault="008A432A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997F33" w:rsidRDefault="00997F33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7F33" w:rsidRDefault="008A432A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2026 год </w:t>
            </w:r>
          </w:p>
          <w:p w:rsidR="00997F33" w:rsidRDefault="008A432A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997F33" w:rsidRDefault="00997F33">
            <w:pPr>
              <w:spacing w:line="1" w:lineRule="auto"/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7F33" w:rsidRDefault="008A432A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2027 год </w:t>
            </w:r>
          </w:p>
          <w:p w:rsidR="00997F33" w:rsidRDefault="008A432A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997F33" w:rsidRDefault="00997F33">
            <w:pPr>
              <w:spacing w:line="1" w:lineRule="auto"/>
            </w:pPr>
          </w:p>
        </w:tc>
      </w:tr>
      <w:tr w:rsidR="00E93FA5" w:rsidTr="00F76755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7. 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2 767 272 498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2 767 272 498</w:t>
            </w:r>
          </w:p>
        </w:tc>
      </w:tr>
      <w:tr w:rsidR="00E93FA5" w:rsidTr="00F76755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683 431 887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683 431 887</w:t>
            </w:r>
          </w:p>
        </w:tc>
      </w:tr>
      <w:tr w:rsidR="00E93FA5" w:rsidTr="00F76755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155 939 776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155 939 776</w:t>
            </w:r>
          </w:p>
        </w:tc>
      </w:tr>
      <w:tr w:rsidR="00E93FA5" w:rsidTr="00F76755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154 460 370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154 460 370</w:t>
            </w:r>
          </w:p>
        </w:tc>
      </w:tr>
      <w:tr w:rsidR="00E93FA5" w:rsidTr="00F76755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93FA5" w:rsidTr="00F76755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172 289 863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172 289 863</w:t>
            </w:r>
          </w:p>
        </w:tc>
      </w:tr>
      <w:tr w:rsidR="00E93FA5" w:rsidTr="00F76755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93FA5" w:rsidTr="00F76755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175 850 876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175 850 876</w:t>
            </w:r>
          </w:p>
        </w:tc>
      </w:tr>
      <w:tr w:rsidR="00E93FA5" w:rsidTr="00F76755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93FA5" w:rsidTr="00F76755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89 223 616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89 223 616</w:t>
            </w:r>
          </w:p>
        </w:tc>
      </w:tr>
      <w:tr w:rsidR="00E93FA5" w:rsidTr="00F76755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93FA5" w:rsidTr="00F76755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117 255 931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117 255 931</w:t>
            </w:r>
          </w:p>
        </w:tc>
      </w:tr>
      <w:tr w:rsidR="00E93FA5" w:rsidTr="00F76755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93FA5" w:rsidTr="00F76755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96 154 082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96 154 082</w:t>
            </w:r>
          </w:p>
        </w:tc>
      </w:tr>
      <w:tr w:rsidR="00E93FA5" w:rsidTr="00F76755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93FA5" w:rsidTr="00F76755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107 651 264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107 651 264</w:t>
            </w:r>
          </w:p>
        </w:tc>
      </w:tr>
      <w:tr w:rsidR="00E93FA5" w:rsidTr="00F76755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93FA5" w:rsidTr="00F76755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Брейтовский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48 366 947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48 366 947</w:t>
            </w:r>
          </w:p>
        </w:tc>
      </w:tr>
      <w:tr w:rsidR="00E93FA5" w:rsidTr="00F76755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93FA5" w:rsidTr="00F76755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117 888 694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117 888 694</w:t>
            </w:r>
          </w:p>
        </w:tc>
      </w:tr>
      <w:tr w:rsidR="00E93FA5" w:rsidTr="00F76755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93FA5" w:rsidTr="00F76755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136 115 144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136 115 144</w:t>
            </w:r>
          </w:p>
        </w:tc>
      </w:tr>
      <w:tr w:rsidR="00E93FA5" w:rsidTr="00F76755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93FA5" w:rsidTr="00F76755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69 155 617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69 155 617</w:t>
            </w:r>
          </w:p>
        </w:tc>
      </w:tr>
      <w:tr w:rsidR="00E93FA5" w:rsidTr="00F76755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93FA5" w:rsidTr="00F76755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105 567 426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105 567 426</w:t>
            </w:r>
          </w:p>
        </w:tc>
      </w:tr>
      <w:tr w:rsidR="00E93FA5" w:rsidTr="00F76755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93FA5" w:rsidTr="00F76755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95 941 883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95 941 883</w:t>
            </w:r>
          </w:p>
        </w:tc>
      </w:tr>
      <w:tr w:rsidR="00E93FA5" w:rsidTr="00F76755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93FA5" w:rsidTr="00F76755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91 039 333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91 039 333</w:t>
            </w:r>
          </w:p>
        </w:tc>
      </w:tr>
      <w:tr w:rsidR="00E93FA5" w:rsidTr="00F76755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93FA5" w:rsidTr="00F76755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82 748 428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82 748 428</w:t>
            </w:r>
          </w:p>
        </w:tc>
      </w:tr>
      <w:tr w:rsidR="00E93FA5" w:rsidTr="00F76755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93FA5" w:rsidTr="00F76755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122 982 864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122 982 864</w:t>
            </w:r>
          </w:p>
        </w:tc>
      </w:tr>
      <w:tr w:rsidR="00E93FA5" w:rsidTr="00F76755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93FA5" w:rsidTr="00F76755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145 208 497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145 208 497</w:t>
            </w:r>
          </w:p>
        </w:tc>
      </w:tr>
      <w:tr w:rsidR="00E93FA5" w:rsidTr="00F76755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32. Субвенция на освобождение от взимаемой с родителей (законных представителей) платы за присмотр и уход за детьми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32 098 338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32 098 338</w:t>
            </w:r>
          </w:p>
        </w:tc>
      </w:tr>
      <w:tr w:rsidR="00E93FA5" w:rsidTr="00F76755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12 730 025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12 730 025</w:t>
            </w:r>
          </w:p>
        </w:tc>
      </w:tr>
      <w:tr w:rsidR="00E93FA5" w:rsidTr="00F76755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4 181 760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4 181 760</w:t>
            </w:r>
          </w:p>
        </w:tc>
      </w:tr>
      <w:tr w:rsidR="00E93FA5" w:rsidTr="00F76755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2 388 600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2 388 600</w:t>
            </w:r>
          </w:p>
        </w:tc>
      </w:tr>
      <w:tr w:rsidR="00E93FA5" w:rsidTr="00F76755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Рыбинский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93FA5" w:rsidTr="00F76755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1 065 372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1 065 372</w:t>
            </w:r>
          </w:p>
        </w:tc>
      </w:tr>
      <w:tr w:rsidR="00E93FA5" w:rsidTr="00F76755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93FA5" w:rsidTr="00F76755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2 659 500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2 659 500</w:t>
            </w:r>
          </w:p>
        </w:tc>
      </w:tr>
      <w:tr w:rsidR="00E93FA5" w:rsidTr="00F76755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93FA5" w:rsidTr="00F76755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1 831 500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1 831 500</w:t>
            </w:r>
          </w:p>
        </w:tc>
      </w:tr>
      <w:tr w:rsidR="00E93FA5" w:rsidTr="00F76755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93FA5" w:rsidTr="00F76755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1 394 540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1 394 540</w:t>
            </w:r>
          </w:p>
        </w:tc>
      </w:tr>
      <w:tr w:rsidR="00E93FA5" w:rsidTr="00F76755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93FA5" w:rsidTr="00F76755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226 590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226 590</w:t>
            </w:r>
          </w:p>
        </w:tc>
      </w:tr>
      <w:tr w:rsidR="00E93FA5" w:rsidTr="00F76755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93FA5" w:rsidTr="00F76755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151 200</w:t>
            </w:r>
          </w:p>
        </w:tc>
      </w:tr>
      <w:tr w:rsidR="00E93FA5" w:rsidTr="00F76755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93FA5" w:rsidTr="00F76755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122 850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122 850</w:t>
            </w:r>
          </w:p>
        </w:tc>
      </w:tr>
      <w:tr w:rsidR="00E93FA5" w:rsidTr="00F76755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93FA5" w:rsidTr="00F76755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907 200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907 200</w:t>
            </w:r>
          </w:p>
        </w:tc>
      </w:tr>
      <w:tr w:rsidR="00E93FA5" w:rsidTr="00F76755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93FA5" w:rsidTr="00F76755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572 880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572 880</w:t>
            </w:r>
          </w:p>
        </w:tc>
      </w:tr>
      <w:tr w:rsidR="00E93FA5" w:rsidTr="00F76755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93FA5" w:rsidTr="00F76755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345 950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345 950</w:t>
            </w:r>
          </w:p>
        </w:tc>
      </w:tr>
      <w:tr w:rsidR="00E93FA5" w:rsidTr="00F76755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93FA5" w:rsidTr="00F76755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451 620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451 620</w:t>
            </w:r>
          </w:p>
        </w:tc>
      </w:tr>
      <w:tr w:rsidR="00E93FA5" w:rsidTr="00F76755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93FA5" w:rsidTr="00F76755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Некоузский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204 610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204 610</w:t>
            </w:r>
          </w:p>
        </w:tc>
      </w:tr>
      <w:tr w:rsidR="00E93FA5" w:rsidTr="00F76755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93FA5" w:rsidTr="00F76755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369 600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369 600</w:t>
            </w:r>
          </w:p>
        </w:tc>
      </w:tr>
      <w:tr w:rsidR="00E93FA5" w:rsidTr="00F76755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93FA5" w:rsidTr="00F76755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312 417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312 417</w:t>
            </w:r>
          </w:p>
        </w:tc>
      </w:tr>
      <w:tr w:rsidR="00E93FA5" w:rsidTr="00F76755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93FA5" w:rsidTr="00F76755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387 604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387 604</w:t>
            </w:r>
          </w:p>
        </w:tc>
      </w:tr>
      <w:tr w:rsidR="00E93FA5" w:rsidTr="00F76755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93FA5" w:rsidTr="00F76755">
        <w:tc>
          <w:tcPr>
            <w:tcW w:w="6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93FA5" w:rsidRDefault="00E93FA5" w:rsidP="004038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1 794 520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93FA5" w:rsidRDefault="00E93FA5" w:rsidP="004038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1 794 520</w:t>
            </w:r>
          </w:p>
        </w:tc>
      </w:tr>
    </w:tbl>
    <w:p w:rsidR="00822867" w:rsidRDefault="00822867"/>
    <w:sectPr w:rsidR="00822867" w:rsidSect="00F76755">
      <w:headerReference w:type="default" r:id="rId6"/>
      <w:footerReference w:type="default" r:id="rId7"/>
      <w:pgSz w:w="11905" w:h="16837"/>
      <w:pgMar w:top="1134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7D90" w:rsidRDefault="00E37D90" w:rsidP="00997F33">
      <w:r>
        <w:separator/>
      </w:r>
    </w:p>
  </w:endnote>
  <w:endnote w:type="continuationSeparator" w:id="0">
    <w:p w:rsidR="00E37D90" w:rsidRDefault="00E37D90" w:rsidP="00997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E37D90">
      <w:tc>
        <w:tcPr>
          <w:tcW w:w="10421" w:type="dxa"/>
        </w:tcPr>
        <w:p w:rsidR="00E37D90" w:rsidRDefault="00E37D90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E37D90" w:rsidRDefault="00E37D90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7D90" w:rsidRDefault="00E37D90" w:rsidP="00997F33">
      <w:r>
        <w:separator/>
      </w:r>
    </w:p>
  </w:footnote>
  <w:footnote w:type="continuationSeparator" w:id="0">
    <w:p w:rsidR="00E37D90" w:rsidRDefault="00E37D90" w:rsidP="00997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E37D90">
      <w:tc>
        <w:tcPr>
          <w:tcW w:w="10421" w:type="dxa"/>
        </w:tcPr>
        <w:p w:rsidR="00E37D90" w:rsidRDefault="00E37D90">
          <w:pPr>
            <w:jc w:val="center"/>
            <w:rPr>
              <w:color w:val="000000"/>
            </w:rPr>
          </w:pPr>
          <w:r>
            <w:fldChar w:fldCharType="begin"/>
          </w:r>
          <w:r>
            <w:rPr>
              <w:color w:val="000000"/>
            </w:rPr>
            <w:instrText>PAGE</w:instrText>
          </w:r>
          <w:r>
            <w:fldChar w:fldCharType="separate"/>
          </w:r>
          <w:r w:rsidR="00D6339E">
            <w:rPr>
              <w:noProof/>
              <w:color w:val="000000"/>
            </w:rPr>
            <w:t>4</w:t>
          </w:r>
          <w:r>
            <w:fldChar w:fldCharType="end"/>
          </w:r>
        </w:p>
        <w:p w:rsidR="00E37D90" w:rsidRDefault="00E37D90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F33"/>
    <w:rsid w:val="002B42CB"/>
    <w:rsid w:val="002C138C"/>
    <w:rsid w:val="002E34DF"/>
    <w:rsid w:val="005B618D"/>
    <w:rsid w:val="00723FDD"/>
    <w:rsid w:val="00822867"/>
    <w:rsid w:val="008A432A"/>
    <w:rsid w:val="00997F33"/>
    <w:rsid w:val="00D6339E"/>
    <w:rsid w:val="00E37D90"/>
    <w:rsid w:val="00E93FA5"/>
    <w:rsid w:val="00F76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ABB52"/>
  <w15:docId w15:val="{147AFD09-AD79-4E30-A175-9D30FBE45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97F33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7675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76755"/>
  </w:style>
  <w:style w:type="paragraph" w:styleId="a6">
    <w:name w:val="footer"/>
    <w:basedOn w:val="a"/>
    <w:link w:val="a7"/>
    <w:uiPriority w:val="99"/>
    <w:unhideWhenUsed/>
    <w:rsid w:val="00F7675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76755"/>
  </w:style>
  <w:style w:type="paragraph" w:styleId="a8">
    <w:name w:val="Balloon Text"/>
    <w:basedOn w:val="a"/>
    <w:link w:val="a9"/>
    <w:uiPriority w:val="99"/>
    <w:semiHidden/>
    <w:unhideWhenUsed/>
    <w:rsid w:val="00D6339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633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744</Words>
  <Characters>4242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Исакова Евгения Александровна</dc:creator>
  <cp:keywords/>
  <dc:description/>
  <cp:lastModifiedBy>Леонова Анна Владимировна</cp:lastModifiedBy>
  <cp:revision>2</cp:revision>
  <cp:lastPrinted>2025-06-30T08:01:00Z</cp:lastPrinted>
  <dcterms:created xsi:type="dcterms:W3CDTF">2025-06-30T08:01:00Z</dcterms:created>
  <dcterms:modified xsi:type="dcterms:W3CDTF">2025-06-30T08:01:00Z</dcterms:modified>
</cp:coreProperties>
</file>