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34" w:rsidRPr="002C562F" w:rsidRDefault="00446834" w:rsidP="002C562F">
      <w:pPr>
        <w:spacing w:line="240" w:lineRule="auto"/>
        <w:ind w:firstLine="0"/>
        <w:jc w:val="right"/>
        <w:rPr>
          <w:snapToGrid w:val="0"/>
          <w:szCs w:val="28"/>
        </w:rPr>
      </w:pPr>
      <w:r w:rsidRPr="002C562F">
        <w:rPr>
          <w:snapToGrid w:val="0"/>
          <w:szCs w:val="28"/>
        </w:rPr>
        <w:t xml:space="preserve">Приложение </w:t>
      </w:r>
      <w:r w:rsidR="00231564" w:rsidRPr="002C562F">
        <w:rPr>
          <w:snapToGrid w:val="0"/>
          <w:szCs w:val="28"/>
        </w:rPr>
        <w:t>1</w:t>
      </w:r>
    </w:p>
    <w:p w:rsidR="00446834" w:rsidRPr="002C562F" w:rsidRDefault="00446834" w:rsidP="002C562F">
      <w:pPr>
        <w:pStyle w:val="a3"/>
        <w:ind w:left="4395"/>
        <w:jc w:val="right"/>
        <w:rPr>
          <w:sz w:val="28"/>
          <w:szCs w:val="28"/>
        </w:rPr>
      </w:pPr>
      <w:r w:rsidRPr="002C562F">
        <w:rPr>
          <w:sz w:val="28"/>
          <w:szCs w:val="28"/>
        </w:rPr>
        <w:t>к Закону Ярославской области</w:t>
      </w:r>
    </w:p>
    <w:p w:rsidR="00446834" w:rsidRDefault="00765946" w:rsidP="002C562F">
      <w:pPr>
        <w:pStyle w:val="a3"/>
        <w:ind w:left="4395"/>
        <w:jc w:val="right"/>
        <w:rPr>
          <w:sz w:val="28"/>
          <w:szCs w:val="28"/>
        </w:rPr>
      </w:pPr>
      <w:r w:rsidRPr="00765946">
        <w:rPr>
          <w:sz w:val="28"/>
          <w:szCs w:val="28"/>
        </w:rPr>
        <w:t>от 03.07.2019 № 3</w:t>
      </w:r>
      <w:r>
        <w:rPr>
          <w:sz w:val="28"/>
          <w:szCs w:val="28"/>
        </w:rPr>
        <w:t>6</w:t>
      </w:r>
      <w:r w:rsidRPr="00765946">
        <w:rPr>
          <w:sz w:val="28"/>
          <w:szCs w:val="28"/>
        </w:rPr>
        <w:t>-з</w:t>
      </w:r>
    </w:p>
    <w:p w:rsidR="00765946" w:rsidRPr="002C562F" w:rsidRDefault="00765946" w:rsidP="002C562F">
      <w:pPr>
        <w:pStyle w:val="a3"/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695921" w:rsidRPr="002C562F" w:rsidRDefault="00446834" w:rsidP="002C562F">
      <w:pPr>
        <w:spacing w:line="240" w:lineRule="auto"/>
        <w:ind w:firstLine="0"/>
        <w:jc w:val="right"/>
        <w:rPr>
          <w:snapToGrid w:val="0"/>
          <w:szCs w:val="28"/>
        </w:rPr>
      </w:pPr>
      <w:r w:rsidRPr="002C562F">
        <w:rPr>
          <w:snapToGrid w:val="0"/>
          <w:szCs w:val="28"/>
        </w:rPr>
        <w:t>"</w:t>
      </w:r>
      <w:r w:rsidR="00695921" w:rsidRPr="002C562F">
        <w:rPr>
          <w:snapToGrid w:val="0"/>
          <w:szCs w:val="28"/>
        </w:rPr>
        <w:t xml:space="preserve">Приложение </w:t>
      </w:r>
      <w:r w:rsidR="00DD3D41" w:rsidRPr="002C562F">
        <w:rPr>
          <w:snapToGrid w:val="0"/>
          <w:szCs w:val="28"/>
        </w:rPr>
        <w:t>4</w:t>
      </w:r>
    </w:p>
    <w:p w:rsidR="00695921" w:rsidRPr="002C562F" w:rsidRDefault="00695921" w:rsidP="002C562F">
      <w:pPr>
        <w:pStyle w:val="a3"/>
        <w:ind w:left="4395"/>
        <w:jc w:val="right"/>
        <w:rPr>
          <w:sz w:val="28"/>
          <w:szCs w:val="28"/>
        </w:rPr>
      </w:pPr>
      <w:r w:rsidRPr="002C562F">
        <w:rPr>
          <w:sz w:val="28"/>
          <w:szCs w:val="28"/>
        </w:rPr>
        <w:t xml:space="preserve">к </w:t>
      </w:r>
      <w:r w:rsidR="00DD3D41" w:rsidRPr="002C562F">
        <w:rPr>
          <w:sz w:val="28"/>
          <w:szCs w:val="28"/>
        </w:rPr>
        <w:t>Закону Ярославской области</w:t>
      </w:r>
    </w:p>
    <w:p w:rsidR="00DD3D41" w:rsidRPr="002C562F" w:rsidRDefault="00DD3D41" w:rsidP="002C562F">
      <w:pPr>
        <w:pStyle w:val="a3"/>
        <w:spacing w:before="120"/>
        <w:ind w:left="4394"/>
        <w:jc w:val="right"/>
        <w:rPr>
          <w:sz w:val="28"/>
          <w:szCs w:val="28"/>
        </w:rPr>
      </w:pPr>
      <w:r w:rsidRPr="002C562F">
        <w:rPr>
          <w:sz w:val="28"/>
          <w:szCs w:val="28"/>
        </w:rPr>
        <w:t xml:space="preserve">от </w:t>
      </w:r>
      <w:r w:rsidR="00A83E2D" w:rsidRPr="002C562F">
        <w:rPr>
          <w:sz w:val="28"/>
          <w:szCs w:val="28"/>
        </w:rPr>
        <w:t>24.12.2018 № 93-з</w:t>
      </w:r>
    </w:p>
    <w:p w:rsidR="00695921" w:rsidRPr="002C562F" w:rsidRDefault="00695921" w:rsidP="002C562F">
      <w:pPr>
        <w:pStyle w:val="a3"/>
        <w:ind w:left="4395"/>
        <w:jc w:val="right"/>
        <w:rPr>
          <w:sz w:val="32"/>
          <w:szCs w:val="24"/>
        </w:rPr>
      </w:pPr>
    </w:p>
    <w:p w:rsidR="00035A00" w:rsidRPr="002C562F" w:rsidRDefault="00052626" w:rsidP="002C562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2C562F" w:rsidRDefault="00052626" w:rsidP="002C562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2C562F" w:rsidRDefault="00052626" w:rsidP="002C562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2C562F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2C562F" w:rsidRDefault="00300743" w:rsidP="002C562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2C562F" w:rsidRDefault="00300743" w:rsidP="002C562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2C562F" w:rsidRDefault="00052626" w:rsidP="002C562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01"/>
        <w:gridCol w:w="12"/>
        <w:gridCol w:w="213"/>
      </w:tblGrid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048 – Межрегиональное управление Федеральной службы по надзору в сфере природопользования по Ярославской и Костромской областям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выбросы загрязняющих веществ в а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мосферный воздух стационарными объектами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1 12 01030 01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сбросы загрязняющих веществ в 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ные объекты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1 12 01040 01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053 –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1 16 27000 01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060 – Территориальный орган Федеральной службы по надзору в сфере здравоохранения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2C5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2C562F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2C562F">
              <w:rPr>
                <w:bCs/>
                <w:szCs w:val="28"/>
              </w:rPr>
              <w:t>а</w:t>
            </w:r>
            <w:r w:rsidRPr="002C562F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2C562F">
              <w:rPr>
                <w:bCs/>
                <w:szCs w:val="28"/>
              </w:rPr>
              <w:t>р</w:t>
            </w:r>
            <w:r w:rsidRPr="002C562F">
              <w:rPr>
                <w:bCs/>
                <w:szCs w:val="28"/>
              </w:rPr>
              <w:t>ритории субъекта Российской Федерации, те</w:t>
            </w:r>
            <w:r w:rsidRPr="002C562F">
              <w:rPr>
                <w:bCs/>
                <w:szCs w:val="28"/>
              </w:rPr>
              <w:t>р</w:t>
            </w:r>
            <w:r w:rsidRPr="002C562F">
              <w:rPr>
                <w:bCs/>
                <w:szCs w:val="28"/>
              </w:rPr>
              <w:t>ритории муниципального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– Управление Федерального казначейства по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2C562F">
              <w:rPr>
                <w:spacing w:val="-2"/>
                <w:szCs w:val="28"/>
              </w:rPr>
              <w:t>Доходы от уплаты акцизов на алкогольную пр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2C562F">
              <w:rPr>
                <w:spacing w:val="-2"/>
                <w:szCs w:val="28"/>
              </w:rPr>
              <w:t>в</w:t>
            </w:r>
            <w:r w:rsidRPr="002C562F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изведенного из пищевого сырья, и (или) спирт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2C562F">
              <w:rPr>
                <w:spacing w:val="-2"/>
                <w:szCs w:val="28"/>
              </w:rPr>
              <w:t>к</w:t>
            </w:r>
            <w:r w:rsidRPr="002C562F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574BED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2C562F" w:rsidRDefault="00574BED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2C562F" w:rsidRDefault="00574BED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2C562F" w:rsidRDefault="00574BED" w:rsidP="002C562F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2C562F">
              <w:rPr>
                <w:bCs/>
                <w:szCs w:val="28"/>
              </w:rPr>
              <w:t>Доходы от уплаты акцизов на дизельное топл</w:t>
            </w:r>
            <w:r w:rsidRPr="002C562F">
              <w:rPr>
                <w:bCs/>
                <w:szCs w:val="28"/>
              </w:rPr>
              <w:t>и</w:t>
            </w:r>
            <w:r w:rsidRPr="002C562F">
              <w:rPr>
                <w:bCs/>
                <w:szCs w:val="28"/>
              </w:rPr>
              <w:t>во, подлежащие распределению между бюдж</w:t>
            </w:r>
            <w:r w:rsidRPr="002C562F">
              <w:rPr>
                <w:bCs/>
                <w:szCs w:val="28"/>
              </w:rPr>
              <w:t>е</w:t>
            </w:r>
            <w:r w:rsidRPr="002C562F">
              <w:rPr>
                <w:bCs/>
                <w:szCs w:val="28"/>
              </w:rPr>
              <w:t>тами субъектов Российской Федерации и мес</w:t>
            </w:r>
            <w:r w:rsidRPr="002C562F">
              <w:rPr>
                <w:bCs/>
                <w:szCs w:val="28"/>
              </w:rPr>
              <w:t>т</w:t>
            </w:r>
            <w:r w:rsidRPr="002C562F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</w:t>
            </w:r>
            <w:r w:rsidRPr="002C562F">
              <w:rPr>
                <w:bCs/>
                <w:szCs w:val="28"/>
              </w:rPr>
              <w:t>в</w:t>
            </w:r>
            <w:r w:rsidRPr="002C562F">
              <w:rPr>
                <w:bCs/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574BED" w:rsidRPr="002C562F" w:rsidRDefault="00574BED" w:rsidP="002C562F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3C0169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жекторных</w:t>
            </w:r>
            <w:proofErr w:type="spellEnd"/>
            <w:r w:rsidRPr="002C562F">
              <w:rPr>
                <w:szCs w:val="28"/>
              </w:rPr>
              <w:t>) двигателей, подлежащие распред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лению между бюджетами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и местными бюджетами с уч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том установленных дифференцированных но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коном о федеральном бюджете в целях форм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рования дорожных фондов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2C562F">
              <w:rPr>
                <w:szCs w:val="28"/>
              </w:rPr>
              <w:t>в</w:t>
            </w:r>
            <w:r w:rsidRPr="002C562F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2C562F">
              <w:rPr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2C562F">
              <w:rPr>
                <w:szCs w:val="28"/>
              </w:rPr>
              <w:t>в</w:t>
            </w:r>
            <w:r w:rsidRPr="002C562F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106 – Управление государственного автодорожного надзора по Яросла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2C562F">
              <w:rPr>
                <w:bCs/>
                <w:szCs w:val="28"/>
              </w:rPr>
              <w:t>о</w:t>
            </w:r>
            <w:r w:rsidRPr="002C562F">
              <w:rPr>
                <w:bCs/>
                <w:szCs w:val="28"/>
              </w:rPr>
              <w:t>весных грузов по автомобильным дорогам о</w:t>
            </w:r>
            <w:r w:rsidRPr="002C562F">
              <w:rPr>
                <w:bCs/>
                <w:szCs w:val="28"/>
              </w:rPr>
              <w:t>б</w:t>
            </w:r>
            <w:r w:rsidRPr="002C562F">
              <w:rPr>
                <w:bCs/>
                <w:szCs w:val="28"/>
              </w:rPr>
              <w:t>щего пользования регионального или межм</w:t>
            </w:r>
            <w:r w:rsidRPr="002C562F">
              <w:rPr>
                <w:bCs/>
                <w:szCs w:val="28"/>
              </w:rPr>
              <w:t>у</w:t>
            </w:r>
            <w:r w:rsidRPr="002C562F">
              <w:rPr>
                <w:bCs/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1 16 30020 01 0000 140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2C562F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2C562F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141 – 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161 – Управление Федеральной антимонопольной службы по Яросла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1 16 26000 01 0000 140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177 – Главное управление МЧС России по Ярославской области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прибыль организаций (за исключен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ем консолидированных групп налогоплател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2C562F">
                <w:rPr>
                  <w:szCs w:val="28"/>
                </w:rPr>
                <w:t>статьями 227</w:t>
              </w:r>
            </w:hyperlink>
            <w:r w:rsidRPr="002C562F">
              <w:rPr>
                <w:szCs w:val="28"/>
              </w:rPr>
              <w:t xml:space="preserve">, </w:t>
            </w:r>
            <w:hyperlink r:id="rId9" w:history="1">
              <w:r w:rsidRPr="002C562F">
                <w:rPr>
                  <w:szCs w:val="28"/>
                </w:rPr>
                <w:t>227.1</w:t>
              </w:r>
            </w:hyperlink>
            <w:r w:rsidRPr="002C562F">
              <w:rPr>
                <w:szCs w:val="28"/>
              </w:rPr>
              <w:t xml:space="preserve"> и </w:t>
            </w:r>
            <w:hyperlink r:id="rId10" w:history="1">
              <w:r w:rsidRPr="002C562F">
                <w:rPr>
                  <w:szCs w:val="28"/>
                </w:rPr>
                <w:t>228</w:t>
              </w:r>
            </w:hyperlink>
            <w:r w:rsidRPr="002C562F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r w:rsidRPr="002C562F">
              <w:rPr>
                <w:szCs w:val="28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 xml:space="preserve">кой в соответствии со </w:t>
            </w:r>
            <w:hyperlink r:id="rId11" w:history="1">
              <w:r w:rsidRPr="002C562F">
                <w:rPr>
                  <w:szCs w:val="28"/>
                </w:rPr>
                <w:t>статьей 227</w:t>
              </w:r>
            </w:hyperlink>
            <w:r w:rsidRPr="002C562F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 xml:space="preserve">ствии со </w:t>
            </w:r>
            <w:hyperlink r:id="rId12" w:history="1">
              <w:r w:rsidRPr="002C562F">
                <w:rPr>
                  <w:szCs w:val="28"/>
                </w:rPr>
                <w:t>статьей 228</w:t>
              </w:r>
            </w:hyperlink>
            <w:r w:rsidRPr="002C562F">
              <w:rPr>
                <w:szCs w:val="28"/>
              </w:rPr>
              <w:t xml:space="preserve"> Налогового кодекса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доходы физических лиц в виде фикс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рованных авансовых платежей с доходов, пол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2C562F">
                <w:rPr>
                  <w:szCs w:val="28"/>
                </w:rPr>
                <w:t>статьей 227.1</w:t>
              </w:r>
            </w:hyperlink>
            <w:r w:rsidRPr="002C562F">
              <w:rPr>
                <w:szCs w:val="28"/>
              </w:rPr>
              <w:t xml:space="preserve"> Нал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1 03 02110 01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2C562F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стых вин (шампанских), винных напитков, изг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2C562F">
              <w:rPr>
                <w:spacing w:val="-4"/>
                <w:szCs w:val="28"/>
              </w:rPr>
              <w:t>л</w:t>
            </w:r>
            <w:r w:rsidRPr="002C562F">
              <w:rPr>
                <w:spacing w:val="-4"/>
                <w:szCs w:val="28"/>
              </w:rPr>
              <w:t>лята, и (или) фруктового дистиллята), произв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Акцизы на сидр, </w:t>
            </w:r>
            <w:proofErr w:type="spellStart"/>
            <w:r w:rsidRPr="002C562F">
              <w:rPr>
                <w:szCs w:val="28"/>
              </w:rPr>
              <w:t>пуаре</w:t>
            </w:r>
            <w:proofErr w:type="spellEnd"/>
            <w:r w:rsidRPr="002C562F">
              <w:rPr>
                <w:szCs w:val="28"/>
              </w:rPr>
              <w:t>, медовуху, производ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мые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Единый сельскохозяйственный налог (за нал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имущество организаций по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ству, не входящему в Единую систему газ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снабжения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имущество организаций по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ству, входящему в Единую систему газосна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Транспортный налог с организаций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Транспортный налог с физических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игорный бизнес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добычу общераспространенных 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лезных ископаемых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Сбор за пользование объектами водных биол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гических ресурсов (исключая внутренние 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ные объекты)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Сбор за пользование объектами водных биол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гических ресурсов (по внутренним водным объектам)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лей, изменений, вносимых в учредительные д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кументы юридического лица, за государстве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ную регистрацию ликвидации юридического л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ца и другие юридически значимые действия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билизуемый на территориях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билизуемый на территориях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Платежи за добычу подземных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ных полезных ископаемых и подземных вод, и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имущество предприятий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Налог с владельцев транспортных средств и на</w:t>
            </w:r>
            <w:r w:rsidRPr="002C562F">
              <w:rPr>
                <w:spacing w:val="-4"/>
                <w:szCs w:val="28"/>
              </w:rPr>
              <w:softHyphen/>
              <w:t>лог на приобретение автотранспортных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пользователей автомобильных дорог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с продаж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налоги и сборы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 xml:space="preserve">смотренные </w:t>
            </w:r>
            <w:hyperlink r:id="rId14" w:history="1">
              <w:r w:rsidRPr="002C562F">
                <w:rPr>
                  <w:szCs w:val="28"/>
                </w:rPr>
                <w:t>статьей 129.2</w:t>
              </w:r>
            </w:hyperlink>
            <w:r w:rsidRPr="002C562F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06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187 – Федеральное казенное учреждение "Управление финансового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обеспечения Министерства обороны Российской Федерации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Ярославской, Костромской и Вологодской областям"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бе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8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совершение де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2C562F">
              <w:rPr>
                <w:szCs w:val="28"/>
              </w:rPr>
              <w:t>ж</w:t>
            </w:r>
            <w:r w:rsidRPr="002C562F">
              <w:rPr>
                <w:szCs w:val="28"/>
              </w:rPr>
              <w:t>данства Российской Федерации, а также с въе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7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весных грузов по автомобильным дорогам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щего пользования регионального или межм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2C562F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лений общественных объединений, а также за </w:t>
            </w:r>
            <w:r w:rsidRPr="002C562F">
              <w:rPr>
                <w:szCs w:val="28"/>
              </w:rPr>
              <w:lastRenderedPageBreak/>
              <w:t>государственную регистрацию изменений их учредительных документов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нальных отделений политических партий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2C562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2C562F">
              <w:rPr>
                <w:b/>
                <w:szCs w:val="28"/>
              </w:rPr>
              <w:t>322 – Управление Федеральной службы судебных приставов по Яросла</w:t>
            </w:r>
            <w:r w:rsidRPr="002C562F">
              <w:rPr>
                <w:b/>
                <w:szCs w:val="28"/>
              </w:rPr>
              <w:t>в</w:t>
            </w:r>
            <w:r w:rsidRPr="002C562F">
              <w:rPr>
                <w:b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ству, зачисляемые в бюджеты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5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2 02 25114 02 0000 150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ектов "Создание единого цифрового контура в здравоохранении на основе единой госуда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ственной информационной системы здрав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охранения (ЕГИСЗ)"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ные выплаты медицинским работникам (вр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чам, фельдшерам) в возрасте до 50 лет, пр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бывшим (переехавшим) на работу в сельские населенные пункты, либо рабочие поселки, 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бо поселки городского типа, либо города с населением до 50 тыс.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развитие материально-технической базы детских поликлиник и де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36F" w:rsidRPr="002C562F" w:rsidRDefault="00446834" w:rsidP="00206141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развитие паллиативной медици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мыми инфекционными заболеваниями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2C1302" w:rsidRPr="002C562F" w:rsidTr="0046345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2C562F" w:rsidRDefault="002C1302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2C562F" w:rsidRDefault="002C1302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2 02 25382 02 0000 150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2C562F" w:rsidRDefault="002C1302" w:rsidP="002C562F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C1302" w:rsidRPr="002C562F" w:rsidRDefault="002C1302" w:rsidP="002C562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расходов, возн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06826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закупку авиационных работ 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ганами государственной власти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для оказания медицинской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2C562F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2C562F">
              <w:rPr>
                <w:szCs w:val="28"/>
              </w:rPr>
              <w:t>, медицинскими изделиями по реце</w:t>
            </w:r>
            <w:r w:rsidRPr="002C562F">
              <w:rPr>
                <w:szCs w:val="28"/>
              </w:rPr>
              <w:t>п</w:t>
            </w:r>
            <w:r w:rsidRPr="002C562F">
              <w:rPr>
                <w:szCs w:val="28"/>
              </w:rPr>
              <w:t>там на медицинские изделия, а также специал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009EF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2C562F">
              <w:rPr>
                <w:spacing w:val="-2"/>
                <w:szCs w:val="28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 w:rsidRPr="002C562F">
              <w:rPr>
                <w:spacing w:val="-2"/>
                <w:szCs w:val="28"/>
              </w:rPr>
              <w:t>референс</w:t>
            </w:r>
            <w:proofErr w:type="spellEnd"/>
            <w:r w:rsidRPr="002C562F">
              <w:rPr>
                <w:spacing w:val="-2"/>
                <w:szCs w:val="28"/>
              </w:rPr>
              <w:t xml:space="preserve">-центров для проведения </w:t>
            </w:r>
            <w:proofErr w:type="spellStart"/>
            <w:r w:rsidRPr="002C562F">
              <w:rPr>
                <w:spacing w:val="-2"/>
                <w:szCs w:val="28"/>
              </w:rPr>
              <w:t>иммуногистохимических</w:t>
            </w:r>
            <w:proofErr w:type="spellEnd"/>
            <w:r w:rsidRPr="002C562F">
              <w:rPr>
                <w:spacing w:val="-2"/>
                <w:szCs w:val="28"/>
              </w:rPr>
              <w:t>, патомо</w:t>
            </w:r>
            <w:r w:rsidRPr="002C562F">
              <w:rPr>
                <w:spacing w:val="-2"/>
                <w:szCs w:val="28"/>
              </w:rPr>
              <w:t>р</w:t>
            </w:r>
            <w:r w:rsidRPr="002C562F">
              <w:rPr>
                <w:spacing w:val="-2"/>
                <w:szCs w:val="28"/>
              </w:rPr>
              <w:t>фологических исследований и лучевых методов исследований, переоснащение сети регионал</w:t>
            </w:r>
            <w:r w:rsidRPr="002C562F">
              <w:rPr>
                <w:spacing w:val="-2"/>
                <w:szCs w:val="28"/>
              </w:rPr>
              <w:t>ь</w:t>
            </w:r>
            <w:r w:rsidRPr="002C562F">
              <w:rPr>
                <w:spacing w:val="-2"/>
                <w:szCs w:val="28"/>
              </w:rPr>
              <w:t>ных медицинских организаций, оказывающих помощь больным онкологическими заболеван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ями в субъектах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оснащение медицинских организаций пер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lastRenderedPageBreak/>
              <w:t>движными медицинскими комплексами для оказания медицинской помощи жителям нас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ленных пунктов с численностью населения до 100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дистых центров и первичных сосудистых отд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191C6D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и замену фельдшерских, фельдше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ско-акушерских пунктов и врачебных амбул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торий для населенных пунктов с численностью населения от 100 до 2000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ционные мероприятия, связанные с обеспеч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нием лиц лекарственными препаратами, пре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назначенными для лечения больных гемофил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 xml:space="preserve">ей, </w:t>
            </w:r>
            <w:proofErr w:type="spellStart"/>
            <w:r w:rsidRPr="002C562F">
              <w:rPr>
                <w:szCs w:val="28"/>
              </w:rPr>
              <w:t>муковисцидозом</w:t>
            </w:r>
            <w:proofErr w:type="spellEnd"/>
            <w:r w:rsidRPr="002C562F">
              <w:rPr>
                <w:szCs w:val="28"/>
              </w:rPr>
              <w:t>, гипофизарным нанизмом, болезнью Гоше, злокачественными новообр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зованиями лимфоидной, кроветворной и ро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 xml:space="preserve">ственных им тканей, рассеянным склерозом, </w:t>
            </w:r>
            <w:proofErr w:type="spellStart"/>
            <w:r w:rsidRPr="002C562F">
              <w:rPr>
                <w:szCs w:val="28"/>
              </w:rPr>
              <w:t>гемолитико</w:t>
            </w:r>
            <w:proofErr w:type="spellEnd"/>
            <w:r w:rsidRPr="002C562F">
              <w:rPr>
                <w:szCs w:val="28"/>
              </w:rPr>
              <w:t>-уремическим синдромом, юнош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ским артритом с системным началом, </w:t>
            </w:r>
            <w:proofErr w:type="spellStart"/>
            <w:r w:rsidRPr="002C562F">
              <w:rPr>
                <w:szCs w:val="28"/>
              </w:rPr>
              <w:t>мукоп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лисахаридозом</w:t>
            </w:r>
            <w:proofErr w:type="spellEnd"/>
            <w:r w:rsidRPr="002C562F">
              <w:rPr>
                <w:szCs w:val="28"/>
              </w:rPr>
              <w:t xml:space="preserve"> I, II и VI типов, а также после трансплантации органов и (или</w:t>
            </w:r>
            <w:proofErr w:type="gramEnd"/>
            <w:r w:rsidRPr="002C562F">
              <w:rPr>
                <w:szCs w:val="28"/>
              </w:rPr>
              <w:t>) тканей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2 02 45295 02 0000 150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6D52B3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 w:rsidRPr="002C562F">
              <w:rPr>
                <w:szCs w:val="28"/>
              </w:rPr>
              <w:t>скринингов</w:t>
            </w:r>
            <w:proofErr w:type="spellEnd"/>
            <w:r w:rsidRPr="002C562F">
              <w:rPr>
                <w:szCs w:val="28"/>
              </w:rPr>
              <w:t xml:space="preserve"> лицам старше 65 лет, проживающим в сельской мес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ности, на выявление отдельных социально зн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чимых неинфекционных заболеваний, оказ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вающих вклад в структуру смертности насел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ния, с возможностью доставки данных лиц в медицинские организации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4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вой инфекции граждан старше трудоспособн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возраста из групп риска, проживающих в 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ганизациях социального обслуживания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2 02 49001 02 0000 150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прочих межбю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тов, имеющих целевое назначение, прошлых лет из бюджетов государственных внебюдже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фондов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субсидий на реализацию </w:t>
            </w:r>
            <w:proofErr w:type="gramStart"/>
            <w:r w:rsidRPr="002C562F">
              <w:rPr>
                <w:szCs w:val="28"/>
              </w:rPr>
              <w:t>от-дельных</w:t>
            </w:r>
            <w:proofErr w:type="gramEnd"/>
            <w:r w:rsidRPr="002C562F">
              <w:rPr>
                <w:szCs w:val="28"/>
              </w:rPr>
              <w:t xml:space="preserve"> мероприятий государственной про-граммы Российской Федерации "Развитие здр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воохранения"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2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софинансиров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2C562F">
              <w:rPr>
                <w:szCs w:val="28"/>
              </w:rPr>
              <w:t>х</w:t>
            </w:r>
            <w:r w:rsidRPr="002C562F">
              <w:rPr>
                <w:szCs w:val="28"/>
              </w:rPr>
              <w:t>нологичной медицинской помощи, не вкл</w:t>
            </w:r>
            <w:r w:rsidRPr="002C562F">
              <w:rPr>
                <w:szCs w:val="28"/>
              </w:rPr>
              <w:t>ю</w:t>
            </w:r>
            <w:r w:rsidRPr="002C562F">
              <w:rPr>
                <w:szCs w:val="28"/>
              </w:rPr>
              <w:t>ченной в базовую программу обязательного медицинского страхования из бюджетов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софинансиров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ние государственных программ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субвенций </w:t>
            </w:r>
            <w:proofErr w:type="gramStart"/>
            <w:r w:rsidRPr="002C562F">
              <w:rPr>
                <w:szCs w:val="28"/>
              </w:rPr>
              <w:t>на оказание о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дельным категориям граждан социальной усл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ги по обеспечению лекарственными препарат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2C562F">
              <w:rPr>
                <w:szCs w:val="28"/>
              </w:rPr>
              <w:t>, медицинскими изделиями по рецептам на медицинские изд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2 19 45106 02 0000 150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за счет средств резервного фонда Прав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2 19 45623 02 0000 150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2 19 45625 02 0000 150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2 19 45631 02 0000 150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2 19 45646 02 0000 150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2C562F">
              <w:rPr>
                <w:spacing w:val="-4"/>
                <w:szCs w:val="28"/>
              </w:rPr>
              <w:t>ь</w:t>
            </w:r>
            <w:r w:rsidRPr="002C562F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</w:t>
            </w:r>
            <w:r w:rsidRPr="002C562F">
              <w:rPr>
                <w:spacing w:val="-4"/>
                <w:szCs w:val="28"/>
              </w:rPr>
              <w:t>д</w:t>
            </w:r>
            <w:r w:rsidRPr="002C562F">
              <w:rPr>
                <w:spacing w:val="-4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на приобретение передвижных медици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ских комплексов для оказания медицинской п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мощи жителям населенных пунктов с численн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9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 в целях развития паллиативной мед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2 19 45678 02 0000 150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на внедрение медицинских информац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онных систем в медицинских организациях гос</w:t>
            </w:r>
            <w:r w:rsidRPr="002C562F">
              <w:rPr>
                <w:spacing w:val="-4"/>
                <w:szCs w:val="28"/>
              </w:rPr>
              <w:t>у</w:t>
            </w:r>
            <w:r w:rsidRPr="002C562F">
              <w:rPr>
                <w:spacing w:val="-4"/>
                <w:szCs w:val="28"/>
              </w:rPr>
              <w:t>дарственной и муниципальной систем здрав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охранения, оказывающих первичную медико-санитарную помощь,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телей до 50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ности и техническое оснащение детских и к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кольных театров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1D36" w:rsidRPr="002C562F" w:rsidTr="00534A7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2C562F" w:rsidRDefault="00DD1D36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2C562F" w:rsidRDefault="00DD1D36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2 02 45453 02 0000 150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2C562F" w:rsidRDefault="00DD1D36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DD1D36" w:rsidRPr="002C562F" w:rsidRDefault="00DD1D36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держку творческой деятельности и укрепление 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902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рации от возврата остатков субсидий на обесп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2C562F">
              <w:rPr>
                <w:szCs w:val="28"/>
              </w:rPr>
              <w:t>2 19 25466 02 0000 150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тво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ческой деятельности и укрепление материал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C562F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2C562F">
              <w:rPr>
                <w:szCs w:val="28"/>
              </w:rPr>
              <w:t>л</w:t>
            </w:r>
            <w:r w:rsidRPr="002C562F">
              <w:rPr>
                <w:szCs w:val="28"/>
              </w:rPr>
              <w:t>номочий Российской Федерации в области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2C562F">
              <w:rPr>
                <w:szCs w:val="28"/>
              </w:rPr>
              <w:t>апостиля</w:t>
            </w:r>
            <w:proofErr w:type="spellEnd"/>
            <w:r w:rsidRPr="002C562F">
              <w:rPr>
                <w:szCs w:val="28"/>
              </w:rPr>
              <w:t xml:space="preserve"> на док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ментах государственного образца об образов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2 02 25097 02 0000 150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ности, условий для занятий физической кул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2 02 25173 02 0000 150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2C562F">
              <w:rPr>
                <w:szCs w:val="28"/>
              </w:rPr>
              <w:t>Кванториум</w:t>
            </w:r>
            <w:proofErr w:type="spellEnd"/>
            <w:r w:rsidRPr="002C562F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2 02 25175 02 0000 150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ключевых центров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вития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внедрение целевой модели ци</w:t>
            </w:r>
            <w:r w:rsidRPr="002C562F">
              <w:rPr>
                <w:szCs w:val="28"/>
              </w:rPr>
              <w:t>ф</w:t>
            </w:r>
            <w:r w:rsidRPr="002C562F">
              <w:rPr>
                <w:szCs w:val="28"/>
              </w:rPr>
              <w:t>ровой образовательной среды в общеобразов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тельных организациях и профессиональных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43075" w:rsidRPr="002C562F" w:rsidTr="008770A8">
        <w:trPr>
          <w:gridAfter w:val="1"/>
          <w:wAfter w:w="213" w:type="dxa"/>
          <w:trHeight w:val="10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центров цифрового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разования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043075" w:rsidRPr="002C562F" w:rsidRDefault="00043075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43075" w:rsidRPr="002C562F" w:rsidTr="008770A8">
        <w:trPr>
          <w:gridAfter w:val="1"/>
          <w:wAfter w:w="213" w:type="dxa"/>
          <w:trHeight w:val="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мобильных технопа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ков "</w:t>
            </w:r>
            <w:proofErr w:type="spellStart"/>
            <w:r w:rsidRPr="002C562F">
              <w:rPr>
                <w:szCs w:val="28"/>
              </w:rPr>
              <w:t>Кванториум</w:t>
            </w:r>
            <w:proofErr w:type="spellEnd"/>
            <w:r w:rsidRPr="002C562F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043075" w:rsidRPr="002C562F" w:rsidRDefault="00043075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2 02 25534 02 0000 150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8D3A3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зования людьми с ограниченными возможн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стями здоровья посредством разработки норм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тивно-методической базы и поддержки иници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тивных проектов в субъектах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2 02 35260 02 0000 150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2C562F">
              <w:rPr>
                <w:iCs/>
                <w:szCs w:val="28"/>
              </w:rPr>
              <w:t>о</w:t>
            </w:r>
            <w:r w:rsidRPr="002C562F">
              <w:rPr>
                <w:iCs/>
                <w:szCs w:val="28"/>
              </w:rPr>
              <w:t>бия при всех формах устройства детей, лише</w:t>
            </w:r>
            <w:r w:rsidRPr="002C562F">
              <w:rPr>
                <w:iCs/>
                <w:szCs w:val="28"/>
              </w:rPr>
              <w:t>н</w:t>
            </w:r>
            <w:r w:rsidRPr="002C562F">
              <w:rPr>
                <w:iCs/>
                <w:szCs w:val="28"/>
              </w:rPr>
              <w:t>ных родительского попечения, в семью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с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дерации </w:t>
            </w:r>
            <w:proofErr w:type="gramStart"/>
            <w:r w:rsidRPr="002C562F">
              <w:rPr>
                <w:szCs w:val="28"/>
              </w:rPr>
              <w:t>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2C562F">
              <w:rPr>
                <w:szCs w:val="28"/>
              </w:rPr>
              <w:t xml:space="preserve">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капитальный ремонт, ремонт, реконструкцию и реставрацию зданий и сооружений и благоустройство территории, приобретение оборудования и мебели за счет средств резервного фонда Президента Росси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2 18 49999 02 0000 150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B108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2 19 25027 02 0000 150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043FDE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создание в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щеобразовательных организациях, распол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женных в сельской местности, условий для 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нятий физической культурой и спортом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3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субсидий </w:t>
            </w:r>
            <w:proofErr w:type="gramStart"/>
            <w:r w:rsidRPr="002C562F">
              <w:rPr>
                <w:szCs w:val="28"/>
              </w:rPr>
              <w:t>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организациях из бюджетов</w:t>
            </w:r>
            <w:proofErr w:type="gramEnd"/>
            <w:r w:rsidRPr="002C562F">
              <w:rPr>
                <w:szCs w:val="28"/>
              </w:rPr>
              <w:t xml:space="preserve">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2 19 25533 02 0000 150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разработку и распространение в системах среднего профе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сионального, высшего образования новых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технологий и форм организации образовательного процесса в субъектах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2 19 25534 02 0000 150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создание усл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вий для получения среднего профессиональн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и высшего образования людьми с огран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ченными возможностями здоровья посредством разработки нормативно-методической базы и поддержки инициативных проектов 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тах Российской Федерации из бюджетов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развитие наци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нально-региональной системы независимой оценки качества общего образования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формирование современных управленческих и организацио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но-</w:t>
            </w:r>
            <w:proofErr w:type="gramStart"/>
            <w:r w:rsidRPr="002C562F">
              <w:rPr>
                <w:szCs w:val="28"/>
              </w:rPr>
              <w:t>экономических механизмов</w:t>
            </w:r>
            <w:proofErr w:type="gramEnd"/>
            <w:r w:rsidRPr="002C562F">
              <w:rPr>
                <w:szCs w:val="28"/>
              </w:rPr>
              <w:t xml:space="preserve"> в системе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полнительного образования детей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3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тодических объединений в субъектах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выплату един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временного пособия при всех формах устро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ства детей, лишенных родительского попеч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lastRenderedPageBreak/>
              <w:t>ния, в семью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фертов, передаваемых для компенсации допо</w:t>
            </w:r>
            <w:r w:rsidRPr="002C562F">
              <w:rPr>
                <w:szCs w:val="28"/>
              </w:rPr>
              <w:t>л</w:t>
            </w:r>
            <w:r w:rsidRPr="002C562F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капитальный ремонт, ремонт, реко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струкцию и реставрацию зданий и сооружений и благоустройство территории, приобретение оборудования и мебели за счет средств резер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2C562F">
              <w:rPr>
                <w:iCs/>
                <w:szCs w:val="28"/>
              </w:rPr>
              <w:t>к</w:t>
            </w:r>
            <w:r w:rsidRPr="002C562F">
              <w:rPr>
                <w:iCs/>
                <w:szCs w:val="28"/>
              </w:rPr>
              <w:t>тов в сфере информационных технологий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9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2 02 25209 02 0000 150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социальных пр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 субъектов Российской Федерации, св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занных с укреплением материально-техни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ческой базы организаций социального обслуж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 населения, оказанием адресной социал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помощи неработающим пенсионерам, об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чением компьютерной грамотности неработа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3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Возврат остатков субсидий на поддержку рег</w:t>
            </w:r>
            <w:r w:rsidRPr="002C562F">
              <w:rPr>
                <w:iCs/>
                <w:szCs w:val="28"/>
              </w:rPr>
              <w:t>и</w:t>
            </w:r>
            <w:r w:rsidRPr="002C562F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28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  <w:r w:rsidRPr="002C562F">
              <w:rPr>
                <w:iCs/>
                <w:spacing w:val="-2"/>
                <w:szCs w:val="28"/>
              </w:rPr>
              <w:t>Возврат остатков субсидий прошлых лет на с</w:t>
            </w:r>
            <w:r w:rsidRPr="002C562F">
              <w:rPr>
                <w:iCs/>
                <w:spacing w:val="-2"/>
                <w:szCs w:val="28"/>
              </w:rPr>
              <w:t>о</w:t>
            </w:r>
            <w:r w:rsidRPr="002C562F">
              <w:rPr>
                <w:iCs/>
                <w:spacing w:val="-2"/>
                <w:szCs w:val="28"/>
              </w:rPr>
              <w:t>финансирование социальных программ субъе</w:t>
            </w:r>
            <w:r w:rsidRPr="002C562F">
              <w:rPr>
                <w:iCs/>
                <w:spacing w:val="-2"/>
                <w:szCs w:val="28"/>
              </w:rPr>
              <w:t>к</w:t>
            </w:r>
            <w:r w:rsidRPr="002C562F">
              <w:rPr>
                <w:iCs/>
                <w:spacing w:val="-2"/>
                <w:szCs w:val="28"/>
              </w:rPr>
              <w:t>тов Российской Федерации, связанных с укре</w:t>
            </w:r>
            <w:r w:rsidRPr="002C562F">
              <w:rPr>
                <w:iCs/>
                <w:spacing w:val="-2"/>
                <w:szCs w:val="28"/>
              </w:rPr>
              <w:t>п</w:t>
            </w:r>
            <w:r w:rsidRPr="002C562F">
              <w:rPr>
                <w:iCs/>
                <w:spacing w:val="-2"/>
                <w:szCs w:val="28"/>
              </w:rPr>
              <w:t>лением материально-технической базы орган</w:t>
            </w:r>
            <w:r w:rsidRPr="002C562F">
              <w:rPr>
                <w:iCs/>
                <w:spacing w:val="-2"/>
                <w:szCs w:val="28"/>
              </w:rPr>
              <w:t>и</w:t>
            </w:r>
            <w:r w:rsidRPr="002C562F">
              <w:rPr>
                <w:iCs/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2C562F">
              <w:rPr>
                <w:iCs/>
                <w:spacing w:val="-2"/>
                <w:szCs w:val="28"/>
              </w:rPr>
              <w:t>а</w:t>
            </w:r>
            <w:r w:rsidRPr="002C562F">
              <w:rPr>
                <w:iCs/>
                <w:spacing w:val="-2"/>
                <w:szCs w:val="28"/>
              </w:rPr>
              <w:t>ботающим пенсионерам, обучением компью</w:t>
            </w:r>
            <w:r w:rsidRPr="002C562F">
              <w:rPr>
                <w:iCs/>
                <w:spacing w:val="-2"/>
                <w:szCs w:val="28"/>
              </w:rPr>
              <w:softHyphen/>
              <w:t>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6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36F" w:rsidRPr="002C562F" w:rsidRDefault="00446834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120690">
        <w:trPr>
          <w:gridAfter w:val="1"/>
          <w:wAfter w:w="213" w:type="dxa"/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Субсидии бюджетам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на повышение продуктивности в м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лочном скотоводстве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 развития агропромышленного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D5E6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обеспечение устойчивого разв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мелиорации земель сельскохозяйственного назначения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2C562F">
              <w:rPr>
                <w:iCs/>
              </w:rPr>
              <w:t>2 02 27567 02 0000 150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C25F2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промышленном комплексе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B6316B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2C562F" w:rsidRDefault="00B6316B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2C562F" w:rsidRDefault="00B6316B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2 02 45472 02 0000 150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2C562F" w:rsidRDefault="00B6316B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</w:t>
            </w:r>
            <w:r w:rsidRPr="002C562F">
              <w:rPr>
                <w:szCs w:val="28"/>
              </w:rPr>
              <w:t>г</w:t>
            </w:r>
            <w:r w:rsidRPr="002C562F">
              <w:rPr>
                <w:szCs w:val="28"/>
              </w:rPr>
              <w:t>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B6316B" w:rsidRPr="002C562F" w:rsidRDefault="00B6316B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A156C" w:rsidRPr="002C562F" w:rsidTr="002C562F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2C562F" w:rsidRDefault="001A156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2C562F" w:rsidRDefault="001A156C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2 02 45480 02 0000 150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2C562F" w:rsidRDefault="001A156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системы поддержки фермеров и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витие сельской кооперации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A156C" w:rsidRPr="002C562F" w:rsidRDefault="001A156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роприятий федеральной целевой программы "Устойчивое развитие сельских территорий на 2014 </w:t>
            </w:r>
            <w:r w:rsidR="00BE736F" w:rsidRPr="002C562F">
              <w:rPr>
                <w:szCs w:val="28"/>
              </w:rPr>
              <w:t>-</w:t>
            </w:r>
            <w:r w:rsidRPr="002C562F">
              <w:rPr>
                <w:szCs w:val="28"/>
              </w:rPr>
              <w:t xml:space="preserve">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эк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менного животноводства из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7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1 килограмм 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ализованного и (или) отгруженного на со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эк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9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затрат сельскохозяйственных товаропрои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водителей на уплату страховой премии, начи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5F6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нач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нающих фермеров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развитие семе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долгосрочным, сре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оказание несв</w:t>
            </w:r>
            <w:r w:rsidRPr="002C562F">
              <w:rPr>
                <w:szCs w:val="28"/>
              </w:rPr>
              <w:t>я</w:t>
            </w:r>
            <w:r w:rsidRPr="002C562F">
              <w:rPr>
                <w:szCs w:val="28"/>
              </w:rPr>
              <w:t>занной поддержки сельскохозяйственным тов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ропроизводителям в области развития прои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водства семенного картофеля и овощей откр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того грунта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рудования на цели предоставления субсидии,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развитие молочного скот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струкцию объектов для молочного скотово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ства из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7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переработку продукции ра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тениеводства и животноводства в области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вития оптово-распределительных центров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оказание несв</w:t>
            </w:r>
            <w:r w:rsidRPr="002C562F">
              <w:rPr>
                <w:szCs w:val="28"/>
              </w:rPr>
              <w:t>я</w:t>
            </w:r>
            <w:r w:rsidRPr="002C562F">
              <w:rPr>
                <w:szCs w:val="28"/>
              </w:rPr>
              <w:t>занной поддержки сельскохозяйственным тов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повышение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дуктивности в молочном скотоводстве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содействие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2C562F">
              <w:rPr>
                <w:szCs w:val="28"/>
              </w:rPr>
              <w:t>м</w:t>
            </w:r>
            <w:r w:rsidRPr="002C562F">
              <w:rPr>
                <w:szCs w:val="28"/>
              </w:rPr>
              <w:t>плекса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2C562F">
              <w:rPr>
                <w:szCs w:val="28"/>
              </w:rPr>
              <w:t>м</w:t>
            </w:r>
            <w:r w:rsidRPr="002C562F">
              <w:rPr>
                <w:szCs w:val="28"/>
              </w:rPr>
              <w:t>плексе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47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1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21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22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175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23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hanging="20"/>
              <w:rPr>
                <w:szCs w:val="28"/>
              </w:rPr>
            </w:pPr>
            <w:r w:rsidRPr="002C562F">
              <w:rPr>
                <w:szCs w:val="28"/>
              </w:rPr>
              <w:t>Возврат централизованных кредитов</w:t>
            </w:r>
            <w:r w:rsidR="00AF633B" w:rsidRPr="002C562F">
              <w:rPr>
                <w:szCs w:val="28"/>
              </w:rPr>
              <w:t xml:space="preserve">, выданных в 1992 </w:t>
            </w:r>
            <w:r w:rsidR="0005524E" w:rsidRPr="002C562F">
              <w:rPr>
                <w:szCs w:val="28"/>
              </w:rPr>
              <w:t>-</w:t>
            </w:r>
            <w:r w:rsidR="00AF633B" w:rsidRPr="002C562F">
              <w:rPr>
                <w:szCs w:val="28"/>
              </w:rPr>
              <w:t xml:space="preserve"> 1994 годах сельхозтовар</w:t>
            </w:r>
            <w:r w:rsidR="00F808C2" w:rsidRPr="002C562F">
              <w:rPr>
                <w:szCs w:val="28"/>
              </w:rPr>
              <w:t>о</w:t>
            </w:r>
            <w:r w:rsidR="00AF633B" w:rsidRPr="002C562F">
              <w:rPr>
                <w:szCs w:val="28"/>
              </w:rPr>
              <w:t>производит</w:t>
            </w:r>
            <w:r w:rsidR="00AF633B" w:rsidRPr="002C562F">
              <w:rPr>
                <w:szCs w:val="28"/>
              </w:rPr>
              <w:t>е</w:t>
            </w:r>
            <w:r w:rsidR="00AF633B" w:rsidRPr="002C562F">
              <w:rPr>
                <w:szCs w:val="28"/>
              </w:rPr>
              <w:t xml:space="preserve">лям Ярославской области, </w:t>
            </w:r>
            <w:r w:rsidRPr="002C562F">
              <w:rPr>
                <w:szCs w:val="28"/>
              </w:rPr>
              <w:t>предоставленных другим бюджетам бюджетной системы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в валюте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hanging="2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20"/>
              <w:rPr>
                <w:szCs w:val="28"/>
              </w:rPr>
            </w:pPr>
            <w:r w:rsidRPr="002C562F">
              <w:rPr>
                <w:szCs w:val="28"/>
              </w:rPr>
              <w:t>Увеличение финансовых активов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Уменьшение финансовых активов в собстве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Увеличение финансовых активов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2C562F">
              <w:rPr>
                <w:szCs w:val="28"/>
              </w:rPr>
              <w:t>Федерации</w:t>
            </w:r>
            <w:proofErr w:type="gramEnd"/>
            <w:r w:rsidRPr="002C562F">
              <w:rPr>
                <w:szCs w:val="28"/>
              </w:rPr>
              <w:t xml:space="preserve"> и лицевые счета которым открыты в территор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2 02 15009 02 0000 150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Дотации бюджетам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на частичную компенсацию дополн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лодежного предпринимательства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Единая субвенция бюджетам субъектов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2 08 02000 02 0000 150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Перечисления из бюджетов субъектов Росси</w:t>
            </w:r>
            <w:r w:rsidRPr="002C562F">
              <w:rPr>
                <w:spacing w:val="-4"/>
                <w:szCs w:val="28"/>
              </w:rPr>
              <w:t>й</w:t>
            </w:r>
            <w:r w:rsidRPr="002C562F">
              <w:rPr>
                <w:spacing w:val="-4"/>
                <w:szCs w:val="28"/>
              </w:rPr>
              <w:t>ской Федерации (в бюджеты субъектов Росси</w:t>
            </w:r>
            <w:r w:rsidRPr="002C562F">
              <w:rPr>
                <w:spacing w:val="-4"/>
                <w:szCs w:val="28"/>
              </w:rPr>
              <w:t>й</w:t>
            </w:r>
            <w:r w:rsidRPr="002C562F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2C562F">
              <w:rPr>
                <w:spacing w:val="-4"/>
                <w:szCs w:val="28"/>
              </w:rPr>
              <w:t>у</w:t>
            </w:r>
            <w:r w:rsidRPr="002C562F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ленных на излишне взысканные суммы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тельства, включая крестьянские (фермерские) хозяйства, а также на реализацию мероприятий по поддержке молодежного предпринимател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ства из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2C562F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2C562F">
              <w:rPr>
                <w:color w:val="000000" w:themeColor="text1"/>
                <w:szCs w:val="28"/>
              </w:rPr>
              <w:t>е</w:t>
            </w:r>
            <w:r w:rsidRPr="002C562F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гулируемых органами государственной власти субъектов Российской Федерации, налагаемые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исполнительной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строительство и реконструкцию (модернизацию) объектов питьевого водосна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31" w:rsidRPr="002C562F" w:rsidTr="002C562F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2C562F" w:rsidRDefault="007F3431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2C562F" w:rsidRDefault="007F3431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2 02 45424 02 0000 150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2C562F" w:rsidRDefault="007F3431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телях Всероссийского конкурса лучших прое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создания комфортной городской среды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7F3431" w:rsidRPr="002C562F" w:rsidRDefault="007F3431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Безвозмездные поступления в бюджеты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 от государстве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ной корпорации - Фонда содействия реформ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06141" w:rsidRDefault="00446834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06141">
              <w:rPr>
                <w:spacing w:val="-4"/>
                <w:szCs w:val="28"/>
              </w:rPr>
              <w:t>Доходы бюджетов субъектов Российской Фед</w:t>
            </w:r>
            <w:r w:rsidRPr="00206141">
              <w:rPr>
                <w:spacing w:val="-4"/>
                <w:szCs w:val="28"/>
              </w:rPr>
              <w:t>е</w:t>
            </w:r>
            <w:r w:rsidRPr="00206141">
              <w:rPr>
                <w:spacing w:val="-4"/>
                <w:szCs w:val="28"/>
              </w:rPr>
              <w:t>рации от возврата остатков субсидий на по</w:t>
            </w:r>
            <w:r w:rsidRPr="00206141">
              <w:rPr>
                <w:spacing w:val="-4"/>
                <w:szCs w:val="28"/>
              </w:rPr>
              <w:t>д</w:t>
            </w:r>
            <w:r w:rsidRPr="00206141">
              <w:rPr>
                <w:spacing w:val="-4"/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206141">
              <w:rPr>
                <w:spacing w:val="-4"/>
                <w:szCs w:val="28"/>
              </w:rPr>
              <w:t>о</w:t>
            </w:r>
            <w:r w:rsidRPr="00206141">
              <w:rPr>
                <w:spacing w:val="-4"/>
                <w:szCs w:val="28"/>
              </w:rPr>
              <w:t>грамм формирования современной городской среды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по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об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2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909 – Департамент труда и социальной поддержки населения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2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дарственной программы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 "Доступная среда"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2 02 25209 02 0000 150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Субсидии бюджетам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0C1587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осуществление ежемесячной выпл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в связи с рождением (усыновлением) первого ребенка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2 02 43009 02 0000 150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за, Героев Российской Федерации и полных к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2 02 45293 02 0000 150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5265B7" w:rsidRPr="002C562F" w:rsidTr="002C562F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2C562F" w:rsidRDefault="005265B7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2C562F" w:rsidRDefault="005265B7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2 02 49010 02 0000 150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2C562F" w:rsidRDefault="005265B7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 бюджетам субъектов Российской Федерации, за счет средств резервного фонда Правительства</w:t>
            </w:r>
          </w:p>
          <w:p w:rsidR="005265B7" w:rsidRPr="002C562F" w:rsidRDefault="005265B7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Московской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5265B7" w:rsidRPr="002C562F" w:rsidRDefault="005265B7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24500B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сийской Федерации "Доступная среда" </w:t>
            </w:r>
            <w:r w:rsidR="007F35F6"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2011</w:t>
            </w:r>
            <w:r w:rsidR="0005524E"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-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2020 годы из бюджетов муниципал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Доходы бюджетов субъектов Российской Фед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нам при возникновении поствакцинальных осложнений в соответствии с Федеральным з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коном от 17 сентября 1998 года № 157-ФЗ "Об</w:t>
            </w:r>
            <w:r w:rsidR="007F35F6" w:rsidRPr="002C562F">
              <w:rPr>
                <w:spacing w:val="-2"/>
                <w:szCs w:val="28"/>
              </w:rPr>
              <w:t> </w:t>
            </w:r>
            <w:r w:rsidRPr="002C562F">
              <w:rPr>
                <w:spacing w:val="-2"/>
                <w:szCs w:val="28"/>
              </w:rPr>
              <w:t>иммунопрофилактике инфекционных б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лезней" из бюджетов муниципальных образов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36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 года № 81-ФЗ "О государственных пос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скими лицами), в соответствии с Федеральным законом от 19 мая 1995 года № 81-ФЗ "О 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479" w:rsidRPr="002C562F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2C562F" w:rsidRDefault="00C57479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2C562F" w:rsidRDefault="00C57479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2C562F" w:rsidRDefault="00C57479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полнение полномочий Российской Федерации по осуществлению ежемесячной выплаты в связи с рождением</w:t>
            </w:r>
            <w:proofErr w:type="gram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(усыновлением) первого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бенка из бюджетов муниципальных образов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C57479" w:rsidRPr="002C562F" w:rsidRDefault="00C57479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043FDE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рации "Доступная среда" на 2011 </w:t>
            </w:r>
            <w:r w:rsidR="0005524E"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тября 1998 года № 157-ФЗ "Об иммунопроф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3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1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 "О</w:t>
            </w:r>
            <w:r w:rsidR="00EA622E"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государственных пособиях гражданам, им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36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 года № 81-ФЗ "О государственных пособ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ях гражданам, имеющим детей" из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B6751" w:rsidRPr="002C562F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2C562F" w:rsidRDefault="001B6751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2C562F" w:rsidRDefault="001B6751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2C562F" w:rsidRDefault="001B6751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выполнение по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номочий Российской Федерации по осуществл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B6751" w:rsidRPr="002C562F" w:rsidRDefault="001B6751" w:rsidP="002C562F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7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Возврат остатков субсидий прошлых лет на с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финансирование социальных программ субъе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тов Российской Федерации, связанных с укре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п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лением материально-технической базы орган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5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2C562F" w:rsidRDefault="00446834" w:rsidP="002C562F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3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разреш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ния на установку рекламной конструкции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ственных товариществ и обществ, или див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дендов по акциям, принадлежащим субъектам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2C562F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2C562F">
              <w:rPr>
                <w:spacing w:val="-2"/>
                <w:szCs w:val="28"/>
              </w:rPr>
              <w:t>л</w:t>
            </w:r>
            <w:r w:rsidRPr="002C562F">
              <w:rPr>
                <w:spacing w:val="-2"/>
                <w:szCs w:val="28"/>
              </w:rPr>
              <w:t>номочий по управлению и распоряжению кот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2C562F">
              <w:rPr>
                <w:spacing w:val="-2"/>
                <w:szCs w:val="28"/>
              </w:rPr>
              <w:t>д</w:t>
            </w:r>
            <w:r w:rsidRPr="002C562F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сдачи в аренду имущества, наход</w:t>
            </w:r>
            <w:r w:rsidRPr="002C562F">
              <w:rPr>
                <w:snapToGrid w:val="0"/>
                <w:szCs w:val="28"/>
              </w:rPr>
              <w:t>я</w:t>
            </w:r>
            <w:r w:rsidRPr="002C562F">
              <w:rPr>
                <w:snapToGrid w:val="0"/>
                <w:szCs w:val="28"/>
              </w:rPr>
              <w:t>щегося в оперативном управлении органов го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номных учреждений субъектов Российской Ф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61983" w:rsidRPr="002C562F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2C562F" w:rsidRDefault="00361983" w:rsidP="002C562F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2C562F" w:rsidRDefault="00361983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1 11 05072 02 0000 120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2C562F" w:rsidRDefault="00361983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сдачи в аренду имущества, соста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ляющего казну субъекта Российской Федер</w:t>
            </w:r>
            <w:r w:rsidRPr="002C562F">
              <w:rPr>
                <w:snapToGrid w:val="0"/>
                <w:szCs w:val="28"/>
              </w:rPr>
              <w:t>а</w:t>
            </w:r>
            <w:r w:rsidRPr="002C562F">
              <w:rPr>
                <w:snapToGrid w:val="0"/>
                <w:szCs w:val="28"/>
              </w:rPr>
              <w:t>ции (за исключением земельных участков)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61983" w:rsidRPr="002C562F" w:rsidRDefault="00361983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Плата по соглашениям об установлении серв</w:t>
            </w:r>
            <w:r w:rsidRPr="002C562F">
              <w:rPr>
                <w:snapToGrid w:val="0"/>
                <w:szCs w:val="28"/>
              </w:rPr>
              <w:t>и</w:t>
            </w:r>
            <w:r w:rsidRPr="002C562F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2C562F">
              <w:rPr>
                <w:snapToGrid w:val="0"/>
                <w:szCs w:val="28"/>
              </w:rPr>
              <w:t>у</w:t>
            </w:r>
            <w:r w:rsidRPr="002C562F">
              <w:rPr>
                <w:snapToGrid w:val="0"/>
                <w:szCs w:val="28"/>
              </w:rPr>
              <w:t>дарственными или муниципальными предпри</w:t>
            </w:r>
            <w:r w:rsidRPr="002C562F">
              <w:rPr>
                <w:snapToGrid w:val="0"/>
                <w:szCs w:val="28"/>
              </w:rPr>
              <w:t>я</w:t>
            </w:r>
            <w:r w:rsidRPr="002C562F">
              <w:rPr>
                <w:snapToGrid w:val="0"/>
                <w:szCs w:val="28"/>
              </w:rPr>
              <w:t>тиями либо государственными или муниц</w:t>
            </w:r>
            <w:r w:rsidRPr="002C562F">
              <w:rPr>
                <w:snapToGrid w:val="0"/>
                <w:szCs w:val="28"/>
              </w:rPr>
              <w:t>и</w:t>
            </w:r>
            <w:r w:rsidRPr="002C562F">
              <w:rPr>
                <w:snapToGrid w:val="0"/>
                <w:szCs w:val="28"/>
              </w:rPr>
              <w:t>пальными учреждениями в отношении земел</w:t>
            </w:r>
            <w:r w:rsidRPr="002C562F">
              <w:rPr>
                <w:snapToGrid w:val="0"/>
                <w:szCs w:val="28"/>
              </w:rPr>
              <w:t>ь</w:t>
            </w:r>
            <w:r w:rsidRPr="002C562F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(за исключением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Прочие поступления от использования имущ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ства, находящегося в собственности субъектов Российской Федерации (за исключением им</w:t>
            </w:r>
            <w:r w:rsidRPr="002C562F">
              <w:rPr>
                <w:snapToGrid w:val="0"/>
                <w:szCs w:val="28"/>
              </w:rPr>
              <w:t>у</w:t>
            </w:r>
            <w:r w:rsidRPr="002C562F">
              <w:rPr>
                <w:snapToGrid w:val="0"/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2C562F">
              <w:rPr>
                <w:snapToGrid w:val="0"/>
                <w:szCs w:val="28"/>
              </w:rPr>
              <w:t>д</w:t>
            </w:r>
            <w:r w:rsidRPr="002C562F">
              <w:rPr>
                <w:snapToGrid w:val="0"/>
                <w:szCs w:val="28"/>
              </w:rPr>
              <w:t>приятий субъектов Российской Федерации, в том числе казенных)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Плата за проведение государственной экспе</w:t>
            </w:r>
            <w:r w:rsidRPr="002C562F">
              <w:rPr>
                <w:snapToGrid w:val="0"/>
                <w:szCs w:val="28"/>
              </w:rPr>
              <w:t>р</w:t>
            </w:r>
            <w:r w:rsidRPr="002C562F">
              <w:rPr>
                <w:snapToGrid w:val="0"/>
                <w:szCs w:val="28"/>
              </w:rPr>
              <w:t>тизы запасов полезных ископаемых, геологич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ской, экономической и экологической инфо</w:t>
            </w:r>
            <w:r w:rsidRPr="002C562F">
              <w:rPr>
                <w:snapToGrid w:val="0"/>
                <w:szCs w:val="28"/>
              </w:rPr>
              <w:t>р</w:t>
            </w:r>
            <w:r w:rsidRPr="002C562F">
              <w:rPr>
                <w:snapToGrid w:val="0"/>
                <w:szCs w:val="28"/>
              </w:rPr>
              <w:t>мации о предоставляемых в пользование учас</w:t>
            </w:r>
            <w:r w:rsidRPr="002C562F">
              <w:rPr>
                <w:snapToGrid w:val="0"/>
                <w:szCs w:val="28"/>
              </w:rPr>
              <w:t>т</w:t>
            </w:r>
            <w:r w:rsidRPr="002C562F">
              <w:rPr>
                <w:snapToGrid w:val="0"/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 xml:space="preserve">тономных учреждений субъектов Российской </w:t>
            </w:r>
            <w:r w:rsidRPr="002C562F">
              <w:rPr>
                <w:snapToGrid w:val="0"/>
                <w:szCs w:val="28"/>
              </w:rPr>
              <w:lastRenderedPageBreak/>
              <w:t>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2C562F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2C562F">
              <w:rPr>
                <w:snapToGrid w:val="0"/>
                <w:spacing w:val="-6"/>
                <w:szCs w:val="28"/>
              </w:rPr>
              <w:t>я</w:t>
            </w:r>
            <w:r w:rsidRPr="002C562F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2C562F">
              <w:rPr>
                <w:snapToGrid w:val="0"/>
                <w:spacing w:val="-6"/>
                <w:szCs w:val="28"/>
              </w:rPr>
              <w:t>т</w:t>
            </w:r>
            <w:r w:rsidRPr="002C562F">
              <w:rPr>
                <w:snapToGrid w:val="0"/>
                <w:spacing w:val="-6"/>
                <w:szCs w:val="28"/>
              </w:rPr>
              <w:t>ных и автономных учреждений субъектов Ро</w:t>
            </w:r>
            <w:r w:rsidRPr="002C562F">
              <w:rPr>
                <w:snapToGrid w:val="0"/>
                <w:spacing w:val="-6"/>
                <w:szCs w:val="28"/>
              </w:rPr>
              <w:t>с</w:t>
            </w:r>
            <w:r w:rsidRPr="002C562F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2C562F">
              <w:rPr>
                <w:snapToGrid w:val="0"/>
                <w:spacing w:val="-6"/>
                <w:szCs w:val="28"/>
              </w:rPr>
              <w:t>р</w:t>
            </w:r>
            <w:r w:rsidRPr="002C562F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2C562F">
              <w:rPr>
                <w:snapToGrid w:val="0"/>
                <w:spacing w:val="-6"/>
                <w:szCs w:val="28"/>
              </w:rPr>
              <w:t>с</w:t>
            </w:r>
            <w:r w:rsidRPr="002C562F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2C562F">
              <w:rPr>
                <w:snapToGrid w:val="0"/>
                <w:spacing w:val="-6"/>
                <w:szCs w:val="28"/>
              </w:rPr>
              <w:t>а</w:t>
            </w:r>
            <w:r w:rsidRPr="002C562F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иного имущества, нах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дящегося в собственности субъектов Росси</w:t>
            </w:r>
            <w:r w:rsidRPr="002C562F">
              <w:rPr>
                <w:snapToGrid w:val="0"/>
                <w:szCs w:val="28"/>
              </w:rPr>
              <w:t>й</w:t>
            </w:r>
            <w:r w:rsidRPr="002C562F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трактной системе в сфере закупок товаров, 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DC750B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бот, услуг для обеспечения государственных и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 для нужд муниципал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горо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мун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сел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горо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говорам найма специализированных жилых помещений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ванных жилых помещений из бюджетов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3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2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ров для организаций народного хозяйства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84403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4403" w:rsidRPr="002C562F" w:rsidRDefault="00284403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4403" w:rsidRPr="002C562F" w:rsidRDefault="00284403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2 18 35930 02 0000 150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4403" w:rsidRPr="002C562F" w:rsidRDefault="00284403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субвенций на государственную регистрацию актов гражда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ского состояния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84403" w:rsidRPr="002C562F" w:rsidRDefault="00284403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2C562F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2C562F">
              <w:rPr>
                <w:b/>
                <w:szCs w:val="28"/>
              </w:rPr>
              <w:t>и</w:t>
            </w:r>
            <w:r w:rsidRPr="002C562F">
              <w:rPr>
                <w:b/>
                <w:szCs w:val="28"/>
              </w:rPr>
              <w:t>тике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left="617" w:hanging="617"/>
              <w:jc w:val="left"/>
              <w:rPr>
                <w:b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06141" w:rsidRDefault="00446834" w:rsidP="002C562F">
            <w:pPr>
              <w:pStyle w:val="ConsCell"/>
              <w:widowControl/>
              <w:rPr>
                <w:spacing w:val="-4"/>
                <w:szCs w:val="28"/>
              </w:rPr>
            </w:pP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Субсидии бюджетам субъектов Российской Ф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приобретение спортивного оборуд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DC750B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B051F2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, реализуемых в суб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Федерации, по итогам пров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дения Всероссийского конкурса лучших реги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нальных практик поддержки </w:t>
            </w:r>
            <w:proofErr w:type="spell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"Р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гион добрых дел"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2015 - 2020 годы из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225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по обеспечению жильем молодых семей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лище" на 2015 </w:t>
            </w:r>
            <w:r w:rsidR="0005524E" w:rsidRPr="002C56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2020 годы из бюджетов суб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из бюджетов субъектов Российской Фед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по обеспечению жильем молодых семей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af"/>
              <w:rPr>
                <w:sz w:val="28"/>
                <w:szCs w:val="28"/>
              </w:rPr>
            </w:pPr>
            <w:r w:rsidRPr="002C562F">
              <w:rPr>
                <w:sz w:val="28"/>
                <w:szCs w:val="28"/>
              </w:rPr>
              <w:t xml:space="preserve">924 </w:t>
            </w:r>
            <w:r w:rsidRPr="002C562F">
              <w:rPr>
                <w:b w:val="0"/>
                <w:sz w:val="28"/>
                <w:szCs w:val="28"/>
              </w:rPr>
              <w:t>–</w:t>
            </w:r>
            <w:r w:rsidRPr="002C562F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f"/>
              <w:rPr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D3B5B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2C562F">
              <w:rPr>
                <w:szCs w:val="28"/>
              </w:rPr>
              <w:t>программ развития жилищн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lastRenderedPageBreak/>
              <w:t>го строительства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2 02 25209 02 0000 15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дополнительных мест для детей в возрасте от 1,5 до 3 лет в образов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 по образовательным программам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2 02 25495 02 0000 15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федеральной цел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ры и спорта в Российской Федерации</w:t>
            </w:r>
            <w:r w:rsidR="00B7049F"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49F" w:rsidRPr="002C562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на 2016 - 2020 годы"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 xml:space="preserve">2 02 25520 02 </w:t>
            </w:r>
            <w:r w:rsidRPr="002C562F">
              <w:rPr>
                <w:szCs w:val="28"/>
                <w:lang w:val="en-US"/>
              </w:rPr>
              <w:t>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F130DA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зданию в субъектах Российской Федерации 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вых мест в общеобразовательных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B04" w:rsidRPr="002C562F" w:rsidTr="00B46845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B04" w:rsidRPr="002C562F" w:rsidRDefault="00E04B0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B04" w:rsidRPr="002C562F" w:rsidRDefault="00E04B0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2 02 27139 02 0000 150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B04" w:rsidRPr="002C562F" w:rsidRDefault="00E04B0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структуры региональной собственности для 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04B04" w:rsidRPr="002C562F" w:rsidRDefault="00E04B0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2 02 27217 02 0000 150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муниципальной собственности для занятий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2 02 35134 02 0000 15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печении жильем ветеранов Великой Отеч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ственной войны 1941 - 1945 годов"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2 02 35135 02 0000 150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2 02 35176 02 0000 150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ной защите инвалидов 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1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2 02 45159 02 0000 150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дополнительных мест для детей в во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расте от 2 месяцев до 3 лет в образовательных организациях, осуществляющих образовател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ную деятельность по образовательным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2 02 45426 02 0000 150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2 02 49000 02 0000 150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межбюджетные трансферты, передав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емые бюджетам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2C562F">
              <w:rPr>
                <w:szCs w:val="28"/>
              </w:rPr>
              <w:t xml:space="preserve">2 03 02040 02 0000 </w:t>
            </w:r>
            <w:r w:rsidRPr="002C562F">
              <w:rPr>
                <w:szCs w:val="28"/>
                <w:lang w:val="en-US"/>
              </w:rPr>
              <w:t>1</w:t>
            </w:r>
            <w:r w:rsidRPr="002C562F">
              <w:rPr>
                <w:szCs w:val="28"/>
              </w:rPr>
              <w:t>5</w:t>
            </w:r>
            <w:r w:rsidRPr="002C562F">
              <w:rPr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Безвозмездные поступления в бюджеты субъе</w:t>
            </w:r>
            <w:r w:rsidRPr="002C562F">
              <w:rPr>
                <w:spacing w:val="-2"/>
                <w:szCs w:val="28"/>
              </w:rPr>
              <w:t>к</w:t>
            </w:r>
            <w:r w:rsidRPr="002C562F">
              <w:rPr>
                <w:spacing w:val="-2"/>
                <w:szCs w:val="28"/>
              </w:rPr>
              <w:t>тов Российской Федерации от государственной корпорации - Фонда содействия реформиров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лищного фонда с учетом необходимости разв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ф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нансовое обеспечение мероприятий федерал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дерации </w:t>
            </w:r>
            <w:proofErr w:type="gramStart"/>
            <w:r w:rsidRPr="002C562F">
              <w:rPr>
                <w:szCs w:val="28"/>
              </w:rPr>
              <w:t>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2C562F">
              <w:rPr>
                <w:szCs w:val="28"/>
              </w:rPr>
              <w:t xml:space="preserve">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1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</w:rPr>
              <w:t>2 18 35485 02 0000 150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4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pacing w:val="-2"/>
                <w:szCs w:val="28"/>
              </w:rPr>
              <w:t>Доходы бюджетов субъектов Российской Фед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рации от возврата остатков иных межбюдже</w:t>
            </w:r>
            <w:r w:rsidRPr="002C562F">
              <w:rPr>
                <w:spacing w:val="-2"/>
                <w:szCs w:val="28"/>
              </w:rPr>
              <w:t>т</w:t>
            </w:r>
            <w:r w:rsidRPr="002C562F">
              <w:rPr>
                <w:spacing w:val="-2"/>
                <w:szCs w:val="28"/>
              </w:rPr>
              <w:t xml:space="preserve">ных трансфертов на реализацию мероприятий </w:t>
            </w:r>
            <w:r w:rsidRPr="002C562F">
              <w:rPr>
                <w:szCs w:val="28"/>
              </w:rPr>
              <w:t>по подготовке и проведению чемпионата мира по футболу в 2018 году 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вой программы "Развитие физической культ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lastRenderedPageBreak/>
              <w:t xml:space="preserve">ры и спорта в Российской Федерации </w:t>
            </w:r>
            <w:r w:rsidR="008C7F37" w:rsidRPr="002C562F">
              <w:rPr>
                <w:szCs w:val="28"/>
              </w:rPr>
              <w:br/>
            </w:r>
            <w:r w:rsidRPr="002C562F">
              <w:rPr>
                <w:szCs w:val="28"/>
              </w:rPr>
              <w:t>на 2016 - 2020 годы"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7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субсидий </w:t>
            </w:r>
            <w:proofErr w:type="gramStart"/>
            <w:r w:rsidRPr="002C562F">
              <w:rPr>
                <w:szCs w:val="28"/>
              </w:rPr>
              <w:t>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организациях из бюджетов</w:t>
            </w:r>
            <w:proofErr w:type="gramEnd"/>
            <w:r w:rsidRPr="002C562F">
              <w:rPr>
                <w:szCs w:val="28"/>
              </w:rPr>
              <w:t xml:space="preserve">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</w:rPr>
              <w:t>2 19 35485 02 0000 150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 на реализацию мероприятий по подг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товке и проведению чемпионата мира по фу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2 19 52090 02 0000 15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субсидий прошлых лет на с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финансирование социальных программ субъе</w:t>
            </w:r>
            <w:r w:rsidRPr="002C562F">
              <w:rPr>
                <w:spacing w:val="-4"/>
                <w:szCs w:val="28"/>
              </w:rPr>
              <w:t>к</w:t>
            </w:r>
            <w:r w:rsidRPr="002C562F">
              <w:rPr>
                <w:spacing w:val="-4"/>
                <w:szCs w:val="28"/>
              </w:rPr>
              <w:t>тов Российской Федерации, связанных с укре</w:t>
            </w:r>
            <w:r w:rsidRPr="002C562F">
              <w:rPr>
                <w:spacing w:val="-4"/>
                <w:szCs w:val="28"/>
              </w:rPr>
              <w:t>п</w:t>
            </w:r>
            <w:r w:rsidRPr="002C562F">
              <w:rPr>
                <w:spacing w:val="-4"/>
                <w:szCs w:val="28"/>
              </w:rPr>
              <w:t>лением материально-технической базы орган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Платежи, взимаемые государственными орган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ми (организациями)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9</w:t>
            </w:r>
            <w:r w:rsidRPr="002C562F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нистративных правонарушениях, предусмотре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ные статьей 20.25 Кодекса Российской Федер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вым такси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2 02 27386 02 0000 150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0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2 02 25086 02 0000 150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смотренных региональной программой перес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ления, включенной в Государственную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грамму по оказанию содействия добровольн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му переселению в Российскую Федерацию с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отечественников, проживающих за рубежом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4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 xml:space="preserve">2 02 </w:t>
            </w:r>
            <w:r w:rsidRPr="002C562F">
              <w:rPr>
                <w:szCs w:val="28"/>
              </w:rPr>
              <w:t>35290</w:t>
            </w:r>
            <w:r w:rsidRPr="002C562F">
              <w:rPr>
                <w:szCs w:val="28"/>
                <w:lang w:val="en-US"/>
              </w:rPr>
              <w:t xml:space="preserve"> </w:t>
            </w:r>
            <w:r w:rsidRPr="002C562F">
              <w:rPr>
                <w:szCs w:val="28"/>
              </w:rPr>
              <w:t xml:space="preserve">02 </w:t>
            </w:r>
            <w:r w:rsidRPr="002C562F">
              <w:rPr>
                <w:szCs w:val="28"/>
                <w:lang w:val="en-US"/>
              </w:rPr>
              <w:t>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2 02 45291 02 0000 150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Межбюджетные трансферты, передаваемые бюджетам субъектов Российской Федерации на повышение эффективности службы занятости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2 02 45294 02 0000 150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</w:rPr>
            </w:pPr>
            <w:r w:rsidRPr="002C562F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</w:t>
            </w:r>
            <w:r w:rsidRPr="002C562F">
              <w:rPr>
                <w:iCs/>
                <w:color w:val="000000"/>
              </w:rPr>
              <w:t>а</w:t>
            </w:r>
            <w:r w:rsidRPr="002C562F">
              <w:rPr>
                <w:iCs/>
                <w:color w:val="000000"/>
              </w:rPr>
              <w:t xml:space="preserve">ния лиц </w:t>
            </w:r>
            <w:proofErr w:type="spellStart"/>
            <w:r w:rsidRPr="002C562F">
              <w:rPr>
                <w:iCs/>
                <w:color w:val="000000"/>
              </w:rPr>
              <w:t>предпенсионного</w:t>
            </w:r>
            <w:proofErr w:type="spellEnd"/>
            <w:r w:rsidRPr="002C562F">
              <w:rPr>
                <w:iCs/>
                <w:color w:val="000000"/>
              </w:rPr>
              <w:t xml:space="preserve"> возраста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iCs/>
                <w:color w:val="000000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2 02 45461 02 0000 150</w:t>
            </w:r>
          </w:p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iCs/>
                <w:color w:val="000000"/>
                <w:sz w:val="24"/>
                <w:szCs w:val="24"/>
              </w:rPr>
            </w:pPr>
            <w:r w:rsidRPr="002C562F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iCs/>
                <w:color w:val="000000"/>
              </w:rPr>
            </w:pPr>
          </w:p>
        </w:tc>
      </w:tr>
      <w:tr w:rsidR="009C0ABD" w:rsidRPr="002C562F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ABD" w:rsidRPr="002C562F" w:rsidRDefault="009C0ABD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ABD" w:rsidRPr="002C562F" w:rsidRDefault="009C0ABD" w:rsidP="002C562F">
            <w:pPr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2 02 45569 02 0000 150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0ABD" w:rsidRPr="002C562F" w:rsidRDefault="009C0ABD" w:rsidP="002C562F">
            <w:pPr>
              <w:spacing w:line="240" w:lineRule="auto"/>
              <w:ind w:firstLine="0"/>
              <w:rPr>
                <w:iCs/>
                <w:color w:val="000000"/>
                <w:spacing w:val="-2"/>
              </w:rPr>
            </w:pPr>
            <w:r w:rsidRPr="002C562F">
              <w:rPr>
                <w:iCs/>
                <w:color w:val="000000"/>
                <w:spacing w:val="-2"/>
              </w:rPr>
              <w:t>Межбюджетные трансферты, передаваемые бюджетам субъектов Российской Федерации на переобучение, повышение квалификации рабо</w:t>
            </w:r>
            <w:r w:rsidRPr="002C562F">
              <w:rPr>
                <w:iCs/>
                <w:color w:val="000000"/>
                <w:spacing w:val="-2"/>
              </w:rPr>
              <w:t>т</w:t>
            </w:r>
            <w:r w:rsidRPr="002C562F">
              <w:rPr>
                <w:iCs/>
                <w:color w:val="000000"/>
                <w:spacing w:val="-2"/>
              </w:rPr>
              <w:t>ников предприятий в целях поддержки занят</w:t>
            </w:r>
            <w:r w:rsidRPr="002C562F">
              <w:rPr>
                <w:iCs/>
                <w:color w:val="000000"/>
                <w:spacing w:val="-2"/>
              </w:rPr>
              <w:t>о</w:t>
            </w:r>
            <w:r w:rsidRPr="002C562F">
              <w:rPr>
                <w:iCs/>
                <w:color w:val="000000"/>
                <w:spacing w:val="-2"/>
              </w:rPr>
              <w:t>сти и повышения эффективности рынка труда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9C0ABD" w:rsidRPr="002C562F" w:rsidRDefault="009C0ABD" w:rsidP="002C562F">
            <w:pPr>
              <w:spacing w:line="240" w:lineRule="auto"/>
              <w:ind w:firstLine="0"/>
              <w:rPr>
                <w:iCs/>
                <w:color w:val="000000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2 18 52900 02 0000 150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бюджета Пенсио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2 19 25086 02 0000 15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 xml:space="preserve">2 19 </w:t>
            </w:r>
            <w:r w:rsidRPr="002C562F">
              <w:rPr>
                <w:szCs w:val="28"/>
              </w:rPr>
              <w:t>35290</w:t>
            </w:r>
            <w:r w:rsidRPr="002C562F">
              <w:rPr>
                <w:szCs w:val="28"/>
                <w:lang w:val="en-US"/>
              </w:rPr>
              <w:t xml:space="preserve">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1032-I "О занятости населения в Российской Федерации" из бюджетов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b/>
                <w:szCs w:val="28"/>
              </w:rPr>
              <w:lastRenderedPageBreak/>
              <w:t>936 – Департамент лесного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</w:t>
            </w:r>
            <w:r w:rsidRPr="002C562F">
              <w:rPr>
                <w:szCs w:val="28"/>
                <w:lang w:val="en-US"/>
              </w:rPr>
              <w:t>3</w:t>
            </w:r>
            <w:r w:rsidRPr="002C562F">
              <w:rPr>
                <w:szCs w:val="28"/>
              </w:rPr>
              <w:t xml:space="preserve"> 0</w:t>
            </w:r>
            <w:r w:rsidRPr="002C562F">
              <w:rPr>
                <w:szCs w:val="28"/>
                <w:lang w:val="en-US"/>
              </w:rPr>
              <w:t>141</w:t>
            </w:r>
            <w:r w:rsidRPr="002C562F">
              <w:rPr>
                <w:szCs w:val="28"/>
              </w:rPr>
              <w:t>0 0</w:t>
            </w:r>
            <w:r w:rsidRPr="002C562F">
              <w:rPr>
                <w:szCs w:val="28"/>
                <w:lang w:val="en-US"/>
              </w:rPr>
              <w:t>1</w:t>
            </w:r>
            <w:r w:rsidRPr="002C562F">
              <w:rPr>
                <w:szCs w:val="28"/>
              </w:rPr>
              <w:t xml:space="preserve"> 0000 1</w:t>
            </w:r>
            <w:r w:rsidRPr="002C562F">
              <w:rPr>
                <w:szCs w:val="28"/>
                <w:lang w:val="en-US"/>
              </w:rPr>
              <w:t>3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Суммы по искам о возмещении вреда, прич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ненного окружающей среде, подлежащие 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числению в бюджеты муниципальных районов</w:t>
            </w:r>
          </w:p>
          <w:p w:rsidR="00206141" w:rsidRPr="002C562F" w:rsidRDefault="00206141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2C562F">
              <w:rPr>
                <w:spacing w:val="-2"/>
                <w:szCs w:val="28"/>
              </w:rPr>
              <w:t>д</w:t>
            </w:r>
            <w:r w:rsidRPr="002C562F">
              <w:rPr>
                <w:spacing w:val="-2"/>
                <w:szCs w:val="28"/>
              </w:rPr>
              <w:t xml:space="preserve">министративных </w:t>
            </w:r>
            <w:r w:rsidRPr="002C562F">
              <w:rPr>
                <w:spacing w:val="-4"/>
                <w:szCs w:val="28"/>
              </w:rPr>
              <w:t>правонарушениях, предусмо</w:t>
            </w:r>
            <w:r w:rsidRPr="002C562F">
              <w:rPr>
                <w:spacing w:val="-4"/>
                <w:szCs w:val="28"/>
              </w:rPr>
              <w:t>т</w:t>
            </w:r>
            <w:r w:rsidRPr="002C562F">
              <w:rPr>
                <w:spacing w:val="-4"/>
                <w:szCs w:val="28"/>
              </w:rPr>
              <w:t>ренные статьей 20.25 Кодекса Российской Фед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рации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2C562F">
              <w:rPr>
                <w:snapToGrid w:val="0"/>
                <w:szCs w:val="28"/>
              </w:rPr>
              <w:t>л</w:t>
            </w:r>
            <w:r w:rsidRPr="002C562F">
              <w:rPr>
                <w:snapToGrid w:val="0"/>
                <w:szCs w:val="28"/>
              </w:rPr>
              <w:t>номочий в области лесных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2C562F">
              <w:rPr>
                <w:iCs/>
              </w:rPr>
              <w:t>2 02 35429 02 0000 150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2C562F">
              <w:rPr>
                <w:szCs w:val="28"/>
              </w:rPr>
              <w:t>лесовосст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новления</w:t>
            </w:r>
            <w:proofErr w:type="spell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8A3508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2C562F">
              <w:rPr>
                <w:iCs/>
              </w:rPr>
              <w:t>2 02 35430 02 0000 150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2C562F">
              <w:rPr>
                <w:szCs w:val="28"/>
              </w:rPr>
              <w:t>л</w:t>
            </w:r>
            <w:r w:rsidRPr="002C562F">
              <w:rPr>
                <w:szCs w:val="28"/>
              </w:rPr>
              <w:t>няющих мероприятия по воспроизводству 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2C562F">
              <w:rPr>
                <w:szCs w:val="28"/>
              </w:rPr>
              <w:t>лесовосстановл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нию</w:t>
            </w:r>
            <w:proofErr w:type="spellEnd"/>
            <w:r w:rsidRPr="002C562F">
              <w:rPr>
                <w:szCs w:val="28"/>
              </w:rPr>
              <w:t xml:space="preserve"> и лесоразведению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ind w:firstLine="0"/>
              <w:jc w:val="left"/>
              <w:rPr>
                <w:iCs/>
              </w:rPr>
            </w:pPr>
            <w:r w:rsidRPr="002C562F">
              <w:rPr>
                <w:iCs/>
              </w:rPr>
              <w:t>2 02 35432 02 0000 150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2C562F">
              <w:rPr>
                <w:spacing w:val="-2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2C562F">
              <w:rPr>
                <w:spacing w:val="-2"/>
                <w:szCs w:val="28"/>
              </w:rPr>
              <w:t xml:space="preserve"> </w:t>
            </w:r>
            <w:proofErr w:type="spellStart"/>
            <w:r w:rsidRPr="002C562F">
              <w:rPr>
                <w:spacing w:val="-2"/>
                <w:szCs w:val="28"/>
              </w:rPr>
              <w:t>лесопожарной</w:t>
            </w:r>
            <w:proofErr w:type="spellEnd"/>
            <w:r w:rsidRPr="002C562F">
              <w:rPr>
                <w:spacing w:val="-2"/>
                <w:szCs w:val="28"/>
              </w:rPr>
              <w:t xml:space="preserve"> техникой и оборудованием для проведения ко</w:t>
            </w:r>
            <w:r w:rsidRPr="002C562F">
              <w:rPr>
                <w:spacing w:val="-2"/>
                <w:szCs w:val="28"/>
              </w:rPr>
              <w:t>м</w:t>
            </w:r>
            <w:r w:rsidRPr="002C562F">
              <w:rPr>
                <w:spacing w:val="-2"/>
                <w:szCs w:val="28"/>
              </w:rPr>
              <w:t>плекса мероприятий по охране лесов от пожаров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2C562F">
              <w:rPr>
                <w:snapToGrid w:val="0"/>
                <w:szCs w:val="28"/>
              </w:rPr>
              <w:t>т</w:t>
            </w:r>
            <w:r w:rsidRPr="002C562F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446834" w:rsidRPr="002C562F" w:rsidRDefault="00446834" w:rsidP="002C562F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F43D3C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6973E3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446834" w:rsidRPr="002C562F" w:rsidRDefault="00446834" w:rsidP="002C562F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2E63C8">
        <w:trPr>
          <w:gridAfter w:val="1"/>
          <w:wAfter w:w="213" w:type="dxa"/>
          <w:trHeight w:val="22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2E63C8">
        <w:trPr>
          <w:gridAfter w:val="1"/>
          <w:wAfter w:w="213" w:type="dxa"/>
          <w:trHeight w:val="22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исполн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дачу дубликата указанного документа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2C562F" w:rsidTr="00120690">
        <w:trPr>
          <w:gridAfter w:val="1"/>
          <w:wAfter w:w="213" w:type="dxa"/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проведение государственной экспе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тизы запасов полезных ископаемых, геологич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ской, экономической и экологической инфо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мации о предоставляемых в пользование учас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E63C8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2E63C8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E63C8" w:rsidRDefault="00446834" w:rsidP="002C562F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2E63C8">
              <w:rPr>
                <w:spacing w:val="-4"/>
                <w:szCs w:val="28"/>
              </w:rPr>
              <w:t>Денежные взыскания (штрафы) за нарушение з</w:t>
            </w:r>
            <w:r w:rsidRPr="002E63C8">
              <w:rPr>
                <w:spacing w:val="-4"/>
                <w:szCs w:val="28"/>
              </w:rPr>
              <w:t>а</w:t>
            </w:r>
            <w:r w:rsidRPr="002E63C8">
              <w:rPr>
                <w:spacing w:val="-4"/>
                <w:szCs w:val="28"/>
              </w:rPr>
              <w:t>конодательства Российской Федерации о недрах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2E63C8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7049F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E63C8">
        <w:trPr>
          <w:gridAfter w:val="1"/>
          <w:wAfter w:w="213" w:type="dxa"/>
          <w:trHeight w:val="3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9765D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2C562F">
              <w:rPr>
                <w:snapToGrid w:val="0"/>
                <w:szCs w:val="28"/>
              </w:rPr>
              <w:t>1 16 2508</w:t>
            </w:r>
            <w:r w:rsidRPr="002C562F">
              <w:rPr>
                <w:snapToGrid w:val="0"/>
                <w:szCs w:val="28"/>
                <w:lang w:val="en-US"/>
              </w:rPr>
              <w:t>5</w:t>
            </w:r>
            <w:r w:rsidRPr="002C562F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9765D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9765D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мероприятия федеральной цел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2 02 25057 02 0000 150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2 02 25297 02 0000 150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введение в промышленную эк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плуатацию мощностей по обработке твердых коммунальных отходов и мощностей по утил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зации отходов и фракций после обработки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ственности субъектов Российской Федерации</w:t>
            </w:r>
          </w:p>
          <w:p w:rsidR="002E63C8" w:rsidRPr="002C562F" w:rsidRDefault="002E63C8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2C562F">
              <w:rPr>
                <w:snapToGrid w:val="0"/>
                <w:szCs w:val="28"/>
              </w:rPr>
              <w:t>л</w:t>
            </w:r>
            <w:r w:rsidRPr="002C562F">
              <w:rPr>
                <w:snapToGrid w:val="0"/>
                <w:szCs w:val="28"/>
              </w:rPr>
              <w:t>номочий в области водных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6973E3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2C562F">
              <w:rPr>
                <w:snapToGrid w:val="0"/>
                <w:spacing w:val="-4"/>
                <w:szCs w:val="28"/>
              </w:rPr>
              <w:t>Прочие межбюджетные трансферты, передава</w:t>
            </w:r>
            <w:r w:rsidRPr="002C562F">
              <w:rPr>
                <w:snapToGrid w:val="0"/>
                <w:spacing w:val="-4"/>
                <w:szCs w:val="28"/>
              </w:rPr>
              <w:t>е</w:t>
            </w:r>
            <w:r w:rsidRPr="002C562F">
              <w:rPr>
                <w:snapToGrid w:val="0"/>
                <w:spacing w:val="-4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6973E3">
        <w:trPr>
          <w:gridAfter w:val="1"/>
          <w:wAfter w:w="213" w:type="dxa"/>
          <w:trHeight w:val="19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бюджетов субъектов Российской Ф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 в 2012 - 2020 годах"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6973E3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деральной целевой программы "Развитие вод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2C562F">
              <w:rPr>
                <w:snapToGrid w:val="0"/>
                <w:szCs w:val="28"/>
              </w:rPr>
              <w:t>а</w:t>
            </w:r>
            <w:r w:rsidRPr="002C562F">
              <w:rPr>
                <w:snapToGrid w:val="0"/>
                <w:szCs w:val="28"/>
              </w:rPr>
              <w:t>ции в 2012 - 2020 годах" из бюджетов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6973E3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2C562F">
              <w:rPr>
                <w:snapToGrid w:val="0"/>
                <w:szCs w:val="28"/>
              </w:rPr>
              <w:t>т</w:t>
            </w:r>
            <w:r w:rsidRPr="002C562F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2C562F" w:rsidTr="006973E3">
        <w:trPr>
          <w:gridAfter w:val="1"/>
          <w:wAfter w:w="213" w:type="dxa"/>
          <w:trHeight w:val="19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Доходы от сдачи в аренду имущества, находящ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гося в оперативном управлении органов госуда</w:t>
            </w:r>
            <w:r w:rsidRPr="002C562F">
              <w:rPr>
                <w:spacing w:val="-4"/>
                <w:szCs w:val="28"/>
              </w:rPr>
              <w:t>р</w:t>
            </w:r>
            <w:r w:rsidRPr="002C562F">
              <w:rPr>
                <w:spacing w:val="-4"/>
                <w:szCs w:val="28"/>
              </w:rPr>
              <w:t>ственной власти субъектов Российской Федер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ции и созданных ими учреждений (за исключ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нием имущества бюджетных и автономных учреждений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2C562F">
        <w:trPr>
          <w:gridAfter w:val="1"/>
          <w:wAfter w:w="213" w:type="dxa"/>
          <w:trHeight w:val="19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2 02 45296 02 0000 150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"Повышение произв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дительности труда и поддержка занятости"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9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реал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зацию мероприятий федеральной целевой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граммы "Развитие внутреннего и въездного т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ризма в Российской Федерации (2011 - 2018 г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принимательства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1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2C562F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2C562F">
              <w:rPr>
                <w:iCs/>
                <w:szCs w:val="28"/>
              </w:rPr>
              <w:t>т</w:t>
            </w:r>
            <w:r w:rsidRPr="002C562F">
              <w:rPr>
                <w:iCs/>
                <w:szCs w:val="28"/>
              </w:rPr>
              <w:t>нокультурному развитию народов России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Возврат остатков субсидий на мероприятия по поддержке социально ориентированных н</w:t>
            </w:r>
            <w:r w:rsidRPr="002C562F">
              <w:rPr>
                <w:iCs/>
                <w:szCs w:val="28"/>
              </w:rPr>
              <w:t>е</w:t>
            </w:r>
            <w:r w:rsidRPr="002C562F">
              <w:rPr>
                <w:iCs/>
                <w:szCs w:val="28"/>
              </w:rPr>
              <w:t>коммерческих организаций из бюджетов суб</w:t>
            </w:r>
            <w:r w:rsidRPr="002C562F">
              <w:rPr>
                <w:iCs/>
                <w:szCs w:val="28"/>
              </w:rPr>
              <w:t>ъ</w:t>
            </w:r>
            <w:r w:rsidRPr="002C562F">
              <w:rPr>
                <w:iCs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Возврат остатков субсидий на реализацию м</w:t>
            </w:r>
            <w:r w:rsidRPr="002C562F">
              <w:rPr>
                <w:iCs/>
                <w:szCs w:val="28"/>
              </w:rPr>
              <w:t>е</w:t>
            </w:r>
            <w:r w:rsidRPr="002C562F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2C562F">
              <w:rPr>
                <w:iCs/>
                <w:szCs w:val="28"/>
              </w:rPr>
              <w:t>е</w:t>
            </w:r>
            <w:r w:rsidRPr="002C562F">
              <w:rPr>
                <w:iCs/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7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7EBC" w:rsidRPr="002C562F" w:rsidRDefault="00E87EBC" w:rsidP="002C562F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Государственная пошлина за совершение де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ствий уполномоченными органами исполн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тельной власти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ции, связанных с выдачей документов о пров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2C562F">
              <w:rPr>
                <w:szCs w:val="28"/>
              </w:rPr>
              <w:t>мототранспор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</w:t>
            </w:r>
            <w:proofErr w:type="spellEnd"/>
            <w:r w:rsidRPr="002C562F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2C562F">
              <w:rPr>
                <w:szCs w:val="28"/>
              </w:rPr>
              <w:t xml:space="preserve"> или пришедших в негодность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3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1 16 51020 02 0000 140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1 16 51030 02 0000 140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соблюдение муниципальных правовых актов,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1 16 51040 02 0000 140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10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9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960 – Департамент экономики и стратегического планирования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 ко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трактной системе в сфере закупок товаров, 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1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 ко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1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 ко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66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7EBC" w:rsidRPr="002C562F" w:rsidTr="002E63C8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ходов, направленных на покрытие процесс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альных издержек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b/>
                <w:szCs w:val="28"/>
              </w:rPr>
            </w:pPr>
            <w:r w:rsidRPr="002C562F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2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жение по автомобильным дорогам транспор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средств, осуществляющих перевозки опа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2C562F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2C562F">
              <w:rPr>
                <w:snapToGrid w:val="0"/>
                <w:szCs w:val="28"/>
              </w:rPr>
              <w:t>а</w:t>
            </w:r>
            <w:r w:rsidRPr="002C562F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2C562F">
              <w:rPr>
                <w:snapToGrid w:val="0"/>
                <w:szCs w:val="28"/>
              </w:rPr>
              <w:t>ъ</w:t>
            </w:r>
            <w:r w:rsidRPr="002C562F">
              <w:rPr>
                <w:snapToGrid w:val="0"/>
                <w:szCs w:val="28"/>
              </w:rPr>
              <w:t>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3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от реализации соглашений об установл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нии сервитутов в отношении земельных учас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тельства (реконструкции), капитального ремо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Доходы от эксплуатации и использования </w:t>
            </w:r>
            <w:proofErr w:type="gramStart"/>
            <w:r w:rsidRPr="002C562F">
              <w:rPr>
                <w:szCs w:val="28"/>
              </w:rPr>
              <w:t>им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щества</w:t>
            </w:r>
            <w:proofErr w:type="gramEnd"/>
            <w:r w:rsidRPr="002C562F">
              <w:rPr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73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Поступления сумм в возмещение вреда, прич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няемого автомобильным дорогам региональн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или межмуниципального значения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портными средствами, осуществляющими п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ревозки тяжеловесных и (или) крупногабари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грузов,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20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9</w:t>
            </w:r>
            <w:r w:rsidRPr="002C562F">
              <w:rPr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Поступления сумм в возмещение ущерба в св</w:t>
            </w:r>
            <w:r w:rsidRPr="002C562F">
              <w:rPr>
                <w:szCs w:val="28"/>
              </w:rPr>
              <w:t>я</w:t>
            </w:r>
            <w:r w:rsidRPr="002C562F">
              <w:rPr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рожных фондов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38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Прочие неналоговые доходы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 от поступления 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нежных средств, внесенных участником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курса (аукциона), проводимого в целях закл</w:t>
            </w:r>
            <w:r w:rsidRPr="002C562F">
              <w:rPr>
                <w:szCs w:val="28"/>
              </w:rPr>
              <w:t>ю</w:t>
            </w:r>
            <w:r w:rsidRPr="002C562F">
              <w:rPr>
                <w:szCs w:val="28"/>
              </w:rPr>
              <w:t>чения государственного контракта, финансир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емого за счет средств дорожных фондов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Федерации, в качестве обе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курса (аукциона) от заключения данного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тракта и в иных случаях, установленных зак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нодательством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7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ind w:firstLine="0"/>
              <w:rPr>
                <w:iCs/>
              </w:rPr>
            </w:pPr>
            <w:r w:rsidRPr="002C562F">
              <w:rPr>
                <w:iCs/>
              </w:rPr>
              <w:t>2 02 27567 02 0000 150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iCs/>
              </w:rPr>
            </w:pPr>
            <w:r w:rsidRPr="002C562F">
              <w:rPr>
                <w:iCs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iCs/>
              </w:rPr>
              <w:t>и</w:t>
            </w:r>
            <w:r w:rsidRPr="002C562F">
              <w:rPr>
                <w:iCs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iCs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2C562F">
              <w:rPr>
                <w:szCs w:val="28"/>
                <w:lang w:val="en-US" w:eastAsia="en-US"/>
              </w:rPr>
              <w:t>2 02 4539</w:t>
            </w:r>
            <w:r w:rsidRPr="002C562F">
              <w:rPr>
                <w:szCs w:val="28"/>
                <w:lang w:eastAsia="en-US"/>
              </w:rPr>
              <w:t>3</w:t>
            </w:r>
            <w:r w:rsidRPr="002C562F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в рамках реализации национального прое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та "Безопасные и качественные автомобильные дороги"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вольных пожертвований, в отношении автом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бильных дорог общего пользования регионал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ного или межмуниципального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9765D4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Доходы бюджетов субъектов Российской Фед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зацию мероприятий федеральной целевой пр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граммы "Устойчивое развитие сельских терр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торий на 2014 - 2017 годы и на период до 2020 года"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9765D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реал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зацию мероприятий федеральной целевой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граммы "Развитие внутреннего и въездного т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ризма в Российской Федерации (2011 - 2018 г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9765D4">
        <w:trPr>
          <w:gridAfter w:val="1"/>
          <w:wAfter w:w="213" w:type="dxa"/>
          <w:trHeight w:val="35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иных межбюдже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зяйства, включая проекты, реализуемые с пр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Федерации, из бюджетов муниципал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9765D4">
        <w:trPr>
          <w:gridAfter w:val="1"/>
          <w:wAfter w:w="213" w:type="dxa"/>
          <w:trHeight w:val="1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3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 на реализацию мероприятий регионал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7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7EBC" w:rsidRPr="002C562F" w:rsidRDefault="00E87EBC" w:rsidP="002C562F">
            <w:pPr>
              <w:widowControl/>
              <w:spacing w:line="240" w:lineRule="auto"/>
              <w:ind w:left="722" w:hanging="722"/>
              <w:rPr>
                <w:szCs w:val="28"/>
              </w:rPr>
            </w:pPr>
            <w:r w:rsidRPr="002C562F">
              <w:rPr>
                <w:b/>
                <w:szCs w:val="28"/>
              </w:rPr>
              <w:t>964 – 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139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C562F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7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Уменьшение прочих </w:t>
            </w:r>
            <w:proofErr w:type="gramStart"/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9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C562F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2C562F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Прочие доходы от оказания платных услуг (р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бот) получателями средств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Прочие доходы от компенсации затрат бюдж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E87EBC" w:rsidRPr="002C562F" w:rsidTr="00B46845">
        <w:trPr>
          <w:gridAfter w:val="1"/>
          <w:wAfter w:w="213" w:type="dxa"/>
          <w:trHeight w:val="26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E87EBC" w:rsidRPr="002C562F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иного имущества, нах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дящегося в собственности субъектов Росси</w:t>
            </w:r>
            <w:r w:rsidRPr="002C562F">
              <w:rPr>
                <w:snapToGrid w:val="0"/>
                <w:szCs w:val="28"/>
              </w:rPr>
              <w:t>й</w:t>
            </w:r>
            <w:r w:rsidRPr="002C562F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E87EBC" w:rsidRPr="002C562F" w:rsidTr="00B46845">
        <w:trPr>
          <w:gridAfter w:val="1"/>
          <w:wAfter w:w="213" w:type="dxa"/>
          <w:trHeight w:val="29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иного имущества, нах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дящегося в собственности субъектов Росси</w:t>
            </w:r>
            <w:r w:rsidRPr="002C562F">
              <w:rPr>
                <w:snapToGrid w:val="0"/>
                <w:szCs w:val="28"/>
              </w:rPr>
              <w:t>й</w:t>
            </w:r>
            <w:r w:rsidRPr="002C562F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E87EBC" w:rsidRPr="002C562F" w:rsidTr="009765D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right="-59" w:firstLine="0"/>
              <w:rPr>
                <w:spacing w:val="-4"/>
                <w:szCs w:val="28"/>
              </w:rPr>
            </w:pPr>
          </w:p>
        </w:tc>
      </w:tr>
      <w:tr w:rsidR="00E87EBC" w:rsidRPr="002C562F" w:rsidTr="00B46845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Платежи, взимаемые государственными орган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ми (организациями)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E87EBC" w:rsidRPr="002C562F" w:rsidTr="007F35F6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Сборы за выдачу лицензий органами госуда</w:t>
            </w:r>
            <w:r w:rsidRPr="002C56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E87EBC" w:rsidRPr="002C562F" w:rsidTr="009765D4">
        <w:trPr>
          <w:gridAfter w:val="1"/>
          <w:wAfter w:w="213" w:type="dxa"/>
          <w:trHeight w:val="198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B46845">
        <w:trPr>
          <w:gridAfter w:val="1"/>
          <w:wAfter w:w="213" w:type="dxa"/>
          <w:trHeight w:val="1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от возмещения ущерба при возникнов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нии иных страховых случаев, когда выгодопр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обретателями выступают получатели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DC750B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трактной системе в сфере закупок товаров, 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B46845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лении субсидий бюджетам муниципальных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6973E3">
        <w:trPr>
          <w:gridAfter w:val="1"/>
          <w:wAfter w:w="213" w:type="dxa"/>
          <w:trHeight w:val="6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6560C">
        <w:trPr>
          <w:gridAfter w:val="1"/>
          <w:wAfter w:w="213" w:type="dxa"/>
          <w:trHeight w:val="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межбюджетные трансферты, передава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7F35F6">
        <w:trPr>
          <w:gridAfter w:val="1"/>
          <w:wAfter w:w="213" w:type="dxa"/>
          <w:trHeight w:val="13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EBC" w:rsidRPr="002C562F" w:rsidTr="007F35F6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2 18 0</w:t>
            </w:r>
            <w:r w:rsidRPr="002C562F">
              <w:rPr>
                <w:szCs w:val="28"/>
                <w:lang w:val="en-US"/>
              </w:rPr>
              <w:t>2</w:t>
            </w:r>
            <w:r w:rsidRPr="002C562F">
              <w:rPr>
                <w:szCs w:val="28"/>
              </w:rPr>
              <w:t>030 02 0000 150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2C562F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E87EBC" w:rsidRPr="006A3B41" w:rsidTr="00446834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87EBC" w:rsidRPr="002C562F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E87EBC" w:rsidRPr="006A3B41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"</w:t>
            </w:r>
          </w:p>
        </w:tc>
        <w:tc>
          <w:tcPr>
            <w:tcW w:w="213" w:type="dxa"/>
            <w:tcBorders>
              <w:left w:val="nil"/>
            </w:tcBorders>
            <w:shd w:val="clear" w:color="auto" w:fill="auto"/>
          </w:tcPr>
          <w:p w:rsidR="00E87EBC" w:rsidRPr="006A3B41" w:rsidRDefault="00E87EBC" w:rsidP="002C562F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052626" w:rsidRPr="006A3B41" w:rsidRDefault="00052626" w:rsidP="002C562F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782F78">
      <w:headerReference w:type="even" r:id="rId15"/>
      <w:headerReference w:type="default" r:id="rId16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54" w:rsidRDefault="00927154">
      <w:r>
        <w:separator/>
      </w:r>
    </w:p>
  </w:endnote>
  <w:endnote w:type="continuationSeparator" w:id="0">
    <w:p w:rsidR="00927154" w:rsidRDefault="0092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54" w:rsidRDefault="00927154">
      <w:r>
        <w:separator/>
      </w:r>
    </w:p>
  </w:footnote>
  <w:footnote w:type="continuationSeparator" w:id="0">
    <w:p w:rsidR="00927154" w:rsidRDefault="00927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141" w:rsidRDefault="00206141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6141" w:rsidRDefault="002061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206141" w:rsidRPr="00505326" w:rsidRDefault="00206141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765946">
          <w:rPr>
            <w:noProof/>
          </w:rPr>
          <w:t>2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075"/>
    <w:rsid w:val="0004323E"/>
    <w:rsid w:val="00043C34"/>
    <w:rsid w:val="00043FDE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524E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438"/>
    <w:rsid w:val="00092481"/>
    <w:rsid w:val="00093371"/>
    <w:rsid w:val="000933D9"/>
    <w:rsid w:val="00093C8A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A7D71"/>
    <w:rsid w:val="000A7FE7"/>
    <w:rsid w:val="000B03FD"/>
    <w:rsid w:val="000B1E25"/>
    <w:rsid w:val="000B3925"/>
    <w:rsid w:val="000B476C"/>
    <w:rsid w:val="000B6390"/>
    <w:rsid w:val="000B7E98"/>
    <w:rsid w:val="000C047E"/>
    <w:rsid w:val="000C06EE"/>
    <w:rsid w:val="000C0DB1"/>
    <w:rsid w:val="000C149F"/>
    <w:rsid w:val="000C1587"/>
    <w:rsid w:val="000C177A"/>
    <w:rsid w:val="000C22F1"/>
    <w:rsid w:val="000C2809"/>
    <w:rsid w:val="000C2AA4"/>
    <w:rsid w:val="000C2DCD"/>
    <w:rsid w:val="000C31C7"/>
    <w:rsid w:val="000C35DC"/>
    <w:rsid w:val="000C44EA"/>
    <w:rsid w:val="000C5043"/>
    <w:rsid w:val="000C5CD0"/>
    <w:rsid w:val="000C6196"/>
    <w:rsid w:val="000C765F"/>
    <w:rsid w:val="000C79BC"/>
    <w:rsid w:val="000C7F3F"/>
    <w:rsid w:val="000D0628"/>
    <w:rsid w:val="000D2552"/>
    <w:rsid w:val="000D3250"/>
    <w:rsid w:val="000D33E8"/>
    <w:rsid w:val="000D39BA"/>
    <w:rsid w:val="000D3D3C"/>
    <w:rsid w:val="000D6F94"/>
    <w:rsid w:val="000D7994"/>
    <w:rsid w:val="000E037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5F51"/>
    <w:rsid w:val="00106DC3"/>
    <w:rsid w:val="0011018C"/>
    <w:rsid w:val="0011052E"/>
    <w:rsid w:val="00110DBC"/>
    <w:rsid w:val="00110FAD"/>
    <w:rsid w:val="0011342A"/>
    <w:rsid w:val="001134CD"/>
    <w:rsid w:val="00113F84"/>
    <w:rsid w:val="00116162"/>
    <w:rsid w:val="00116488"/>
    <w:rsid w:val="0011674C"/>
    <w:rsid w:val="00117DB4"/>
    <w:rsid w:val="00120227"/>
    <w:rsid w:val="00120690"/>
    <w:rsid w:val="001209FE"/>
    <w:rsid w:val="00121064"/>
    <w:rsid w:val="00122267"/>
    <w:rsid w:val="001222EE"/>
    <w:rsid w:val="001226AF"/>
    <w:rsid w:val="00122B97"/>
    <w:rsid w:val="0012474A"/>
    <w:rsid w:val="00124C25"/>
    <w:rsid w:val="00126670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38C"/>
    <w:rsid w:val="00132983"/>
    <w:rsid w:val="0013437B"/>
    <w:rsid w:val="001358A5"/>
    <w:rsid w:val="00136626"/>
    <w:rsid w:val="00136E29"/>
    <w:rsid w:val="001373A4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5A24"/>
    <w:rsid w:val="00156A3A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78E0"/>
    <w:rsid w:val="0018791E"/>
    <w:rsid w:val="00187963"/>
    <w:rsid w:val="00187A6F"/>
    <w:rsid w:val="0019079E"/>
    <w:rsid w:val="00190B2B"/>
    <w:rsid w:val="00191C6D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156C"/>
    <w:rsid w:val="001A2EE8"/>
    <w:rsid w:val="001A4ABD"/>
    <w:rsid w:val="001A4C76"/>
    <w:rsid w:val="001A5511"/>
    <w:rsid w:val="001A55BA"/>
    <w:rsid w:val="001A574B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6C9"/>
    <w:rsid w:val="001B6751"/>
    <w:rsid w:val="001B6BE1"/>
    <w:rsid w:val="001B6CC2"/>
    <w:rsid w:val="001B75E8"/>
    <w:rsid w:val="001B7B59"/>
    <w:rsid w:val="001B7EE8"/>
    <w:rsid w:val="001C0202"/>
    <w:rsid w:val="001C0457"/>
    <w:rsid w:val="001C3CFE"/>
    <w:rsid w:val="001C5409"/>
    <w:rsid w:val="001C5817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1E8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06141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564"/>
    <w:rsid w:val="00231BD2"/>
    <w:rsid w:val="00231D56"/>
    <w:rsid w:val="00232E83"/>
    <w:rsid w:val="002332C9"/>
    <w:rsid w:val="002343A1"/>
    <w:rsid w:val="00234501"/>
    <w:rsid w:val="002353FB"/>
    <w:rsid w:val="00236CE5"/>
    <w:rsid w:val="002405E9"/>
    <w:rsid w:val="00242940"/>
    <w:rsid w:val="002430F8"/>
    <w:rsid w:val="00243C3A"/>
    <w:rsid w:val="00243F52"/>
    <w:rsid w:val="00244440"/>
    <w:rsid w:val="00244CDB"/>
    <w:rsid w:val="0024500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5A6C"/>
    <w:rsid w:val="002563E6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4EF4"/>
    <w:rsid w:val="00275249"/>
    <w:rsid w:val="002765F1"/>
    <w:rsid w:val="002774E5"/>
    <w:rsid w:val="00277531"/>
    <w:rsid w:val="0028009E"/>
    <w:rsid w:val="00280A30"/>
    <w:rsid w:val="00282444"/>
    <w:rsid w:val="00282618"/>
    <w:rsid w:val="00284403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3612"/>
    <w:rsid w:val="002A4274"/>
    <w:rsid w:val="002A45F3"/>
    <w:rsid w:val="002A580E"/>
    <w:rsid w:val="002A5AF8"/>
    <w:rsid w:val="002A68EB"/>
    <w:rsid w:val="002A7371"/>
    <w:rsid w:val="002A760C"/>
    <w:rsid w:val="002B254A"/>
    <w:rsid w:val="002B2DB9"/>
    <w:rsid w:val="002B4863"/>
    <w:rsid w:val="002B70C8"/>
    <w:rsid w:val="002C1302"/>
    <w:rsid w:val="002C186F"/>
    <w:rsid w:val="002C339C"/>
    <w:rsid w:val="002C3B38"/>
    <w:rsid w:val="002C3C4C"/>
    <w:rsid w:val="002C41E0"/>
    <w:rsid w:val="002C51EC"/>
    <w:rsid w:val="002C562F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657D"/>
    <w:rsid w:val="002D6939"/>
    <w:rsid w:val="002D72B6"/>
    <w:rsid w:val="002E1420"/>
    <w:rsid w:val="002E2356"/>
    <w:rsid w:val="002E297F"/>
    <w:rsid w:val="002E3583"/>
    <w:rsid w:val="002E3931"/>
    <w:rsid w:val="002E4730"/>
    <w:rsid w:val="002E5E23"/>
    <w:rsid w:val="002E63C8"/>
    <w:rsid w:val="002E6766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09C"/>
    <w:rsid w:val="002F5B69"/>
    <w:rsid w:val="002F616B"/>
    <w:rsid w:val="003006B2"/>
    <w:rsid w:val="00300743"/>
    <w:rsid w:val="003012EA"/>
    <w:rsid w:val="00302016"/>
    <w:rsid w:val="003020ED"/>
    <w:rsid w:val="00302A0A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1261"/>
    <w:rsid w:val="003221A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D50"/>
    <w:rsid w:val="0034797A"/>
    <w:rsid w:val="00347D89"/>
    <w:rsid w:val="00347FED"/>
    <w:rsid w:val="00350541"/>
    <w:rsid w:val="00350B3D"/>
    <w:rsid w:val="003527D6"/>
    <w:rsid w:val="00354466"/>
    <w:rsid w:val="00356D38"/>
    <w:rsid w:val="00357FD4"/>
    <w:rsid w:val="003600D8"/>
    <w:rsid w:val="00360101"/>
    <w:rsid w:val="003602CA"/>
    <w:rsid w:val="00360690"/>
    <w:rsid w:val="0036124F"/>
    <w:rsid w:val="003613E7"/>
    <w:rsid w:val="00361983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063B"/>
    <w:rsid w:val="00381297"/>
    <w:rsid w:val="00381361"/>
    <w:rsid w:val="00381777"/>
    <w:rsid w:val="00381EEC"/>
    <w:rsid w:val="00382174"/>
    <w:rsid w:val="00382ECD"/>
    <w:rsid w:val="00383777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F3B"/>
    <w:rsid w:val="003A0EEB"/>
    <w:rsid w:val="003A1D23"/>
    <w:rsid w:val="003A2F5A"/>
    <w:rsid w:val="003A38CA"/>
    <w:rsid w:val="003A3C9D"/>
    <w:rsid w:val="003A3E2E"/>
    <w:rsid w:val="003A6114"/>
    <w:rsid w:val="003A66C7"/>
    <w:rsid w:val="003B1694"/>
    <w:rsid w:val="003B250A"/>
    <w:rsid w:val="003B271F"/>
    <w:rsid w:val="003B4F3D"/>
    <w:rsid w:val="003B6E36"/>
    <w:rsid w:val="003B7458"/>
    <w:rsid w:val="003C0169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97"/>
    <w:rsid w:val="003F03F7"/>
    <w:rsid w:val="003F0ACF"/>
    <w:rsid w:val="003F0E50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E9"/>
    <w:rsid w:val="00402A6D"/>
    <w:rsid w:val="004039AC"/>
    <w:rsid w:val="0040462F"/>
    <w:rsid w:val="0040467C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5E8"/>
    <w:rsid w:val="0041673D"/>
    <w:rsid w:val="00416F69"/>
    <w:rsid w:val="0041712C"/>
    <w:rsid w:val="0042005B"/>
    <w:rsid w:val="004201B2"/>
    <w:rsid w:val="0042109B"/>
    <w:rsid w:val="00421416"/>
    <w:rsid w:val="00421F29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6834"/>
    <w:rsid w:val="004473CE"/>
    <w:rsid w:val="00452851"/>
    <w:rsid w:val="00453F9E"/>
    <w:rsid w:val="004542A2"/>
    <w:rsid w:val="00455AD6"/>
    <w:rsid w:val="00456208"/>
    <w:rsid w:val="00456991"/>
    <w:rsid w:val="00460DFC"/>
    <w:rsid w:val="00463454"/>
    <w:rsid w:val="00463E71"/>
    <w:rsid w:val="00464235"/>
    <w:rsid w:val="0046560C"/>
    <w:rsid w:val="004663F6"/>
    <w:rsid w:val="00466402"/>
    <w:rsid w:val="00466896"/>
    <w:rsid w:val="004679C7"/>
    <w:rsid w:val="00467F5D"/>
    <w:rsid w:val="00470704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5845"/>
    <w:rsid w:val="0048587F"/>
    <w:rsid w:val="0048592B"/>
    <w:rsid w:val="00486439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0C25"/>
    <w:rsid w:val="004A207B"/>
    <w:rsid w:val="004A2BF4"/>
    <w:rsid w:val="004A39E5"/>
    <w:rsid w:val="004A46CB"/>
    <w:rsid w:val="004A4E35"/>
    <w:rsid w:val="004A4FEA"/>
    <w:rsid w:val="004A6660"/>
    <w:rsid w:val="004A667C"/>
    <w:rsid w:val="004A6951"/>
    <w:rsid w:val="004A6976"/>
    <w:rsid w:val="004B1086"/>
    <w:rsid w:val="004B11A3"/>
    <w:rsid w:val="004B26AF"/>
    <w:rsid w:val="004B386F"/>
    <w:rsid w:val="004B3E8F"/>
    <w:rsid w:val="004B4430"/>
    <w:rsid w:val="004B5705"/>
    <w:rsid w:val="004B5C18"/>
    <w:rsid w:val="004B5C3A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0B1"/>
    <w:rsid w:val="004C760E"/>
    <w:rsid w:val="004C764B"/>
    <w:rsid w:val="004C77FF"/>
    <w:rsid w:val="004D18E1"/>
    <w:rsid w:val="004D3B5B"/>
    <w:rsid w:val="004D46DB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04AD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65B7"/>
    <w:rsid w:val="00527143"/>
    <w:rsid w:val="00530119"/>
    <w:rsid w:val="00530222"/>
    <w:rsid w:val="005311A0"/>
    <w:rsid w:val="00534495"/>
    <w:rsid w:val="0053455E"/>
    <w:rsid w:val="00534670"/>
    <w:rsid w:val="00534A75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6790A"/>
    <w:rsid w:val="00571BB3"/>
    <w:rsid w:val="00571D80"/>
    <w:rsid w:val="00572190"/>
    <w:rsid w:val="00573456"/>
    <w:rsid w:val="0057369A"/>
    <w:rsid w:val="00573A63"/>
    <w:rsid w:val="00573B8A"/>
    <w:rsid w:val="00573E86"/>
    <w:rsid w:val="0057417B"/>
    <w:rsid w:val="00574BED"/>
    <w:rsid w:val="00575C93"/>
    <w:rsid w:val="00575F36"/>
    <w:rsid w:val="00577670"/>
    <w:rsid w:val="00580193"/>
    <w:rsid w:val="005803C3"/>
    <w:rsid w:val="00580A9F"/>
    <w:rsid w:val="00580F2D"/>
    <w:rsid w:val="005824FE"/>
    <w:rsid w:val="00583204"/>
    <w:rsid w:val="00583FF5"/>
    <w:rsid w:val="00585D94"/>
    <w:rsid w:val="005872CB"/>
    <w:rsid w:val="0059089A"/>
    <w:rsid w:val="00592126"/>
    <w:rsid w:val="00592874"/>
    <w:rsid w:val="00594D02"/>
    <w:rsid w:val="0059787A"/>
    <w:rsid w:val="005A0DFB"/>
    <w:rsid w:val="005A1411"/>
    <w:rsid w:val="005A1D46"/>
    <w:rsid w:val="005A3121"/>
    <w:rsid w:val="005A3940"/>
    <w:rsid w:val="005A39A4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A5A"/>
    <w:rsid w:val="005B4E86"/>
    <w:rsid w:val="005B50D2"/>
    <w:rsid w:val="005B6495"/>
    <w:rsid w:val="005B7ABC"/>
    <w:rsid w:val="005C09B9"/>
    <w:rsid w:val="005C0A76"/>
    <w:rsid w:val="005C1D81"/>
    <w:rsid w:val="005C26B8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33A6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4A4F"/>
    <w:rsid w:val="00605BFE"/>
    <w:rsid w:val="00606C9C"/>
    <w:rsid w:val="00612DF9"/>
    <w:rsid w:val="0061304D"/>
    <w:rsid w:val="00613BC4"/>
    <w:rsid w:val="00615893"/>
    <w:rsid w:val="00616461"/>
    <w:rsid w:val="00616DEE"/>
    <w:rsid w:val="00617032"/>
    <w:rsid w:val="00617B92"/>
    <w:rsid w:val="00620354"/>
    <w:rsid w:val="006251A5"/>
    <w:rsid w:val="006257B8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7037"/>
    <w:rsid w:val="00647E29"/>
    <w:rsid w:val="00652B3F"/>
    <w:rsid w:val="00653769"/>
    <w:rsid w:val="00653D69"/>
    <w:rsid w:val="00654656"/>
    <w:rsid w:val="00654A81"/>
    <w:rsid w:val="006560A2"/>
    <w:rsid w:val="00656503"/>
    <w:rsid w:val="006579C1"/>
    <w:rsid w:val="006619C4"/>
    <w:rsid w:val="0066378F"/>
    <w:rsid w:val="00663E2D"/>
    <w:rsid w:val="00663FF5"/>
    <w:rsid w:val="0066478C"/>
    <w:rsid w:val="006655E1"/>
    <w:rsid w:val="006658B6"/>
    <w:rsid w:val="00665AD5"/>
    <w:rsid w:val="0066609C"/>
    <w:rsid w:val="00667031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EB"/>
    <w:rsid w:val="006731A8"/>
    <w:rsid w:val="00674ADE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87DB6"/>
    <w:rsid w:val="006900AA"/>
    <w:rsid w:val="006909F6"/>
    <w:rsid w:val="006919AE"/>
    <w:rsid w:val="00691D65"/>
    <w:rsid w:val="00692A6C"/>
    <w:rsid w:val="00693F90"/>
    <w:rsid w:val="0069448B"/>
    <w:rsid w:val="00694800"/>
    <w:rsid w:val="00695921"/>
    <w:rsid w:val="0069617A"/>
    <w:rsid w:val="006973E3"/>
    <w:rsid w:val="006A10E3"/>
    <w:rsid w:val="006A2143"/>
    <w:rsid w:val="006A24A6"/>
    <w:rsid w:val="006A37AE"/>
    <w:rsid w:val="006A3B41"/>
    <w:rsid w:val="006A46E8"/>
    <w:rsid w:val="006A4C04"/>
    <w:rsid w:val="006A555D"/>
    <w:rsid w:val="006A625A"/>
    <w:rsid w:val="006A66C6"/>
    <w:rsid w:val="006A6CA3"/>
    <w:rsid w:val="006A765A"/>
    <w:rsid w:val="006B0710"/>
    <w:rsid w:val="006B15D0"/>
    <w:rsid w:val="006B2550"/>
    <w:rsid w:val="006B3144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0C45"/>
    <w:rsid w:val="006D1730"/>
    <w:rsid w:val="006D1F02"/>
    <w:rsid w:val="006D27C1"/>
    <w:rsid w:val="006D4525"/>
    <w:rsid w:val="006D45F4"/>
    <w:rsid w:val="006D465D"/>
    <w:rsid w:val="006D4915"/>
    <w:rsid w:val="006D52B3"/>
    <w:rsid w:val="006D53EB"/>
    <w:rsid w:val="006D614E"/>
    <w:rsid w:val="006E1B45"/>
    <w:rsid w:val="006E26B8"/>
    <w:rsid w:val="006E38D9"/>
    <w:rsid w:val="006E3B09"/>
    <w:rsid w:val="006E43F0"/>
    <w:rsid w:val="006E4E16"/>
    <w:rsid w:val="006E5CBD"/>
    <w:rsid w:val="006E61EB"/>
    <w:rsid w:val="006E7972"/>
    <w:rsid w:val="006F29DF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3F3F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2074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3A6C"/>
    <w:rsid w:val="00724DC7"/>
    <w:rsid w:val="00724EED"/>
    <w:rsid w:val="00725537"/>
    <w:rsid w:val="00727DE2"/>
    <w:rsid w:val="00731663"/>
    <w:rsid w:val="00732C67"/>
    <w:rsid w:val="007333B5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62C2"/>
    <w:rsid w:val="0074718D"/>
    <w:rsid w:val="007477B3"/>
    <w:rsid w:val="00747D1E"/>
    <w:rsid w:val="00747E74"/>
    <w:rsid w:val="00750A70"/>
    <w:rsid w:val="0075221A"/>
    <w:rsid w:val="00752583"/>
    <w:rsid w:val="00753095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2D7"/>
    <w:rsid w:val="0076569E"/>
    <w:rsid w:val="00765946"/>
    <w:rsid w:val="007676C4"/>
    <w:rsid w:val="0077274D"/>
    <w:rsid w:val="0077283A"/>
    <w:rsid w:val="00773300"/>
    <w:rsid w:val="00774FA4"/>
    <w:rsid w:val="0077544C"/>
    <w:rsid w:val="00775460"/>
    <w:rsid w:val="0077737B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FC3"/>
    <w:rsid w:val="0079179F"/>
    <w:rsid w:val="00792112"/>
    <w:rsid w:val="0079253B"/>
    <w:rsid w:val="00792E08"/>
    <w:rsid w:val="007930F9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CAF"/>
    <w:rsid w:val="007C2015"/>
    <w:rsid w:val="007C20D4"/>
    <w:rsid w:val="007C2872"/>
    <w:rsid w:val="007C2EE0"/>
    <w:rsid w:val="007C3F02"/>
    <w:rsid w:val="007C3F55"/>
    <w:rsid w:val="007C406F"/>
    <w:rsid w:val="007C5E79"/>
    <w:rsid w:val="007C65F4"/>
    <w:rsid w:val="007D00CB"/>
    <w:rsid w:val="007D254F"/>
    <w:rsid w:val="007D25A6"/>
    <w:rsid w:val="007D2F28"/>
    <w:rsid w:val="007D3A35"/>
    <w:rsid w:val="007D5441"/>
    <w:rsid w:val="007D567F"/>
    <w:rsid w:val="007D61B3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3431"/>
    <w:rsid w:val="007F35F6"/>
    <w:rsid w:val="007F4003"/>
    <w:rsid w:val="007F4390"/>
    <w:rsid w:val="007F6045"/>
    <w:rsid w:val="007F64B1"/>
    <w:rsid w:val="007F788A"/>
    <w:rsid w:val="007F7DB6"/>
    <w:rsid w:val="00800F5B"/>
    <w:rsid w:val="00801943"/>
    <w:rsid w:val="00803137"/>
    <w:rsid w:val="008031A2"/>
    <w:rsid w:val="008039C4"/>
    <w:rsid w:val="008042D8"/>
    <w:rsid w:val="0080431E"/>
    <w:rsid w:val="008049D1"/>
    <w:rsid w:val="00804C36"/>
    <w:rsid w:val="00806A8E"/>
    <w:rsid w:val="00806E96"/>
    <w:rsid w:val="008072BC"/>
    <w:rsid w:val="0081095C"/>
    <w:rsid w:val="008116FF"/>
    <w:rsid w:val="00811BF2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32FD"/>
    <w:rsid w:val="00825612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302"/>
    <w:rsid w:val="00871F2C"/>
    <w:rsid w:val="008724C8"/>
    <w:rsid w:val="00874E4D"/>
    <w:rsid w:val="00875EA8"/>
    <w:rsid w:val="00876A69"/>
    <w:rsid w:val="00876F81"/>
    <w:rsid w:val="008770A8"/>
    <w:rsid w:val="00877979"/>
    <w:rsid w:val="00880DC5"/>
    <w:rsid w:val="008810C4"/>
    <w:rsid w:val="008817B8"/>
    <w:rsid w:val="00882386"/>
    <w:rsid w:val="0088366F"/>
    <w:rsid w:val="00883C63"/>
    <w:rsid w:val="008841C0"/>
    <w:rsid w:val="0088514E"/>
    <w:rsid w:val="008859DB"/>
    <w:rsid w:val="00886359"/>
    <w:rsid w:val="00887026"/>
    <w:rsid w:val="008870B4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97850"/>
    <w:rsid w:val="00897A88"/>
    <w:rsid w:val="008A004D"/>
    <w:rsid w:val="008A0466"/>
    <w:rsid w:val="008A2448"/>
    <w:rsid w:val="008A2D11"/>
    <w:rsid w:val="008A3508"/>
    <w:rsid w:val="008A50AF"/>
    <w:rsid w:val="008A53A6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2EE9"/>
    <w:rsid w:val="008C32C4"/>
    <w:rsid w:val="008C3A04"/>
    <w:rsid w:val="008C5EAA"/>
    <w:rsid w:val="008C73CB"/>
    <w:rsid w:val="008C7A7B"/>
    <w:rsid w:val="008C7F37"/>
    <w:rsid w:val="008D0C23"/>
    <w:rsid w:val="008D3A39"/>
    <w:rsid w:val="008D4B46"/>
    <w:rsid w:val="008D51A3"/>
    <w:rsid w:val="008D52DD"/>
    <w:rsid w:val="008D5E22"/>
    <w:rsid w:val="008D5EC9"/>
    <w:rsid w:val="008D5EF2"/>
    <w:rsid w:val="008D60B4"/>
    <w:rsid w:val="008E0021"/>
    <w:rsid w:val="008E249C"/>
    <w:rsid w:val="008E263E"/>
    <w:rsid w:val="008E355E"/>
    <w:rsid w:val="008E392F"/>
    <w:rsid w:val="008E3DA4"/>
    <w:rsid w:val="008E449F"/>
    <w:rsid w:val="008E6756"/>
    <w:rsid w:val="008E73F7"/>
    <w:rsid w:val="008E75BD"/>
    <w:rsid w:val="008E7F66"/>
    <w:rsid w:val="008E7F91"/>
    <w:rsid w:val="008F06F7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1B8C"/>
    <w:rsid w:val="00901EA9"/>
    <w:rsid w:val="009026B7"/>
    <w:rsid w:val="00902D98"/>
    <w:rsid w:val="009037D1"/>
    <w:rsid w:val="00904CE4"/>
    <w:rsid w:val="00907340"/>
    <w:rsid w:val="00907AC5"/>
    <w:rsid w:val="00912CE1"/>
    <w:rsid w:val="009139AE"/>
    <w:rsid w:val="00914519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82A"/>
    <w:rsid w:val="00926A12"/>
    <w:rsid w:val="00926D92"/>
    <w:rsid w:val="00926FFB"/>
    <w:rsid w:val="00927154"/>
    <w:rsid w:val="00927A99"/>
    <w:rsid w:val="00930714"/>
    <w:rsid w:val="0093155C"/>
    <w:rsid w:val="0093164A"/>
    <w:rsid w:val="009319E1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1A7"/>
    <w:rsid w:val="0094650A"/>
    <w:rsid w:val="00947A94"/>
    <w:rsid w:val="00950732"/>
    <w:rsid w:val="0095142E"/>
    <w:rsid w:val="00952333"/>
    <w:rsid w:val="009532CD"/>
    <w:rsid w:val="0095387D"/>
    <w:rsid w:val="00954063"/>
    <w:rsid w:val="00954B56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65D4"/>
    <w:rsid w:val="00976E32"/>
    <w:rsid w:val="0097774D"/>
    <w:rsid w:val="00980F0B"/>
    <w:rsid w:val="009813BE"/>
    <w:rsid w:val="00981534"/>
    <w:rsid w:val="0098193E"/>
    <w:rsid w:val="00982AEB"/>
    <w:rsid w:val="00982D04"/>
    <w:rsid w:val="00983385"/>
    <w:rsid w:val="00983BD1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212C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B7848"/>
    <w:rsid w:val="009C0924"/>
    <w:rsid w:val="009C0ABD"/>
    <w:rsid w:val="009C1775"/>
    <w:rsid w:val="009C281B"/>
    <w:rsid w:val="009C4134"/>
    <w:rsid w:val="009C515F"/>
    <w:rsid w:val="009C5EC8"/>
    <w:rsid w:val="009C661F"/>
    <w:rsid w:val="009C6B35"/>
    <w:rsid w:val="009C7267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E56"/>
    <w:rsid w:val="00A0345B"/>
    <w:rsid w:val="00A03CA1"/>
    <w:rsid w:val="00A04219"/>
    <w:rsid w:val="00A04B68"/>
    <w:rsid w:val="00A058CB"/>
    <w:rsid w:val="00A110F1"/>
    <w:rsid w:val="00A117E8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47EBE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273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6E25"/>
    <w:rsid w:val="00A92C1D"/>
    <w:rsid w:val="00A93030"/>
    <w:rsid w:val="00A933CF"/>
    <w:rsid w:val="00A939B0"/>
    <w:rsid w:val="00A9487C"/>
    <w:rsid w:val="00A9526E"/>
    <w:rsid w:val="00A956CD"/>
    <w:rsid w:val="00A95986"/>
    <w:rsid w:val="00A966AF"/>
    <w:rsid w:val="00A9737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4C68"/>
    <w:rsid w:val="00AB535C"/>
    <w:rsid w:val="00AB73F5"/>
    <w:rsid w:val="00AB748E"/>
    <w:rsid w:val="00AB7BFD"/>
    <w:rsid w:val="00AB7E01"/>
    <w:rsid w:val="00AC14E5"/>
    <w:rsid w:val="00AC3CA3"/>
    <w:rsid w:val="00AC3DA6"/>
    <w:rsid w:val="00AC5D1E"/>
    <w:rsid w:val="00AC74EA"/>
    <w:rsid w:val="00AD00CE"/>
    <w:rsid w:val="00AD04B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8A5"/>
    <w:rsid w:val="00AE01A2"/>
    <w:rsid w:val="00AE2257"/>
    <w:rsid w:val="00AE3DE9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33B"/>
    <w:rsid w:val="00AF66A6"/>
    <w:rsid w:val="00AF7038"/>
    <w:rsid w:val="00AF71C6"/>
    <w:rsid w:val="00AF72C4"/>
    <w:rsid w:val="00AF7A73"/>
    <w:rsid w:val="00B020F5"/>
    <w:rsid w:val="00B0353E"/>
    <w:rsid w:val="00B0370A"/>
    <w:rsid w:val="00B038FF"/>
    <w:rsid w:val="00B04061"/>
    <w:rsid w:val="00B051F2"/>
    <w:rsid w:val="00B05B77"/>
    <w:rsid w:val="00B11982"/>
    <w:rsid w:val="00B12397"/>
    <w:rsid w:val="00B1244B"/>
    <w:rsid w:val="00B13ADE"/>
    <w:rsid w:val="00B142C3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13A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84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0329"/>
    <w:rsid w:val="00B63142"/>
    <w:rsid w:val="00B6316B"/>
    <w:rsid w:val="00B63CF3"/>
    <w:rsid w:val="00B65739"/>
    <w:rsid w:val="00B6594A"/>
    <w:rsid w:val="00B65DF5"/>
    <w:rsid w:val="00B669E4"/>
    <w:rsid w:val="00B67119"/>
    <w:rsid w:val="00B7049F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224E"/>
    <w:rsid w:val="00B848CB"/>
    <w:rsid w:val="00B86694"/>
    <w:rsid w:val="00B8674B"/>
    <w:rsid w:val="00B86D2F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2476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97B"/>
    <w:rsid w:val="00BD1D4A"/>
    <w:rsid w:val="00BD26D7"/>
    <w:rsid w:val="00BD2E45"/>
    <w:rsid w:val="00BD5FD0"/>
    <w:rsid w:val="00BD65C4"/>
    <w:rsid w:val="00BD7643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E736F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178B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4502"/>
    <w:rsid w:val="00C25136"/>
    <w:rsid w:val="00C259E1"/>
    <w:rsid w:val="00C25F24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20F"/>
    <w:rsid w:val="00C4164A"/>
    <w:rsid w:val="00C436F1"/>
    <w:rsid w:val="00C447D4"/>
    <w:rsid w:val="00C4485B"/>
    <w:rsid w:val="00C469EA"/>
    <w:rsid w:val="00C4709A"/>
    <w:rsid w:val="00C47F8B"/>
    <w:rsid w:val="00C50C26"/>
    <w:rsid w:val="00C546AD"/>
    <w:rsid w:val="00C54E9B"/>
    <w:rsid w:val="00C54FAC"/>
    <w:rsid w:val="00C5601A"/>
    <w:rsid w:val="00C57479"/>
    <w:rsid w:val="00C57B9D"/>
    <w:rsid w:val="00C6004F"/>
    <w:rsid w:val="00C60ED1"/>
    <w:rsid w:val="00C625AC"/>
    <w:rsid w:val="00C63807"/>
    <w:rsid w:val="00C641B2"/>
    <w:rsid w:val="00C64366"/>
    <w:rsid w:val="00C6550C"/>
    <w:rsid w:val="00C65993"/>
    <w:rsid w:val="00C673AC"/>
    <w:rsid w:val="00C70D21"/>
    <w:rsid w:val="00C725FB"/>
    <w:rsid w:val="00C729E4"/>
    <w:rsid w:val="00C739D8"/>
    <w:rsid w:val="00C74E1C"/>
    <w:rsid w:val="00C757A8"/>
    <w:rsid w:val="00C75E22"/>
    <w:rsid w:val="00C76167"/>
    <w:rsid w:val="00C774BC"/>
    <w:rsid w:val="00C77539"/>
    <w:rsid w:val="00C802B6"/>
    <w:rsid w:val="00C81FB4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1AFB"/>
    <w:rsid w:val="00C92E0E"/>
    <w:rsid w:val="00C94066"/>
    <w:rsid w:val="00C94D36"/>
    <w:rsid w:val="00C957C8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58E"/>
    <w:rsid w:val="00CB27B1"/>
    <w:rsid w:val="00CB33AB"/>
    <w:rsid w:val="00CB33C4"/>
    <w:rsid w:val="00CB3D89"/>
    <w:rsid w:val="00CC0005"/>
    <w:rsid w:val="00CC06F9"/>
    <w:rsid w:val="00CC072D"/>
    <w:rsid w:val="00CC09E0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9EF"/>
    <w:rsid w:val="00D00E7C"/>
    <w:rsid w:val="00D01346"/>
    <w:rsid w:val="00D0151C"/>
    <w:rsid w:val="00D015E9"/>
    <w:rsid w:val="00D0160A"/>
    <w:rsid w:val="00D033FB"/>
    <w:rsid w:val="00D03DB7"/>
    <w:rsid w:val="00D05D14"/>
    <w:rsid w:val="00D06826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41DB"/>
    <w:rsid w:val="00D243FB"/>
    <w:rsid w:val="00D24A24"/>
    <w:rsid w:val="00D25D4A"/>
    <w:rsid w:val="00D26C79"/>
    <w:rsid w:val="00D31B4D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C2C"/>
    <w:rsid w:val="00DA0E9E"/>
    <w:rsid w:val="00DA1438"/>
    <w:rsid w:val="00DA1C22"/>
    <w:rsid w:val="00DA2675"/>
    <w:rsid w:val="00DA350F"/>
    <w:rsid w:val="00DA39DA"/>
    <w:rsid w:val="00DA4876"/>
    <w:rsid w:val="00DA4A35"/>
    <w:rsid w:val="00DA4B9F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4650"/>
    <w:rsid w:val="00DC4AAA"/>
    <w:rsid w:val="00DC52BC"/>
    <w:rsid w:val="00DC56BD"/>
    <w:rsid w:val="00DC65EE"/>
    <w:rsid w:val="00DC69AE"/>
    <w:rsid w:val="00DC6FE1"/>
    <w:rsid w:val="00DC7291"/>
    <w:rsid w:val="00DC750B"/>
    <w:rsid w:val="00DD1D36"/>
    <w:rsid w:val="00DD1E56"/>
    <w:rsid w:val="00DD2100"/>
    <w:rsid w:val="00DD24A6"/>
    <w:rsid w:val="00DD3D41"/>
    <w:rsid w:val="00DD3F3E"/>
    <w:rsid w:val="00DD5260"/>
    <w:rsid w:val="00DD58DA"/>
    <w:rsid w:val="00DD5E6C"/>
    <w:rsid w:val="00DD626E"/>
    <w:rsid w:val="00DD692F"/>
    <w:rsid w:val="00DD6E04"/>
    <w:rsid w:val="00DD7FED"/>
    <w:rsid w:val="00DE02EF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704D"/>
    <w:rsid w:val="00DF76FF"/>
    <w:rsid w:val="00DF79DB"/>
    <w:rsid w:val="00DF7F19"/>
    <w:rsid w:val="00E0005C"/>
    <w:rsid w:val="00E00905"/>
    <w:rsid w:val="00E016B5"/>
    <w:rsid w:val="00E01847"/>
    <w:rsid w:val="00E03B22"/>
    <w:rsid w:val="00E04927"/>
    <w:rsid w:val="00E04B04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4A3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87EBC"/>
    <w:rsid w:val="00E90173"/>
    <w:rsid w:val="00E90307"/>
    <w:rsid w:val="00E90876"/>
    <w:rsid w:val="00E9250C"/>
    <w:rsid w:val="00E92F38"/>
    <w:rsid w:val="00E94B29"/>
    <w:rsid w:val="00E94BFB"/>
    <w:rsid w:val="00E94CB8"/>
    <w:rsid w:val="00E95DA6"/>
    <w:rsid w:val="00E963C2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622E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C5864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30DA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606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0B90"/>
    <w:rsid w:val="00F41706"/>
    <w:rsid w:val="00F43779"/>
    <w:rsid w:val="00F43D3C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99C"/>
    <w:rsid w:val="00F621A2"/>
    <w:rsid w:val="00F62330"/>
    <w:rsid w:val="00F63D65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08C2"/>
    <w:rsid w:val="00F82BB9"/>
    <w:rsid w:val="00F82CAA"/>
    <w:rsid w:val="00F83243"/>
    <w:rsid w:val="00F83AD8"/>
    <w:rsid w:val="00F84AAF"/>
    <w:rsid w:val="00F855CB"/>
    <w:rsid w:val="00F85754"/>
    <w:rsid w:val="00F87F48"/>
    <w:rsid w:val="00F90266"/>
    <w:rsid w:val="00F90374"/>
    <w:rsid w:val="00F90723"/>
    <w:rsid w:val="00F91413"/>
    <w:rsid w:val="00F91545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B40"/>
    <w:rsid w:val="00FA023D"/>
    <w:rsid w:val="00FA0BC1"/>
    <w:rsid w:val="00FA0E26"/>
    <w:rsid w:val="00FA1316"/>
    <w:rsid w:val="00FA2F5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B753C"/>
    <w:rsid w:val="00FB787C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6FAC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3D6E05EBC831E4F4E10F1BA8A884DEA372CA6B1EFF4D820F2CCE47DE1B1838A299C2B1986MAn1K" TargetMode="External"/><Relationship Id="rId13" Type="http://schemas.openxmlformats.org/officeDocument/2006/relationships/hyperlink" Target="consultantplus://offline/ref=D978D792EEFD2E4DCBA78BEC571780A050ECBE7C75381C712875D9F2BC08AEB3C183F1FB2E3CE5J903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EE5E1C200A7BC93BE4298642B52B51D17EF2761FCA47B2DEEEAE8EFD8657CF2ABC83A4FE8D121B0FpF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256FF490BA6C3AA8D301A5170E1678AD306AA17C75E56FDF62D69424165F85755FE25DF5E7n0o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33D6E05EBC831E4F4E10F1BA8A884DEA372CA6B1EFF4D820F2CCE47DE1B1838A299C291986ACDDM9n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9198FAFMDn3K" TargetMode="External"/><Relationship Id="rId14" Type="http://schemas.openxmlformats.org/officeDocument/2006/relationships/hyperlink" Target="consultantplus://offline/ref=55707D4456FE3EC447567538459E75F70AEA707827B32C91E97F2809E51EFA76C439321F3FF64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FA649-E80C-4867-A5A1-F742ADA0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62</Pages>
  <Words>17389</Words>
  <Characters>99120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116277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4</cp:revision>
  <cp:lastPrinted>2018-11-28T11:10:00Z</cp:lastPrinted>
  <dcterms:created xsi:type="dcterms:W3CDTF">2019-06-05T08:01:00Z</dcterms:created>
  <dcterms:modified xsi:type="dcterms:W3CDTF">2019-07-04T07:17:00Z</dcterms:modified>
</cp:coreProperties>
</file>