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4EB" w:rsidRPr="008A14EB" w:rsidRDefault="008A14EB" w:rsidP="008A14EB">
      <w:pPr>
        <w:ind w:left="5103"/>
        <w:rPr>
          <w:szCs w:val="28"/>
        </w:rPr>
      </w:pPr>
      <w:r w:rsidRPr="008A14EB">
        <w:rPr>
          <w:szCs w:val="28"/>
        </w:rPr>
        <w:t>Приложение</w:t>
      </w:r>
    </w:p>
    <w:p w:rsidR="008A14EB" w:rsidRPr="008A14EB" w:rsidRDefault="002E74C2" w:rsidP="008A14EB">
      <w:pPr>
        <w:ind w:left="5103"/>
        <w:rPr>
          <w:szCs w:val="28"/>
        </w:rPr>
      </w:pPr>
      <w:r>
        <w:rPr>
          <w:szCs w:val="28"/>
        </w:rPr>
        <w:t>к Закону Ярославской области</w:t>
      </w:r>
    </w:p>
    <w:p w:rsidR="008A14EB" w:rsidRPr="008A14EB" w:rsidRDefault="008A14EB" w:rsidP="008A14EB">
      <w:pPr>
        <w:ind w:left="5103"/>
        <w:rPr>
          <w:szCs w:val="28"/>
        </w:rPr>
      </w:pPr>
      <w:r w:rsidRPr="008A14EB">
        <w:rPr>
          <w:szCs w:val="28"/>
        </w:rPr>
        <w:t>от __________</w:t>
      </w:r>
      <w:r w:rsidR="002E74C2">
        <w:rPr>
          <w:szCs w:val="28"/>
        </w:rPr>
        <w:t>______</w:t>
      </w:r>
      <w:r w:rsidRPr="008A14EB">
        <w:rPr>
          <w:szCs w:val="28"/>
        </w:rPr>
        <w:t xml:space="preserve"> № ____</w:t>
      </w:r>
      <w:r w:rsidR="002E74C2">
        <w:rPr>
          <w:szCs w:val="28"/>
        </w:rPr>
        <w:t>_</w:t>
      </w:r>
    </w:p>
    <w:p w:rsidR="008A14EB" w:rsidRDefault="008A14EB" w:rsidP="008A14EB">
      <w:pPr>
        <w:ind w:left="5103"/>
        <w:rPr>
          <w:szCs w:val="28"/>
        </w:rPr>
      </w:pPr>
    </w:p>
    <w:p w:rsidR="008A14EB" w:rsidRDefault="008A14EB" w:rsidP="008A14EB">
      <w:pPr>
        <w:ind w:left="5103"/>
        <w:rPr>
          <w:szCs w:val="28"/>
        </w:rPr>
      </w:pPr>
    </w:p>
    <w:p w:rsidR="002E74C2" w:rsidRDefault="002E74C2" w:rsidP="008A14EB">
      <w:pPr>
        <w:ind w:left="5103"/>
        <w:rPr>
          <w:szCs w:val="28"/>
        </w:rPr>
      </w:pPr>
    </w:p>
    <w:p w:rsidR="008A14EB" w:rsidRPr="008A14EB" w:rsidRDefault="008A14EB" w:rsidP="008A14EB">
      <w:pPr>
        <w:ind w:firstLine="0"/>
        <w:jc w:val="center"/>
        <w:rPr>
          <w:b/>
          <w:szCs w:val="28"/>
          <w:lang w:eastAsia="en-US"/>
        </w:rPr>
      </w:pPr>
      <w:r w:rsidRPr="008A14EB">
        <w:rPr>
          <w:b/>
          <w:szCs w:val="28"/>
          <w:lang w:eastAsia="en-US"/>
        </w:rPr>
        <w:t xml:space="preserve">Прогнозный план (программа) </w:t>
      </w:r>
    </w:p>
    <w:p w:rsidR="008A14EB" w:rsidRPr="008A14EB" w:rsidRDefault="008A14EB" w:rsidP="008A14EB">
      <w:pPr>
        <w:ind w:firstLine="0"/>
        <w:jc w:val="center"/>
        <w:rPr>
          <w:b/>
          <w:szCs w:val="28"/>
          <w:lang w:eastAsia="en-US"/>
        </w:rPr>
      </w:pPr>
      <w:r w:rsidRPr="008A14EB">
        <w:rPr>
          <w:b/>
          <w:szCs w:val="28"/>
          <w:lang w:eastAsia="en-US"/>
        </w:rPr>
        <w:t xml:space="preserve">приватизации имущества, находящегося в собственности </w:t>
      </w:r>
    </w:p>
    <w:p w:rsidR="008A14EB" w:rsidRPr="008A14EB" w:rsidRDefault="008A14EB" w:rsidP="008A14EB">
      <w:pPr>
        <w:ind w:firstLine="0"/>
        <w:jc w:val="center"/>
        <w:rPr>
          <w:b/>
          <w:szCs w:val="28"/>
          <w:lang w:eastAsia="en-US"/>
        </w:rPr>
      </w:pPr>
      <w:r w:rsidRPr="008A14EB">
        <w:rPr>
          <w:b/>
          <w:szCs w:val="28"/>
          <w:lang w:eastAsia="en-US"/>
        </w:rPr>
        <w:t xml:space="preserve">Ярославской области, на 2025 год </w:t>
      </w:r>
      <w:r w:rsidRPr="008A14EB">
        <w:rPr>
          <w:rFonts w:cs="Calibri"/>
          <w:b/>
          <w:bCs/>
          <w:szCs w:val="28"/>
          <w:lang w:eastAsia="en-US"/>
        </w:rPr>
        <w:t xml:space="preserve">и </w:t>
      </w:r>
      <w:r w:rsidR="002E74C2">
        <w:rPr>
          <w:rFonts w:cs="Calibri"/>
          <w:b/>
          <w:bCs/>
          <w:szCs w:val="28"/>
          <w:lang w:eastAsia="en-US"/>
        </w:rPr>
        <w:t xml:space="preserve">на </w:t>
      </w:r>
      <w:r w:rsidRPr="008A14EB">
        <w:rPr>
          <w:rFonts w:cs="Calibri"/>
          <w:b/>
          <w:bCs/>
          <w:szCs w:val="28"/>
          <w:lang w:eastAsia="en-US"/>
        </w:rPr>
        <w:t xml:space="preserve">плановый период 2026 </w:t>
      </w:r>
      <w:r>
        <w:rPr>
          <w:rFonts w:cs="Calibri"/>
          <w:b/>
          <w:bCs/>
          <w:szCs w:val="28"/>
          <w:lang w:eastAsia="en-US"/>
        </w:rPr>
        <w:t>и</w:t>
      </w:r>
      <w:r w:rsidRPr="008A14EB">
        <w:rPr>
          <w:rFonts w:cs="Calibri"/>
          <w:b/>
          <w:bCs/>
          <w:szCs w:val="28"/>
          <w:lang w:eastAsia="en-US"/>
        </w:rPr>
        <w:t xml:space="preserve"> 2027 годов</w:t>
      </w:r>
    </w:p>
    <w:p w:rsidR="008A14EB" w:rsidRPr="008A14EB" w:rsidRDefault="008A14EB" w:rsidP="008A14EB">
      <w:pPr>
        <w:ind w:firstLine="0"/>
        <w:jc w:val="center"/>
        <w:rPr>
          <w:b/>
          <w:szCs w:val="28"/>
          <w:lang w:eastAsia="en-US"/>
        </w:rPr>
      </w:pPr>
    </w:p>
    <w:p w:rsidR="008A14EB" w:rsidRPr="008A14EB" w:rsidRDefault="008A14EB" w:rsidP="008A14EB">
      <w:pPr>
        <w:ind w:firstLine="709"/>
        <w:rPr>
          <w:szCs w:val="28"/>
          <w:lang w:eastAsia="en-US"/>
        </w:rPr>
      </w:pPr>
      <w:r w:rsidRPr="008A14EB">
        <w:rPr>
          <w:szCs w:val="28"/>
          <w:lang w:eastAsia="en-US"/>
        </w:rPr>
        <w:t>Прогнозный план (программа) привати</w:t>
      </w:r>
      <w:r w:rsidR="002E74C2">
        <w:rPr>
          <w:szCs w:val="28"/>
          <w:lang w:eastAsia="en-US"/>
        </w:rPr>
        <w:t>зации имущества, находящегося в </w:t>
      </w:r>
      <w:r w:rsidRPr="008A14EB">
        <w:rPr>
          <w:szCs w:val="28"/>
          <w:lang w:eastAsia="en-US"/>
        </w:rPr>
        <w:t xml:space="preserve">собственности Ярославской области, на 2025 год и </w:t>
      </w:r>
      <w:r w:rsidR="002E74C2">
        <w:rPr>
          <w:szCs w:val="28"/>
          <w:lang w:eastAsia="en-US"/>
        </w:rPr>
        <w:t xml:space="preserve">на </w:t>
      </w:r>
      <w:r w:rsidRPr="008A14EB">
        <w:rPr>
          <w:szCs w:val="28"/>
          <w:lang w:eastAsia="en-US"/>
        </w:rPr>
        <w:t xml:space="preserve">плановый период </w:t>
      </w:r>
      <w:r w:rsidRPr="008A14EB">
        <w:rPr>
          <w:szCs w:val="28"/>
          <w:lang w:eastAsia="en-US"/>
        </w:rPr>
        <w:br/>
        <w:t xml:space="preserve">2026 </w:t>
      </w:r>
      <w:r>
        <w:rPr>
          <w:szCs w:val="28"/>
          <w:lang w:eastAsia="en-US"/>
        </w:rPr>
        <w:t xml:space="preserve">и </w:t>
      </w:r>
      <w:r w:rsidRPr="008A14EB">
        <w:rPr>
          <w:szCs w:val="28"/>
          <w:lang w:eastAsia="en-US"/>
        </w:rPr>
        <w:t>2027 годов разработан в соответствии с Федеральным законом от 21 декабря 2001 года № 178-ФЗ «О приватизации государственного и муниципального имущества», Законом Ярославской области от 28.12.2011 № 58-з «Об управлении и распоряжении имуществом Ярославской области».</w:t>
      </w:r>
    </w:p>
    <w:p w:rsidR="008A14EB" w:rsidRPr="00FF069F" w:rsidRDefault="008A14EB" w:rsidP="008A14EB">
      <w:pPr>
        <w:ind w:firstLine="709"/>
        <w:rPr>
          <w:szCs w:val="28"/>
          <w:lang w:eastAsia="en-US"/>
        </w:rPr>
      </w:pPr>
      <w:r w:rsidRPr="008A14EB">
        <w:rPr>
          <w:szCs w:val="28"/>
          <w:lang w:eastAsia="en-US"/>
        </w:rPr>
        <w:t xml:space="preserve">Основной задачей и направлением государственной политики в сфере приватизации имущества, находящегося в собственности Ярославской области, </w:t>
      </w:r>
      <w:r w:rsidR="00874E17">
        <w:rPr>
          <w:szCs w:val="28"/>
          <w:lang w:eastAsia="en-US"/>
        </w:rPr>
        <w:t>в </w:t>
      </w:r>
      <w:r w:rsidRPr="00FF069F">
        <w:rPr>
          <w:szCs w:val="28"/>
          <w:lang w:eastAsia="en-US"/>
        </w:rPr>
        <w:t>2025 году и плановом периоде 2026 и 2027 годов являются приватизация имущества, находящегося в собственности Ярославской области, которое не является необходимым для обеспечения выполнения государственных функций и полномочий Ярославской области как субъекта Российской Федерации, а также оптимизация состава имущества, находящегося в собственности Ярославской области.</w:t>
      </w:r>
    </w:p>
    <w:p w:rsidR="008A14EB" w:rsidRPr="008A14EB" w:rsidRDefault="008A14EB" w:rsidP="008A14EB">
      <w:pPr>
        <w:ind w:firstLine="709"/>
        <w:rPr>
          <w:szCs w:val="28"/>
          <w:lang w:eastAsia="en-US"/>
        </w:rPr>
      </w:pPr>
      <w:r w:rsidRPr="00FF069F">
        <w:rPr>
          <w:szCs w:val="28"/>
          <w:lang w:eastAsia="en-US"/>
        </w:rPr>
        <w:t xml:space="preserve">Перечень имущества, находящегося в собственности Ярославской области, планируемого к приватизации в 2025 году и плановом периоде </w:t>
      </w:r>
      <w:r w:rsidRPr="00FF069F">
        <w:rPr>
          <w:szCs w:val="28"/>
          <w:lang w:eastAsia="en-US"/>
        </w:rPr>
        <w:br/>
        <w:t>2026 и 2027 годов, будет дополняться с учетом результатов работы по оптимизации</w:t>
      </w:r>
      <w:r w:rsidRPr="008A14EB">
        <w:rPr>
          <w:szCs w:val="28"/>
          <w:lang w:eastAsia="en-US"/>
        </w:rPr>
        <w:t xml:space="preserve"> состава имущества, находящегося в собственности Ярославской области.</w:t>
      </w:r>
    </w:p>
    <w:p w:rsidR="008A14EB" w:rsidRPr="008A14EB" w:rsidRDefault="008A14EB" w:rsidP="008A14EB">
      <w:pPr>
        <w:ind w:firstLine="709"/>
        <w:rPr>
          <w:szCs w:val="28"/>
          <w:lang w:eastAsia="en-US"/>
        </w:rPr>
      </w:pPr>
      <w:r w:rsidRPr="008A14EB">
        <w:rPr>
          <w:szCs w:val="28"/>
          <w:lang w:eastAsia="en-US"/>
        </w:rPr>
        <w:t>Прогноз объемов поступлений в областной бюджет в результате исполнения прогнозного плана (программы) привати</w:t>
      </w:r>
      <w:r w:rsidR="002E74C2">
        <w:rPr>
          <w:szCs w:val="28"/>
          <w:lang w:eastAsia="en-US"/>
        </w:rPr>
        <w:t>зации имущества, находящегося в </w:t>
      </w:r>
      <w:r w:rsidRPr="008A14EB">
        <w:rPr>
          <w:szCs w:val="28"/>
          <w:lang w:eastAsia="en-US"/>
        </w:rPr>
        <w:t>собственности Ярославской области:</w:t>
      </w:r>
    </w:p>
    <w:p w:rsidR="008A14EB" w:rsidRPr="008A14EB" w:rsidRDefault="002E74C2" w:rsidP="008A14EB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в 2025 году – 8 500 </w:t>
      </w:r>
      <w:r w:rsidR="008A14EB" w:rsidRPr="008A14EB">
        <w:rPr>
          <w:szCs w:val="28"/>
          <w:lang w:eastAsia="en-US"/>
        </w:rPr>
        <w:t>000 тыс. рублей;</w:t>
      </w:r>
      <w:r w:rsidR="008A14EB" w:rsidRPr="008A14EB">
        <w:rPr>
          <w:rFonts w:cs="Calibri"/>
          <w:szCs w:val="28"/>
          <w:lang w:eastAsia="en-US"/>
        </w:rPr>
        <w:t xml:space="preserve"> </w:t>
      </w:r>
    </w:p>
    <w:p w:rsidR="008A14EB" w:rsidRPr="005A2605" w:rsidRDefault="008A14EB" w:rsidP="008A14EB">
      <w:pPr>
        <w:ind w:firstLine="709"/>
        <w:rPr>
          <w:szCs w:val="28"/>
          <w:lang w:eastAsia="en-US"/>
        </w:rPr>
      </w:pPr>
      <w:r w:rsidRPr="008A14EB">
        <w:rPr>
          <w:szCs w:val="28"/>
          <w:lang w:eastAsia="en-US"/>
        </w:rPr>
        <w:t xml:space="preserve">в 2026 году </w:t>
      </w:r>
      <w:r w:rsidRPr="005A2605">
        <w:rPr>
          <w:szCs w:val="28"/>
          <w:lang w:eastAsia="en-US"/>
        </w:rPr>
        <w:t xml:space="preserve">– </w:t>
      </w:r>
      <w:r w:rsidR="0040083C" w:rsidRPr="005A2605">
        <w:rPr>
          <w:szCs w:val="28"/>
          <w:lang w:eastAsia="en-US"/>
        </w:rPr>
        <w:t>500 000</w:t>
      </w:r>
      <w:r w:rsidRPr="005A2605">
        <w:rPr>
          <w:szCs w:val="28"/>
          <w:lang w:eastAsia="en-US"/>
        </w:rPr>
        <w:t xml:space="preserve"> тыс. рублей;</w:t>
      </w:r>
    </w:p>
    <w:p w:rsidR="008A14EB" w:rsidRPr="008A14EB" w:rsidRDefault="008A14EB" w:rsidP="008A14EB">
      <w:pPr>
        <w:ind w:firstLine="709"/>
        <w:rPr>
          <w:szCs w:val="28"/>
          <w:lang w:eastAsia="en-US"/>
        </w:rPr>
      </w:pPr>
      <w:r w:rsidRPr="005A2605">
        <w:rPr>
          <w:szCs w:val="28"/>
          <w:lang w:eastAsia="en-US"/>
        </w:rPr>
        <w:t xml:space="preserve">в 2027 году – </w:t>
      </w:r>
      <w:r w:rsidR="0040083C" w:rsidRPr="005A2605">
        <w:rPr>
          <w:szCs w:val="28"/>
          <w:lang w:eastAsia="en-US"/>
        </w:rPr>
        <w:t>5</w:t>
      </w:r>
      <w:r w:rsidRPr="005A2605">
        <w:rPr>
          <w:szCs w:val="28"/>
          <w:lang w:eastAsia="en-US"/>
        </w:rPr>
        <w:t>0</w:t>
      </w:r>
      <w:r w:rsidR="0040083C" w:rsidRPr="005A2605">
        <w:rPr>
          <w:szCs w:val="28"/>
          <w:lang w:eastAsia="en-US"/>
        </w:rPr>
        <w:t>0 000</w:t>
      </w:r>
      <w:r w:rsidRPr="005A2605">
        <w:rPr>
          <w:szCs w:val="28"/>
          <w:lang w:eastAsia="en-US"/>
        </w:rPr>
        <w:t xml:space="preserve"> тыс. рублей.</w:t>
      </w:r>
    </w:p>
    <w:p w:rsidR="008A14EB" w:rsidRPr="008A14EB" w:rsidRDefault="008A14EB" w:rsidP="008A14EB">
      <w:pPr>
        <w:ind w:firstLine="709"/>
        <w:rPr>
          <w:szCs w:val="28"/>
          <w:lang w:eastAsia="en-US"/>
        </w:rPr>
      </w:pPr>
      <w:r w:rsidRPr="008A14EB">
        <w:rPr>
          <w:szCs w:val="28"/>
          <w:lang w:eastAsia="en-US"/>
        </w:rPr>
        <w:br w:type="page"/>
      </w:r>
    </w:p>
    <w:p w:rsidR="008A14EB" w:rsidRPr="008A14EB" w:rsidRDefault="008A14EB" w:rsidP="008A14EB">
      <w:pPr>
        <w:ind w:firstLine="0"/>
        <w:jc w:val="center"/>
        <w:rPr>
          <w:b/>
          <w:szCs w:val="28"/>
        </w:rPr>
      </w:pPr>
      <w:r>
        <w:rPr>
          <w:szCs w:val="28"/>
        </w:rPr>
        <w:lastRenderedPageBreak/>
        <w:t xml:space="preserve">Раздел 1. </w:t>
      </w:r>
      <w:r w:rsidRPr="008A14EB">
        <w:rPr>
          <w:b/>
          <w:szCs w:val="28"/>
        </w:rPr>
        <w:t xml:space="preserve">Перечень хозяйственных обществ, акции </w:t>
      </w:r>
    </w:p>
    <w:p w:rsidR="008A14EB" w:rsidRPr="008A14EB" w:rsidRDefault="008A14EB" w:rsidP="008A14EB">
      <w:pPr>
        <w:ind w:firstLine="0"/>
        <w:jc w:val="center"/>
        <w:rPr>
          <w:b/>
          <w:szCs w:val="28"/>
        </w:rPr>
      </w:pPr>
      <w:r w:rsidRPr="008A14EB">
        <w:rPr>
          <w:b/>
          <w:szCs w:val="28"/>
        </w:rPr>
        <w:t xml:space="preserve">(доли в уставных капиталах) которых находятся в собственности </w:t>
      </w:r>
    </w:p>
    <w:p w:rsidR="008A14EB" w:rsidRDefault="008A14EB" w:rsidP="008A14EB">
      <w:pPr>
        <w:ind w:firstLine="0"/>
        <w:jc w:val="center"/>
        <w:rPr>
          <w:b/>
          <w:szCs w:val="28"/>
        </w:rPr>
      </w:pPr>
      <w:r w:rsidRPr="008A14EB">
        <w:rPr>
          <w:b/>
          <w:szCs w:val="28"/>
        </w:rPr>
        <w:t>Ярославской области и подлежат приватизации</w:t>
      </w:r>
    </w:p>
    <w:p w:rsidR="008A14EB" w:rsidRPr="008A14EB" w:rsidRDefault="008A14EB" w:rsidP="008A14EB">
      <w:pPr>
        <w:ind w:firstLine="0"/>
        <w:jc w:val="center"/>
        <w:rPr>
          <w:b/>
          <w:szCs w:val="28"/>
        </w:rPr>
      </w:pPr>
    </w:p>
    <w:tbl>
      <w:tblPr>
        <w:tblW w:w="9353" w:type="dxa"/>
        <w:tblInd w:w="-1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9"/>
        <w:gridCol w:w="2403"/>
        <w:gridCol w:w="1559"/>
        <w:gridCol w:w="1415"/>
      </w:tblGrid>
      <w:tr w:rsidR="008A14EB" w:rsidRPr="00787EA8" w:rsidTr="008A14E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№ п/п</w:t>
            </w:r>
          </w:p>
        </w:tc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Наименование</w:t>
            </w:r>
          </w:p>
          <w:p w:rsidR="008A14EB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 xml:space="preserve">и место нахождения </w:t>
            </w:r>
          </w:p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общества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4EB" w:rsidRPr="008A14EB" w:rsidRDefault="008A14EB" w:rsidP="008A14EB">
            <w:pPr>
              <w:widowControl w:val="0"/>
              <w:spacing w:line="216" w:lineRule="auto"/>
              <w:ind w:firstLine="0"/>
              <w:jc w:val="center"/>
              <w:rPr>
                <w:rFonts w:cs="Calibri"/>
                <w:spacing w:val="-4"/>
                <w:szCs w:val="28"/>
                <w:lang w:eastAsia="en-US"/>
              </w:rPr>
            </w:pPr>
            <w:r w:rsidRPr="008A14EB">
              <w:rPr>
                <w:rFonts w:cs="Calibri"/>
                <w:spacing w:val="-4"/>
                <w:szCs w:val="28"/>
                <w:lang w:eastAsia="en-US"/>
              </w:rPr>
              <w:t>Акции (доли в уставных</w:t>
            </w:r>
          </w:p>
          <w:p w:rsidR="00C16C92" w:rsidRDefault="008A14EB" w:rsidP="008A14EB">
            <w:pPr>
              <w:widowControl w:val="0"/>
              <w:spacing w:line="216" w:lineRule="auto"/>
              <w:ind w:firstLine="0"/>
              <w:jc w:val="center"/>
              <w:rPr>
                <w:rFonts w:cs="Calibri"/>
                <w:spacing w:val="-4"/>
                <w:szCs w:val="28"/>
                <w:lang w:eastAsia="en-US"/>
              </w:rPr>
            </w:pPr>
            <w:r w:rsidRPr="008A14EB">
              <w:rPr>
                <w:rFonts w:cs="Calibri"/>
                <w:spacing w:val="-4"/>
                <w:szCs w:val="28"/>
                <w:lang w:eastAsia="en-US"/>
              </w:rPr>
              <w:t xml:space="preserve">капиталах) хозяйственных обществ, принадлежащие Ярославской </w:t>
            </w:r>
          </w:p>
          <w:p w:rsidR="008A14EB" w:rsidRPr="008A14EB" w:rsidRDefault="008A14EB" w:rsidP="008A14EB">
            <w:pPr>
              <w:widowControl w:val="0"/>
              <w:spacing w:line="216" w:lineRule="auto"/>
              <w:ind w:firstLine="0"/>
              <w:jc w:val="center"/>
              <w:rPr>
                <w:rFonts w:cs="Calibri"/>
                <w:spacing w:val="-4"/>
                <w:szCs w:val="28"/>
                <w:lang w:eastAsia="en-US"/>
              </w:rPr>
            </w:pPr>
            <w:r w:rsidRPr="008A14EB">
              <w:rPr>
                <w:rFonts w:cs="Calibri"/>
                <w:spacing w:val="-4"/>
                <w:szCs w:val="28"/>
                <w:lang w:eastAsia="en-US"/>
              </w:rPr>
              <w:t>области</w:t>
            </w:r>
          </w:p>
          <w:p w:rsidR="008A14EB" w:rsidRPr="00787EA8" w:rsidRDefault="008A14EB" w:rsidP="008A14EB">
            <w:pPr>
              <w:ind w:left="-60" w:right="-68" w:firstLine="0"/>
              <w:jc w:val="center"/>
              <w:rPr>
                <w:szCs w:val="28"/>
              </w:rPr>
            </w:pPr>
            <w:r w:rsidRPr="008A14EB">
              <w:rPr>
                <w:rFonts w:cs="Calibri"/>
                <w:spacing w:val="-4"/>
                <w:szCs w:val="28"/>
                <w:lang w:eastAsia="en-US"/>
              </w:rPr>
              <w:t>(процент уставного капитала)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C2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 xml:space="preserve">Доля в уставном </w:t>
            </w:r>
          </w:p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капитале, подлежащая приватизации</w:t>
            </w:r>
          </w:p>
        </w:tc>
      </w:tr>
      <w:tr w:rsidR="008A14EB" w:rsidRPr="00787EA8" w:rsidTr="008A14E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2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количество акций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процент уставного капитала</w:t>
            </w:r>
          </w:p>
        </w:tc>
      </w:tr>
      <w:tr w:rsidR="008A14EB" w:rsidRPr="00787EA8" w:rsidTr="008A14EB">
        <w:trPr>
          <w:trHeight w:val="23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1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2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5</w:t>
            </w:r>
          </w:p>
        </w:tc>
      </w:tr>
      <w:tr w:rsidR="008A14EB" w:rsidRPr="00787EA8" w:rsidTr="008A14EB">
        <w:trPr>
          <w:trHeight w:val="196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1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3C" w:rsidRDefault="008A14EB" w:rsidP="008A14E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Открытое акционерное общество «Авиация Ярославля»</w:t>
            </w:r>
            <w:r w:rsidRPr="00787EA8">
              <w:rPr>
                <w:szCs w:val="28"/>
              </w:rPr>
              <w:t xml:space="preserve">, </w:t>
            </w:r>
          </w:p>
          <w:p w:rsidR="008A14EB" w:rsidRDefault="008A14EB" w:rsidP="008A14EB">
            <w:pPr>
              <w:ind w:firstLine="0"/>
              <w:jc w:val="left"/>
              <w:rPr>
                <w:szCs w:val="28"/>
              </w:rPr>
            </w:pPr>
            <w:r w:rsidRPr="00787EA8">
              <w:rPr>
                <w:szCs w:val="28"/>
              </w:rPr>
              <w:t xml:space="preserve">Ярославская область, </w:t>
            </w:r>
          </w:p>
          <w:p w:rsidR="008A14EB" w:rsidRDefault="008A14EB" w:rsidP="008A14EB">
            <w:pPr>
              <w:ind w:firstLine="0"/>
              <w:jc w:val="left"/>
              <w:rPr>
                <w:szCs w:val="28"/>
              </w:rPr>
            </w:pPr>
            <w:r w:rsidRPr="00787EA8">
              <w:rPr>
                <w:szCs w:val="28"/>
              </w:rPr>
              <w:t xml:space="preserve">Ярославский район, </w:t>
            </w:r>
          </w:p>
          <w:p w:rsidR="008A14EB" w:rsidRPr="00787EA8" w:rsidRDefault="008A14EB" w:rsidP="008A14EB">
            <w:pPr>
              <w:ind w:firstLine="0"/>
              <w:jc w:val="left"/>
              <w:rPr>
                <w:szCs w:val="28"/>
              </w:rPr>
            </w:pPr>
            <w:r w:rsidRPr="00787EA8">
              <w:rPr>
                <w:szCs w:val="28"/>
              </w:rPr>
              <w:t>д. </w:t>
            </w:r>
            <w:proofErr w:type="spellStart"/>
            <w:r w:rsidRPr="00787EA8">
              <w:rPr>
                <w:szCs w:val="28"/>
              </w:rPr>
              <w:t>Левцово</w:t>
            </w:r>
            <w:proofErr w:type="spellEnd"/>
            <w:r w:rsidRPr="00787EA8">
              <w:rPr>
                <w:szCs w:val="28"/>
              </w:rPr>
              <w:t>, тер. Аэропорт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24,96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7 015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24,96</w:t>
            </w:r>
          </w:p>
        </w:tc>
      </w:tr>
      <w:tr w:rsidR="008A14EB" w:rsidRPr="00787EA8" w:rsidTr="008A14EB">
        <w:trPr>
          <w:trHeight w:val="168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Default="008A14EB" w:rsidP="008A14EB">
            <w:pPr>
              <w:ind w:firstLine="0"/>
              <w:jc w:val="left"/>
              <w:rPr>
                <w:szCs w:val="28"/>
              </w:rPr>
            </w:pPr>
            <w:r w:rsidRPr="00787EA8">
              <w:rPr>
                <w:szCs w:val="28"/>
              </w:rPr>
              <w:t>Акционерное общество «</w:t>
            </w:r>
            <w:proofErr w:type="spellStart"/>
            <w:r w:rsidRPr="00787EA8">
              <w:rPr>
                <w:szCs w:val="28"/>
              </w:rPr>
              <w:t>Яротель</w:t>
            </w:r>
            <w:proofErr w:type="spellEnd"/>
            <w:r w:rsidRPr="00787EA8">
              <w:rPr>
                <w:szCs w:val="28"/>
              </w:rPr>
              <w:t xml:space="preserve"> Центр», </w:t>
            </w:r>
          </w:p>
          <w:p w:rsidR="008A14EB" w:rsidRDefault="008A14EB" w:rsidP="008A14EB">
            <w:pPr>
              <w:ind w:firstLine="0"/>
              <w:jc w:val="left"/>
              <w:rPr>
                <w:szCs w:val="28"/>
              </w:rPr>
            </w:pPr>
            <w:r w:rsidRPr="00787EA8">
              <w:rPr>
                <w:szCs w:val="28"/>
              </w:rPr>
              <w:t xml:space="preserve">Ярославская область, г. Ярославль, </w:t>
            </w:r>
          </w:p>
          <w:p w:rsidR="008A14EB" w:rsidRPr="00787EA8" w:rsidRDefault="008A14EB" w:rsidP="008A14EB">
            <w:pPr>
              <w:ind w:firstLine="0"/>
              <w:jc w:val="left"/>
              <w:rPr>
                <w:szCs w:val="28"/>
              </w:rPr>
            </w:pPr>
            <w:r w:rsidRPr="00787EA8">
              <w:rPr>
                <w:szCs w:val="28"/>
              </w:rPr>
              <w:t>ул. Свердлова, д. 16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  <w:lang w:val="en-US"/>
              </w:rPr>
            </w:pPr>
            <w:r w:rsidRPr="00787EA8">
              <w:rPr>
                <w:szCs w:val="28"/>
              </w:rPr>
              <w:t>88 046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100</w:t>
            </w:r>
          </w:p>
        </w:tc>
      </w:tr>
      <w:tr w:rsidR="008A14EB" w:rsidRPr="00787EA8" w:rsidTr="002E74C2">
        <w:trPr>
          <w:trHeight w:val="200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3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left"/>
              <w:rPr>
                <w:szCs w:val="28"/>
              </w:rPr>
            </w:pPr>
            <w:r w:rsidRPr="00787EA8">
              <w:rPr>
                <w:szCs w:val="28"/>
              </w:rPr>
              <w:t xml:space="preserve">Общество </w:t>
            </w:r>
          </w:p>
          <w:p w:rsidR="008A14EB" w:rsidRDefault="008A14EB" w:rsidP="008A14EB">
            <w:pPr>
              <w:ind w:firstLine="0"/>
              <w:jc w:val="left"/>
              <w:rPr>
                <w:szCs w:val="28"/>
              </w:rPr>
            </w:pPr>
            <w:r w:rsidRPr="00787EA8">
              <w:rPr>
                <w:szCs w:val="28"/>
              </w:rPr>
              <w:t xml:space="preserve">с ограниченной ответственностью </w:t>
            </w:r>
            <w:r>
              <w:rPr>
                <w:szCs w:val="28"/>
              </w:rPr>
              <w:t>«</w:t>
            </w:r>
            <w:r w:rsidRPr="00787EA8">
              <w:rPr>
                <w:szCs w:val="28"/>
              </w:rPr>
              <w:t>Кварц</w:t>
            </w:r>
            <w:r>
              <w:rPr>
                <w:szCs w:val="28"/>
              </w:rPr>
              <w:t>»</w:t>
            </w:r>
            <w:r w:rsidRPr="00787EA8">
              <w:rPr>
                <w:szCs w:val="28"/>
              </w:rPr>
              <w:t xml:space="preserve">, </w:t>
            </w:r>
          </w:p>
          <w:p w:rsidR="008A14EB" w:rsidRDefault="008A14EB" w:rsidP="008A14EB">
            <w:pPr>
              <w:ind w:firstLine="0"/>
              <w:jc w:val="left"/>
              <w:rPr>
                <w:szCs w:val="28"/>
              </w:rPr>
            </w:pPr>
            <w:r w:rsidRPr="00787EA8">
              <w:rPr>
                <w:szCs w:val="28"/>
              </w:rPr>
              <w:t xml:space="preserve">Ярославская область, </w:t>
            </w:r>
          </w:p>
          <w:p w:rsidR="008A14EB" w:rsidRPr="00787EA8" w:rsidRDefault="008A14EB" w:rsidP="008A14EB">
            <w:pPr>
              <w:ind w:firstLine="0"/>
              <w:jc w:val="left"/>
              <w:rPr>
                <w:szCs w:val="28"/>
              </w:rPr>
            </w:pPr>
            <w:r w:rsidRPr="00787EA8">
              <w:rPr>
                <w:szCs w:val="28"/>
              </w:rPr>
              <w:t>Гаврилов-</w:t>
            </w:r>
            <w:proofErr w:type="spellStart"/>
            <w:r w:rsidRPr="00787EA8">
              <w:rPr>
                <w:szCs w:val="28"/>
              </w:rPr>
              <w:t>Ямский</w:t>
            </w:r>
            <w:proofErr w:type="spellEnd"/>
            <w:r w:rsidRPr="00787EA8">
              <w:rPr>
                <w:szCs w:val="28"/>
              </w:rPr>
              <w:t xml:space="preserve"> район, д. </w:t>
            </w:r>
            <w:proofErr w:type="spellStart"/>
            <w:r w:rsidRPr="00787EA8">
              <w:rPr>
                <w:szCs w:val="28"/>
              </w:rPr>
              <w:t>Грудцино</w:t>
            </w:r>
            <w:proofErr w:type="spellEnd"/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  <w:lang w:val="en-US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EB" w:rsidRPr="00787EA8" w:rsidRDefault="008A14EB" w:rsidP="008A14EB">
            <w:pPr>
              <w:ind w:firstLine="0"/>
              <w:jc w:val="center"/>
              <w:rPr>
                <w:szCs w:val="28"/>
              </w:rPr>
            </w:pPr>
            <w:r w:rsidRPr="00787EA8">
              <w:rPr>
                <w:szCs w:val="28"/>
              </w:rPr>
              <w:t>100</w:t>
            </w:r>
          </w:p>
        </w:tc>
      </w:tr>
    </w:tbl>
    <w:p w:rsidR="008A14EB" w:rsidRDefault="008A14EB" w:rsidP="008A14EB">
      <w:pPr>
        <w:jc w:val="center"/>
        <w:rPr>
          <w:kern w:val="2"/>
          <w:szCs w:val="28"/>
        </w:rPr>
      </w:pPr>
    </w:p>
    <w:p w:rsidR="008A14EB" w:rsidRPr="008A14EB" w:rsidRDefault="008A14EB" w:rsidP="008A14EB">
      <w:pPr>
        <w:ind w:firstLine="0"/>
        <w:jc w:val="center"/>
        <w:rPr>
          <w:b/>
          <w:kern w:val="2"/>
          <w:szCs w:val="28"/>
        </w:rPr>
      </w:pPr>
      <w:r w:rsidRPr="00E45BF8">
        <w:rPr>
          <w:kern w:val="2"/>
          <w:szCs w:val="28"/>
        </w:rPr>
        <w:t xml:space="preserve">Раздел 2. </w:t>
      </w:r>
      <w:r w:rsidRPr="008A14EB">
        <w:rPr>
          <w:b/>
          <w:kern w:val="2"/>
          <w:szCs w:val="28"/>
        </w:rPr>
        <w:t>Перечень имущества, находящегося в собственности</w:t>
      </w:r>
    </w:p>
    <w:p w:rsidR="008A14EB" w:rsidRDefault="008A14EB" w:rsidP="008A14EB">
      <w:pPr>
        <w:ind w:firstLine="0"/>
        <w:jc w:val="center"/>
        <w:rPr>
          <w:kern w:val="2"/>
          <w:szCs w:val="28"/>
        </w:rPr>
      </w:pPr>
      <w:r w:rsidRPr="008A14EB">
        <w:rPr>
          <w:b/>
          <w:kern w:val="2"/>
          <w:szCs w:val="28"/>
        </w:rPr>
        <w:t>Ярославской области, подлежащего приватизации</w:t>
      </w:r>
    </w:p>
    <w:p w:rsidR="008A14EB" w:rsidRDefault="008A14EB" w:rsidP="008A14EB">
      <w:pPr>
        <w:jc w:val="center"/>
        <w:rPr>
          <w:kern w:val="2"/>
          <w:szCs w:val="28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594"/>
        <w:gridCol w:w="3530"/>
        <w:gridCol w:w="3104"/>
        <w:gridCol w:w="2123"/>
      </w:tblGrid>
      <w:tr w:rsidR="0040083C" w:rsidTr="00FF069F">
        <w:tc>
          <w:tcPr>
            <w:tcW w:w="594" w:type="dxa"/>
          </w:tcPr>
          <w:p w:rsidR="0040083C" w:rsidRDefault="0040083C" w:rsidP="008A14EB">
            <w:pPr>
              <w:ind w:firstLine="0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№</w:t>
            </w:r>
          </w:p>
          <w:p w:rsidR="0040083C" w:rsidRDefault="0040083C" w:rsidP="008A14EB">
            <w:pPr>
              <w:ind w:firstLine="0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п/п</w:t>
            </w:r>
          </w:p>
        </w:tc>
        <w:tc>
          <w:tcPr>
            <w:tcW w:w="3530" w:type="dxa"/>
          </w:tcPr>
          <w:p w:rsidR="0040083C" w:rsidRDefault="0040083C" w:rsidP="008A14EB">
            <w:pPr>
              <w:ind w:firstLine="0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Наименование </w:t>
            </w:r>
          </w:p>
          <w:p w:rsidR="0040083C" w:rsidRDefault="0040083C" w:rsidP="008A14EB">
            <w:pPr>
              <w:ind w:firstLine="0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имущества</w:t>
            </w:r>
          </w:p>
        </w:tc>
        <w:tc>
          <w:tcPr>
            <w:tcW w:w="3104" w:type="dxa"/>
          </w:tcPr>
          <w:p w:rsidR="0040083C" w:rsidRDefault="0040083C" w:rsidP="008A14EB">
            <w:pPr>
              <w:ind w:firstLine="0"/>
              <w:jc w:val="center"/>
              <w:rPr>
                <w:kern w:val="2"/>
                <w:szCs w:val="28"/>
              </w:rPr>
            </w:pPr>
            <w:r w:rsidRPr="0040083C">
              <w:rPr>
                <w:kern w:val="2"/>
                <w:szCs w:val="28"/>
              </w:rPr>
              <w:t xml:space="preserve">Место нахождения </w:t>
            </w:r>
          </w:p>
          <w:p w:rsidR="0040083C" w:rsidRDefault="0040083C" w:rsidP="008A14EB">
            <w:pPr>
              <w:ind w:firstLine="0"/>
              <w:jc w:val="center"/>
              <w:rPr>
                <w:kern w:val="2"/>
                <w:szCs w:val="28"/>
              </w:rPr>
            </w:pPr>
            <w:r w:rsidRPr="0040083C">
              <w:rPr>
                <w:kern w:val="2"/>
                <w:szCs w:val="28"/>
              </w:rPr>
              <w:t>имущества</w:t>
            </w:r>
          </w:p>
        </w:tc>
        <w:tc>
          <w:tcPr>
            <w:tcW w:w="2123" w:type="dxa"/>
          </w:tcPr>
          <w:p w:rsidR="0040083C" w:rsidRDefault="0040083C" w:rsidP="008A14EB">
            <w:pPr>
              <w:ind w:firstLine="0"/>
              <w:jc w:val="center"/>
              <w:rPr>
                <w:kern w:val="2"/>
                <w:szCs w:val="28"/>
              </w:rPr>
            </w:pPr>
            <w:r w:rsidRPr="0040083C">
              <w:rPr>
                <w:kern w:val="2"/>
                <w:szCs w:val="28"/>
              </w:rPr>
              <w:t xml:space="preserve">Назначение </w:t>
            </w:r>
          </w:p>
          <w:p w:rsidR="0040083C" w:rsidRDefault="0040083C" w:rsidP="008A14EB">
            <w:pPr>
              <w:ind w:firstLine="0"/>
              <w:jc w:val="center"/>
              <w:rPr>
                <w:kern w:val="2"/>
                <w:szCs w:val="28"/>
              </w:rPr>
            </w:pPr>
            <w:r w:rsidRPr="0040083C">
              <w:rPr>
                <w:kern w:val="2"/>
                <w:szCs w:val="28"/>
              </w:rPr>
              <w:t>имущества</w:t>
            </w:r>
          </w:p>
        </w:tc>
      </w:tr>
    </w:tbl>
    <w:p w:rsidR="0040083C" w:rsidRPr="0040083C" w:rsidRDefault="0040083C" w:rsidP="0040083C">
      <w:pPr>
        <w:ind w:firstLine="0"/>
        <w:rPr>
          <w:kern w:val="2"/>
          <w:sz w:val="2"/>
          <w:szCs w:val="2"/>
        </w:rPr>
      </w:pPr>
    </w:p>
    <w:tbl>
      <w:tblPr>
        <w:tblStyle w:val="4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3119"/>
        <w:gridCol w:w="2126"/>
      </w:tblGrid>
      <w:tr w:rsidR="008A14EB" w:rsidTr="0040083C">
        <w:trPr>
          <w:tblHeader/>
        </w:trPr>
        <w:tc>
          <w:tcPr>
            <w:tcW w:w="562" w:type="dxa"/>
          </w:tcPr>
          <w:p w:rsidR="008A14EB" w:rsidRPr="005F13AB" w:rsidRDefault="008A14EB" w:rsidP="008A14E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544" w:type="dxa"/>
          </w:tcPr>
          <w:p w:rsidR="008A14EB" w:rsidRPr="00902693" w:rsidRDefault="008A14EB" w:rsidP="008A14EB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119" w:type="dxa"/>
          </w:tcPr>
          <w:p w:rsidR="008A14EB" w:rsidRPr="00902693" w:rsidRDefault="008A14EB" w:rsidP="008A14EB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26" w:type="dxa"/>
          </w:tcPr>
          <w:p w:rsidR="008A14EB" w:rsidRPr="00902693" w:rsidRDefault="008A14EB" w:rsidP="008A14EB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8A14EB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544" w:type="dxa"/>
          </w:tcPr>
          <w:p w:rsidR="00777ED7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 xml:space="preserve">Здание ветеринарного участка, </w:t>
            </w:r>
          </w:p>
          <w:p w:rsidR="008A14EB" w:rsidRPr="00D36B9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када</w:t>
            </w:r>
            <w:r w:rsidR="00777ED7">
              <w:rPr>
                <w:kern w:val="2"/>
                <w:szCs w:val="28"/>
              </w:rPr>
              <w:t>стровый номер 76:12:010101:3404</w:t>
            </w:r>
          </w:p>
          <w:p w:rsidR="008A14EB" w:rsidRPr="00D36B9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F70E6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lastRenderedPageBreak/>
              <w:t xml:space="preserve">с земельным участком, </w:t>
            </w:r>
          </w:p>
          <w:p w:rsidR="008A14EB" w:rsidRPr="00D36B9C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кадастровый номер 76:12:020334:32</w:t>
            </w:r>
          </w:p>
        </w:tc>
        <w:tc>
          <w:tcPr>
            <w:tcW w:w="3119" w:type="dxa"/>
          </w:tcPr>
          <w:p w:rsidR="008A14EB" w:rsidRPr="00D36B9C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lastRenderedPageBreak/>
              <w:t>Ярославская область, Пошехонский р</w:t>
            </w:r>
            <w:r w:rsidR="00384FC2">
              <w:rPr>
                <w:kern w:val="2"/>
                <w:szCs w:val="28"/>
              </w:rPr>
              <w:t>айон</w:t>
            </w:r>
            <w:r w:rsidRPr="00D36B9C">
              <w:rPr>
                <w:kern w:val="2"/>
                <w:szCs w:val="28"/>
              </w:rPr>
              <w:t xml:space="preserve">, </w:t>
            </w:r>
            <w:proofErr w:type="spellStart"/>
            <w:r w:rsidRPr="00D36B9C">
              <w:rPr>
                <w:kern w:val="2"/>
                <w:szCs w:val="28"/>
              </w:rPr>
              <w:t>Ермаковский</w:t>
            </w:r>
            <w:proofErr w:type="spellEnd"/>
            <w:r w:rsidRPr="00D36B9C">
              <w:rPr>
                <w:kern w:val="2"/>
                <w:szCs w:val="28"/>
              </w:rPr>
              <w:t xml:space="preserve"> сельский округ, с. Ермаково, ул. Церковная, д. 10</w:t>
            </w:r>
          </w:p>
          <w:p w:rsidR="008A14EB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D36B9C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D36B9C" w:rsidRDefault="008A14EB" w:rsidP="00AD3FFB">
            <w:pPr>
              <w:ind w:firstLine="0"/>
              <w:jc w:val="left"/>
              <w:rPr>
                <w:kern w:val="2"/>
                <w:szCs w:val="28"/>
              </w:rPr>
            </w:pPr>
            <w:r w:rsidRPr="00CB11D5">
              <w:rPr>
                <w:kern w:val="2"/>
                <w:szCs w:val="28"/>
              </w:rPr>
              <w:lastRenderedPageBreak/>
              <w:t xml:space="preserve">Ярославская область, </w:t>
            </w:r>
            <w:r w:rsidR="00777ED7" w:rsidRPr="00CB11D5">
              <w:rPr>
                <w:kern w:val="2"/>
                <w:szCs w:val="28"/>
              </w:rPr>
              <w:t xml:space="preserve">Пошехонский </w:t>
            </w:r>
            <w:r w:rsidRPr="00CB11D5">
              <w:rPr>
                <w:kern w:val="2"/>
                <w:szCs w:val="28"/>
              </w:rPr>
              <w:t xml:space="preserve">район, </w:t>
            </w:r>
            <w:proofErr w:type="spellStart"/>
            <w:r w:rsidR="00777ED7" w:rsidRPr="005A2605">
              <w:rPr>
                <w:kern w:val="2"/>
                <w:szCs w:val="28"/>
              </w:rPr>
              <w:t>Ермаковск</w:t>
            </w:r>
            <w:r w:rsidR="00AD3FFB" w:rsidRPr="005A2605">
              <w:rPr>
                <w:kern w:val="2"/>
                <w:szCs w:val="28"/>
              </w:rPr>
              <w:t>ий</w:t>
            </w:r>
            <w:proofErr w:type="spellEnd"/>
            <w:r w:rsidR="00777ED7" w:rsidRPr="005A2605">
              <w:rPr>
                <w:kern w:val="2"/>
                <w:szCs w:val="28"/>
              </w:rPr>
              <w:t xml:space="preserve"> </w:t>
            </w:r>
            <w:r w:rsidRPr="005A2605">
              <w:rPr>
                <w:kern w:val="2"/>
                <w:szCs w:val="28"/>
              </w:rPr>
              <w:t>сельск</w:t>
            </w:r>
            <w:r w:rsidR="00AD3FFB" w:rsidRPr="005A2605">
              <w:rPr>
                <w:kern w:val="2"/>
                <w:szCs w:val="28"/>
              </w:rPr>
              <w:t>ий</w:t>
            </w:r>
            <w:r w:rsidRPr="005A2605">
              <w:rPr>
                <w:kern w:val="2"/>
                <w:szCs w:val="28"/>
              </w:rPr>
              <w:t xml:space="preserve"> </w:t>
            </w:r>
            <w:r w:rsidR="00AD3FFB" w:rsidRPr="005A2605">
              <w:rPr>
                <w:kern w:val="2"/>
                <w:szCs w:val="28"/>
              </w:rPr>
              <w:t>округ</w:t>
            </w:r>
            <w:r w:rsidRPr="005A2605">
              <w:rPr>
                <w:kern w:val="2"/>
                <w:szCs w:val="28"/>
              </w:rPr>
              <w:t>, д</w:t>
            </w:r>
            <w:r w:rsidR="00777ED7" w:rsidRPr="005A2605">
              <w:rPr>
                <w:kern w:val="2"/>
                <w:szCs w:val="28"/>
              </w:rPr>
              <w:t>.</w:t>
            </w:r>
            <w:r w:rsidRPr="005A2605">
              <w:rPr>
                <w:kern w:val="2"/>
                <w:szCs w:val="28"/>
              </w:rPr>
              <w:t xml:space="preserve"> </w:t>
            </w:r>
            <w:proofErr w:type="spellStart"/>
            <w:r w:rsidR="00AD3FFB" w:rsidRPr="005A2605">
              <w:rPr>
                <w:kern w:val="2"/>
                <w:szCs w:val="28"/>
              </w:rPr>
              <w:t>Климовское</w:t>
            </w:r>
            <w:proofErr w:type="spellEnd"/>
            <w:r w:rsidR="00AD3FFB">
              <w:rPr>
                <w:kern w:val="2"/>
                <w:szCs w:val="28"/>
              </w:rPr>
              <w:t xml:space="preserve">, </w:t>
            </w:r>
            <w:r w:rsidRPr="00CB11D5">
              <w:rPr>
                <w:kern w:val="2"/>
                <w:szCs w:val="28"/>
              </w:rPr>
              <w:t>ул</w:t>
            </w:r>
            <w:r w:rsidR="00777ED7">
              <w:rPr>
                <w:kern w:val="2"/>
                <w:szCs w:val="28"/>
              </w:rPr>
              <w:t>.</w:t>
            </w:r>
            <w:r w:rsidRPr="00CB11D5">
              <w:rPr>
                <w:kern w:val="2"/>
                <w:szCs w:val="28"/>
              </w:rPr>
              <w:t xml:space="preserve"> Церковная, </w:t>
            </w:r>
            <w:r w:rsidR="00AD3FFB">
              <w:rPr>
                <w:kern w:val="2"/>
                <w:szCs w:val="28"/>
              </w:rPr>
              <w:t>д.</w:t>
            </w:r>
            <w:r w:rsidRPr="00CB11D5">
              <w:rPr>
                <w:kern w:val="2"/>
                <w:szCs w:val="28"/>
              </w:rPr>
              <w:t xml:space="preserve"> 10</w:t>
            </w:r>
          </w:p>
        </w:tc>
        <w:tc>
          <w:tcPr>
            <w:tcW w:w="2126" w:type="dxa"/>
          </w:tcPr>
          <w:p w:rsidR="008A14EB" w:rsidRPr="00D36B9C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lastRenderedPageBreak/>
              <w:t>нежилое здание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8A14EB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544" w:type="dxa"/>
          </w:tcPr>
          <w:p w:rsidR="008A14EB" w:rsidRPr="00D36B9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Недвижимое имущество:</w:t>
            </w:r>
          </w:p>
          <w:p w:rsidR="008A14EB" w:rsidRPr="00D36B9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40083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 xml:space="preserve">здание администрации, </w:t>
            </w:r>
          </w:p>
          <w:p w:rsidR="008A14EB" w:rsidRPr="00D36B9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 xml:space="preserve">кадастровый номер 76:15:011013:102 </w:t>
            </w:r>
          </w:p>
          <w:p w:rsidR="008A14EB" w:rsidRPr="00D36B9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A14EB" w:rsidRPr="00D36B9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F2597F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 xml:space="preserve">общежитие, </w:t>
            </w:r>
          </w:p>
          <w:p w:rsidR="008A14EB" w:rsidRPr="00D36B9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кадастровый номер 76:15:011013:124</w:t>
            </w:r>
          </w:p>
          <w:p w:rsidR="008A14EB" w:rsidRPr="00D36B9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A14EB" w:rsidRPr="00D36B9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A14EB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F70E6" w:rsidRPr="00D36B9C" w:rsidRDefault="007F70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F70E6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 xml:space="preserve">с земельным участком, </w:t>
            </w:r>
          </w:p>
          <w:p w:rsidR="008A14EB" w:rsidRPr="00D36B9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кадастровый номер 76:15:011001:106</w:t>
            </w:r>
          </w:p>
        </w:tc>
        <w:tc>
          <w:tcPr>
            <w:tcW w:w="3119" w:type="dxa"/>
          </w:tcPr>
          <w:p w:rsidR="008A14EB" w:rsidRPr="00D36B9C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D36B9C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D36B9C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 xml:space="preserve">Ярославская область, </w:t>
            </w:r>
            <w:r w:rsidRPr="00D36B9C">
              <w:rPr>
                <w:kern w:val="2"/>
                <w:szCs w:val="28"/>
              </w:rPr>
              <w:br/>
            </w:r>
            <w:proofErr w:type="spellStart"/>
            <w:r w:rsidR="00F2597F" w:rsidRPr="00D36B9C">
              <w:rPr>
                <w:kern w:val="2"/>
                <w:szCs w:val="28"/>
              </w:rPr>
              <w:t>Тутаевский</w:t>
            </w:r>
            <w:proofErr w:type="spellEnd"/>
            <w:r w:rsidR="00F2597F" w:rsidRPr="00D36B9C">
              <w:rPr>
                <w:kern w:val="2"/>
                <w:szCs w:val="28"/>
              </w:rPr>
              <w:t xml:space="preserve"> </w:t>
            </w:r>
            <w:r w:rsidR="00F2597F">
              <w:rPr>
                <w:kern w:val="2"/>
                <w:szCs w:val="28"/>
              </w:rPr>
              <w:t>район</w:t>
            </w:r>
            <w:r w:rsidRPr="00D36B9C">
              <w:rPr>
                <w:kern w:val="2"/>
                <w:szCs w:val="28"/>
              </w:rPr>
              <w:t xml:space="preserve">, </w:t>
            </w:r>
            <w:r w:rsidRPr="00D36B9C">
              <w:rPr>
                <w:kern w:val="2"/>
                <w:szCs w:val="28"/>
              </w:rPr>
              <w:br/>
              <w:t xml:space="preserve">п. Красный Бор, </w:t>
            </w:r>
            <w:r w:rsidRPr="00D36B9C">
              <w:rPr>
                <w:kern w:val="2"/>
                <w:szCs w:val="28"/>
              </w:rPr>
              <w:br/>
              <w:t xml:space="preserve">ул. Верхняя Дача, д. 11 </w:t>
            </w:r>
          </w:p>
          <w:p w:rsidR="008A14EB" w:rsidRPr="00D36B9C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F70E6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 xml:space="preserve">Ярославская область, </w:t>
            </w:r>
            <w:r w:rsidRPr="00D36B9C">
              <w:rPr>
                <w:kern w:val="2"/>
                <w:szCs w:val="28"/>
              </w:rPr>
              <w:br/>
            </w:r>
            <w:proofErr w:type="spellStart"/>
            <w:r w:rsidR="00F2597F" w:rsidRPr="00D36B9C">
              <w:rPr>
                <w:kern w:val="2"/>
                <w:szCs w:val="28"/>
              </w:rPr>
              <w:t>Тутаевский</w:t>
            </w:r>
            <w:proofErr w:type="spellEnd"/>
            <w:r w:rsidR="00F2597F" w:rsidRPr="00D36B9C">
              <w:rPr>
                <w:kern w:val="2"/>
                <w:szCs w:val="28"/>
              </w:rPr>
              <w:t xml:space="preserve"> </w:t>
            </w:r>
            <w:r w:rsidRPr="00D36B9C">
              <w:rPr>
                <w:kern w:val="2"/>
                <w:szCs w:val="28"/>
              </w:rPr>
              <w:t>р</w:t>
            </w:r>
            <w:r w:rsidR="00F2597F">
              <w:rPr>
                <w:kern w:val="2"/>
                <w:szCs w:val="28"/>
              </w:rPr>
              <w:t xml:space="preserve">айон, </w:t>
            </w:r>
          </w:p>
          <w:p w:rsidR="008A14EB" w:rsidRPr="00D36B9C" w:rsidRDefault="00F2597F" w:rsidP="007F70E6">
            <w:pPr>
              <w:ind w:right="-107" w:firstLine="0"/>
              <w:jc w:val="left"/>
              <w:rPr>
                <w:kern w:val="2"/>
                <w:szCs w:val="28"/>
              </w:rPr>
            </w:pPr>
            <w:proofErr w:type="spellStart"/>
            <w:r>
              <w:rPr>
                <w:kern w:val="2"/>
                <w:szCs w:val="28"/>
              </w:rPr>
              <w:t>Помогаловский</w:t>
            </w:r>
            <w:proofErr w:type="spellEnd"/>
            <w:r>
              <w:rPr>
                <w:kern w:val="2"/>
                <w:szCs w:val="28"/>
              </w:rPr>
              <w:t xml:space="preserve"> сельский округ</w:t>
            </w:r>
            <w:r w:rsidR="008A14EB" w:rsidRPr="00D36B9C">
              <w:rPr>
                <w:kern w:val="2"/>
                <w:szCs w:val="28"/>
              </w:rPr>
              <w:t>, п. Красный Бор, ул. Верхняя Дача, д. 11</w:t>
            </w:r>
          </w:p>
          <w:p w:rsidR="008A14EB" w:rsidRPr="00D36B9C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D36B9C" w:rsidRDefault="008A14EB" w:rsidP="00F2597F">
            <w:pPr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 xml:space="preserve">Ярославская область, </w:t>
            </w:r>
            <w:r w:rsidRPr="00D36B9C">
              <w:rPr>
                <w:kern w:val="2"/>
                <w:szCs w:val="28"/>
              </w:rPr>
              <w:br/>
            </w:r>
            <w:proofErr w:type="spellStart"/>
            <w:r w:rsidRPr="00D36B9C">
              <w:rPr>
                <w:kern w:val="2"/>
                <w:szCs w:val="28"/>
              </w:rPr>
              <w:t>Тутаевский</w:t>
            </w:r>
            <w:proofErr w:type="spellEnd"/>
            <w:r w:rsidR="00F2597F" w:rsidRPr="00D36B9C">
              <w:rPr>
                <w:kern w:val="2"/>
                <w:szCs w:val="28"/>
              </w:rPr>
              <w:t xml:space="preserve"> р</w:t>
            </w:r>
            <w:r w:rsidR="00F2597F">
              <w:rPr>
                <w:kern w:val="2"/>
                <w:szCs w:val="28"/>
              </w:rPr>
              <w:t>айон</w:t>
            </w:r>
            <w:r w:rsidRPr="00D36B9C">
              <w:rPr>
                <w:kern w:val="2"/>
                <w:szCs w:val="28"/>
              </w:rPr>
              <w:t>, п. Красный Бор</w:t>
            </w:r>
          </w:p>
        </w:tc>
        <w:tc>
          <w:tcPr>
            <w:tcW w:w="2126" w:type="dxa"/>
          </w:tcPr>
          <w:p w:rsidR="008A14EB" w:rsidRPr="00D36B9C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D36B9C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D36B9C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 xml:space="preserve">нежилое здание </w:t>
            </w:r>
          </w:p>
          <w:p w:rsidR="008A14EB" w:rsidRPr="00D36B9C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D36B9C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D36B9C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D36B9C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D36B9C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нежилое здание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8A14EB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4" w:type="dxa"/>
          </w:tcPr>
          <w:p w:rsidR="007F70E6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Здание </w:t>
            </w:r>
            <w:proofErr w:type="spellStart"/>
            <w:r w:rsidRPr="00902693">
              <w:rPr>
                <w:kern w:val="2"/>
                <w:szCs w:val="28"/>
              </w:rPr>
              <w:t>Новинковского</w:t>
            </w:r>
            <w:proofErr w:type="spellEnd"/>
            <w:r w:rsidRPr="00902693">
              <w:rPr>
                <w:kern w:val="2"/>
                <w:szCs w:val="28"/>
              </w:rPr>
              <w:t xml:space="preserve"> 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ветеринарного участка, кадастровый номер 76:10:072101:9999 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F70E6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с земельным участком, 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кадастровый номер 76:10:072101:9991</w:t>
            </w:r>
          </w:p>
        </w:tc>
        <w:tc>
          <w:tcPr>
            <w:tcW w:w="3119" w:type="dxa"/>
          </w:tcPr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Ярославская область, </w:t>
            </w:r>
          </w:p>
          <w:p w:rsidR="00987117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Первомайский</w:t>
            </w:r>
            <w:r w:rsidR="00987117" w:rsidRPr="00902693">
              <w:rPr>
                <w:kern w:val="2"/>
                <w:szCs w:val="28"/>
              </w:rPr>
              <w:t xml:space="preserve"> р</w:t>
            </w:r>
            <w:r w:rsidR="00987117">
              <w:rPr>
                <w:kern w:val="2"/>
                <w:szCs w:val="28"/>
              </w:rPr>
              <w:t>айо</w:t>
            </w:r>
            <w:r w:rsidR="00987117" w:rsidRPr="00902693">
              <w:rPr>
                <w:kern w:val="2"/>
                <w:szCs w:val="28"/>
              </w:rPr>
              <w:t>н</w:t>
            </w:r>
            <w:r w:rsidRPr="00902693">
              <w:rPr>
                <w:kern w:val="2"/>
                <w:szCs w:val="28"/>
              </w:rPr>
              <w:t>, д. </w:t>
            </w:r>
            <w:proofErr w:type="spellStart"/>
            <w:r w:rsidRPr="00902693">
              <w:rPr>
                <w:kern w:val="2"/>
                <w:szCs w:val="28"/>
              </w:rPr>
              <w:t>Ефимовское</w:t>
            </w:r>
            <w:proofErr w:type="spellEnd"/>
            <w:r w:rsidRPr="00902693">
              <w:rPr>
                <w:kern w:val="2"/>
                <w:szCs w:val="28"/>
              </w:rPr>
              <w:t xml:space="preserve">, </w:t>
            </w: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ул. Центральная, д. 10</w:t>
            </w: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Ярос</w:t>
            </w:r>
            <w:r w:rsidR="00987117">
              <w:rPr>
                <w:kern w:val="2"/>
                <w:szCs w:val="28"/>
              </w:rPr>
              <w:t>лавская область, Первомайский райо</w:t>
            </w:r>
            <w:r w:rsidRPr="00902693">
              <w:rPr>
                <w:kern w:val="2"/>
                <w:szCs w:val="28"/>
              </w:rPr>
              <w:t>н, д. </w:t>
            </w:r>
            <w:proofErr w:type="spellStart"/>
            <w:r w:rsidRPr="00902693">
              <w:rPr>
                <w:kern w:val="2"/>
                <w:szCs w:val="28"/>
              </w:rPr>
              <w:t>Ефимовское</w:t>
            </w:r>
            <w:proofErr w:type="spellEnd"/>
            <w:r w:rsidRPr="00902693">
              <w:rPr>
                <w:kern w:val="2"/>
                <w:szCs w:val="28"/>
              </w:rPr>
              <w:t xml:space="preserve">, </w:t>
            </w:r>
            <w:proofErr w:type="spellStart"/>
            <w:r w:rsidRPr="00AD3FFB">
              <w:rPr>
                <w:kern w:val="2"/>
                <w:szCs w:val="28"/>
              </w:rPr>
              <w:t>Новинковский</w:t>
            </w:r>
            <w:proofErr w:type="spellEnd"/>
            <w:r w:rsidR="00AD3FFB" w:rsidRPr="00AD3FFB">
              <w:rPr>
                <w:kern w:val="2"/>
                <w:szCs w:val="28"/>
              </w:rPr>
              <w:t xml:space="preserve"> </w:t>
            </w:r>
            <w:r w:rsidR="00AD3FFB" w:rsidRPr="005A2605">
              <w:rPr>
                <w:kern w:val="2"/>
                <w:szCs w:val="28"/>
              </w:rPr>
              <w:t>сельский округ</w:t>
            </w:r>
            <w:r w:rsidRPr="005A2605">
              <w:rPr>
                <w:kern w:val="2"/>
                <w:szCs w:val="28"/>
              </w:rPr>
              <w:t>,</w:t>
            </w:r>
            <w:r w:rsidRPr="00902693">
              <w:rPr>
                <w:kern w:val="2"/>
                <w:szCs w:val="28"/>
              </w:rPr>
              <w:t xml:space="preserve"> ул. Центральная, д. 10</w:t>
            </w:r>
          </w:p>
        </w:tc>
        <w:tc>
          <w:tcPr>
            <w:tcW w:w="2126" w:type="dxa"/>
          </w:tcPr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нежилое здание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8A14EB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4" w:type="dxa"/>
          </w:tcPr>
          <w:p w:rsidR="00987117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Контора лесничества, 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кадастровый номер 76:06:040801:80 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F70E6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с земельным участком, 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кадастровый номер 76:06:040801:5</w:t>
            </w:r>
          </w:p>
        </w:tc>
        <w:tc>
          <w:tcPr>
            <w:tcW w:w="3119" w:type="dxa"/>
          </w:tcPr>
          <w:p w:rsidR="00987117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Ярославская область, </w:t>
            </w:r>
            <w:r w:rsidRPr="00902693">
              <w:rPr>
                <w:kern w:val="2"/>
                <w:szCs w:val="28"/>
              </w:rPr>
              <w:br/>
            </w:r>
            <w:proofErr w:type="spellStart"/>
            <w:r w:rsidRPr="00902693">
              <w:rPr>
                <w:kern w:val="2"/>
                <w:szCs w:val="28"/>
              </w:rPr>
              <w:t>Любимский</w:t>
            </w:r>
            <w:proofErr w:type="spellEnd"/>
            <w:r w:rsidR="00987117" w:rsidRPr="00902693">
              <w:rPr>
                <w:kern w:val="2"/>
                <w:szCs w:val="28"/>
              </w:rPr>
              <w:t xml:space="preserve"> </w:t>
            </w:r>
            <w:r w:rsidR="00987117">
              <w:rPr>
                <w:kern w:val="2"/>
                <w:szCs w:val="28"/>
              </w:rPr>
              <w:t>райо</w:t>
            </w:r>
            <w:r w:rsidR="00987117" w:rsidRPr="00902693">
              <w:rPr>
                <w:kern w:val="2"/>
                <w:szCs w:val="28"/>
              </w:rPr>
              <w:t>н</w:t>
            </w:r>
            <w:r w:rsidRPr="00902693">
              <w:rPr>
                <w:kern w:val="2"/>
                <w:szCs w:val="28"/>
              </w:rPr>
              <w:t>, д. </w:t>
            </w:r>
            <w:proofErr w:type="spellStart"/>
            <w:r w:rsidRPr="00902693">
              <w:rPr>
                <w:kern w:val="2"/>
                <w:szCs w:val="28"/>
              </w:rPr>
              <w:t>Кинтаново</w:t>
            </w:r>
            <w:proofErr w:type="spellEnd"/>
            <w:r w:rsidRPr="00902693">
              <w:rPr>
                <w:kern w:val="2"/>
                <w:szCs w:val="28"/>
              </w:rPr>
              <w:t xml:space="preserve">, </w:t>
            </w: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ул. Центральная, д. 2</w:t>
            </w:r>
          </w:p>
          <w:p w:rsidR="008A14EB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Ярославская область, </w:t>
            </w: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902693">
              <w:rPr>
                <w:kern w:val="2"/>
                <w:szCs w:val="28"/>
              </w:rPr>
              <w:t>Любимский</w:t>
            </w:r>
            <w:proofErr w:type="spellEnd"/>
            <w:r w:rsidR="0017701D" w:rsidRPr="00902693">
              <w:rPr>
                <w:kern w:val="2"/>
                <w:szCs w:val="28"/>
              </w:rPr>
              <w:t xml:space="preserve"> р</w:t>
            </w:r>
            <w:r w:rsidR="0017701D">
              <w:rPr>
                <w:kern w:val="2"/>
                <w:szCs w:val="28"/>
              </w:rPr>
              <w:t>айо</w:t>
            </w:r>
            <w:r w:rsidR="0017701D" w:rsidRPr="00902693">
              <w:rPr>
                <w:kern w:val="2"/>
                <w:szCs w:val="28"/>
              </w:rPr>
              <w:t>н</w:t>
            </w:r>
            <w:r w:rsidRPr="00902693">
              <w:rPr>
                <w:kern w:val="2"/>
                <w:szCs w:val="28"/>
              </w:rPr>
              <w:t xml:space="preserve">, </w:t>
            </w: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д. </w:t>
            </w:r>
            <w:proofErr w:type="spellStart"/>
            <w:r w:rsidRPr="00902693">
              <w:rPr>
                <w:kern w:val="2"/>
                <w:szCs w:val="28"/>
              </w:rPr>
              <w:t>Кинтаново</w:t>
            </w:r>
            <w:proofErr w:type="spellEnd"/>
            <w:r w:rsidRPr="00902693">
              <w:rPr>
                <w:kern w:val="2"/>
                <w:szCs w:val="28"/>
              </w:rPr>
              <w:t xml:space="preserve">, </w:t>
            </w: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ул. Центральная, д. 2</w:t>
            </w:r>
          </w:p>
        </w:tc>
        <w:tc>
          <w:tcPr>
            <w:tcW w:w="2126" w:type="dxa"/>
          </w:tcPr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нежилое здание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8A14EB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544" w:type="dxa"/>
          </w:tcPr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Помещение, 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кадастровый номер 76:23:050207:88</w:t>
            </w:r>
          </w:p>
        </w:tc>
        <w:tc>
          <w:tcPr>
            <w:tcW w:w="3119" w:type="dxa"/>
          </w:tcPr>
          <w:p w:rsidR="0017701D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Ярославская область, г. Ярославль, проезд </w:t>
            </w: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lastRenderedPageBreak/>
              <w:t xml:space="preserve">Республиканский, д. 11, пом. 1 </w:t>
            </w:r>
            <w:r>
              <w:rPr>
                <w:kern w:val="2"/>
                <w:szCs w:val="28"/>
              </w:rPr>
              <w:t>–</w:t>
            </w:r>
            <w:r w:rsidRPr="00902693">
              <w:rPr>
                <w:kern w:val="2"/>
                <w:szCs w:val="28"/>
              </w:rPr>
              <w:t xml:space="preserve"> 3, 7 </w:t>
            </w:r>
            <w:r>
              <w:rPr>
                <w:kern w:val="2"/>
                <w:szCs w:val="28"/>
              </w:rPr>
              <w:t>–</w:t>
            </w:r>
            <w:r w:rsidRPr="00902693">
              <w:rPr>
                <w:kern w:val="2"/>
                <w:szCs w:val="28"/>
              </w:rPr>
              <w:t xml:space="preserve"> 19 </w:t>
            </w:r>
          </w:p>
        </w:tc>
        <w:tc>
          <w:tcPr>
            <w:tcW w:w="2126" w:type="dxa"/>
          </w:tcPr>
          <w:p w:rsidR="0017701D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lastRenderedPageBreak/>
              <w:t xml:space="preserve">нежилое </w:t>
            </w: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помещение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8A14EB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544" w:type="dxa"/>
          </w:tcPr>
          <w:p w:rsidR="008A14EB" w:rsidRPr="009F3834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</w:rPr>
            </w:pPr>
            <w:r w:rsidRPr="009F3834">
              <w:rPr>
                <w:kern w:val="2"/>
              </w:rPr>
              <w:t>Помещения 1</w:t>
            </w:r>
            <w:r>
              <w:rPr>
                <w:kern w:val="2"/>
              </w:rPr>
              <w:t xml:space="preserve"> </w:t>
            </w:r>
            <w:r w:rsidRPr="009F3834">
              <w:rPr>
                <w:kern w:val="2"/>
              </w:rPr>
              <w:t xml:space="preserve">этажа </w:t>
            </w:r>
          </w:p>
          <w:p w:rsidR="007F70E6" w:rsidRDefault="008A14EB" w:rsidP="007F70E6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</w:rPr>
            </w:pPr>
            <w:r w:rsidRPr="009F3834">
              <w:rPr>
                <w:kern w:val="2"/>
              </w:rPr>
              <w:t>№ 14</w:t>
            </w:r>
            <w:r>
              <w:rPr>
                <w:kern w:val="2"/>
              </w:rPr>
              <w:t xml:space="preserve"> </w:t>
            </w:r>
            <w:r>
              <w:rPr>
                <w:kern w:val="2"/>
                <w:szCs w:val="28"/>
              </w:rPr>
              <w:t>–</w:t>
            </w:r>
            <w:r>
              <w:rPr>
                <w:kern w:val="2"/>
              </w:rPr>
              <w:t xml:space="preserve"> </w:t>
            </w:r>
            <w:r w:rsidR="007F70E6">
              <w:rPr>
                <w:kern w:val="2"/>
              </w:rPr>
              <w:t>18 и</w:t>
            </w:r>
            <w:r w:rsidRPr="009F3834">
              <w:rPr>
                <w:kern w:val="2"/>
              </w:rPr>
              <w:t xml:space="preserve"> 106, </w:t>
            </w:r>
          </w:p>
          <w:p w:rsidR="008A14EB" w:rsidRPr="007E4987" w:rsidRDefault="008A14EB" w:rsidP="00C42180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</w:rPr>
            </w:pPr>
            <w:r w:rsidRPr="009F3834">
              <w:rPr>
                <w:kern w:val="2"/>
              </w:rPr>
              <w:t>кадастровый номер 76:23:040401:876</w:t>
            </w:r>
            <w:r w:rsidR="00C42180">
              <w:rPr>
                <w:kern w:val="2"/>
                <w:vertAlign w:val="superscript"/>
              </w:rPr>
              <w:t>1</w:t>
            </w:r>
          </w:p>
        </w:tc>
        <w:tc>
          <w:tcPr>
            <w:tcW w:w="3119" w:type="dxa"/>
          </w:tcPr>
          <w:p w:rsidR="005E2B71" w:rsidRDefault="008A14EB" w:rsidP="00C16C92">
            <w:pPr>
              <w:ind w:firstLine="0"/>
              <w:jc w:val="left"/>
              <w:rPr>
                <w:kern w:val="2"/>
              </w:rPr>
            </w:pPr>
            <w:r w:rsidRPr="009F3834">
              <w:rPr>
                <w:kern w:val="2"/>
              </w:rPr>
              <w:t xml:space="preserve">Ярославская область, г. Ярославль, </w:t>
            </w:r>
          </w:p>
          <w:p w:rsidR="008A14EB" w:rsidRPr="007E4987" w:rsidRDefault="008A14EB" w:rsidP="00C16C92">
            <w:pPr>
              <w:ind w:firstLine="0"/>
              <w:jc w:val="left"/>
              <w:rPr>
                <w:kern w:val="2"/>
              </w:rPr>
            </w:pPr>
            <w:r w:rsidRPr="009F3834">
              <w:rPr>
                <w:kern w:val="2"/>
              </w:rPr>
              <w:t>ул. Стачек, д. 63</w:t>
            </w:r>
          </w:p>
        </w:tc>
        <w:tc>
          <w:tcPr>
            <w:tcW w:w="2126" w:type="dxa"/>
          </w:tcPr>
          <w:p w:rsidR="005E2B71" w:rsidRDefault="008A14EB" w:rsidP="00C16C92">
            <w:pPr>
              <w:ind w:firstLine="0"/>
              <w:jc w:val="left"/>
              <w:rPr>
                <w:kern w:val="2"/>
              </w:rPr>
            </w:pPr>
            <w:r w:rsidRPr="009F3834">
              <w:rPr>
                <w:kern w:val="2"/>
              </w:rPr>
              <w:t xml:space="preserve">нежилые </w:t>
            </w:r>
          </w:p>
          <w:p w:rsidR="008A14EB" w:rsidRPr="007E4987" w:rsidRDefault="008A14EB" w:rsidP="00C16C92">
            <w:pPr>
              <w:ind w:firstLine="0"/>
              <w:jc w:val="left"/>
              <w:rPr>
                <w:kern w:val="2"/>
              </w:rPr>
            </w:pPr>
            <w:r w:rsidRPr="009F3834">
              <w:rPr>
                <w:kern w:val="2"/>
              </w:rPr>
              <w:t>помещения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8A14EB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544" w:type="dxa"/>
          </w:tcPr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Недвижимое имущество: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гостиничный комплекс, 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кадастровый номер 76:19:010216:168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здание трансформаторной подстанции, 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кадастровый номер 76:19:010216:150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с земельным участком, 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кадастровый номер 76:19:000000:11 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40083C" w:rsidRPr="00E4034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bookmarkStart w:id="0" w:name="_GoBack"/>
            <w:r w:rsidRPr="00E4034C">
              <w:rPr>
                <w:kern w:val="2"/>
                <w:szCs w:val="28"/>
              </w:rPr>
              <w:t xml:space="preserve">движимое имущество </w:t>
            </w:r>
          </w:p>
          <w:bookmarkEnd w:id="0"/>
          <w:p w:rsidR="001D51E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(прочие нефинансовые 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активы):</w:t>
            </w:r>
          </w:p>
          <w:p w:rsidR="008A14EB" w:rsidRPr="00902693" w:rsidRDefault="0017701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автоматическая насосная станция;</w:t>
            </w:r>
          </w:p>
          <w:p w:rsidR="008A14EB" w:rsidRPr="00902693" w:rsidRDefault="0017701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технологическое оборудование канализации;</w:t>
            </w:r>
          </w:p>
          <w:p w:rsidR="008A14EB" w:rsidRPr="00902693" w:rsidRDefault="0017701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оборудование пожарной сигнализации;</w:t>
            </w:r>
          </w:p>
          <w:p w:rsidR="008A14EB" w:rsidRPr="00902693" w:rsidRDefault="0017701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оборудование охранной сигнализации;</w:t>
            </w:r>
          </w:p>
          <w:p w:rsidR="008A14EB" w:rsidRPr="00902693" w:rsidRDefault="0017701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кабельные линии;</w:t>
            </w:r>
          </w:p>
          <w:p w:rsidR="008A14EB" w:rsidRPr="00902693" w:rsidRDefault="0017701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оборудование трансформаторной подстанции;</w:t>
            </w:r>
          </w:p>
          <w:p w:rsidR="008A14EB" w:rsidRPr="00902693" w:rsidRDefault="0017701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оборудование универсальной АТС;</w:t>
            </w:r>
          </w:p>
          <w:p w:rsidR="008A14EB" w:rsidRPr="00902693" w:rsidRDefault="0017701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оборудование канализационной насосной станции;</w:t>
            </w:r>
          </w:p>
          <w:p w:rsidR="008A14EB" w:rsidRPr="00902693" w:rsidRDefault="0017701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тепломеханическое оборудование котельной;</w:t>
            </w:r>
          </w:p>
          <w:p w:rsidR="008A14EB" w:rsidRPr="00902693" w:rsidRDefault="0017701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902693">
              <w:rPr>
                <w:kern w:val="2"/>
                <w:szCs w:val="28"/>
              </w:rPr>
              <w:t xml:space="preserve"> холодильная машина </w:t>
            </w:r>
            <w:r w:rsidR="008A14EB"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фирма CIAT, холодопроизводительность </w:t>
            </w:r>
            <w:r w:rsidR="001D51EC">
              <w:rPr>
                <w:kern w:val="2"/>
                <w:szCs w:val="28"/>
              </w:rPr>
              <w:br/>
            </w:r>
            <w:proofErr w:type="spellStart"/>
            <w:r w:rsidR="008A14EB" w:rsidRPr="00902693">
              <w:rPr>
                <w:kern w:val="2"/>
                <w:szCs w:val="28"/>
              </w:rPr>
              <w:t>Qx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=76,2 кВт, N=38 </w:t>
            </w:r>
            <w:proofErr w:type="spellStart"/>
            <w:r w:rsidR="008A14EB" w:rsidRPr="00902693">
              <w:rPr>
                <w:kern w:val="2"/>
                <w:szCs w:val="28"/>
              </w:rPr>
              <w:t>кВ</w:t>
            </w:r>
            <w:proofErr w:type="spellEnd"/>
            <w:r w:rsidR="008A14EB" w:rsidRPr="00902693">
              <w:rPr>
                <w:kern w:val="2"/>
                <w:szCs w:val="28"/>
              </w:rPr>
              <w:t>;</w:t>
            </w:r>
          </w:p>
          <w:p w:rsidR="008A14EB" w:rsidRPr="00902693" w:rsidRDefault="0017701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902693">
              <w:rPr>
                <w:kern w:val="2"/>
                <w:szCs w:val="28"/>
              </w:rPr>
              <w:t>вентиляторный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доводчик «</w:t>
            </w:r>
            <w:proofErr w:type="spellStart"/>
            <w:r w:rsidR="008A14EB" w:rsidRPr="00902693">
              <w:rPr>
                <w:kern w:val="2"/>
                <w:szCs w:val="28"/>
              </w:rPr>
              <w:t>Фанкойл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», CIAT (Франция) в комплекте 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с 3-ходовым клапаном и запорным краном</w:t>
            </w:r>
            <w:r>
              <w:rPr>
                <w:kern w:val="2"/>
                <w:szCs w:val="28"/>
              </w:rPr>
              <w:t>,</w:t>
            </w:r>
            <w:r w:rsidRPr="00902693">
              <w:rPr>
                <w:kern w:val="2"/>
                <w:szCs w:val="28"/>
              </w:rPr>
              <w:t xml:space="preserve"> модель MAJOR 300, вариант подключения R1-R7;</w:t>
            </w:r>
          </w:p>
          <w:p w:rsidR="008A14EB" w:rsidRPr="00902693" w:rsidRDefault="0017701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 лифт пассажирский № </w:t>
            </w:r>
            <w:r w:rsidR="008A14EB" w:rsidRPr="00902693">
              <w:rPr>
                <w:kern w:val="2"/>
                <w:szCs w:val="28"/>
              </w:rPr>
              <w:t>1, грузоподъемность 300 кг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V=0,5м/с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заводской </w:t>
            </w:r>
            <w:r w:rsidR="001D51EC">
              <w:rPr>
                <w:kern w:val="2"/>
                <w:szCs w:val="28"/>
              </w:rPr>
              <w:t>№ </w:t>
            </w:r>
            <w:r w:rsidR="008A14EB" w:rsidRPr="00902693">
              <w:rPr>
                <w:kern w:val="2"/>
                <w:szCs w:val="28"/>
              </w:rPr>
              <w:t>45146 лпг0304 «</w:t>
            </w:r>
            <w:proofErr w:type="spellStart"/>
            <w:r w:rsidR="008A14EB" w:rsidRPr="00902693">
              <w:rPr>
                <w:kern w:val="2"/>
                <w:szCs w:val="28"/>
              </w:rPr>
              <w:t>Шиндлер</w:t>
            </w:r>
            <w:proofErr w:type="spellEnd"/>
            <w:r w:rsidR="008A14EB" w:rsidRPr="00902693">
              <w:rPr>
                <w:kern w:val="2"/>
                <w:szCs w:val="28"/>
              </w:rPr>
              <w:t>»;</w:t>
            </w:r>
          </w:p>
          <w:p w:rsidR="008A14EB" w:rsidRPr="00902693" w:rsidRDefault="007F70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 лифт пассажирский № </w:t>
            </w:r>
            <w:r w:rsidR="008A14EB" w:rsidRPr="00902693">
              <w:rPr>
                <w:kern w:val="2"/>
                <w:szCs w:val="28"/>
              </w:rPr>
              <w:t xml:space="preserve">2, грузоподъемность </w:t>
            </w:r>
            <w:r>
              <w:rPr>
                <w:kern w:val="2"/>
                <w:szCs w:val="28"/>
              </w:rPr>
              <w:br/>
              <w:t>1 </w:t>
            </w:r>
            <w:r w:rsidR="008A14EB" w:rsidRPr="00902693">
              <w:rPr>
                <w:kern w:val="2"/>
                <w:szCs w:val="28"/>
              </w:rPr>
              <w:t>000 кг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V=1м/с</w:t>
            </w:r>
            <w:r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 xml:space="preserve">H=7,35 м, число остановок </w:t>
            </w:r>
            <w:r w:rsidR="008A14EB"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3, заводской №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 xml:space="preserve">7909145 </w:t>
            </w:r>
            <w:proofErr w:type="spellStart"/>
            <w:r w:rsidR="008A14EB" w:rsidRPr="00902693">
              <w:rPr>
                <w:kern w:val="2"/>
                <w:szCs w:val="28"/>
              </w:rPr>
              <w:t>лрг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0404 «</w:t>
            </w:r>
            <w:proofErr w:type="spellStart"/>
            <w:r w:rsidR="008A14EB" w:rsidRPr="00902693">
              <w:rPr>
                <w:kern w:val="2"/>
                <w:szCs w:val="28"/>
              </w:rPr>
              <w:t>Шиндлер</w:t>
            </w:r>
            <w:proofErr w:type="spellEnd"/>
            <w:r w:rsidR="008A14EB" w:rsidRPr="00902693">
              <w:rPr>
                <w:kern w:val="2"/>
                <w:szCs w:val="28"/>
              </w:rPr>
              <w:t>»;</w:t>
            </w:r>
          </w:p>
          <w:p w:rsidR="008A14EB" w:rsidRPr="00902693" w:rsidRDefault="007F70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 лифт пассажирский № </w:t>
            </w:r>
            <w:r w:rsidR="008A14EB" w:rsidRPr="00902693">
              <w:rPr>
                <w:kern w:val="2"/>
                <w:szCs w:val="28"/>
              </w:rPr>
              <w:t>3, грузоподъемность 400 кг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V=0,5 м/с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H=10,65 м, число остановок </w:t>
            </w:r>
            <w:r w:rsidR="008A14EB">
              <w:rPr>
                <w:kern w:val="2"/>
                <w:szCs w:val="28"/>
              </w:rPr>
              <w:t>–</w:t>
            </w:r>
            <w:r>
              <w:rPr>
                <w:kern w:val="2"/>
                <w:szCs w:val="28"/>
              </w:rPr>
              <w:t xml:space="preserve"> 4, заводской № </w:t>
            </w:r>
            <w:r w:rsidR="008A14EB" w:rsidRPr="00902693">
              <w:rPr>
                <w:kern w:val="2"/>
                <w:szCs w:val="28"/>
              </w:rPr>
              <w:t>45145 «</w:t>
            </w:r>
            <w:proofErr w:type="spellStart"/>
            <w:r w:rsidR="008A14EB" w:rsidRPr="00902693">
              <w:rPr>
                <w:kern w:val="2"/>
                <w:szCs w:val="28"/>
              </w:rPr>
              <w:t>Шиндлер</w:t>
            </w:r>
            <w:proofErr w:type="spellEnd"/>
            <w:r w:rsidR="008A14EB" w:rsidRPr="00902693">
              <w:rPr>
                <w:kern w:val="2"/>
                <w:szCs w:val="28"/>
              </w:rPr>
              <w:t>»;</w:t>
            </w:r>
          </w:p>
          <w:p w:rsidR="008A14EB" w:rsidRPr="00902693" w:rsidRDefault="007F70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лифт малый грузовой №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4, грузоподъемность 100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кг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V=0,35</w:t>
            </w:r>
            <w:r w:rsidR="008A14EB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м/с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H=10,65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 xml:space="preserve">м, число остановок </w:t>
            </w:r>
            <w:r w:rsidR="008A14EB">
              <w:rPr>
                <w:kern w:val="2"/>
                <w:szCs w:val="28"/>
              </w:rPr>
              <w:t>–</w:t>
            </w:r>
            <w:r w:rsidR="009A4169">
              <w:rPr>
                <w:kern w:val="2"/>
                <w:szCs w:val="28"/>
              </w:rPr>
              <w:t xml:space="preserve"> 4, заводской </w:t>
            </w:r>
            <w:r w:rsidR="008A14EB" w:rsidRPr="00902693">
              <w:rPr>
                <w:kern w:val="2"/>
                <w:szCs w:val="28"/>
              </w:rPr>
              <w:t>№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71315 «</w:t>
            </w:r>
            <w:proofErr w:type="spellStart"/>
            <w:r w:rsidR="008A14EB" w:rsidRPr="00902693">
              <w:rPr>
                <w:kern w:val="2"/>
                <w:szCs w:val="28"/>
              </w:rPr>
              <w:t>Шиндлер</w:t>
            </w:r>
            <w:proofErr w:type="spellEnd"/>
            <w:r w:rsidR="008A14EB" w:rsidRPr="00902693">
              <w:rPr>
                <w:kern w:val="2"/>
                <w:szCs w:val="28"/>
              </w:rPr>
              <w:t>»;</w:t>
            </w:r>
          </w:p>
          <w:p w:rsidR="008A14EB" w:rsidRPr="00902693" w:rsidRDefault="007F70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оборудование внутреннего газоснабжения котельной;</w:t>
            </w:r>
          </w:p>
          <w:p w:rsidR="008A14EB" w:rsidRPr="00902693" w:rsidRDefault="007F70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насосное оборудование;</w:t>
            </w:r>
          </w:p>
          <w:p w:rsidR="008A14EB" w:rsidRPr="00902693" w:rsidRDefault="007F70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тепловое механическое оборудование котельной;</w:t>
            </w:r>
          </w:p>
          <w:p w:rsidR="008A14EB" w:rsidRPr="00902693" w:rsidRDefault="007F70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каландр 150</w:t>
            </w:r>
            <w:r w:rsidR="008A14EB">
              <w:rPr>
                <w:kern w:val="2"/>
                <w:szCs w:val="28"/>
              </w:rPr>
              <w:t xml:space="preserve"> – </w:t>
            </w:r>
            <w:r w:rsidR="008A14EB" w:rsidRPr="00902693">
              <w:rPr>
                <w:kern w:val="2"/>
                <w:szCs w:val="28"/>
              </w:rPr>
              <w:t xml:space="preserve">160 </w:t>
            </w:r>
            <w:proofErr w:type="spellStart"/>
            <w:r w:rsidR="008A14EB" w:rsidRPr="00902693">
              <w:rPr>
                <w:kern w:val="2"/>
                <w:szCs w:val="28"/>
              </w:rPr>
              <w:t>Warning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902693">
              <w:rPr>
                <w:kern w:val="2"/>
                <w:szCs w:val="28"/>
              </w:rPr>
              <w:t>primus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902693">
              <w:rPr>
                <w:kern w:val="2"/>
                <w:szCs w:val="28"/>
              </w:rPr>
              <w:t>suogem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150</w:t>
            </w:r>
            <w:r w:rsidR="008A14EB">
              <w:rPr>
                <w:kern w:val="2"/>
                <w:szCs w:val="28"/>
              </w:rPr>
              <w:t xml:space="preserve"> – </w:t>
            </w:r>
            <w:r>
              <w:rPr>
                <w:kern w:val="2"/>
                <w:szCs w:val="28"/>
              </w:rPr>
              <w:t>160 № </w:t>
            </w:r>
            <w:r w:rsidR="008A14EB" w:rsidRPr="00902693">
              <w:rPr>
                <w:kern w:val="2"/>
                <w:szCs w:val="28"/>
              </w:rPr>
              <w:t>5161000566jv (на 1/2 простыни);</w:t>
            </w:r>
          </w:p>
          <w:p w:rsidR="008A14EB" w:rsidRPr="00902693" w:rsidRDefault="007F70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9A4169">
              <w:rPr>
                <w:kern w:val="2"/>
                <w:szCs w:val="28"/>
              </w:rPr>
              <w:t xml:space="preserve"> лифт малый грузовой № </w:t>
            </w:r>
            <w:r w:rsidR="008A14EB" w:rsidRPr="00902693">
              <w:rPr>
                <w:kern w:val="2"/>
                <w:szCs w:val="28"/>
              </w:rPr>
              <w:t>5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грузоподъемность </w:t>
            </w:r>
            <w:r w:rsidR="00161FBB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100 кг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V=0,3м/с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H=2,4 м, число остановок </w:t>
            </w:r>
            <w:r w:rsidR="008A14EB"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2, заводской №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71316 «</w:t>
            </w:r>
            <w:proofErr w:type="spellStart"/>
            <w:r w:rsidR="008A14EB" w:rsidRPr="00902693">
              <w:rPr>
                <w:kern w:val="2"/>
                <w:szCs w:val="28"/>
              </w:rPr>
              <w:t>Шиндлер</w:t>
            </w:r>
            <w:proofErr w:type="spellEnd"/>
            <w:r w:rsidR="008A14EB" w:rsidRPr="00902693">
              <w:rPr>
                <w:kern w:val="2"/>
                <w:szCs w:val="28"/>
              </w:rPr>
              <w:t>»;</w:t>
            </w:r>
          </w:p>
          <w:p w:rsidR="008A14EB" w:rsidRPr="00902693" w:rsidRDefault="007F70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лифт малый грузовой №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5, грузоподъемность 100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кг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V=0,3м/с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 xml:space="preserve">H=2,4 м, число остановок </w:t>
            </w:r>
            <w:r w:rsidR="008A14EB">
              <w:rPr>
                <w:kern w:val="2"/>
                <w:szCs w:val="28"/>
              </w:rPr>
              <w:t>–</w:t>
            </w:r>
            <w:r>
              <w:rPr>
                <w:kern w:val="2"/>
                <w:szCs w:val="28"/>
              </w:rPr>
              <w:t xml:space="preserve"> 2, заводской № </w:t>
            </w:r>
            <w:r w:rsidR="008A14EB" w:rsidRPr="00902693">
              <w:rPr>
                <w:kern w:val="2"/>
                <w:szCs w:val="28"/>
              </w:rPr>
              <w:t>71317 «</w:t>
            </w:r>
            <w:proofErr w:type="spellStart"/>
            <w:r w:rsidR="008A14EB" w:rsidRPr="00902693">
              <w:rPr>
                <w:kern w:val="2"/>
                <w:szCs w:val="28"/>
              </w:rPr>
              <w:t>Шиндлер</w:t>
            </w:r>
            <w:proofErr w:type="spellEnd"/>
            <w:r w:rsidR="008A14EB" w:rsidRPr="00902693">
              <w:rPr>
                <w:kern w:val="2"/>
                <w:szCs w:val="28"/>
              </w:rPr>
              <w:t>»;</w:t>
            </w:r>
          </w:p>
          <w:p w:rsidR="008A14EB" w:rsidRPr="00902693" w:rsidRDefault="007F70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8ЩО, щит типа ОЩВ-16;</w:t>
            </w:r>
          </w:p>
          <w:p w:rsidR="008A14EB" w:rsidRPr="00902693" w:rsidRDefault="007F70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7ЩО, щит типа ОЩВ-15;</w:t>
            </w:r>
          </w:p>
          <w:p w:rsidR="008A14EB" w:rsidRPr="00902693" w:rsidRDefault="007F70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5ЩО, щит типа ОЩВ-13;</w:t>
            </w:r>
          </w:p>
          <w:p w:rsidR="008A14EB" w:rsidRPr="00902693" w:rsidRDefault="007F70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1АВР, 2АВР, 3АВР, 5АВР, щит АВР типа ЩАП-23;</w:t>
            </w:r>
          </w:p>
          <w:p w:rsidR="008A14EB" w:rsidRPr="00902693" w:rsidRDefault="007F70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овощерезательная машина, универсальная, разовая загрузка 10 кг корнеплодов, съемный абразивный диск, таймер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DITO SAMA/T10 S;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комплект режущих пластин, соломка (для картофеля фри) 8</w:t>
            </w:r>
            <w:r w:rsidR="005A2605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 w:rsidR="005A2605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8 мм CELME (2)/B8/E9;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режущая пластина, ломтики 3 мм CELME (2)/E3;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терка 4 мм CELME (2)/Z4;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гастрономическая машина, полуавтоматическая, диаметр ножа 300 мм, толщина среза 0 </w:t>
            </w:r>
            <w:r w:rsidR="008A14EB"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14 мм, встроенное затачивающее устройство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CELME (3) /FAP 300 CE;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настольная полка одноярусная с подогревом, нержавеющая сталь AREX (1)/SMC 15 FS;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стол-мармит для подогрева тарелок, столешница без борта, 2 раздвижные </w:t>
            </w:r>
            <w:r w:rsidR="008A14EB" w:rsidRPr="00902693">
              <w:rPr>
                <w:kern w:val="2"/>
                <w:szCs w:val="28"/>
              </w:rPr>
              <w:lastRenderedPageBreak/>
              <w:t>дверцы, 1 полка,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AREX (2)/TC 1/715;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902693">
              <w:rPr>
                <w:kern w:val="2"/>
                <w:szCs w:val="28"/>
              </w:rPr>
              <w:t>пароконвекционная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печь, электрическая, настольная, 5 режимов, вместимость камеры 6 GN 1/1, встроенный парогенератор, подсветка, датчик температуры, душ;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двухскоростной вентилятор для конвекционной хлебопекарной печи FP50E, FOINOX (5)/2V 60;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компьютер DEPO </w:t>
            </w:r>
            <w:proofErr w:type="spellStart"/>
            <w:r w:rsidR="008A14EB" w:rsidRPr="00902693">
              <w:rPr>
                <w:kern w:val="2"/>
                <w:szCs w:val="28"/>
              </w:rPr>
              <w:t>Neos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265SE;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161FBB">
              <w:rPr>
                <w:kern w:val="2"/>
                <w:szCs w:val="28"/>
              </w:rPr>
              <w:t xml:space="preserve"> принтер лазерный 12 </w:t>
            </w:r>
            <w:r w:rsidR="008A14EB" w:rsidRPr="00902693">
              <w:rPr>
                <w:kern w:val="2"/>
                <w:szCs w:val="28"/>
              </w:rPr>
              <w:t>стр./мин.;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 принтер лазерный до 28 </w:t>
            </w:r>
            <w:r w:rsidR="008A14EB" w:rsidRPr="00902693">
              <w:rPr>
                <w:kern w:val="2"/>
                <w:szCs w:val="28"/>
              </w:rPr>
              <w:t>стр./мин.;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МФЦ </w:t>
            </w:r>
            <w:proofErr w:type="spellStart"/>
            <w:r w:rsidR="008A14EB" w:rsidRPr="00902693">
              <w:rPr>
                <w:kern w:val="2"/>
                <w:szCs w:val="28"/>
              </w:rPr>
              <w:t>Brother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A4 (принтер + копир + цветной сканер 20 стр./мин.);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2ЩС, 4ЩС, 5ЩС, 20ЩС, щит типа ПР 8512 (3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сборная камера с полом, толщина панелей 80 мм, полезный объем 9,0 куб. м, распашная одностворчатая дверь с замком, световой проем 800×1850 мм с ящиком ЗИП;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902693">
              <w:rPr>
                <w:kern w:val="2"/>
                <w:szCs w:val="28"/>
              </w:rPr>
              <w:t>льдогенератор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кускового льда, водяное охлаждение, производительность 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43 кг/сутки, встроенный бункер для хранения льда вместимостью 17 кг SIMAG/SD 40W (2 штуки);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элемент барной стойки, охлаждающая статическая витрина для кондитерских изделий с 2 стеклянными </w:t>
            </w:r>
            <w:r w:rsidR="008A14EB" w:rsidRPr="00902693">
              <w:rPr>
                <w:kern w:val="2"/>
                <w:szCs w:val="28"/>
              </w:rPr>
              <w:lastRenderedPageBreak/>
              <w:t xml:space="preserve">полками, подсветкой, выпуклым передним стеклом, 2 выдвижными ящиками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(3 штуки);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холодильник</w:t>
            </w:r>
            <w:r w:rsidR="008A14EB">
              <w:rPr>
                <w:kern w:val="2"/>
                <w:szCs w:val="28"/>
              </w:rPr>
              <w:t xml:space="preserve"> – </w:t>
            </w:r>
            <w:r w:rsidR="008A14EB" w:rsidRPr="00902693">
              <w:rPr>
                <w:kern w:val="2"/>
                <w:szCs w:val="28"/>
              </w:rPr>
              <w:t>рабочий стол +2…+8С, 300 л, 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дверцы, 2 полки-решетки, GN 1/1 с направляющими, столешница без борта,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GASTRO (2) GN2100 TN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холодильник</w:t>
            </w:r>
            <w:r w:rsidR="008A14EB">
              <w:rPr>
                <w:kern w:val="2"/>
                <w:szCs w:val="28"/>
              </w:rPr>
              <w:t xml:space="preserve"> – </w:t>
            </w:r>
            <w:r w:rsidR="008A14EB" w:rsidRPr="00902693">
              <w:rPr>
                <w:kern w:val="2"/>
                <w:szCs w:val="28"/>
              </w:rPr>
              <w:t>рабочий стол +2…+8С, 300 л, 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дверцы, 2 полки-решетки, GN 1/1 с направляющими, столешница без борта,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GASTRO (2) GN2200 TN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холодильный шкаф </w:t>
            </w:r>
            <w:r w:rsidR="00AD3FFB">
              <w:rPr>
                <w:kern w:val="2"/>
                <w:szCs w:val="28"/>
              </w:rPr>
              <w:br/>
              <w:t>-</w:t>
            </w:r>
            <w:r w:rsidR="008A14EB" w:rsidRPr="00902693">
              <w:rPr>
                <w:kern w:val="2"/>
                <w:szCs w:val="28"/>
              </w:rPr>
              <w:t xml:space="preserve"> 2…+8С, 700 л, 1 дверца с замками, 3 полки-решетки, GN 2/1 с направляющими, полностью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GASTRO (6) GN 650 TN (5 штук);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холодильный шкаф </w:t>
            </w:r>
            <w:r w:rsidR="00AD3FFB">
              <w:rPr>
                <w:kern w:val="2"/>
                <w:szCs w:val="28"/>
              </w:rPr>
              <w:br/>
              <w:t>-</w:t>
            </w:r>
            <w:r w:rsidR="008A14EB" w:rsidRPr="00902693">
              <w:rPr>
                <w:kern w:val="2"/>
                <w:szCs w:val="28"/>
              </w:rPr>
              <w:t xml:space="preserve"> 2…+8С, 700 л, 1 дверца с замками, 3 полки-решетки, GN 2/1 с направляющими, полностью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GASTRO (4) GN 650G TN (3 штуки);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холодильный шкаф</w:t>
            </w:r>
            <w:r w:rsidR="00AD3FFB">
              <w:rPr>
                <w:kern w:val="2"/>
                <w:szCs w:val="28"/>
              </w:rPr>
              <w:br/>
              <w:t>-</w:t>
            </w:r>
            <w:r w:rsidR="008A14EB" w:rsidRPr="00902693">
              <w:rPr>
                <w:kern w:val="2"/>
                <w:szCs w:val="28"/>
              </w:rPr>
              <w:t>2…+8С, 1 400 л, 2 дверцы с замками, 6 полок-решеток, GN 2/1 с направляющими, полностью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GASTRO (6) ПТ1410 TN (2 штуки);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кофеварочная машина, полуавтоматическая, 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 xml:space="preserve">группы, 1 паровой кран, </w:t>
            </w:r>
            <w:r w:rsidR="008A14EB" w:rsidRPr="00902693">
              <w:rPr>
                <w:kern w:val="2"/>
                <w:szCs w:val="28"/>
              </w:rPr>
              <w:lastRenderedPageBreak/>
              <w:t>1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кран отвода кипятка, платформа для чашек, производительность 240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чашек/ч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LA CIMB (3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плита электрическая, 4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круглые конфорки, конвекционный духовой шкаф с 1 полкой-решеткой, TECNOIX (3) PF70E/0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телефон </w:t>
            </w:r>
            <w:proofErr w:type="spellStart"/>
            <w:r w:rsidR="008A14EB" w:rsidRPr="00902693">
              <w:rPr>
                <w:kern w:val="2"/>
                <w:szCs w:val="28"/>
              </w:rPr>
              <w:t>Panasonic</w:t>
            </w:r>
            <w:proofErr w:type="spellEnd"/>
            <w:r w:rsidR="008A14EB" w:rsidRPr="00902693">
              <w:rPr>
                <w:kern w:val="2"/>
                <w:szCs w:val="28"/>
              </w:rPr>
              <w:t>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кровать односпальная. Состоит из двух частей. Нижняя часть (основание)</w:t>
            </w:r>
            <w:r w:rsidR="008A14EB">
              <w:rPr>
                <w:kern w:val="2"/>
                <w:szCs w:val="28"/>
              </w:rPr>
              <w:t> –</w:t>
            </w:r>
            <w:r w:rsidR="008A14EB" w:rsidRPr="00902693">
              <w:rPr>
                <w:kern w:val="2"/>
                <w:szCs w:val="28"/>
              </w:rPr>
              <w:t xml:space="preserve"> каркас на деревянных ножках. Верхняя часть (ортопедический матрас) 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900 × </w:t>
            </w:r>
            <w:r w:rsidR="008A14EB" w:rsidRPr="00902693">
              <w:rPr>
                <w:kern w:val="2"/>
                <w:szCs w:val="28"/>
              </w:rPr>
              <w:t>2</w:t>
            </w:r>
            <w:r w:rsidR="00AD3FF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000 (19 штук);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стул. Выполнен из массива бука. Покрыт тонирующим лаком, обивка </w:t>
            </w: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ткань 485 × 550 × 860 (11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штук);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стол универсальный с одной тумбой под ТВ и отсеком под мини-бар. Выполнен из ламинированного ДСП 1300 × 543 × 750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(9 штук);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поддон GN 1/2</w:t>
            </w:r>
            <w:r w:rsidR="008A14EB">
              <w:rPr>
                <w:kern w:val="2"/>
                <w:szCs w:val="28"/>
              </w:rPr>
              <w:t xml:space="preserve"> – </w:t>
            </w:r>
            <w:r w:rsidR="008A14EB" w:rsidRPr="00902693">
              <w:rPr>
                <w:kern w:val="2"/>
                <w:szCs w:val="28"/>
              </w:rPr>
              <w:t>100 мм, емкость 6 л,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INOXMACEL (1) 12100 (8 штук);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стол универсальный с двумя тумбами под ТВ и отсеком под мини-бар </w:t>
            </w:r>
          </w:p>
          <w:p w:rsidR="008A14EB" w:rsidRPr="00902693" w:rsidRDefault="009A416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1 </w:t>
            </w:r>
            <w:r w:rsidR="008A14EB" w:rsidRPr="00902693">
              <w:rPr>
                <w:kern w:val="2"/>
                <w:szCs w:val="28"/>
              </w:rPr>
              <w:t>300 × 543 × 750 (7 штук);</w:t>
            </w:r>
          </w:p>
          <w:p w:rsidR="008A14EB" w:rsidRPr="00902693" w:rsidRDefault="007400C2" w:rsidP="00AD3FFB">
            <w:pPr>
              <w:autoSpaceDE w:val="0"/>
              <w:autoSpaceDN w:val="0"/>
              <w:adjustRightInd w:val="0"/>
              <w:ind w:right="-108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блок настенный (зеркало </w:t>
            </w:r>
            <w:r w:rsidR="00AD3FFB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 xml:space="preserve">и вешалка)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1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000 × 27 × 1</w:t>
            </w:r>
            <w:r w:rsidR="00AD3FF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300</w:t>
            </w:r>
            <w:r w:rsidR="00AD3FFB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(15 штук);</w:t>
            </w:r>
          </w:p>
          <w:p w:rsidR="008A14EB" w:rsidRPr="00902693" w:rsidRDefault="007400C2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тумба двухстворчатая, выполнена из ламинированного ДСП </w:t>
            </w:r>
            <w:r w:rsidR="00AD3FFB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lastRenderedPageBreak/>
              <w:t>1</w:t>
            </w:r>
            <w:r w:rsidR="00AD3FF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000</w:t>
            </w:r>
            <w:r w:rsidR="00AD3FFB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 w:rsidR="00AD3FFB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600</w:t>
            </w:r>
            <w:r w:rsidR="00AD3FFB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 w:rsidR="00AD3FFB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 xml:space="preserve">700 </w:t>
            </w:r>
            <w:r w:rsidR="00AD3FFB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(4 штуки);</w:t>
            </w:r>
          </w:p>
          <w:p w:rsidR="008A14EB" w:rsidRPr="00902693" w:rsidRDefault="007400C2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стол журнальный, выполнен из ламинированного ДСП 600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 xml:space="preserve">× 600 × 400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(3 штуки);</w:t>
            </w:r>
          </w:p>
          <w:p w:rsidR="008A14EB" w:rsidRPr="00902693" w:rsidRDefault="007400C2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посудомоечная машина, </w:t>
            </w:r>
            <w:proofErr w:type="spellStart"/>
            <w:r w:rsidR="008A14EB" w:rsidRPr="00902693">
              <w:rPr>
                <w:kern w:val="2"/>
                <w:szCs w:val="28"/>
              </w:rPr>
              <w:t>подстольная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400 тарелок/ч, дозатор ополаскивающих средств, кассет для тарелок</w:t>
            </w:r>
            <w:r w:rsidR="008A14EB">
              <w:rPr>
                <w:kern w:val="2"/>
                <w:szCs w:val="28"/>
              </w:rPr>
              <w:t> –</w:t>
            </w:r>
            <w:r w:rsidR="008A14EB" w:rsidRPr="00902693">
              <w:rPr>
                <w:kern w:val="2"/>
                <w:szCs w:val="28"/>
              </w:rPr>
              <w:t xml:space="preserve"> 1, для стаканов </w:t>
            </w:r>
            <w:r w:rsidR="008A14EB"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1, корзин для приборов </w:t>
            </w:r>
            <w:r w:rsidR="008A14EB"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1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(2 штуки);</w:t>
            </w:r>
          </w:p>
          <w:p w:rsidR="008A14EB" w:rsidRPr="00902693" w:rsidRDefault="007400C2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компрессорно-конденсаторный агрегат, потолочный, среднетемпературный </w:t>
            </w:r>
            <w:r w:rsidR="008A14EB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(- 5…+5С)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RIVACOLD/SFM016 Z00 (3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7400C2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1АВР, 2АВР, 3АВР, 5АВР, щит АВР типа ЩАП-23 (3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7400C2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16ЩС, 19ЩС, щит типа ПР8511;</w:t>
            </w:r>
          </w:p>
          <w:p w:rsidR="008A14EB" w:rsidRPr="00902693" w:rsidRDefault="007400C2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конвекционная хлебопекарная печь, электрическая, с</w:t>
            </w:r>
            <w:r w:rsidR="008A14EB">
              <w:rPr>
                <w:kern w:val="2"/>
                <w:szCs w:val="28"/>
              </w:rPr>
              <w:t> </w:t>
            </w:r>
            <w:proofErr w:type="spellStart"/>
            <w:r w:rsidR="008A14EB" w:rsidRPr="00902693">
              <w:rPr>
                <w:kern w:val="2"/>
                <w:szCs w:val="28"/>
              </w:rPr>
              <w:t>пароувлажнителем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и реверсом вентилятора, вместимость камеры 5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 xml:space="preserve">противней размером </w:t>
            </w:r>
            <w:r w:rsidR="00AD3FFB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400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600 мм;</w:t>
            </w:r>
          </w:p>
          <w:p w:rsidR="008A14EB" w:rsidRPr="00902693" w:rsidRDefault="007400C2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котел электрический, стационарный, непрямой нагрев, емкость 100 л, крышка, кран для наполнения водой, кран для слива готового продукта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GIGO (2) 900/5;</w:t>
            </w:r>
          </w:p>
          <w:p w:rsidR="008A14EB" w:rsidRPr="00902693" w:rsidRDefault="007400C2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сковорода электрическая, гладкая жарочная поверхность с 1 зоной нагрева и </w:t>
            </w:r>
            <w:proofErr w:type="spellStart"/>
            <w:r w:rsidR="008A14EB" w:rsidRPr="00902693">
              <w:rPr>
                <w:kern w:val="2"/>
                <w:szCs w:val="28"/>
              </w:rPr>
              <w:t>жиросборником</w:t>
            </w:r>
            <w:proofErr w:type="spellEnd"/>
            <w:r w:rsidR="008A14EB" w:rsidRPr="00902693">
              <w:rPr>
                <w:kern w:val="2"/>
                <w:szCs w:val="28"/>
              </w:rPr>
              <w:t>, нейтральный открытый шкаф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GIGO (3) 900/320 CL;</w:t>
            </w:r>
          </w:p>
          <w:p w:rsidR="008A14EB" w:rsidRPr="00902693" w:rsidRDefault="007400C2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902693">
              <w:rPr>
                <w:kern w:val="2"/>
                <w:szCs w:val="28"/>
              </w:rPr>
              <w:t xml:space="preserve"> плита электрическая, 4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квадратные конфорки, нейтральный открытый шкаф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GIGO (3) 900/050 </w:t>
            </w:r>
            <w:proofErr w:type="gramStart"/>
            <w:r w:rsidR="008A14EB" w:rsidRPr="00902693">
              <w:rPr>
                <w:kern w:val="2"/>
                <w:szCs w:val="28"/>
              </w:rPr>
              <w:t>С</w:t>
            </w:r>
            <w:proofErr w:type="gramEnd"/>
            <w:r w:rsidR="008A14EB" w:rsidRPr="00902693">
              <w:rPr>
                <w:kern w:val="2"/>
                <w:szCs w:val="28"/>
              </w:rPr>
              <w:t>;</w:t>
            </w:r>
          </w:p>
          <w:p w:rsidR="008A14EB" w:rsidRPr="00902693" w:rsidRDefault="007400C2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плита электрическая, 4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 xml:space="preserve">квадратные конфорки,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духовой шкаф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GIGO (2) 900/050 FE;</w:t>
            </w:r>
          </w:p>
          <w:p w:rsidR="008A14EB" w:rsidRPr="00902693" w:rsidRDefault="007400C2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машина стирально-отжимная;</w:t>
            </w:r>
          </w:p>
          <w:p w:rsidR="008A14EB" w:rsidRPr="00902693" w:rsidRDefault="007400C2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барабан сушильный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24 кг;</w:t>
            </w:r>
          </w:p>
          <w:p w:rsidR="008A14EB" w:rsidRPr="007400C2" w:rsidRDefault="007400C2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  <w:lang w:val="en-US"/>
              </w:rPr>
            </w:pPr>
            <w:r w:rsidRPr="007400C2">
              <w:rPr>
                <w:kern w:val="2"/>
                <w:szCs w:val="28"/>
                <w:lang w:val="en-US"/>
              </w:rPr>
              <w:t>–</w:t>
            </w:r>
            <w:r w:rsidR="008A14EB" w:rsidRPr="007400C2">
              <w:rPr>
                <w:kern w:val="2"/>
                <w:szCs w:val="28"/>
                <w:lang w:val="en-US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монитор</w:t>
            </w:r>
            <w:r w:rsidR="008A14EB" w:rsidRPr="007400C2">
              <w:rPr>
                <w:kern w:val="2"/>
                <w:szCs w:val="28"/>
                <w:lang w:val="en-US"/>
              </w:rPr>
              <w:t xml:space="preserve"> 17 </w:t>
            </w:r>
            <w:proofErr w:type="spellStart"/>
            <w:r w:rsidR="008A14EB" w:rsidRPr="00902693">
              <w:rPr>
                <w:kern w:val="2"/>
                <w:szCs w:val="28"/>
                <w:lang w:val="en-US"/>
              </w:rPr>
              <w:t>BenQ</w:t>
            </w:r>
            <w:proofErr w:type="spellEnd"/>
            <w:r w:rsidR="008A14EB" w:rsidRPr="007400C2">
              <w:rPr>
                <w:kern w:val="2"/>
                <w:szCs w:val="28"/>
                <w:lang w:val="en-US"/>
              </w:rPr>
              <w:t xml:space="preserve"> </w:t>
            </w:r>
            <w:r w:rsidR="008A14EB" w:rsidRPr="00902693">
              <w:rPr>
                <w:kern w:val="2"/>
                <w:szCs w:val="28"/>
                <w:lang w:val="en-US"/>
              </w:rPr>
              <w:t>FP</w:t>
            </w:r>
            <w:r w:rsidR="008A14EB" w:rsidRPr="007400C2">
              <w:rPr>
                <w:kern w:val="2"/>
                <w:szCs w:val="28"/>
                <w:lang w:val="en-US"/>
              </w:rPr>
              <w:t xml:space="preserve"> 71 </w:t>
            </w:r>
            <w:proofErr w:type="spellStart"/>
            <w:r w:rsidR="008A14EB" w:rsidRPr="00902693">
              <w:rPr>
                <w:kern w:val="2"/>
                <w:szCs w:val="28"/>
                <w:lang w:val="en-US"/>
              </w:rPr>
              <w:t>G</w:t>
            </w:r>
            <w:r w:rsidR="008A14EB" w:rsidRPr="007400C2">
              <w:rPr>
                <w:kern w:val="2"/>
                <w:szCs w:val="28"/>
                <w:lang w:val="en-US"/>
              </w:rPr>
              <w:t>+</w:t>
            </w:r>
            <w:r w:rsidR="008A14EB" w:rsidRPr="00902693">
              <w:rPr>
                <w:kern w:val="2"/>
                <w:szCs w:val="28"/>
                <w:lang w:val="en-US"/>
              </w:rPr>
              <w:t>BlackSilver</w:t>
            </w:r>
            <w:proofErr w:type="spellEnd"/>
            <w:r w:rsidR="008A14EB" w:rsidRPr="007400C2">
              <w:rPr>
                <w:kern w:val="2"/>
                <w:szCs w:val="28"/>
                <w:lang w:val="en-US"/>
              </w:rPr>
              <w:t xml:space="preserve"> 8 </w:t>
            </w:r>
            <w:proofErr w:type="spellStart"/>
            <w:r w:rsidR="008A14EB" w:rsidRPr="00902693">
              <w:rPr>
                <w:kern w:val="2"/>
                <w:szCs w:val="28"/>
                <w:lang w:val="en-US"/>
              </w:rPr>
              <w:t>ms</w:t>
            </w:r>
            <w:proofErr w:type="spellEnd"/>
            <w:r w:rsidR="008A14EB" w:rsidRPr="007400C2">
              <w:rPr>
                <w:kern w:val="2"/>
                <w:szCs w:val="28"/>
                <w:lang w:val="en-US"/>
              </w:rPr>
              <w:t>;</w:t>
            </w:r>
          </w:p>
          <w:p w:rsidR="008A14EB" w:rsidRPr="00902693" w:rsidRDefault="007400C2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МФУ </w:t>
            </w:r>
            <w:proofErr w:type="spellStart"/>
            <w:r w:rsidR="008A14EB" w:rsidRPr="00902693">
              <w:rPr>
                <w:kern w:val="2"/>
                <w:szCs w:val="28"/>
              </w:rPr>
              <w:t>Panasonic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(цифровой копир + принтер А3, 15</w:t>
            </w:r>
            <w:r w:rsidR="00AD3FF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стр./мин.);</w:t>
            </w:r>
          </w:p>
          <w:p w:rsidR="008A14EB" w:rsidRPr="00902693" w:rsidRDefault="007400C2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диван полукруглый четырехместный (по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 xml:space="preserve">индивидуальному дизайну) </w:t>
            </w:r>
            <w:r w:rsidR="00A37481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(2 штуки);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902693">
              <w:rPr>
                <w:kern w:val="2"/>
                <w:szCs w:val="28"/>
              </w:rPr>
              <w:t>расстойный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шкаф с системой подогрева и увлажнения, вместимость камеры 10 противней размером 400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600 мм, FOINOX (3)/LEV10U;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фильтр-</w:t>
            </w:r>
            <w:proofErr w:type="spellStart"/>
            <w:r w:rsidR="008A14EB" w:rsidRPr="00902693">
              <w:rPr>
                <w:kern w:val="2"/>
                <w:szCs w:val="28"/>
              </w:rPr>
              <w:t>жароуловитель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FOINOX (5)/FA 60;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душ для конвекционной хлебопекарной печи FP50E FOINOX (5)/DL 60;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лампа подсветки для </w:t>
            </w:r>
            <w:proofErr w:type="spellStart"/>
            <w:r w:rsidR="008A14EB" w:rsidRPr="00902693">
              <w:rPr>
                <w:kern w:val="2"/>
                <w:szCs w:val="28"/>
              </w:rPr>
              <w:t>пароконвекционной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печи </w:t>
            </w:r>
            <w:r w:rsidR="008A14EB"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FM60E и конвекционной хлебопекарной печи FP50E, FOINOX (5)/L 60;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мармит электрический, встраиваемый, со сливом, вместимость 4 GN 1/1,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ENOFRIGO (1) KIT BM 1400 BASE;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902693">
              <w:rPr>
                <w:kern w:val="2"/>
                <w:szCs w:val="28"/>
              </w:rPr>
              <w:t xml:space="preserve"> кипятильник настольный, автоматический, емкость 25 л, производительность 30 л горячей (97С) воды в час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ANIMO/WKT 25 VA;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салат-бар мобильный, гнездо для влажного подогрева на 4 GN 1/1, подъемная крышка с верхней полкой, лампой-мармитом и подсветкой, отделка деревом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TECF;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гриль-саламандра, электрический, настольный, подъемный колпак с 1 зоной нагрева, TECNOIX (1) SE40/0;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902693">
              <w:rPr>
                <w:kern w:val="2"/>
                <w:szCs w:val="28"/>
              </w:rPr>
              <w:t>фритюрный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шк</w:t>
            </w:r>
            <w:r>
              <w:rPr>
                <w:kern w:val="2"/>
                <w:szCs w:val="28"/>
              </w:rPr>
              <w:t>аф электрический, консольный, 2 </w:t>
            </w:r>
            <w:r w:rsidR="008A14EB" w:rsidRPr="00902693">
              <w:rPr>
                <w:kern w:val="2"/>
                <w:szCs w:val="28"/>
              </w:rPr>
              <w:t xml:space="preserve">котла емкостью 10 л, с крышками, 2 </w:t>
            </w:r>
            <w:proofErr w:type="spellStart"/>
            <w:r w:rsidR="008A14EB" w:rsidRPr="00902693">
              <w:rPr>
                <w:kern w:val="2"/>
                <w:szCs w:val="28"/>
              </w:rPr>
              <w:t>фритюрные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корзины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GIGO (1)/900/706S;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стенд открытый, нижняя полка, направляющие для 14 поддонов GN 1/1, RATIONAL</w:t>
            </w:r>
            <w:r w:rsidR="008A14EB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(2)</w:t>
            </w:r>
            <w:r w:rsidR="008A14EB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UGII-6/10GN 1/1;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спиральная тестомесильная машина, 1-скоростной двигатель, фиксированная </w:t>
            </w:r>
            <w:proofErr w:type="spellStart"/>
            <w:r w:rsidR="008A14EB" w:rsidRPr="00902693">
              <w:rPr>
                <w:kern w:val="2"/>
                <w:szCs w:val="28"/>
              </w:rPr>
              <w:t>дежа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из </w:t>
            </w:r>
            <w:proofErr w:type="gramStart"/>
            <w:r w:rsidR="008A14EB" w:rsidRPr="00902693">
              <w:rPr>
                <w:kern w:val="2"/>
                <w:szCs w:val="28"/>
              </w:rPr>
              <w:t>нержавеющей</w:t>
            </w:r>
            <w:proofErr w:type="gramEnd"/>
            <w:r w:rsidR="008A14EB" w:rsidRPr="00902693">
              <w:rPr>
                <w:kern w:val="2"/>
                <w:szCs w:val="28"/>
              </w:rPr>
              <w:t xml:space="preserve"> стали емкостью 30 л, круг для теста, разовый замес до 25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кг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AVANC;</w:t>
            </w:r>
          </w:p>
          <w:p w:rsidR="008A14EB" w:rsidRPr="00902693" w:rsidRDefault="00A37481" w:rsidP="00AD3FFB">
            <w:pPr>
              <w:autoSpaceDE w:val="0"/>
              <w:autoSpaceDN w:val="0"/>
              <w:adjustRightInd w:val="0"/>
              <w:ind w:right="-108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планетарная тестомесильная машина, напольная, съемная </w:t>
            </w:r>
            <w:proofErr w:type="spellStart"/>
            <w:r w:rsidR="008A14EB" w:rsidRPr="00902693">
              <w:rPr>
                <w:kern w:val="2"/>
                <w:szCs w:val="28"/>
              </w:rPr>
              <w:t>дежа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из нержавеющей стали емкостью 30 л, крюк для теста, плоский битер, проволочный венчик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DITO SAMA/BM;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стенд с отстойником DITO SAMA/12442;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902693">
              <w:rPr>
                <w:kern w:val="2"/>
                <w:szCs w:val="28"/>
              </w:rPr>
              <w:t xml:space="preserve"> комплект режущих пластин, кубики 8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8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8 мм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CELME (2)/d8×8/E8;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- овощерезательная машина, настольная, ручная загрузка, производительностью 100</w:t>
            </w:r>
            <w:r>
              <w:rPr>
                <w:kern w:val="2"/>
                <w:szCs w:val="28"/>
              </w:rPr>
              <w:t> –</w:t>
            </w:r>
            <w:r w:rsidRPr="00902693">
              <w:rPr>
                <w:kern w:val="2"/>
                <w:szCs w:val="28"/>
              </w:rPr>
              <w:t xml:space="preserve"> 300 кг/ч</w:t>
            </w:r>
            <w:r>
              <w:rPr>
                <w:kern w:val="2"/>
                <w:szCs w:val="28"/>
              </w:rPr>
              <w:t>,</w:t>
            </w:r>
            <w:r w:rsidRPr="00902693">
              <w:rPr>
                <w:kern w:val="2"/>
                <w:szCs w:val="28"/>
              </w:rPr>
              <w:t xml:space="preserve"> CELME (3) CHEF GRAVITA GSG;</w:t>
            </w:r>
          </w:p>
          <w:p w:rsidR="008A14EB" w:rsidRPr="00902693" w:rsidRDefault="00A37481" w:rsidP="00AD3FFB">
            <w:pPr>
              <w:autoSpaceDE w:val="0"/>
              <w:autoSpaceDN w:val="0"/>
              <w:adjustRightInd w:val="0"/>
              <w:ind w:right="-108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мясорубочная насадка, </w:t>
            </w:r>
            <w:r w:rsidR="00AD3FFB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 xml:space="preserve">200 кг/ч, в комплекте с пестиком, 2 ножами и 2 решетками (диаметр отверстий </w:t>
            </w:r>
            <w:r w:rsidR="00AD3FFB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4,5 и 6 мм), полностью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HUDSON MESA/TC22;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протирочная насадка, емкость </w:t>
            </w:r>
            <w:proofErr w:type="spellStart"/>
            <w:r w:rsidR="008A14EB" w:rsidRPr="00902693">
              <w:rPr>
                <w:kern w:val="2"/>
                <w:szCs w:val="28"/>
              </w:rPr>
              <w:t>дежи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23 л, разовая загрузка 15 кг, длительность рабочего цикла 10 мин.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HUDSON MESA/STM23;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универсальная кухонная машина, настольная, </w:t>
            </w:r>
            <w:r w:rsidR="008A14EB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 xml:space="preserve">2-скоростной двигатель, </w:t>
            </w:r>
            <w:r w:rsidR="008A14EB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1 вал отбора мощности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HUDSON MESA/MONO </w:t>
            </w:r>
            <w:r w:rsidR="008A14EB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2-2 SPEED;</w:t>
            </w:r>
          </w:p>
          <w:p w:rsidR="008A14EB" w:rsidRPr="00902693" w:rsidRDefault="00A37481" w:rsidP="00AD3FFB">
            <w:pPr>
              <w:autoSpaceDE w:val="0"/>
              <w:autoSpaceDN w:val="0"/>
              <w:adjustRightInd w:val="0"/>
              <w:ind w:right="-108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салат-бар мобильный, охлаждаемое гнездо вместимостью 4 GN 1/1, </w:t>
            </w:r>
            <w:proofErr w:type="gramStart"/>
            <w:r w:rsidR="008A14EB" w:rsidRPr="00902693">
              <w:rPr>
                <w:kern w:val="2"/>
                <w:szCs w:val="28"/>
              </w:rPr>
              <w:t>подъем</w:t>
            </w:r>
            <w:r w:rsidR="00AD3FFB">
              <w:rPr>
                <w:kern w:val="2"/>
                <w:szCs w:val="28"/>
              </w:rPr>
              <w:t>-</w:t>
            </w:r>
            <w:proofErr w:type="spellStart"/>
            <w:r w:rsidR="008A14EB" w:rsidRPr="00902693">
              <w:rPr>
                <w:kern w:val="2"/>
                <w:szCs w:val="28"/>
              </w:rPr>
              <w:t>ная</w:t>
            </w:r>
            <w:proofErr w:type="spellEnd"/>
            <w:proofErr w:type="gramEnd"/>
            <w:r w:rsidR="008A14EB" w:rsidRPr="00902693">
              <w:rPr>
                <w:kern w:val="2"/>
                <w:szCs w:val="28"/>
              </w:rPr>
              <w:t xml:space="preserve"> крышка с верхней полкой и подсветкой, отделка деревом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TECFRIGO/ISOLA 4 M;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сборная камера с полом, толщина панелей 80 мм, полезный объем 9,0 куб.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м, распашная одностворчатая дверь с замком, световой проем 800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1 </w:t>
            </w:r>
            <w:r w:rsidR="008A14EB" w:rsidRPr="00902693">
              <w:rPr>
                <w:kern w:val="2"/>
                <w:szCs w:val="28"/>
              </w:rPr>
              <w:t>850 мм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ПОЛАЙР/226;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морозильный ларь, сплошная откидная крышка с замком, комплект </w:t>
            </w:r>
            <w:r w:rsidR="008A14EB" w:rsidRPr="00902693">
              <w:rPr>
                <w:kern w:val="2"/>
                <w:szCs w:val="28"/>
              </w:rPr>
              <w:lastRenderedPageBreak/>
              <w:t>корзин. GASTRO (12) BD 152;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холодильный шкаф витринного типа -2…+8С,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700 л, 1 дверца с замком, 3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полки-решетки, GN 2/1 с направляющими, полностью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GASTRO (4) GN 650G TN;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холодильный шкаф </w:t>
            </w:r>
            <w:r w:rsidR="008A14EB">
              <w:rPr>
                <w:kern w:val="2"/>
                <w:szCs w:val="28"/>
              </w:rPr>
              <w:br/>
            </w:r>
            <w:r>
              <w:rPr>
                <w:kern w:val="2"/>
                <w:szCs w:val="28"/>
              </w:rPr>
              <w:t>-2…+8С, 1 </w:t>
            </w:r>
            <w:r w:rsidR="008A14EB" w:rsidRPr="00902693">
              <w:rPr>
                <w:kern w:val="2"/>
                <w:szCs w:val="28"/>
              </w:rPr>
              <w:t>400 л, 2 дверцы с замками, 6 полок-решеток, GN 2/1 с направляющими, полностью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GASTRO (6) ПТ1410 TN;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соковы</w:t>
            </w:r>
            <w:r w:rsidR="0040083C">
              <w:rPr>
                <w:kern w:val="2"/>
                <w:szCs w:val="28"/>
              </w:rPr>
              <w:t>жималка для фруктов и овощей, 3 </w:t>
            </w:r>
            <w:r w:rsidR="008A14EB" w:rsidRPr="00902693">
              <w:rPr>
                <w:kern w:val="2"/>
                <w:szCs w:val="28"/>
              </w:rPr>
              <w:t>200 оборотов/мин., чаша с крышкой и корзина, нержавеющая сталь, корпус-поликарбонат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OMEGA PRODUKTS/9220;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мясорубка, стандартная мясорубочная система UNGER (1 нож, 1 решетка), производительно</w:t>
            </w:r>
            <w:r>
              <w:rPr>
                <w:kern w:val="2"/>
                <w:szCs w:val="28"/>
              </w:rPr>
              <w:t xml:space="preserve">сть </w:t>
            </w:r>
            <w:r w:rsidR="008A14EB" w:rsidRPr="00902693">
              <w:rPr>
                <w:kern w:val="2"/>
                <w:szCs w:val="28"/>
              </w:rPr>
              <w:t>140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кг/ч (1 проход, диаметр отверстий решетки 8 мм)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нержавеющая сталь;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мясорубка, мясорубочная система UNGER (1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подрезной нож, 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двойных ножа, 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решетки), производительность 280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кг/ч,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EVEREST/TC/22-2000 UNGER;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902693">
              <w:rPr>
                <w:kern w:val="2"/>
                <w:szCs w:val="28"/>
              </w:rPr>
              <w:t>просеиватель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муки с </w:t>
            </w:r>
            <w:proofErr w:type="spellStart"/>
            <w:r w:rsidR="008A14EB" w:rsidRPr="00902693">
              <w:rPr>
                <w:kern w:val="2"/>
                <w:szCs w:val="28"/>
              </w:rPr>
              <w:t>магнитоуловителем</w:t>
            </w:r>
            <w:proofErr w:type="spellEnd"/>
            <w:r w:rsidR="008A14EB" w:rsidRPr="00902693">
              <w:rPr>
                <w:kern w:val="2"/>
                <w:szCs w:val="28"/>
              </w:rPr>
              <w:t>, вместимость бункера 40 кг, производительность 150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кг/ч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Россия/КАСКАД;</w:t>
            </w:r>
          </w:p>
          <w:p w:rsidR="008A14EB" w:rsidRPr="00E44DC5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902693">
              <w:rPr>
                <w:kern w:val="2"/>
                <w:szCs w:val="28"/>
              </w:rPr>
              <w:t xml:space="preserve"> смеситель «Елочка» с керамическими кран-буксами, душем, дополнительным краном и поворотным гусаком длиной 250 мм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  <w:lang w:val="en-US"/>
              </w:rPr>
              <w:t>BISARO</w:t>
            </w:r>
            <w:r w:rsidR="008A14EB" w:rsidRPr="00E44DC5">
              <w:rPr>
                <w:kern w:val="2"/>
                <w:szCs w:val="28"/>
              </w:rPr>
              <w:t>/</w:t>
            </w:r>
            <w:r w:rsidR="008A14EB" w:rsidRPr="00902693">
              <w:rPr>
                <w:kern w:val="2"/>
                <w:szCs w:val="28"/>
                <w:lang w:val="en-US"/>
              </w:rPr>
              <w:t>RUB</w:t>
            </w:r>
            <w:r w:rsidR="008A14EB" w:rsidRPr="00E44DC5">
              <w:rPr>
                <w:kern w:val="2"/>
                <w:szCs w:val="28"/>
              </w:rPr>
              <w:t>.</w:t>
            </w:r>
            <w:r w:rsidR="008A14EB" w:rsidRPr="00902693">
              <w:rPr>
                <w:kern w:val="2"/>
                <w:szCs w:val="28"/>
                <w:lang w:val="en-US"/>
              </w:rPr>
              <w:t>D</w:t>
            </w:r>
            <w:r w:rsidR="008A14EB" w:rsidRPr="00E44DC5">
              <w:rPr>
                <w:kern w:val="2"/>
                <w:szCs w:val="28"/>
              </w:rPr>
              <w:t>.</w:t>
            </w:r>
            <w:r w:rsidR="008A14EB" w:rsidRPr="00902693">
              <w:rPr>
                <w:kern w:val="2"/>
                <w:szCs w:val="28"/>
                <w:lang w:val="en-US"/>
              </w:rPr>
              <w:t>FRI</w:t>
            </w:r>
            <w:r w:rsidR="008A14EB" w:rsidRPr="00E44DC5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  <w:lang w:val="en-US"/>
              </w:rPr>
              <w:t>ULI</w:t>
            </w:r>
            <w:r w:rsidR="008A14EB" w:rsidRPr="00E44DC5">
              <w:rPr>
                <w:kern w:val="2"/>
                <w:szCs w:val="28"/>
              </w:rPr>
              <w:t>/</w:t>
            </w:r>
            <w:r w:rsidR="008A14EB" w:rsidRPr="00902693">
              <w:rPr>
                <w:kern w:val="2"/>
                <w:szCs w:val="28"/>
                <w:lang w:val="en-US"/>
              </w:rPr>
              <w:t>Miser</w:t>
            </w:r>
            <w:r w:rsidR="008A14EB" w:rsidRPr="00E44DC5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  <w:lang w:val="en-US"/>
              </w:rPr>
              <w:t>tap</w:t>
            </w:r>
            <w:r w:rsidR="008A14EB" w:rsidRPr="00E44DC5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  <w:lang w:val="en-US"/>
              </w:rPr>
              <w:t>L</w:t>
            </w:r>
            <w:r w:rsidR="008A14EB" w:rsidRPr="00E44DC5">
              <w:rPr>
                <w:kern w:val="2"/>
                <w:szCs w:val="28"/>
              </w:rPr>
              <w:t>+</w:t>
            </w:r>
            <w:r w:rsidR="008A14EB" w:rsidRPr="00902693">
              <w:rPr>
                <w:kern w:val="2"/>
                <w:szCs w:val="28"/>
                <w:lang w:val="en-US"/>
              </w:rPr>
              <w:t>show</w:t>
            </w:r>
            <w:r w:rsidR="008A14EB" w:rsidRPr="00E44DC5">
              <w:rPr>
                <w:kern w:val="2"/>
                <w:szCs w:val="28"/>
              </w:rPr>
              <w:t xml:space="preserve"> (4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</w:t>
            </w:r>
            <w:r w:rsidR="008A14EB" w:rsidRPr="00E44DC5">
              <w:rPr>
                <w:kern w:val="2"/>
                <w:szCs w:val="28"/>
              </w:rPr>
              <w:t>);</w:t>
            </w:r>
          </w:p>
          <w:p w:rsidR="008A14EB" w:rsidRPr="00902693" w:rsidRDefault="00A37481" w:rsidP="00AD3FFB">
            <w:pPr>
              <w:autoSpaceDE w:val="0"/>
              <w:autoSpaceDN w:val="0"/>
              <w:adjustRightInd w:val="0"/>
              <w:ind w:right="-108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вентиляционный зонт, </w:t>
            </w:r>
            <w:proofErr w:type="spellStart"/>
            <w:r w:rsidR="008A14EB" w:rsidRPr="00902693">
              <w:rPr>
                <w:kern w:val="2"/>
                <w:szCs w:val="28"/>
              </w:rPr>
              <w:t>пристенный</w:t>
            </w:r>
            <w:proofErr w:type="spellEnd"/>
            <w:r w:rsidR="008A14EB" w:rsidRPr="00902693">
              <w:rPr>
                <w:kern w:val="2"/>
                <w:szCs w:val="28"/>
              </w:rPr>
              <w:t>, то</w:t>
            </w:r>
            <w:r>
              <w:rPr>
                <w:kern w:val="2"/>
                <w:szCs w:val="28"/>
              </w:rPr>
              <w:t>лько вытяжка, воздухообмен до 2 </w:t>
            </w:r>
            <w:r w:rsidR="008A14EB" w:rsidRPr="00902693">
              <w:rPr>
                <w:kern w:val="2"/>
                <w:szCs w:val="28"/>
              </w:rPr>
              <w:t xml:space="preserve">000 куб. м/ч, 3 фильтра, </w:t>
            </w:r>
            <w:proofErr w:type="spellStart"/>
            <w:r w:rsidR="008A14EB" w:rsidRPr="00902693">
              <w:rPr>
                <w:kern w:val="2"/>
                <w:szCs w:val="28"/>
              </w:rPr>
              <w:t>жиросборник</w:t>
            </w:r>
            <w:proofErr w:type="spellEnd"/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REGA (1) SP 11/16;</w:t>
            </w:r>
          </w:p>
          <w:p w:rsidR="008A14EB" w:rsidRPr="00902693" w:rsidRDefault="00A37481" w:rsidP="00AD3FFB">
            <w:pPr>
              <w:autoSpaceDE w:val="0"/>
              <w:autoSpaceDN w:val="0"/>
              <w:adjustRightInd w:val="0"/>
              <w:ind w:right="-108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вентиляционный зонт, </w:t>
            </w:r>
            <w:proofErr w:type="spellStart"/>
            <w:r w:rsidR="008A14EB" w:rsidRPr="00902693">
              <w:rPr>
                <w:kern w:val="2"/>
                <w:szCs w:val="28"/>
              </w:rPr>
              <w:t>пристенный</w:t>
            </w:r>
            <w:proofErr w:type="spellEnd"/>
            <w:r w:rsidR="008A14EB" w:rsidRPr="00902693">
              <w:rPr>
                <w:kern w:val="2"/>
                <w:szCs w:val="28"/>
              </w:rPr>
              <w:t>, то</w:t>
            </w:r>
            <w:r>
              <w:rPr>
                <w:kern w:val="2"/>
                <w:szCs w:val="28"/>
              </w:rPr>
              <w:t>лько вытяжка, воздухообмен до 2 </w:t>
            </w:r>
            <w:r w:rsidR="008A14EB" w:rsidRPr="00902693">
              <w:rPr>
                <w:kern w:val="2"/>
                <w:szCs w:val="28"/>
              </w:rPr>
              <w:t xml:space="preserve">000 куб. м/ч, 3 фильтра, </w:t>
            </w:r>
            <w:proofErr w:type="spellStart"/>
            <w:r w:rsidR="008A14EB" w:rsidRPr="00902693">
              <w:rPr>
                <w:kern w:val="2"/>
                <w:szCs w:val="28"/>
              </w:rPr>
              <w:t>жиросборник</w:t>
            </w:r>
            <w:proofErr w:type="spellEnd"/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REGA (1) SP 11/12;</w:t>
            </w:r>
          </w:p>
          <w:p w:rsidR="008A14EB" w:rsidRPr="00902693" w:rsidRDefault="00A37481" w:rsidP="00AD3FFB">
            <w:pPr>
              <w:autoSpaceDE w:val="0"/>
              <w:autoSpaceDN w:val="0"/>
              <w:adjustRightInd w:val="0"/>
              <w:ind w:right="-108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вентиляционный зонт, островной, то</w:t>
            </w:r>
            <w:r>
              <w:rPr>
                <w:kern w:val="2"/>
                <w:szCs w:val="28"/>
              </w:rPr>
              <w:t>лько вытяжка, воздухообмен до 7 </w:t>
            </w:r>
            <w:r w:rsidR="008A14EB" w:rsidRPr="00902693">
              <w:rPr>
                <w:kern w:val="2"/>
                <w:szCs w:val="28"/>
              </w:rPr>
              <w:t xml:space="preserve">000 куб. м/ч, 12 фильтров, </w:t>
            </w:r>
            <w:proofErr w:type="spellStart"/>
            <w:r w:rsidR="008A14EB" w:rsidRPr="00902693">
              <w:rPr>
                <w:kern w:val="2"/>
                <w:szCs w:val="28"/>
              </w:rPr>
              <w:t>жиросборник</w:t>
            </w:r>
            <w:proofErr w:type="spellEnd"/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REGA</w:t>
            </w:r>
            <w:r w:rsidR="008A14EB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(1) SC 22/28;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смеситель «Елочка» с кулисой и поворотным гусаком длиной 250 мм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BISARO/RUB.D.FRI ULI/ </w:t>
            </w:r>
            <w:proofErr w:type="spellStart"/>
            <w:r w:rsidR="008A14EB" w:rsidRPr="00902693">
              <w:rPr>
                <w:kern w:val="2"/>
                <w:szCs w:val="28"/>
              </w:rPr>
              <w:t>Miser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902693">
              <w:rPr>
                <w:kern w:val="2"/>
                <w:szCs w:val="28"/>
              </w:rPr>
              <w:t>tap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H;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встраиваемая моечная ванна, гнездо размером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330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330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200 мм, INOXMACEL (5) LB33X33X20;</w:t>
            </w:r>
          </w:p>
          <w:p w:rsidR="008A14EB" w:rsidRPr="00902693" w:rsidRDefault="00A37481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смеситель с керамическими кран-буксами и поворотным гусаком длиной 250 мм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BISARO/RUB.D.FRI ULI/ </w:t>
            </w:r>
            <w:proofErr w:type="spellStart"/>
            <w:r w:rsidR="008A14EB" w:rsidRPr="00902693">
              <w:rPr>
                <w:kern w:val="2"/>
                <w:szCs w:val="28"/>
              </w:rPr>
              <w:t>Miser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902693">
              <w:rPr>
                <w:kern w:val="2"/>
                <w:szCs w:val="28"/>
              </w:rPr>
              <w:t>tap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A (16 штук); 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моечная ванна, одногнездная, цельнотянутая, каркас с обвязкой, борт и </w:t>
            </w:r>
            <w:r w:rsidR="008A14EB" w:rsidRPr="00902693">
              <w:rPr>
                <w:kern w:val="2"/>
                <w:szCs w:val="28"/>
              </w:rPr>
              <w:lastRenderedPageBreak/>
              <w:t>полка для смесителя, правый стол, размеры гнезда 400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400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250 мм;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моечная ванна, </w:t>
            </w:r>
            <w:proofErr w:type="spellStart"/>
            <w:r w:rsidR="008A14EB" w:rsidRPr="00902693">
              <w:rPr>
                <w:kern w:val="2"/>
                <w:szCs w:val="28"/>
              </w:rPr>
              <w:t>трехгнездная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, каркас с обвязкой, с бортом и полкой для смесителя, размеры гнезда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430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500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400 мм, полностью нержавеющая сталь</w:t>
            </w:r>
            <w:r w:rsidR="008A14EB">
              <w:rPr>
                <w:kern w:val="2"/>
                <w:szCs w:val="28"/>
              </w:rPr>
              <w:t xml:space="preserve">, </w:t>
            </w:r>
            <w:r w:rsidR="008A14EB" w:rsidRPr="00902693">
              <w:rPr>
                <w:kern w:val="2"/>
                <w:szCs w:val="28"/>
              </w:rPr>
              <w:t>СИНЕУС/SI 431 N;</w:t>
            </w:r>
          </w:p>
          <w:p w:rsidR="008A14EB" w:rsidRPr="0014132B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дозатор моющих средств автоматический </w:t>
            </w:r>
            <w:r w:rsidR="008A14EB" w:rsidRPr="00902693">
              <w:rPr>
                <w:kern w:val="2"/>
                <w:szCs w:val="28"/>
                <w:lang w:val="en-US"/>
              </w:rPr>
              <w:t>ARISTARCO</w:t>
            </w:r>
            <w:r w:rsidR="008A14EB" w:rsidRPr="0014132B">
              <w:rPr>
                <w:kern w:val="2"/>
                <w:szCs w:val="28"/>
              </w:rPr>
              <w:t xml:space="preserve"> (2) </w:t>
            </w:r>
            <w:r w:rsidR="008A14EB" w:rsidRPr="00902693">
              <w:rPr>
                <w:kern w:val="2"/>
                <w:szCs w:val="28"/>
                <w:lang w:val="en-US"/>
              </w:rPr>
              <w:t>DETERGENT</w:t>
            </w:r>
            <w:r w:rsidR="008A14EB" w:rsidRPr="0014132B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  <w:lang w:val="en-US"/>
              </w:rPr>
              <w:t>PUMP</w:t>
            </w:r>
            <w:r w:rsidR="008A14EB" w:rsidRPr="0014132B">
              <w:rPr>
                <w:kern w:val="2"/>
                <w:szCs w:val="28"/>
              </w:rPr>
              <w:t xml:space="preserve"> (3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</w:t>
            </w:r>
            <w:r w:rsidR="008A14EB" w:rsidRPr="0014132B">
              <w:rPr>
                <w:kern w:val="2"/>
                <w:szCs w:val="28"/>
              </w:rPr>
              <w:t>);</w:t>
            </w:r>
          </w:p>
          <w:p w:rsidR="008A14EB" w:rsidRPr="005F13AB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14132B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902693">
              <w:rPr>
                <w:kern w:val="2"/>
                <w:szCs w:val="28"/>
              </w:rPr>
              <w:t>пароконденсатор</w:t>
            </w:r>
            <w:proofErr w:type="spellEnd"/>
            <w:r w:rsidR="008A14EB" w:rsidRPr="0014132B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  <w:lang w:val="en-US"/>
              </w:rPr>
              <w:t>ARISTARCO</w:t>
            </w:r>
            <w:r w:rsidR="008A14EB" w:rsidRPr="005F13AB">
              <w:rPr>
                <w:kern w:val="2"/>
                <w:szCs w:val="28"/>
              </w:rPr>
              <w:t xml:space="preserve"> (4) </w:t>
            </w:r>
            <w:r w:rsidR="008A14EB" w:rsidRPr="00902693">
              <w:rPr>
                <w:kern w:val="2"/>
                <w:szCs w:val="28"/>
                <w:lang w:val="en-US"/>
              </w:rPr>
              <w:t>STEAM</w:t>
            </w:r>
            <w:r w:rsidR="008A14EB" w:rsidRPr="005F13AB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  <w:lang w:val="en-US"/>
              </w:rPr>
              <w:t>CONDENSER</w:t>
            </w:r>
            <w:r w:rsidR="008A14EB" w:rsidRPr="005F13AB">
              <w:rPr>
                <w:kern w:val="2"/>
                <w:szCs w:val="28"/>
              </w:rPr>
              <w:t>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сушка тоннельная, направление потока справа налево ARISTARCO (4) HOTSX;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посудомоечный стол для грязной посуды, левый, отверстие для сбора отходов, моечная ванна (размеры гнезда 400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500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 xml:space="preserve">200 мм) ARISTARCO (4) </w:t>
            </w:r>
            <w:r w:rsidR="00DB2A5B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PRE-WASH 1500SX;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посудомоечный стол для чистой посуды ARISTARCO (4) TABLE 700;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посудомоечная машина, конвейерная, 1-скоростная, направление потока слева направо, производительность 100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кассет/час. ARISTARCO (4) TR 1650 SX;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морозильный шкаф, </w:t>
            </w:r>
            <w:r w:rsidR="008A14EB">
              <w:rPr>
                <w:kern w:val="2"/>
                <w:szCs w:val="28"/>
              </w:rPr>
              <w:br/>
            </w:r>
            <w:r>
              <w:rPr>
                <w:kern w:val="2"/>
                <w:szCs w:val="28"/>
              </w:rPr>
              <w:t>-18…-25С, 1 </w:t>
            </w:r>
            <w:r w:rsidR="008A14EB" w:rsidRPr="00902693">
              <w:rPr>
                <w:kern w:val="2"/>
                <w:szCs w:val="28"/>
              </w:rPr>
              <w:t>400 л, 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дверцы с замками, 6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 xml:space="preserve">полок-решеток, GN 2/1 с </w:t>
            </w:r>
            <w:r w:rsidR="008A14EB" w:rsidRPr="00902693">
              <w:rPr>
                <w:kern w:val="2"/>
                <w:szCs w:val="28"/>
              </w:rPr>
              <w:lastRenderedPageBreak/>
              <w:t>направляющими, полностью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GASTRO (6) GN 1410BT;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компрессорно-конденсаторный агрегат, потолочный, среднетемпературный (+2…+10С) RIVACOLD/SFH009 Y001;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сборная камера с полом, толщина панелей 80 мм, полезный объем 6,6 куб.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м, распашная одностворчатая дверь с замком, световой проем 800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1 </w:t>
            </w:r>
            <w:r w:rsidR="008A14EB" w:rsidRPr="00902693">
              <w:rPr>
                <w:kern w:val="2"/>
                <w:szCs w:val="28"/>
              </w:rPr>
              <w:t>850 мм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</w:t>
            </w:r>
            <w:r w:rsidR="0040083C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ПОЛАЙР/196*;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разрубочная колода, каркас из нержавеющей стали, деревянный рабочий блок толщиной 300 мм AREX (1)/LC55;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компрессорно-конденсаторный агрегат, потолочный, среднетемпературный </w:t>
            </w:r>
            <w:r w:rsidR="008A14EB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(-15…</w:t>
            </w:r>
            <w:r w:rsidR="008A14EB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- 20С) RIVACOLD/SFL016Z 032;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жалюзи, пластик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</w:t>
            </w:r>
            <w:r w:rsidR="0040083C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ПОЛАЙР/800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1 </w:t>
            </w:r>
            <w:r w:rsidR="008A14EB" w:rsidRPr="00902693">
              <w:rPr>
                <w:kern w:val="2"/>
                <w:szCs w:val="28"/>
              </w:rPr>
              <w:t>856;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сборная камера с полом, толщина панелей 80 мм, полезный объем 9,9 куб.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м, распашная одностворчатая дверь с замком, световой проем 800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1 </w:t>
            </w:r>
            <w:r w:rsidR="008A14EB" w:rsidRPr="00902693">
              <w:rPr>
                <w:kern w:val="2"/>
                <w:szCs w:val="28"/>
              </w:rPr>
              <w:t>850 мм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ПОЛАЙР/196;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сборная камера с полом, толщина панелей 80 мм, полезный объем 9,0 куб.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м, распашная одностворчатая дверь с замком, световой проем 800×1 850 мм с ящиком ЗИП;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11ЩС, щит типа ОЩВ;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6ЩС, щит типа ПР 8511;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7ЩС, щит типа ПР 8511;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902693">
              <w:rPr>
                <w:kern w:val="2"/>
                <w:szCs w:val="28"/>
              </w:rPr>
              <w:t xml:space="preserve"> 17ЩС, щит типа ПР 8511;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2ЩС, 4ЩС, 5ЩС, 20ЩС, щит типа ПР 8512;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18ЩС, щит типа ПР 8512;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16ЩС, 19ЩС, щит типа ПР8511;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15ЩС, щит типа ПР8511;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электрооборудование, в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 xml:space="preserve">том числе: ВРУ 8504 по опросному листу заказчика из пяти панелей: ЗР-200 </w:t>
            </w:r>
            <w:r w:rsidR="008A14EB"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 xml:space="preserve">шт., секционной панели с АВР-3АВР </w:t>
            </w:r>
            <w:r w:rsidR="008A14EB"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1 шт.;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щит вытяжного вентилятора 300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200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 xml:space="preserve">150 IP54 </w:t>
            </w:r>
            <w:proofErr w:type="spellStart"/>
            <w:r w:rsidR="008A14EB" w:rsidRPr="00902693">
              <w:rPr>
                <w:kern w:val="2"/>
                <w:szCs w:val="28"/>
              </w:rPr>
              <w:t>Sarel</w:t>
            </w:r>
            <w:proofErr w:type="spellEnd"/>
            <w:r w:rsidR="008A14EB" w:rsidRPr="00902693">
              <w:rPr>
                <w:kern w:val="2"/>
                <w:szCs w:val="28"/>
              </w:rPr>
              <w:t>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щит ввода 1000-600-250 IP 54 </w:t>
            </w:r>
            <w:proofErr w:type="spellStart"/>
            <w:r w:rsidR="008A14EB" w:rsidRPr="00902693">
              <w:rPr>
                <w:kern w:val="2"/>
                <w:szCs w:val="28"/>
              </w:rPr>
              <w:t>Sarel</w:t>
            </w:r>
            <w:proofErr w:type="spellEnd"/>
            <w:r w:rsidR="008A14EB" w:rsidRPr="00902693">
              <w:rPr>
                <w:kern w:val="2"/>
                <w:szCs w:val="28"/>
              </w:rPr>
              <w:t>;</w:t>
            </w:r>
          </w:p>
          <w:p w:rsidR="008A14EB" w:rsidRPr="00902693" w:rsidRDefault="009530B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щит автоматизации </w:t>
            </w:r>
            <w:r w:rsidR="006D5F45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1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200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 w:rsidR="006D5F45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800</w:t>
            </w:r>
            <w:r w:rsidR="006D5F45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 w:rsidR="006D5F45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 xml:space="preserve">300, IP 54 </w:t>
            </w:r>
            <w:proofErr w:type="spellStart"/>
            <w:r w:rsidR="008A14EB" w:rsidRPr="00902693">
              <w:rPr>
                <w:kern w:val="2"/>
                <w:szCs w:val="28"/>
              </w:rPr>
              <w:t>Sarel</w:t>
            </w:r>
            <w:proofErr w:type="spellEnd"/>
            <w:r w:rsidR="008A14EB" w:rsidRPr="00902693">
              <w:rPr>
                <w:kern w:val="2"/>
                <w:szCs w:val="28"/>
              </w:rPr>
              <w:t>;</w:t>
            </w:r>
          </w:p>
          <w:p w:rsidR="008A14EB" w:rsidRPr="00902693" w:rsidRDefault="006D5F45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11ЩО, щит типа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ОЩВ-10;</w:t>
            </w:r>
          </w:p>
          <w:p w:rsidR="008A14EB" w:rsidRPr="00902693" w:rsidRDefault="006D5F45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10ЩО, щит типа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ОЩВ-12;</w:t>
            </w:r>
          </w:p>
          <w:p w:rsidR="008A14EB" w:rsidRPr="00902693" w:rsidRDefault="006D5F45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9ЩО, щит типа ОЩВ-13;</w:t>
            </w:r>
          </w:p>
          <w:p w:rsidR="008A14EB" w:rsidRPr="00902693" w:rsidRDefault="006D5F45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6ЩО, щит типа ОЩВ-12;</w:t>
            </w:r>
          </w:p>
          <w:p w:rsidR="008A14EB" w:rsidRPr="00902693" w:rsidRDefault="006D5F45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4ЩО, щит типа ОЩВ-14;</w:t>
            </w:r>
          </w:p>
          <w:p w:rsidR="008A14EB" w:rsidRPr="00902693" w:rsidRDefault="006D5F45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3ЩО, щит типа ОЩВ-12;</w:t>
            </w:r>
          </w:p>
          <w:p w:rsidR="008A14EB" w:rsidRPr="00902693" w:rsidRDefault="006D5F45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2ЩО, щит типа ОЩВ-12;</w:t>
            </w:r>
          </w:p>
          <w:p w:rsidR="008A14EB" w:rsidRPr="00902693" w:rsidRDefault="006D5F45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4АВР, шкаф АВР типа ЩУ 8254-22А2;</w:t>
            </w:r>
          </w:p>
          <w:p w:rsidR="008A14EB" w:rsidRPr="00902693" w:rsidRDefault="006D5F45" w:rsidP="00DB2A5B">
            <w:pPr>
              <w:autoSpaceDE w:val="0"/>
              <w:autoSpaceDN w:val="0"/>
              <w:adjustRightInd w:val="0"/>
              <w:ind w:right="-108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12ЩО, щит типа ОЩВ-12;</w:t>
            </w:r>
          </w:p>
          <w:p w:rsidR="008A14EB" w:rsidRPr="00902693" w:rsidRDefault="006D5F45" w:rsidP="00DB2A5B">
            <w:pPr>
              <w:autoSpaceDE w:val="0"/>
              <w:autoSpaceDN w:val="0"/>
              <w:adjustRightInd w:val="0"/>
              <w:ind w:right="-108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13ЩО, щит типа</w:t>
            </w:r>
            <w:r w:rsidR="00DB2A5B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ОЩВ-14;</w:t>
            </w:r>
          </w:p>
          <w:p w:rsidR="008A14EB" w:rsidRPr="00902693" w:rsidRDefault="006D5F45" w:rsidP="00DB2A5B">
            <w:pPr>
              <w:autoSpaceDE w:val="0"/>
              <w:autoSpaceDN w:val="0"/>
              <w:adjustRightInd w:val="0"/>
              <w:ind w:right="-108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14ЩО, щит типа ОЩВ-14;</w:t>
            </w:r>
          </w:p>
          <w:p w:rsidR="008A14EB" w:rsidRPr="00902693" w:rsidRDefault="006D5F45" w:rsidP="00DB2A5B">
            <w:pPr>
              <w:autoSpaceDE w:val="0"/>
              <w:autoSpaceDN w:val="0"/>
              <w:adjustRightInd w:val="0"/>
              <w:ind w:right="-108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15ЩО, щит типа ОЩВ-12;</w:t>
            </w:r>
          </w:p>
          <w:p w:rsidR="008A14EB" w:rsidRPr="00902693" w:rsidRDefault="006D5F45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2ЩОА, щит типа ОЩВ-6;</w:t>
            </w:r>
          </w:p>
          <w:p w:rsidR="008A14EB" w:rsidRPr="00DB2A5B" w:rsidRDefault="006D5F45" w:rsidP="00DB2A5B">
            <w:pPr>
              <w:autoSpaceDE w:val="0"/>
              <w:autoSpaceDN w:val="0"/>
              <w:adjustRightInd w:val="0"/>
              <w:ind w:right="-108" w:firstLine="0"/>
              <w:jc w:val="left"/>
              <w:rPr>
                <w:spacing w:val="-20"/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</w:t>
            </w:r>
            <w:r w:rsidR="008A14EB" w:rsidRPr="00DB2A5B">
              <w:rPr>
                <w:spacing w:val="-20"/>
                <w:kern w:val="2"/>
                <w:szCs w:val="28"/>
              </w:rPr>
              <w:t>3ЩОА, щит типа ОЩВ-10;</w:t>
            </w:r>
          </w:p>
          <w:p w:rsidR="008A14EB" w:rsidRPr="00902693" w:rsidRDefault="006D5F45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щит типа ОЩВ-11;</w:t>
            </w:r>
          </w:p>
          <w:p w:rsidR="008A14EB" w:rsidRPr="00902693" w:rsidRDefault="006D5F45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ЯТП-0,25УЗ;</w:t>
            </w:r>
          </w:p>
          <w:p w:rsidR="008A14EB" w:rsidRPr="00902693" w:rsidRDefault="006D5F45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отопление и вентиляция котельной;</w:t>
            </w:r>
          </w:p>
          <w:p w:rsidR="008A14EB" w:rsidRPr="00902693" w:rsidRDefault="006D5F45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902693">
              <w:rPr>
                <w:kern w:val="2"/>
                <w:szCs w:val="28"/>
              </w:rPr>
              <w:t xml:space="preserve"> барная стойка (по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 xml:space="preserve">индивидуальному дизайну)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(3 штуки);</w:t>
            </w:r>
          </w:p>
          <w:p w:rsidR="008A14EB" w:rsidRPr="00902693" w:rsidRDefault="006D5F45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рабочий стол с бортом и нижней полкой-решеткой, полностью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СИНЕУС/SI 203 №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080/70;</w:t>
            </w:r>
          </w:p>
          <w:p w:rsidR="008A14EB" w:rsidRPr="00902693" w:rsidRDefault="006D5F45" w:rsidP="00BC5C89">
            <w:pPr>
              <w:autoSpaceDE w:val="0"/>
              <w:autoSpaceDN w:val="0"/>
              <w:adjustRightInd w:val="0"/>
              <w:ind w:right="-108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весы напольные, электронные, поворотный индикатор, 300 кг × 100 г,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CAS/ND-300;</w:t>
            </w:r>
          </w:p>
          <w:p w:rsidR="008A14EB" w:rsidRPr="00902693" w:rsidRDefault="006D5F45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рабочий стол с бортом и сплошной нижней полкой, полностью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СИНЕУС/SI 211 №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080/70;</w:t>
            </w:r>
          </w:p>
          <w:p w:rsidR="008A14EB" w:rsidRPr="00902693" w:rsidRDefault="006D5F45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лампа подсветки, длина 650 мм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REGA (2) 20W (3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6D5F45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зеркало настенное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500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27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1 </w:t>
            </w:r>
            <w:r w:rsidR="008A14EB" w:rsidRPr="00902693">
              <w:rPr>
                <w:kern w:val="2"/>
                <w:szCs w:val="28"/>
              </w:rPr>
              <w:t>630 (2 штуки);</w:t>
            </w:r>
          </w:p>
          <w:p w:rsidR="008A14EB" w:rsidRPr="00902693" w:rsidRDefault="006D5F45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вешалка настенная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500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27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1 </w:t>
            </w:r>
            <w:r w:rsidR="008A14EB" w:rsidRPr="00902693">
              <w:rPr>
                <w:kern w:val="2"/>
                <w:szCs w:val="28"/>
              </w:rPr>
              <w:t>630 (2 штуки);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тележка для мокрого белья; 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тележка-стеллаж для чистого белья;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рабочий стол КМ-96;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передвижная корзина для грязного белья;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газонокосилка автоматическая (бензин);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газонокосилка ручная (электрическая);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стойка </w:t>
            </w:r>
            <w:proofErr w:type="spellStart"/>
            <w:r w:rsidR="008A14EB" w:rsidRPr="00902693">
              <w:rPr>
                <w:kern w:val="2"/>
                <w:szCs w:val="28"/>
              </w:rPr>
              <w:t>ресепшн</w:t>
            </w:r>
            <w:proofErr w:type="spellEnd"/>
            <w:r w:rsidR="008A14EB" w:rsidRPr="00902693">
              <w:rPr>
                <w:kern w:val="2"/>
                <w:szCs w:val="28"/>
              </w:rPr>
              <w:t xml:space="preserve"> (по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индивидуальному дизайну);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стойка для киосков (по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индивидуальному дизайну);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диван полукруглый четырехместный (по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индивидуальному дизайну);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902693">
              <w:rPr>
                <w:kern w:val="2"/>
                <w:szCs w:val="28"/>
              </w:rPr>
              <w:t xml:space="preserve"> стойка гардеробщика (по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индивидуальному дизайну);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вешалки гардеробные на 70 мест;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диван полукруглый (по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индивидуальному дизайну);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диван (по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индивидуальному дизайну);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стол рабочий. Выполнен из ламинированного ДСП 1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600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740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750;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стол для совещаний приставной. Вы</w:t>
            </w:r>
            <w:r>
              <w:rPr>
                <w:kern w:val="2"/>
                <w:szCs w:val="28"/>
              </w:rPr>
              <w:t xml:space="preserve">полнен из ламинированного ДСП </w:t>
            </w:r>
            <w:r>
              <w:rPr>
                <w:kern w:val="2"/>
                <w:szCs w:val="28"/>
              </w:rPr>
              <w:br/>
              <w:t>1 </w:t>
            </w:r>
            <w:r w:rsidR="008A14EB" w:rsidRPr="00902693">
              <w:rPr>
                <w:kern w:val="2"/>
                <w:szCs w:val="28"/>
              </w:rPr>
              <w:t>000 × 800 × 750;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тумба для оргтехники (мобильная), выполнена из ламинированного ДСП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902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400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610;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кресло рабочее с подъемным механизмом, обивка </w:t>
            </w:r>
            <w:r w:rsidR="008A14EB"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ткань;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1ЩС, 3ЩС, щит типа ПР 8511 (2 штуки);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буфет жалюзи вертикальные тканевые «</w:t>
            </w:r>
            <w:proofErr w:type="spellStart"/>
            <w:r w:rsidR="008A14EB" w:rsidRPr="00902693">
              <w:rPr>
                <w:kern w:val="2"/>
                <w:szCs w:val="28"/>
              </w:rPr>
              <w:t>Лайн</w:t>
            </w:r>
            <w:proofErr w:type="spellEnd"/>
            <w:r w:rsidR="008A14EB" w:rsidRPr="00902693">
              <w:rPr>
                <w:kern w:val="2"/>
                <w:szCs w:val="28"/>
              </w:rPr>
              <w:t>», размер 177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330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гладильная доска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диван двухместный, обивка </w:t>
            </w:r>
            <w:r w:rsidR="008A14EB"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ткань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1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600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920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 xml:space="preserve">740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(2 штуки);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диван двухместный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1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600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920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 xml:space="preserve">740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(3 штуки);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жалюзи вертикальные тканевые «</w:t>
            </w:r>
            <w:proofErr w:type="spellStart"/>
            <w:r w:rsidR="008A14EB" w:rsidRPr="00902693">
              <w:rPr>
                <w:kern w:val="2"/>
                <w:szCs w:val="28"/>
              </w:rPr>
              <w:t>Лайн</w:t>
            </w:r>
            <w:proofErr w:type="spellEnd"/>
            <w:r w:rsidR="008A14EB" w:rsidRPr="00902693">
              <w:rPr>
                <w:kern w:val="2"/>
                <w:szCs w:val="28"/>
              </w:rPr>
              <w:t>», размер 177</w:t>
            </w:r>
            <w:r w:rsidR="00BC5C89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 w:rsidR="00BC5C89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330 (2 штуки);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изголовье кровати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3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000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30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910 (2 штуки);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902693">
              <w:rPr>
                <w:kern w:val="2"/>
                <w:szCs w:val="28"/>
              </w:rPr>
              <w:t xml:space="preserve"> жалюзи вертикальные тканевые «</w:t>
            </w:r>
            <w:proofErr w:type="spellStart"/>
            <w:r w:rsidR="008A14EB" w:rsidRPr="00902693">
              <w:rPr>
                <w:kern w:val="2"/>
                <w:szCs w:val="28"/>
              </w:rPr>
              <w:t>Лайн</w:t>
            </w:r>
            <w:proofErr w:type="spellEnd"/>
            <w:r w:rsidR="008A14EB" w:rsidRPr="00902693">
              <w:rPr>
                <w:kern w:val="2"/>
                <w:szCs w:val="28"/>
              </w:rPr>
              <w:t>», размер 177 × 330 (кабинет около буфета) (2 штуки);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кипятильник </w:t>
            </w:r>
            <w:r w:rsidR="008A14EB"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кофеварочная машина, настольный, автономный SARO (2)/SAROMIMICA 100T, емкость резервуара 15 л (100 чашек) (2 штуки);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кресло мягкое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900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900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740 (2 штуки);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кресло мягкое, обивка </w:t>
            </w:r>
            <w:r w:rsidR="008A14EB"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ткань 770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700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740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лампа подсветки, длина 1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300 мм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REGA (2) 40W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рабочий стол с бортом и нижней полкой-решеткой, полностью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СИНЕУС/SI 203 №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040/70 (2 штуки);</w:t>
            </w:r>
          </w:p>
          <w:p w:rsidR="008A14EB" w:rsidRPr="00902693" w:rsidRDefault="002F4F6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стационарный стеллаж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AC144C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стенд, вместимость 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посудомоечные кассеты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ARISTARCO (</w:t>
            </w:r>
            <w:proofErr w:type="gramStart"/>
            <w:r w:rsidR="008A14EB" w:rsidRPr="00902693">
              <w:rPr>
                <w:kern w:val="2"/>
                <w:szCs w:val="28"/>
              </w:rPr>
              <w:t>1)STAND</w:t>
            </w:r>
            <w:proofErr w:type="gramEnd"/>
            <w:r w:rsidR="008A14EB" w:rsidRPr="00902693">
              <w:rPr>
                <w:kern w:val="2"/>
                <w:szCs w:val="28"/>
              </w:rPr>
              <w:t xml:space="preserve"> AP 45/30 (2 штуки);</w:t>
            </w:r>
          </w:p>
          <w:p w:rsidR="008A14EB" w:rsidRPr="00902693" w:rsidRDefault="00AC144C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стол для президиума 1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400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600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 xml:space="preserve">770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(2 штуки);</w:t>
            </w:r>
          </w:p>
          <w:p w:rsidR="008A14EB" w:rsidRPr="00902693" w:rsidRDefault="00AC144C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стол журнальный. Выполнен из ламинированного ДСП 600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600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555 (2 штуки);</w:t>
            </w:r>
          </w:p>
          <w:p w:rsidR="008A14EB" w:rsidRPr="00902693" w:rsidRDefault="00AC144C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стол коктейльный D700×770 (2 штуки);</w:t>
            </w:r>
          </w:p>
          <w:p w:rsidR="008A14EB" w:rsidRPr="00902693" w:rsidRDefault="00147917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стол обеденный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900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900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770 (27 штук);</w:t>
            </w:r>
          </w:p>
          <w:p w:rsidR="008A14EB" w:rsidRPr="00902693" w:rsidRDefault="00147917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стол туалетный с выдвижным ящиком, выполнен из ламинированного </w:t>
            </w:r>
            <w:r w:rsidR="008A14EB" w:rsidRPr="00902693">
              <w:rPr>
                <w:kern w:val="2"/>
                <w:szCs w:val="28"/>
              </w:rPr>
              <w:lastRenderedPageBreak/>
              <w:t>ДСП 1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300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543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 xml:space="preserve">750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(2 штуки);</w:t>
            </w:r>
          </w:p>
          <w:p w:rsidR="008A14EB" w:rsidRPr="00902693" w:rsidRDefault="00147917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телевизор LG29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147917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тележка вспомогательная, открытая, для уборки со стола, контейнер глубиной 150 мм, нижняя полка,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FORCAR (1)/CA 1388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147917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тележка для сбора белья (2 штуки);</w:t>
            </w:r>
          </w:p>
          <w:p w:rsidR="008A14EB" w:rsidRPr="00902693" w:rsidRDefault="00147917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тележка платформенная, грузоподъемность до 200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кг, нержавеющая сталь FORCAR (2)/CPB1474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147917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тележка-шпилька, вместимость 14 GN 1/1,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FORCAR (1)</w:t>
            </w:r>
            <w:r w:rsidR="008A14EB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CA 1479 (2 штуки);</w:t>
            </w:r>
          </w:p>
          <w:p w:rsidR="008A14EB" w:rsidRPr="00902693" w:rsidRDefault="00147917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тележка-шпилька, вместимость 14 противней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600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400, нержавеющая сталь FORCAR (1)</w:t>
            </w:r>
            <w:r w:rsidR="008A14EB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CA 1482 (2 штуки);</w:t>
            </w:r>
          </w:p>
          <w:p w:rsidR="008A14EB" w:rsidRPr="00902693" w:rsidRDefault="00147917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тумба для посуды и скатертей. Выполнена из ламинированного ДСП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100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600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700 (2 штуки);</w:t>
            </w:r>
          </w:p>
          <w:p w:rsidR="008A14EB" w:rsidRPr="00902693" w:rsidRDefault="00147917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тумба под ТВ с отсеком под мини-бар. Выполнена из ламинированного ДСП 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900 × 523 × 635 (2 штуки);</w:t>
            </w:r>
          </w:p>
          <w:p w:rsidR="008A14EB" w:rsidRPr="00902693" w:rsidRDefault="00147917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холодильный шкаф </w:t>
            </w:r>
            <w:r w:rsidR="008A14EB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- 2…+8С, 400 л, 1 дверца, 3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полки-решетки, с направляющими, нержавеющая сталь/алюминий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GASTRO (5) SNACK 400TN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147917" w:rsidRDefault="00147917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шкаф для одежды двухстворчатый, выполнен из </w:t>
            </w:r>
            <w:r w:rsidR="008A14EB" w:rsidRPr="00902693">
              <w:rPr>
                <w:kern w:val="2"/>
                <w:szCs w:val="28"/>
              </w:rPr>
              <w:lastRenderedPageBreak/>
              <w:t xml:space="preserve">ламинированного ДСП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900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420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2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 xml:space="preserve">020 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(2 штуки);</w:t>
            </w:r>
          </w:p>
          <w:p w:rsidR="008A14EB" w:rsidRPr="00902693" w:rsidRDefault="00147917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ящик для ключей с бирками-бочками на 55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ключей (2 штуки);</w:t>
            </w:r>
          </w:p>
          <w:p w:rsidR="008A14EB" w:rsidRPr="00902693" w:rsidRDefault="00147917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ящик для ключей с бирками на 100 ключей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147917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блендер, 2 скорости, 1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стакан емкостью 2 л, из нержавеющей стали с крышкой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HAMILTON BEACH (3) 1G911 (3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147917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кофемолка полуавтоматическая, вместимость бункера 0,75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кг, регулировка порции от 6,0 до 9,5 г, производительность до 7.5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кг/ч / LA CIMBALI (3) JUNIOR (3 штуки);</w:t>
            </w:r>
          </w:p>
          <w:p w:rsidR="008A14EB" w:rsidRPr="00902693" w:rsidRDefault="00147917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моечная ванна, одногнездная, каркас с обвязкой, с бортом и полкой для смесителя, размеры гнезда 700</w:t>
            </w:r>
            <w:r w:rsidR="005F1DE6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 w:rsidR="005F1DE6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500</w:t>
            </w:r>
            <w:r w:rsidR="005F1DE6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 w:rsidR="005F1DE6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400 мм, полностью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СИНЕУС/SI 411 №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 xml:space="preserve">08 </w:t>
            </w:r>
            <w:r w:rsidR="005F1DE6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(3 штуки);</w:t>
            </w:r>
          </w:p>
          <w:p w:rsidR="008A14EB" w:rsidRPr="00902693" w:rsidRDefault="005F1D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поддон, GN 1/1-65 мм, перфорированный,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INOXMACEL (1) FF11065 (3 штуки);</w:t>
            </w:r>
          </w:p>
          <w:p w:rsidR="008A14EB" w:rsidRPr="00E44DC5" w:rsidRDefault="005F1D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посудомоечная кассета для 18 тарелок, пластмасса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  <w:lang w:val="en-US"/>
              </w:rPr>
              <w:t>INOXMACEL</w:t>
            </w:r>
            <w:r w:rsidR="008A14EB" w:rsidRPr="00E44DC5">
              <w:rPr>
                <w:kern w:val="2"/>
                <w:szCs w:val="28"/>
              </w:rPr>
              <w:t xml:space="preserve"> (4) </w:t>
            </w:r>
            <w:r w:rsidR="008A14EB" w:rsidRPr="00902693">
              <w:rPr>
                <w:kern w:val="2"/>
                <w:szCs w:val="28"/>
                <w:lang w:val="en-US"/>
              </w:rPr>
              <w:t>R</w:t>
            </w:r>
            <w:r w:rsidR="008A14EB" w:rsidRPr="00E44DC5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  <w:lang w:val="en-US"/>
              </w:rPr>
              <w:t>BASE</w:t>
            </w:r>
            <w:r w:rsidR="008A14EB" w:rsidRPr="00E44DC5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  <w:lang w:val="en-US"/>
              </w:rPr>
              <w:t>PV</w:t>
            </w:r>
            <w:r w:rsidR="008A14EB" w:rsidRPr="00E44DC5">
              <w:rPr>
                <w:kern w:val="2"/>
                <w:szCs w:val="28"/>
              </w:rPr>
              <w:t xml:space="preserve"> (3 </w:t>
            </w:r>
            <w:r w:rsidR="008A14EB" w:rsidRPr="00902693">
              <w:rPr>
                <w:kern w:val="2"/>
                <w:szCs w:val="28"/>
              </w:rPr>
              <w:t>штуки</w:t>
            </w:r>
            <w:r w:rsidR="008A14EB" w:rsidRPr="00E44DC5">
              <w:rPr>
                <w:kern w:val="2"/>
                <w:szCs w:val="28"/>
              </w:rPr>
              <w:t>);</w:t>
            </w:r>
          </w:p>
          <w:p w:rsidR="008A14EB" w:rsidRPr="00E44DC5" w:rsidRDefault="005F1D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посудомоечная кассета для подносов, пластмасса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  <w:lang w:val="en-US"/>
              </w:rPr>
              <w:t>INOXMACEL</w:t>
            </w:r>
            <w:r w:rsidR="008A14EB" w:rsidRPr="00E44DC5">
              <w:rPr>
                <w:kern w:val="2"/>
                <w:szCs w:val="28"/>
              </w:rPr>
              <w:t xml:space="preserve"> (4) </w:t>
            </w:r>
            <w:r w:rsidR="008A14EB" w:rsidRPr="00902693">
              <w:rPr>
                <w:kern w:val="2"/>
                <w:szCs w:val="28"/>
                <w:lang w:val="en-US"/>
              </w:rPr>
              <w:t>R</w:t>
            </w:r>
            <w:r w:rsidR="008A14EB" w:rsidRPr="00E44DC5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  <w:lang w:val="en-US"/>
              </w:rPr>
              <w:t>BASE</w:t>
            </w:r>
            <w:r w:rsidR="008A14EB" w:rsidRPr="00E44DC5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  <w:lang w:val="en-US"/>
              </w:rPr>
              <w:t>VA</w:t>
            </w:r>
            <w:r w:rsidR="008A14EB" w:rsidRPr="00E44DC5">
              <w:rPr>
                <w:kern w:val="2"/>
                <w:szCs w:val="28"/>
              </w:rPr>
              <w:t xml:space="preserve"> (3 </w:t>
            </w:r>
            <w:r w:rsidR="008A14EB" w:rsidRPr="00902693">
              <w:rPr>
                <w:kern w:val="2"/>
                <w:szCs w:val="28"/>
              </w:rPr>
              <w:t>штуки</w:t>
            </w:r>
            <w:r w:rsidR="008A14EB" w:rsidRPr="00E44DC5">
              <w:rPr>
                <w:kern w:val="2"/>
                <w:szCs w:val="28"/>
              </w:rPr>
              <w:t>);</w:t>
            </w:r>
          </w:p>
          <w:p w:rsidR="008A14EB" w:rsidRPr="00902693" w:rsidRDefault="005F1D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902693">
              <w:rPr>
                <w:kern w:val="2"/>
                <w:szCs w:val="28"/>
              </w:rPr>
              <w:t xml:space="preserve"> посудомоечная кассета для чашек и стаканов с 16 отделениями, пластмасса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INOXMACEL (4) R BASE 16 (3 штуки);</w:t>
            </w:r>
          </w:p>
          <w:p w:rsidR="008A14EB" w:rsidRPr="00902693" w:rsidRDefault="005F1D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посудомоечная кассета с 9 отделениями, пластмасса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INOXMACEL (4) R BASE 09 (3 штуки);</w:t>
            </w:r>
          </w:p>
          <w:p w:rsidR="008A14EB" w:rsidRPr="00902693" w:rsidRDefault="005F1D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посудомоечная кассета, универсальная, открытая, пластмасса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INOXMACEL (4) R BASE (3 штуки);</w:t>
            </w:r>
          </w:p>
          <w:p w:rsidR="008A14EB" w:rsidRPr="00902693" w:rsidRDefault="005F1D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стол журнальный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1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000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800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 xml:space="preserve">500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(3 штуки);</w:t>
            </w:r>
          </w:p>
          <w:p w:rsidR="008A14EB" w:rsidRPr="00902693" w:rsidRDefault="005F1D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стол журнальный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D600×550 (3 штуки);</w:t>
            </w:r>
          </w:p>
          <w:p w:rsidR="008A14EB" w:rsidRPr="00902693" w:rsidRDefault="005F1DE6" w:rsidP="004B2FF5">
            <w:pPr>
              <w:autoSpaceDE w:val="0"/>
              <w:autoSpaceDN w:val="0"/>
              <w:adjustRightInd w:val="0"/>
              <w:ind w:right="-108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стол обеденный банкетный 1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600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800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 xml:space="preserve">770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(3 штуки);</w:t>
            </w:r>
          </w:p>
          <w:p w:rsidR="008A14EB" w:rsidRPr="00902693" w:rsidRDefault="005F1D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тележка для горничных (3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5F1D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холодильный шкаф витринного типа +2…+8С,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300 л, 1 дверца, 4 полки-решетки, с направляющими, эмалированная сталь/ алюминий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GASTRO (7) SCG 340 BC (3 штуки);</w:t>
            </w:r>
          </w:p>
          <w:p w:rsidR="008A14EB" w:rsidRPr="00902693" w:rsidRDefault="005F1DE6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кресло мягкое,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770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700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740 (4 штуки);</w:t>
            </w:r>
          </w:p>
          <w:p w:rsidR="008A14EB" w:rsidRPr="00902693" w:rsidRDefault="005F1DE6" w:rsidP="004B2FF5">
            <w:pPr>
              <w:autoSpaceDE w:val="0"/>
              <w:autoSpaceDN w:val="0"/>
              <w:adjustRightInd w:val="0"/>
              <w:ind w:right="-108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микроволновая печь, настольная, с грилем, мощность гриля 100В</w:t>
            </w:r>
            <w:r w:rsidR="00C42180">
              <w:rPr>
                <w:kern w:val="2"/>
                <w:szCs w:val="28"/>
              </w:rPr>
              <w:t>т</w:t>
            </w:r>
            <w:r w:rsidR="008A14EB" w:rsidRPr="00902693">
              <w:rPr>
                <w:kern w:val="2"/>
                <w:szCs w:val="28"/>
              </w:rPr>
              <w:t>, емкость камеры 23 л, нержавеющая сталь, SARO (9)/WD900SP23S (4</w:t>
            </w:r>
            <w:r w:rsidR="00E050FF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E050FF" w:rsidP="004B2FF5">
            <w:pPr>
              <w:autoSpaceDE w:val="0"/>
              <w:autoSpaceDN w:val="0"/>
              <w:adjustRightInd w:val="0"/>
              <w:ind w:right="-108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моечная ванна, одногнездная, цельнотянутая, каркас </w:t>
            </w:r>
            <w:r w:rsidR="004B2FF5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 xml:space="preserve">с обвязкой, борт и полка </w:t>
            </w:r>
            <w:r w:rsidR="004B2FF5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 xml:space="preserve">для смесителя, левый стол, размеры гнезда </w:t>
            </w:r>
            <w:r w:rsidR="004B2FF5"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lastRenderedPageBreak/>
              <w:t>400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400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250 мм, нержавеющая сталь</w:t>
            </w:r>
            <w:r w:rsidR="008A14EB">
              <w:rPr>
                <w:kern w:val="2"/>
                <w:szCs w:val="28"/>
              </w:rPr>
              <w:t>,</w:t>
            </w:r>
            <w:r>
              <w:rPr>
                <w:kern w:val="2"/>
                <w:szCs w:val="28"/>
              </w:rPr>
              <w:t xml:space="preserve"> СИНЕУС (4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E050FF" w:rsidP="004B2FF5">
            <w:pPr>
              <w:autoSpaceDE w:val="0"/>
              <w:autoSpaceDN w:val="0"/>
              <w:adjustRightInd w:val="0"/>
              <w:ind w:right="-108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рабочий стол с бортом и нижней полкой-решеткой, полностью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СИНЕУС/SI 203 №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150/70 (4 штуки);</w:t>
            </w:r>
          </w:p>
          <w:p w:rsidR="008A14EB" w:rsidRPr="00902693" w:rsidRDefault="00E050FF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стол для оргтехники. Выполнен из ламинированного ДСП 900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740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750 (4 штуки);</w:t>
            </w:r>
          </w:p>
          <w:p w:rsidR="008A14EB" w:rsidRPr="00902693" w:rsidRDefault="00E050FF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стул барный. Выполнен из массива бука, покрыт тонирующим лаком, обивка </w:t>
            </w: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ткань, 550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550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1 </w:t>
            </w:r>
            <w:r w:rsidR="008A14EB" w:rsidRPr="00902693">
              <w:rPr>
                <w:kern w:val="2"/>
                <w:szCs w:val="28"/>
              </w:rPr>
              <w:t>180 (4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E050FF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1ЩО, 16ЩО, 17ЩО, 1ЩАО, щит типа ОЩВ-6 (5 штук);</w:t>
            </w:r>
          </w:p>
          <w:p w:rsidR="008A14EB" w:rsidRPr="00902693" w:rsidRDefault="00E050FF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изголовье кровати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3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000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30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910 (5 штук);</w:t>
            </w:r>
          </w:p>
          <w:p w:rsidR="008A14EB" w:rsidRPr="00902693" w:rsidRDefault="00E050FF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изголовье кровати. Выполнено из ламинированного ДСП 1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000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30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910 (5 штук);</w:t>
            </w:r>
          </w:p>
          <w:p w:rsidR="008A14EB" w:rsidRPr="00902693" w:rsidRDefault="00D01C4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рабочий стол с бортом и сплошной нижней полкой, полностью нержавеющая сталь СИНЕУС/SI 211 №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080/70 (5 штук);</w:t>
            </w:r>
          </w:p>
          <w:p w:rsidR="008A14EB" w:rsidRPr="00902693" w:rsidRDefault="00D01C4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утюг (5 штук);</w:t>
            </w:r>
          </w:p>
          <w:p w:rsidR="008A14EB" w:rsidRPr="00902693" w:rsidRDefault="00D01C4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8ЩС, 9ЩС, 10ЩС, 12ЩС, 13ЩС, 14ЩС, щит типа ОЩВ (6 штук);</w:t>
            </w:r>
          </w:p>
          <w:p w:rsidR="008A14EB" w:rsidRPr="00902693" w:rsidRDefault="00D01C4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боковая панель для кондитерской витрины IFI/SP FFV 10 (6 штук);</w:t>
            </w:r>
          </w:p>
          <w:p w:rsidR="008A14EB" w:rsidRPr="00902693" w:rsidRDefault="00D01C4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кресло мягкое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600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600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700 (6 штук);</w:t>
            </w:r>
          </w:p>
          <w:p w:rsidR="008A14EB" w:rsidRPr="00902693" w:rsidRDefault="00D01C4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кресло для посетителей (6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штук);</w:t>
            </w:r>
          </w:p>
          <w:p w:rsidR="008A14EB" w:rsidRPr="00902693" w:rsidRDefault="00D01C4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поддон, GN 1/1</w:t>
            </w:r>
            <w:r w:rsidR="008A14EB">
              <w:rPr>
                <w:kern w:val="2"/>
                <w:szCs w:val="28"/>
              </w:rPr>
              <w:t xml:space="preserve"> – </w:t>
            </w:r>
            <w:r w:rsidR="008A14EB" w:rsidRPr="00902693">
              <w:rPr>
                <w:kern w:val="2"/>
                <w:szCs w:val="28"/>
              </w:rPr>
              <w:t xml:space="preserve">40 мм, нержавеющая сталь, </w:t>
            </w:r>
            <w:r w:rsidR="008A14EB" w:rsidRPr="00902693">
              <w:rPr>
                <w:kern w:val="2"/>
                <w:szCs w:val="28"/>
              </w:rPr>
              <w:lastRenderedPageBreak/>
              <w:t>INOXMACEL (1) TG11040 (6 штук);</w:t>
            </w:r>
          </w:p>
          <w:p w:rsidR="008A14EB" w:rsidRPr="00902693" w:rsidRDefault="00D01C4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подтоварник, пластмасса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PADERNO/49371-08 (8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штук);</w:t>
            </w:r>
          </w:p>
          <w:p w:rsidR="008A14EB" w:rsidRPr="00902693" w:rsidRDefault="00D01C4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стеллаж сборный, 4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 xml:space="preserve">перфорированные полки из </w:t>
            </w:r>
            <w:r>
              <w:rPr>
                <w:kern w:val="2"/>
                <w:szCs w:val="28"/>
              </w:rPr>
              <w:t>армированной пластмассы, 4 </w:t>
            </w:r>
            <w:r w:rsidR="008A14EB" w:rsidRPr="00902693">
              <w:rPr>
                <w:kern w:val="2"/>
                <w:szCs w:val="28"/>
              </w:rPr>
              <w:t>стойки из о</w:t>
            </w:r>
            <w:r>
              <w:rPr>
                <w:kern w:val="2"/>
                <w:szCs w:val="28"/>
              </w:rPr>
              <w:t>крашенной стали ARTINOX/3 LSF 6 </w:t>
            </w:r>
            <w:r w:rsidR="008A14EB" w:rsidRPr="00902693">
              <w:rPr>
                <w:kern w:val="2"/>
                <w:szCs w:val="28"/>
              </w:rPr>
              <w:t>1118 (12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штук);</w:t>
            </w:r>
          </w:p>
          <w:p w:rsidR="008A14EB" w:rsidRPr="00902693" w:rsidRDefault="00D01C4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зеркало настенное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500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27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700 (51 штука);</w:t>
            </w:r>
          </w:p>
          <w:p w:rsidR="008A14EB" w:rsidRPr="00902693" w:rsidRDefault="00D01C4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изголовье кровати. Выполнено из ламинированного ДСП 2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000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30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910</w:t>
            </w:r>
            <w:r w:rsidR="008A14EB"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(7 штук);</w:t>
            </w:r>
          </w:p>
          <w:p w:rsidR="008A14EB" w:rsidRPr="00902693" w:rsidRDefault="00D01C4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изголовье кровати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3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000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30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910 (9 штук);</w:t>
            </w:r>
          </w:p>
          <w:p w:rsidR="008A14EB" w:rsidRPr="00902693" w:rsidRDefault="00D01C43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кровать двуспальная, состоит из двух частей: нижняя часть (основание): каркас на деревянных ножках, верхняя часть (ортопедический матрас) </w:t>
            </w:r>
            <w:r>
              <w:rPr>
                <w:kern w:val="2"/>
                <w:szCs w:val="28"/>
              </w:rPr>
              <w:t>1 </w:t>
            </w:r>
            <w:r w:rsidR="008A14EB" w:rsidRPr="00902693">
              <w:rPr>
                <w:kern w:val="2"/>
                <w:szCs w:val="28"/>
              </w:rPr>
              <w:t>800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2 </w:t>
            </w:r>
            <w:r w:rsidR="008A14EB" w:rsidRPr="00902693">
              <w:rPr>
                <w:kern w:val="2"/>
                <w:szCs w:val="28"/>
              </w:rPr>
              <w:t>000 (7 штук);</w:t>
            </w:r>
          </w:p>
          <w:p w:rsidR="008A14EB" w:rsidRPr="00902693" w:rsidRDefault="00D70F8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кровать односпальная, состоит из двух частей: нижняя часть (основание): каркас на деревянных ножках, верхняя часть (ортопедический матрас)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900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2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000 (60 штук);</w:t>
            </w:r>
          </w:p>
          <w:p w:rsidR="008A14EB" w:rsidRPr="00902693" w:rsidRDefault="00D70F8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пылесос (профессиональный) (7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штук);</w:t>
            </w:r>
          </w:p>
          <w:p w:rsidR="008A14EB" w:rsidRPr="00902693" w:rsidRDefault="00D70F8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поддон GN 1/2</w:t>
            </w:r>
            <w:r w:rsidR="008A14EB">
              <w:rPr>
                <w:kern w:val="2"/>
                <w:szCs w:val="28"/>
              </w:rPr>
              <w:t xml:space="preserve"> – </w:t>
            </w:r>
            <w:r w:rsidR="008A14EB" w:rsidRPr="00902693">
              <w:rPr>
                <w:kern w:val="2"/>
                <w:szCs w:val="28"/>
              </w:rPr>
              <w:t>100 мм, емкость 6 л,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INOXMACEL (1)12100 (8 штук);</w:t>
            </w:r>
          </w:p>
          <w:p w:rsidR="008A14EB" w:rsidRPr="00902693" w:rsidRDefault="00D70F8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поддон GN 1/2</w:t>
            </w:r>
            <w:r w:rsidR="008A14EB">
              <w:rPr>
                <w:kern w:val="2"/>
                <w:szCs w:val="28"/>
              </w:rPr>
              <w:t xml:space="preserve"> – </w:t>
            </w:r>
            <w:r w:rsidR="008A14EB" w:rsidRPr="00902693">
              <w:rPr>
                <w:kern w:val="2"/>
                <w:szCs w:val="28"/>
              </w:rPr>
              <w:t>150 мм, емкость 9,2 л,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INOXMACEL (1)12150 (8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штук);</w:t>
            </w:r>
          </w:p>
          <w:p w:rsidR="008A14EB" w:rsidRPr="00902693" w:rsidRDefault="00D70F8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902693">
              <w:rPr>
                <w:kern w:val="2"/>
                <w:szCs w:val="28"/>
              </w:rPr>
              <w:t xml:space="preserve"> моечная ванна, одногнездная, каркас с обвязкой, с бортом и полкой для смесителя, размеры гнезда 600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500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400 мм, полностью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СИНЕУС/SI 411 №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07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(9 штук);</w:t>
            </w:r>
          </w:p>
          <w:p w:rsidR="008A14EB" w:rsidRPr="00902693" w:rsidRDefault="00D70F8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полка багажная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1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000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475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 xml:space="preserve">700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(16 штук);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- полка багажная. Выполнена из ламинированного ДСП 1</w:t>
            </w:r>
            <w:r w:rsidR="00D70F84">
              <w:rPr>
                <w:kern w:val="2"/>
                <w:szCs w:val="28"/>
              </w:rPr>
              <w:t> </w:t>
            </w:r>
            <w:r w:rsidRPr="00902693">
              <w:rPr>
                <w:kern w:val="2"/>
                <w:szCs w:val="28"/>
              </w:rPr>
              <w:t>000</w:t>
            </w:r>
            <w:r w:rsidR="00D70F84">
              <w:rPr>
                <w:kern w:val="2"/>
                <w:szCs w:val="28"/>
              </w:rPr>
              <w:t xml:space="preserve"> </w:t>
            </w:r>
            <w:r w:rsidRPr="00902693">
              <w:rPr>
                <w:kern w:val="2"/>
                <w:szCs w:val="28"/>
              </w:rPr>
              <w:t>×</w:t>
            </w:r>
            <w:r w:rsidR="00D70F84">
              <w:rPr>
                <w:kern w:val="2"/>
                <w:szCs w:val="28"/>
              </w:rPr>
              <w:t xml:space="preserve"> </w:t>
            </w:r>
            <w:r w:rsidRPr="00902693">
              <w:rPr>
                <w:kern w:val="2"/>
                <w:szCs w:val="28"/>
              </w:rPr>
              <w:t>475</w:t>
            </w:r>
            <w:r w:rsidR="00D70F84">
              <w:rPr>
                <w:kern w:val="2"/>
                <w:szCs w:val="28"/>
              </w:rPr>
              <w:t xml:space="preserve"> </w:t>
            </w:r>
            <w:r w:rsidRPr="00902693">
              <w:rPr>
                <w:kern w:val="2"/>
                <w:szCs w:val="28"/>
              </w:rPr>
              <w:t>×</w:t>
            </w:r>
            <w:r w:rsidR="00D70F84">
              <w:rPr>
                <w:kern w:val="2"/>
                <w:szCs w:val="28"/>
              </w:rPr>
              <w:t xml:space="preserve"> </w:t>
            </w:r>
            <w:r w:rsidRPr="00902693">
              <w:rPr>
                <w:kern w:val="2"/>
                <w:szCs w:val="28"/>
              </w:rPr>
              <w:t xml:space="preserve">700 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(33 штуки);</w:t>
            </w:r>
          </w:p>
          <w:p w:rsidR="008A14EB" w:rsidRPr="00902693" w:rsidRDefault="00D70F8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рабочий стол с бортом и нижней полкой-решеткой, полностью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СИНЕУС/SI 203 №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120/70 (9 штук);</w:t>
            </w:r>
          </w:p>
          <w:p w:rsidR="008A14EB" w:rsidRPr="00902693" w:rsidRDefault="00D70F8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стол универсальный с двумя тумбами под ТВ и отсеком под мини-бар </w:t>
            </w:r>
          </w:p>
          <w:p w:rsidR="008A14EB" w:rsidRPr="00902693" w:rsidRDefault="00D70F8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2 </w:t>
            </w:r>
            <w:r w:rsidR="008A14EB" w:rsidRPr="00902693">
              <w:rPr>
                <w:kern w:val="2"/>
                <w:szCs w:val="28"/>
              </w:rPr>
              <w:t>000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543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750 (9 штук);</w:t>
            </w:r>
          </w:p>
          <w:p w:rsidR="008A14EB" w:rsidRPr="00902693" w:rsidRDefault="00D70F8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шкаф двухстворчатый (с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 xml:space="preserve">полками для белья и штангой для вешалок) </w:t>
            </w:r>
          </w:p>
          <w:p w:rsidR="008A14EB" w:rsidRPr="00902693" w:rsidRDefault="00D70F8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1 </w:t>
            </w:r>
            <w:r w:rsidR="008A14EB" w:rsidRPr="00902693">
              <w:rPr>
                <w:kern w:val="2"/>
                <w:szCs w:val="28"/>
              </w:rPr>
              <w:t>028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560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2 </w:t>
            </w:r>
            <w:r w:rsidR="008A14EB" w:rsidRPr="00902693">
              <w:rPr>
                <w:kern w:val="2"/>
                <w:szCs w:val="28"/>
              </w:rPr>
              <w:t xml:space="preserve">000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(16 штук);</w:t>
            </w:r>
          </w:p>
          <w:p w:rsidR="008A14EB" w:rsidRPr="00902693" w:rsidRDefault="00D70F8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настенная полка, нержавеющая сталь</w:t>
            </w:r>
            <w:r w:rsidR="008A14EB">
              <w:rPr>
                <w:kern w:val="2"/>
                <w:szCs w:val="28"/>
              </w:rPr>
              <w:t>,</w:t>
            </w:r>
            <w:r>
              <w:rPr>
                <w:kern w:val="2"/>
                <w:szCs w:val="28"/>
              </w:rPr>
              <w:t xml:space="preserve"> СИНЕУС/НП 1 </w:t>
            </w:r>
            <w:r w:rsidR="008A14EB" w:rsidRPr="00902693">
              <w:rPr>
                <w:kern w:val="2"/>
                <w:szCs w:val="28"/>
              </w:rPr>
              <w:t>000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300 (20 штук);</w:t>
            </w:r>
          </w:p>
          <w:p w:rsidR="008A14EB" w:rsidRPr="00902693" w:rsidRDefault="00D70F8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стеллаж архивный. Выполнен из ламинированного ДСП 90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42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 xml:space="preserve">202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(10 штук);</w:t>
            </w:r>
          </w:p>
          <w:p w:rsidR="008A14EB" w:rsidRPr="00902693" w:rsidRDefault="00D70F8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стул для посетителей на металлическом каркасе (11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штук);</w:t>
            </w:r>
          </w:p>
          <w:p w:rsidR="008A14EB" w:rsidRPr="00902693" w:rsidRDefault="00D70F8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шкаф канцелярский с 4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 xml:space="preserve">дверцами, выполнен из ламинированного ДСП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lastRenderedPageBreak/>
              <w:t>900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420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2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 xml:space="preserve">020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(11 штук);</w:t>
            </w:r>
          </w:p>
          <w:p w:rsidR="008A14EB" w:rsidRPr="00902693" w:rsidRDefault="00D70F8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рукомойник настенный, раковина размером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275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275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125 мм, педальное управление, смеситель, гусак, сифон,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BOURGEAT (2) 8500,00 (12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штук);</w:t>
            </w:r>
          </w:p>
          <w:p w:rsidR="008A14EB" w:rsidRPr="00902693" w:rsidRDefault="00D70F8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стул барный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485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550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×1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150 (12 штук);</w:t>
            </w:r>
          </w:p>
          <w:p w:rsidR="008A14EB" w:rsidRPr="00902693" w:rsidRDefault="004835D8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стеллаж сборный, 4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перфорированные полк</w:t>
            </w:r>
            <w:r>
              <w:rPr>
                <w:kern w:val="2"/>
                <w:szCs w:val="28"/>
              </w:rPr>
              <w:t>и из армированной пластмассы, 4 </w:t>
            </w:r>
            <w:r w:rsidR="008A14EB" w:rsidRPr="00902693">
              <w:rPr>
                <w:kern w:val="2"/>
                <w:szCs w:val="28"/>
              </w:rPr>
              <w:t>стойки из о</w:t>
            </w:r>
            <w:r>
              <w:rPr>
                <w:kern w:val="2"/>
                <w:szCs w:val="28"/>
              </w:rPr>
              <w:t>крашенной стали ARTINOX/3 LSF 6 </w:t>
            </w:r>
            <w:r w:rsidR="008A14EB" w:rsidRPr="00902693">
              <w:rPr>
                <w:kern w:val="2"/>
                <w:szCs w:val="28"/>
              </w:rPr>
              <w:t>0918 (13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штук);</w:t>
            </w:r>
          </w:p>
          <w:p w:rsidR="008A14EB" w:rsidRPr="00902693" w:rsidRDefault="004835D8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стул. Выполнен из массива бука, покрыт тонирующим лаком, обивка </w:t>
            </w: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ткань 485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550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860 (28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штук);</w:t>
            </w:r>
          </w:p>
          <w:p w:rsidR="008A14EB" w:rsidRPr="00902693" w:rsidRDefault="004835D8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противень, алюминий METALVENETA/40×60AL (15 штук);</w:t>
            </w:r>
          </w:p>
          <w:p w:rsidR="008A14EB" w:rsidRPr="00902693" w:rsidRDefault="004835D8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рабочий стол с бортом и нижней полкой-решеткой, полностью нержавеющая сталь</w:t>
            </w:r>
            <w:r w:rsidR="008A14EB">
              <w:rPr>
                <w:kern w:val="2"/>
                <w:szCs w:val="28"/>
              </w:rPr>
              <w:t>,</w:t>
            </w:r>
            <w:r w:rsidR="008A14EB" w:rsidRPr="00902693">
              <w:rPr>
                <w:kern w:val="2"/>
                <w:szCs w:val="28"/>
              </w:rPr>
              <w:t xml:space="preserve"> СИНЕУС/SI 203 №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100/70 (15 штук);</w:t>
            </w:r>
          </w:p>
          <w:p w:rsidR="008A14EB" w:rsidRPr="00902693" w:rsidRDefault="004835D8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стул 485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550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860 (40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штук);</w:t>
            </w:r>
          </w:p>
          <w:p w:rsidR="008A14EB" w:rsidRPr="00902693" w:rsidRDefault="004835D8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шкаф для одежды, разборный, 2 секции, 2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дверцы с замками, окрашенная сталь</w:t>
            </w:r>
            <w:r w:rsidR="008A14EB">
              <w:rPr>
                <w:kern w:val="2"/>
                <w:szCs w:val="28"/>
              </w:rPr>
              <w:t>,</w:t>
            </w:r>
            <w:r>
              <w:rPr>
                <w:kern w:val="2"/>
                <w:szCs w:val="28"/>
              </w:rPr>
              <w:t xml:space="preserve"> Россия/ШРМ-22 (16 </w:t>
            </w:r>
            <w:r w:rsidR="008A14EB" w:rsidRPr="00902693">
              <w:rPr>
                <w:kern w:val="2"/>
                <w:szCs w:val="28"/>
              </w:rPr>
              <w:t>штук);</w:t>
            </w:r>
          </w:p>
          <w:p w:rsidR="008A14EB" w:rsidRPr="00902693" w:rsidRDefault="004835D8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стул раб</w:t>
            </w:r>
            <w:r>
              <w:rPr>
                <w:kern w:val="2"/>
                <w:szCs w:val="28"/>
              </w:rPr>
              <w:t>очий с подъемным механизмом (18 </w:t>
            </w:r>
            <w:r w:rsidR="008A14EB" w:rsidRPr="00902693">
              <w:rPr>
                <w:kern w:val="2"/>
                <w:szCs w:val="28"/>
              </w:rPr>
              <w:t>штук);</w:t>
            </w:r>
          </w:p>
          <w:p w:rsidR="008A14EB" w:rsidRPr="00902693" w:rsidRDefault="004835D8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стол рабочий. Выполнен из ламинированного ДСП 1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400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740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750 (18 </w:t>
            </w:r>
            <w:r w:rsidR="008A14EB" w:rsidRPr="00902693">
              <w:rPr>
                <w:kern w:val="2"/>
                <w:szCs w:val="28"/>
              </w:rPr>
              <w:t>штук);</w:t>
            </w:r>
          </w:p>
          <w:p w:rsidR="008A14EB" w:rsidRPr="00902693" w:rsidRDefault="004835D8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902693">
              <w:rPr>
                <w:kern w:val="2"/>
                <w:szCs w:val="28"/>
              </w:rPr>
              <w:t xml:space="preserve"> тумба мобильная с выдвижными ящиками, выполнена из ламинированного ДСП 450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400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610 (18 штук);</w:t>
            </w:r>
          </w:p>
          <w:p w:rsidR="008A14EB" w:rsidRPr="00902693" w:rsidRDefault="004835D8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тумба прикроватная с выдвижным ящиком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536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475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475 (27 штук);</w:t>
            </w:r>
          </w:p>
          <w:p w:rsidR="008A14EB" w:rsidRPr="00902693" w:rsidRDefault="004835D8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тумба прикроватная с выдвижным ящиком, выполнена из ламинированного ДСП 536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475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475 (67 </w:t>
            </w:r>
            <w:r w:rsidR="008A14EB" w:rsidRPr="00902693">
              <w:rPr>
                <w:kern w:val="2"/>
                <w:szCs w:val="28"/>
              </w:rPr>
              <w:t>штук);</w:t>
            </w:r>
          </w:p>
          <w:p w:rsidR="008A14EB" w:rsidRPr="00902693" w:rsidRDefault="004835D8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стул. Выполнен из массива бука, покрыт тонирующим лаком, обивка</w:t>
            </w:r>
            <w:r w:rsidR="008A14EB">
              <w:rPr>
                <w:kern w:val="2"/>
                <w:szCs w:val="28"/>
              </w:rPr>
              <w:t> –</w:t>
            </w:r>
            <w:r w:rsidR="008A14EB" w:rsidRPr="00902693">
              <w:rPr>
                <w:kern w:val="2"/>
                <w:szCs w:val="28"/>
              </w:rPr>
              <w:t xml:space="preserve"> ткань 485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550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860 (147 </w:t>
            </w:r>
            <w:r w:rsidR="008A14EB" w:rsidRPr="00902693">
              <w:rPr>
                <w:kern w:val="2"/>
                <w:szCs w:val="28"/>
              </w:rPr>
              <w:t>штук);</w:t>
            </w:r>
          </w:p>
          <w:p w:rsidR="008A14EB" w:rsidRPr="00902693" w:rsidRDefault="004835D8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изголовье кровати. Выполнено из ламинированного ДСП 3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000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30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 xml:space="preserve">910 </w:t>
            </w:r>
          </w:p>
          <w:p w:rsidR="008A14EB" w:rsidRPr="00902693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(24 штуки);</w:t>
            </w:r>
          </w:p>
          <w:p w:rsidR="008A14EB" w:rsidRPr="00902693" w:rsidRDefault="004835D8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стол универсальный с двумя тумбами, под ТВ и отсеком под мини-бар, выполнен из ламинированного ДСП 2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000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543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 xml:space="preserve">750 (24 штуки); </w:t>
            </w:r>
          </w:p>
          <w:p w:rsidR="008A14EB" w:rsidRPr="00902693" w:rsidRDefault="004835D8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блок настенный (зеркало и вешалка). Выполнен из ламинированного ДСП </w:t>
            </w:r>
          </w:p>
          <w:p w:rsidR="008A14EB" w:rsidRPr="00902693" w:rsidRDefault="004835D8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1 </w:t>
            </w:r>
            <w:r w:rsidR="008A14EB" w:rsidRPr="00902693">
              <w:rPr>
                <w:kern w:val="2"/>
                <w:szCs w:val="28"/>
              </w:rPr>
              <w:t>000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27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1 200 (34 </w:t>
            </w:r>
            <w:r w:rsidR="008A14EB" w:rsidRPr="00902693">
              <w:rPr>
                <w:kern w:val="2"/>
                <w:szCs w:val="28"/>
              </w:rPr>
              <w:t>штуки);</w:t>
            </w:r>
          </w:p>
          <w:p w:rsidR="008A14EB" w:rsidRPr="00902693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шкаф двухстворчатый (с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 xml:space="preserve">полками для белья и штангой для вешалок). Выполнен из ламинированного ДСП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1</w:t>
            </w:r>
            <w:r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028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560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2 000 (37 </w:t>
            </w:r>
            <w:r w:rsidR="008A14EB" w:rsidRPr="00902693">
              <w:rPr>
                <w:kern w:val="2"/>
                <w:szCs w:val="28"/>
              </w:rPr>
              <w:t>штук);</w:t>
            </w:r>
          </w:p>
          <w:p w:rsidR="008A14EB" w:rsidRPr="00902693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конференц-стул </w:t>
            </w:r>
            <w:r>
              <w:rPr>
                <w:kern w:val="2"/>
                <w:szCs w:val="28"/>
              </w:rPr>
              <w:br/>
            </w:r>
            <w:r w:rsidR="008A14EB" w:rsidRPr="00902693">
              <w:rPr>
                <w:kern w:val="2"/>
                <w:szCs w:val="28"/>
              </w:rPr>
              <w:t>420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490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×</w:t>
            </w:r>
            <w:r>
              <w:rPr>
                <w:kern w:val="2"/>
                <w:szCs w:val="28"/>
              </w:rPr>
              <w:t xml:space="preserve"> </w:t>
            </w:r>
            <w:r w:rsidR="008A14EB" w:rsidRPr="00902693">
              <w:rPr>
                <w:kern w:val="2"/>
                <w:szCs w:val="28"/>
              </w:rPr>
              <w:t>760 (49 штук);</w:t>
            </w:r>
          </w:p>
          <w:p w:rsidR="008A14EB" w:rsidRPr="00902693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телевизор JVS 54 (49</w:t>
            </w:r>
            <w:r w:rsidR="008A14EB">
              <w:rPr>
                <w:kern w:val="2"/>
                <w:szCs w:val="28"/>
              </w:rPr>
              <w:t> </w:t>
            </w:r>
            <w:r w:rsidR="008A14EB" w:rsidRPr="00902693">
              <w:rPr>
                <w:kern w:val="2"/>
                <w:szCs w:val="28"/>
              </w:rPr>
              <w:t>штук);</w:t>
            </w:r>
          </w:p>
          <w:p w:rsidR="008A14EB" w:rsidRPr="00902693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902693">
              <w:rPr>
                <w:kern w:val="2"/>
                <w:szCs w:val="28"/>
              </w:rPr>
              <w:t xml:space="preserve"> шкаф холодильный (мини-бар) (51 штука);</w:t>
            </w:r>
          </w:p>
          <w:p w:rsidR="008A14EB" w:rsidRPr="00902693" w:rsidRDefault="00EE2924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902693">
              <w:rPr>
                <w:kern w:val="2"/>
                <w:szCs w:val="28"/>
              </w:rPr>
              <w:t xml:space="preserve"> ЯУ 51-10 (58 штук)</w:t>
            </w:r>
          </w:p>
        </w:tc>
        <w:tc>
          <w:tcPr>
            <w:tcW w:w="3119" w:type="dxa"/>
          </w:tcPr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17701D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Ярославская область, </w:t>
            </w:r>
          </w:p>
          <w:p w:rsidR="0017701D" w:rsidRDefault="0017701D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Ростовский район</w:t>
            </w:r>
            <w:r w:rsidR="008A14EB" w:rsidRPr="00902693">
              <w:rPr>
                <w:kern w:val="2"/>
                <w:szCs w:val="28"/>
              </w:rPr>
              <w:t xml:space="preserve">, </w:t>
            </w: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г. Ростов, </w:t>
            </w: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ул. Окружная, д. 29а</w:t>
            </w: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Ярославская область, </w:t>
            </w: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Ростовский</w:t>
            </w:r>
            <w:r w:rsidR="0017701D" w:rsidRPr="00902693">
              <w:rPr>
                <w:kern w:val="2"/>
                <w:szCs w:val="28"/>
              </w:rPr>
              <w:t xml:space="preserve"> </w:t>
            </w:r>
            <w:r w:rsidR="0017701D">
              <w:rPr>
                <w:kern w:val="2"/>
                <w:szCs w:val="28"/>
              </w:rPr>
              <w:t>райо</w:t>
            </w:r>
            <w:r w:rsidR="0017701D" w:rsidRPr="00902693">
              <w:rPr>
                <w:kern w:val="2"/>
                <w:szCs w:val="28"/>
              </w:rPr>
              <w:t>н</w:t>
            </w:r>
            <w:r w:rsidRPr="00902693">
              <w:rPr>
                <w:kern w:val="2"/>
                <w:szCs w:val="28"/>
              </w:rPr>
              <w:t xml:space="preserve">, </w:t>
            </w: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г. Ростов, ул. Окружная, д. 29а</w:t>
            </w: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902693" w:rsidRDefault="0017701D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Ярославская </w:t>
            </w:r>
            <w:r>
              <w:rPr>
                <w:kern w:val="2"/>
                <w:szCs w:val="28"/>
              </w:rPr>
              <w:t>область</w:t>
            </w:r>
            <w:r w:rsidR="008A14EB" w:rsidRPr="00902693">
              <w:rPr>
                <w:kern w:val="2"/>
                <w:szCs w:val="28"/>
              </w:rPr>
              <w:t xml:space="preserve">, </w:t>
            </w: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г. Ростов, ул. Окружная, </w:t>
            </w:r>
          </w:p>
          <w:p w:rsidR="008A14EB" w:rsidRPr="00902693" w:rsidRDefault="0017701D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д.</w:t>
            </w:r>
            <w:r w:rsidR="008A14EB" w:rsidRPr="00902693">
              <w:rPr>
                <w:kern w:val="2"/>
                <w:szCs w:val="28"/>
              </w:rPr>
              <w:t xml:space="preserve"> 29а</w:t>
            </w: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</w:tc>
        <w:tc>
          <w:tcPr>
            <w:tcW w:w="2126" w:type="dxa"/>
          </w:tcPr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нежилое здание</w:t>
            </w: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нежилое здание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EE2924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8</w:t>
            </w:r>
          </w:p>
        </w:tc>
        <w:tc>
          <w:tcPr>
            <w:tcW w:w="3544" w:type="dxa"/>
          </w:tcPr>
          <w:p w:rsidR="008A14EB" w:rsidRPr="000A174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Н</w:t>
            </w:r>
            <w:r w:rsidRPr="000A174C">
              <w:rPr>
                <w:kern w:val="2"/>
                <w:szCs w:val="28"/>
              </w:rPr>
              <w:t>едвижимое имущество:</w:t>
            </w:r>
          </w:p>
          <w:p w:rsidR="008A14EB" w:rsidRPr="000A174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A174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0A174C">
              <w:rPr>
                <w:kern w:val="2"/>
                <w:szCs w:val="28"/>
              </w:rPr>
              <w:t xml:space="preserve">гостиничный комплекс, </w:t>
            </w:r>
          </w:p>
          <w:p w:rsidR="008A14EB" w:rsidRPr="000A174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0A174C">
              <w:rPr>
                <w:kern w:val="2"/>
                <w:szCs w:val="28"/>
              </w:rPr>
              <w:t>кадастровый номер 76:22:010101:3113</w:t>
            </w:r>
          </w:p>
          <w:p w:rsidR="008A14EB" w:rsidRPr="000A174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A174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A174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0A174C">
              <w:rPr>
                <w:kern w:val="2"/>
                <w:szCs w:val="28"/>
              </w:rPr>
              <w:t xml:space="preserve">с земельным участком, </w:t>
            </w:r>
          </w:p>
          <w:p w:rsidR="008A14EB" w:rsidRPr="000A174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0A174C">
              <w:rPr>
                <w:kern w:val="2"/>
                <w:szCs w:val="28"/>
              </w:rPr>
              <w:t>кадастровый номер 76:22:010119:20</w:t>
            </w:r>
          </w:p>
          <w:p w:rsidR="008A14EB" w:rsidRPr="000A174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1646B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0A174C">
              <w:rPr>
                <w:kern w:val="2"/>
                <w:szCs w:val="28"/>
              </w:rPr>
              <w:t xml:space="preserve">движимое имущество </w:t>
            </w:r>
          </w:p>
          <w:p w:rsidR="0081646B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0A174C">
              <w:rPr>
                <w:kern w:val="2"/>
                <w:szCs w:val="28"/>
              </w:rPr>
              <w:t xml:space="preserve">(прочие нефинансовые </w:t>
            </w:r>
          </w:p>
          <w:p w:rsidR="008A14EB" w:rsidRPr="000A174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0A174C">
              <w:rPr>
                <w:kern w:val="2"/>
                <w:szCs w:val="28"/>
              </w:rPr>
              <w:t>активы):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холодильная машина LDH 500Z со щитом управления и автоматом;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канализация: очистная установка «Волна»;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барная стойка </w:t>
            </w:r>
            <w:r>
              <w:rPr>
                <w:kern w:val="2"/>
                <w:szCs w:val="28"/>
              </w:rPr>
              <w:t>(по индивидуальному дизайну) (2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автоматическая станция повышения давления HYDRO 2000MES3CRE</w:t>
            </w:r>
          </w:p>
          <w:p w:rsidR="008A14EB" w:rsidRPr="000A174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0A174C">
              <w:rPr>
                <w:kern w:val="2"/>
                <w:szCs w:val="28"/>
              </w:rPr>
              <w:t>10-3PMU 3/380-415 B, 50</w:t>
            </w:r>
            <w:r>
              <w:rPr>
                <w:kern w:val="2"/>
                <w:szCs w:val="28"/>
              </w:rPr>
              <w:t> </w:t>
            </w:r>
            <w:r w:rsidRPr="000A174C">
              <w:rPr>
                <w:kern w:val="2"/>
                <w:szCs w:val="28"/>
              </w:rPr>
              <w:t>Гц, 1,1 кВт/насос</w:t>
            </w:r>
            <w:r>
              <w:rPr>
                <w:kern w:val="2"/>
                <w:szCs w:val="28"/>
              </w:rPr>
              <w:t>,</w:t>
            </w:r>
            <w:r w:rsidRPr="000A174C">
              <w:rPr>
                <w:kern w:val="2"/>
                <w:szCs w:val="28"/>
              </w:rPr>
              <w:t xml:space="preserve"> продукт N 96056185;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автоматическая система технологического управления;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вентиляция;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лифт грузоподъемный (производство </w:t>
            </w:r>
            <w:proofErr w:type="spellStart"/>
            <w:r w:rsidR="008A14EB" w:rsidRPr="000A174C">
              <w:rPr>
                <w:kern w:val="2"/>
                <w:szCs w:val="28"/>
              </w:rPr>
              <w:t>Шиндлер</w:t>
            </w:r>
            <w:proofErr w:type="spellEnd"/>
            <w:r w:rsidR="008A14EB" w:rsidRPr="000A174C">
              <w:rPr>
                <w:kern w:val="2"/>
                <w:szCs w:val="28"/>
              </w:rPr>
              <w:t>) с технической документацией и техническим паспортом (4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холодильная машина LDH 500Z со щитом управления и автоматом;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0A174C">
              <w:rPr>
                <w:kern w:val="2"/>
                <w:szCs w:val="28"/>
              </w:rPr>
              <w:t xml:space="preserve"> посудомоечная машина </w:t>
            </w:r>
            <w:proofErr w:type="gramStart"/>
            <w:r w:rsidR="008A14EB" w:rsidRPr="000A174C">
              <w:rPr>
                <w:kern w:val="2"/>
                <w:szCs w:val="28"/>
              </w:rPr>
              <w:t>ARISTARCO(</w:t>
            </w:r>
            <w:proofErr w:type="gramEnd"/>
            <w:r w:rsidR="008A14EB" w:rsidRPr="000A174C">
              <w:rPr>
                <w:kern w:val="2"/>
                <w:szCs w:val="28"/>
              </w:rPr>
              <w:t>4) TR 1650 SX;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насосное оборудование (комплект);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тепломеханическое оборудование котельной;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холодоснабжение;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охранно-пожарная сигнализация;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стол обеденный (1/2) (29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чайник электрический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тумба под ТВ с отсеком под мини-бар (5314)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стул из массива бука, покрыт тонирующим лаком, обивка </w:t>
            </w:r>
            <w:r w:rsidR="008A14EB"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ткань (47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рукомойник настенный, раковина, педальное управление, смеситель, гусак, сифон BOURGEAT (2) 8500,00 (12 штук);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обогреватель (для ОГ ГСГО-500) (2 штуки);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электронные весы (8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телевизор JVS 54 (47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шкаф холодильный (мини-бар) LG GC-051 SS (49 штук);</w:t>
            </w:r>
          </w:p>
          <w:p w:rsidR="008A14EB" w:rsidRPr="000A174C" w:rsidRDefault="00EE2924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компьютер DEPO </w:t>
            </w:r>
            <w:proofErr w:type="spellStart"/>
            <w:r w:rsidR="008A14EB" w:rsidRPr="000A174C">
              <w:rPr>
                <w:kern w:val="2"/>
                <w:szCs w:val="28"/>
              </w:rPr>
              <w:t>Neos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240SE C2/53D/IX256M400/80G/RW52/FDD/LA N/RB/</w:t>
            </w:r>
            <w:proofErr w:type="spellStart"/>
            <w:r w:rsidR="008A14EB" w:rsidRPr="000A174C">
              <w:rPr>
                <w:kern w:val="2"/>
                <w:szCs w:val="28"/>
              </w:rPr>
              <w:t>Mo</w:t>
            </w:r>
            <w:proofErr w:type="spellEnd"/>
            <w:r w:rsidR="008A14EB" w:rsidRPr="000A174C">
              <w:rPr>
                <w:kern w:val="2"/>
                <w:szCs w:val="28"/>
              </w:rPr>
              <w:t>/</w:t>
            </w:r>
            <w:proofErr w:type="spellStart"/>
            <w:r w:rsidR="008A14EB" w:rsidRPr="000A174C">
              <w:rPr>
                <w:kern w:val="2"/>
                <w:szCs w:val="28"/>
              </w:rPr>
              <w:t>Clr</w:t>
            </w:r>
            <w:proofErr w:type="spellEnd"/>
            <w:r w:rsidR="008A14EB" w:rsidRPr="000A174C">
              <w:rPr>
                <w:kern w:val="2"/>
                <w:szCs w:val="28"/>
              </w:rPr>
              <w:t>/CARE2 (7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монитор </w:t>
            </w:r>
            <w:proofErr w:type="spellStart"/>
            <w:r w:rsidR="008A14EB" w:rsidRPr="000A174C">
              <w:rPr>
                <w:kern w:val="2"/>
                <w:szCs w:val="28"/>
              </w:rPr>
              <w:t>BenQ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FP71G+Black </w:t>
            </w:r>
            <w:proofErr w:type="spellStart"/>
            <w:r w:rsidR="008A14EB" w:rsidRPr="000A174C">
              <w:rPr>
                <w:kern w:val="2"/>
                <w:szCs w:val="28"/>
              </w:rPr>
              <w:t>Silver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8ms (7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0A174C">
              <w:rPr>
                <w:kern w:val="2"/>
                <w:szCs w:val="28"/>
              </w:rPr>
              <w:t xml:space="preserve"> тележка для горничных 95.275/6 (3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тележка для сбора белья 95.118/95.118К (2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тележка сервировочная (5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полка для хранения посуды закрытая, нержавеющая сталь (15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стол универсальный с двумя тумбами под ТВ и отсеком под мини-бар </w:t>
            </w:r>
          </w:p>
          <w:p w:rsidR="008A14EB" w:rsidRPr="000A174C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0A174C">
              <w:rPr>
                <w:kern w:val="2"/>
                <w:szCs w:val="28"/>
              </w:rPr>
              <w:t>(45 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стеллаж для посуды, нержавеющая сталь (10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стеллаж сборный ARTINOX/3LSF 60918 (10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металлический шкаф ШРМ-22 с комплектом ключей (10 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диван полукруглый четырехместный (по ин</w:t>
            </w:r>
            <w:r>
              <w:rPr>
                <w:kern w:val="2"/>
                <w:szCs w:val="28"/>
              </w:rPr>
              <w:t>дивидуальному дизайну) (1/2) (3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стул для посетителей, черный (12 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стол туалетный с выдвижным ящиком (14021/2) (2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стол-мармит для подогрева тарелок, столешница без борта, 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раздвижные дверцы, 1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полка AREX (2) TCIL715 (2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стол для совещаний приставной (СД640);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спиральная тестомесительная машина AVANCINI (2) SP 25;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смеситель с керамическими кран-буксами и поворотным гусаком </w:t>
            </w:r>
            <w:r w:rsidR="008A14EB" w:rsidRPr="000A174C">
              <w:rPr>
                <w:kern w:val="2"/>
                <w:szCs w:val="28"/>
              </w:rPr>
              <w:lastRenderedPageBreak/>
              <w:t>BISARO/RUB.D.FRIULI/</w:t>
            </w:r>
            <w:proofErr w:type="spellStart"/>
            <w:r w:rsidR="008A14EB" w:rsidRPr="000A174C">
              <w:rPr>
                <w:kern w:val="2"/>
                <w:szCs w:val="28"/>
              </w:rPr>
              <w:t>Miser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0A174C">
              <w:rPr>
                <w:kern w:val="2"/>
                <w:szCs w:val="28"/>
              </w:rPr>
              <w:t>tap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A (15 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  <w:lang w:val="en-US"/>
              </w:rPr>
            </w:pPr>
            <w:r w:rsidRPr="00025DDB">
              <w:rPr>
                <w:kern w:val="2"/>
                <w:szCs w:val="28"/>
                <w:lang w:val="en-US"/>
              </w:rPr>
              <w:t>–</w:t>
            </w:r>
            <w:r w:rsidR="008A14EB" w:rsidRPr="000A174C">
              <w:rPr>
                <w:kern w:val="2"/>
                <w:szCs w:val="28"/>
                <w:lang w:val="en-US"/>
              </w:rPr>
              <w:t xml:space="preserve"> </w:t>
            </w:r>
            <w:r w:rsidR="008A14EB" w:rsidRPr="000A174C">
              <w:rPr>
                <w:kern w:val="2"/>
                <w:szCs w:val="28"/>
              </w:rPr>
              <w:t>смеситель</w:t>
            </w:r>
            <w:r w:rsidR="008A14EB" w:rsidRPr="000A174C">
              <w:rPr>
                <w:kern w:val="2"/>
                <w:szCs w:val="28"/>
                <w:lang w:val="en-US"/>
              </w:rPr>
              <w:t xml:space="preserve"> BISARO/RUB.D.FRIULI/Miser tap A (4 </w:t>
            </w:r>
            <w:r w:rsidR="008A14EB" w:rsidRPr="000A174C">
              <w:rPr>
                <w:kern w:val="2"/>
                <w:szCs w:val="28"/>
              </w:rPr>
              <w:t>штуки</w:t>
            </w:r>
            <w:r w:rsidR="008A14EB" w:rsidRPr="000A174C">
              <w:rPr>
                <w:kern w:val="2"/>
                <w:szCs w:val="28"/>
                <w:lang w:val="en-US"/>
              </w:rPr>
              <w:t>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сковорода электрическая гладкая жарочная поверхность с 1 зоной нагрева и </w:t>
            </w:r>
            <w:proofErr w:type="spellStart"/>
            <w:r w:rsidR="008A14EB" w:rsidRPr="000A174C">
              <w:rPr>
                <w:kern w:val="2"/>
                <w:szCs w:val="28"/>
              </w:rPr>
              <w:t>жиросборником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, нейтральный открытый шкаф, </w:t>
            </w:r>
            <w:proofErr w:type="gramStart"/>
            <w:r w:rsidR="008A14EB" w:rsidRPr="000A174C">
              <w:rPr>
                <w:kern w:val="2"/>
                <w:szCs w:val="28"/>
              </w:rPr>
              <w:t>GICO(</w:t>
            </w:r>
            <w:proofErr w:type="gramEnd"/>
            <w:r w:rsidR="008A14EB" w:rsidRPr="000A174C">
              <w:rPr>
                <w:kern w:val="2"/>
                <w:szCs w:val="28"/>
              </w:rPr>
              <w:t>3) 900/320 CL;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системный блок ТРИАД «</w:t>
            </w:r>
            <w:proofErr w:type="spellStart"/>
            <w:r w:rsidR="008A14EB" w:rsidRPr="000A174C">
              <w:rPr>
                <w:kern w:val="2"/>
                <w:szCs w:val="28"/>
              </w:rPr>
              <w:t>Pro</w:t>
            </w:r>
            <w:proofErr w:type="spellEnd"/>
            <w:r w:rsidR="008A14EB" w:rsidRPr="000A174C">
              <w:rPr>
                <w:kern w:val="2"/>
                <w:szCs w:val="28"/>
              </w:rPr>
              <w:t>» IV3.0, мышка, коврик, клавиатура ТРИАД «</w:t>
            </w:r>
            <w:proofErr w:type="spellStart"/>
            <w:r w:rsidR="008A14EB" w:rsidRPr="000A174C">
              <w:rPr>
                <w:kern w:val="2"/>
                <w:szCs w:val="28"/>
              </w:rPr>
              <w:t>Pro</w:t>
            </w:r>
            <w:proofErr w:type="spellEnd"/>
            <w:r w:rsidR="008A14EB" w:rsidRPr="000A174C">
              <w:rPr>
                <w:kern w:val="2"/>
                <w:szCs w:val="28"/>
              </w:rPr>
              <w:t>» (1/4 в упаковке);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0A174C">
              <w:rPr>
                <w:kern w:val="2"/>
                <w:szCs w:val="28"/>
              </w:rPr>
              <w:t>расстойный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шкаф с системой подогрева и увлажнения FOINOX(3) LEV </w:t>
            </w:r>
            <w:r>
              <w:rPr>
                <w:kern w:val="2"/>
                <w:szCs w:val="28"/>
              </w:rPr>
              <w:br/>
            </w:r>
            <w:r w:rsidR="008A14EB" w:rsidRPr="000A174C">
              <w:rPr>
                <w:kern w:val="2"/>
                <w:szCs w:val="28"/>
              </w:rPr>
              <w:t>10 U;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радиотелефон </w:t>
            </w:r>
            <w:proofErr w:type="spellStart"/>
            <w:r w:rsidR="008A14EB" w:rsidRPr="000A174C">
              <w:rPr>
                <w:kern w:val="2"/>
                <w:szCs w:val="28"/>
              </w:rPr>
              <w:t>Panasonic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(DECT) KX-TG1105 (10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телефон </w:t>
            </w:r>
            <w:proofErr w:type="spellStart"/>
            <w:r w:rsidR="008A14EB" w:rsidRPr="000A174C">
              <w:rPr>
                <w:kern w:val="2"/>
                <w:szCs w:val="28"/>
              </w:rPr>
              <w:t>Panasonic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</w:rPr>
              <w:br/>
            </w:r>
            <w:r w:rsidR="008A14EB" w:rsidRPr="000A174C">
              <w:rPr>
                <w:kern w:val="2"/>
                <w:szCs w:val="28"/>
              </w:rPr>
              <w:t>KX-TS235B (50 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полка, нержавеющая сталь (10 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полка для сушки тарелок, нержавеющая сталь (15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автоматизация водяного пожаротушения;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SKLE 1201 AD HELO </w:t>
            </w:r>
            <w:proofErr w:type="spellStart"/>
            <w:r w:rsidR="008A14EB" w:rsidRPr="000A174C">
              <w:rPr>
                <w:kern w:val="2"/>
                <w:szCs w:val="28"/>
              </w:rPr>
              <w:t>электрокаменка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с паспортом;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0A174C">
              <w:rPr>
                <w:kern w:val="2"/>
                <w:szCs w:val="28"/>
              </w:rPr>
              <w:t>слайсер</w:t>
            </w:r>
            <w:proofErr w:type="spellEnd"/>
            <w:r w:rsidR="008A14EB" w:rsidRPr="000A174C">
              <w:rPr>
                <w:kern w:val="2"/>
                <w:szCs w:val="28"/>
              </w:rPr>
              <w:t>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кофемолка полуавтоматическая LA CIMBALI (3) JUNIOR;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плита электрическая, 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круглые конфорки TECHOINOX (1) PC35E/0;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0A174C">
              <w:rPr>
                <w:kern w:val="2"/>
                <w:szCs w:val="28"/>
              </w:rPr>
              <w:t>просеиватель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муки «Каскад»;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 щит автоматизации IP </w:t>
            </w:r>
            <w:proofErr w:type="spellStart"/>
            <w:r w:rsidR="008A14EB" w:rsidRPr="000A174C">
              <w:rPr>
                <w:kern w:val="2"/>
                <w:szCs w:val="28"/>
              </w:rPr>
              <w:t>Sarel</w:t>
            </w:r>
            <w:proofErr w:type="spellEnd"/>
            <w:r w:rsidR="008A14EB" w:rsidRPr="000A174C">
              <w:rPr>
                <w:kern w:val="2"/>
                <w:szCs w:val="28"/>
              </w:rPr>
              <w:t>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автоматика газовой безопасности (комплект);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узлы учета газа (комплект);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оборудование систем вентиляции (комплект);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кровать односпальная (13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кресло для посетителей NADIR LB-LE-B;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Monitor17 LCD (в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картонной упаковке);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SKLE 1201 AD HELO </w:t>
            </w:r>
            <w:proofErr w:type="spellStart"/>
            <w:r w:rsidR="008A14EB" w:rsidRPr="000A174C">
              <w:rPr>
                <w:kern w:val="2"/>
                <w:szCs w:val="28"/>
              </w:rPr>
              <w:t>электрокаменка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с паспортом 1;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отопление и вентиляция котельной, внутреннее газоснабжение котельной;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стойка администратора (С412, СД6031/2)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микроволновая печь, настольная с грилем SARO (9) WD900SP23S (4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гардеробная стойка;</w:t>
            </w:r>
          </w:p>
          <w:p w:rsidR="008A14EB" w:rsidRPr="00E403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E4034C">
              <w:rPr>
                <w:kern w:val="2"/>
                <w:szCs w:val="28"/>
              </w:rPr>
              <w:t>–</w:t>
            </w:r>
            <w:r w:rsidR="008A14EB" w:rsidRPr="00E4034C">
              <w:rPr>
                <w:kern w:val="2"/>
                <w:szCs w:val="28"/>
              </w:rPr>
              <w:t xml:space="preserve"> </w:t>
            </w:r>
            <w:r w:rsidR="008A14EB" w:rsidRPr="000A174C">
              <w:rPr>
                <w:kern w:val="2"/>
                <w:szCs w:val="28"/>
              </w:rPr>
              <w:t>блендер</w:t>
            </w:r>
            <w:r w:rsidR="008A14EB" w:rsidRPr="00E4034C">
              <w:rPr>
                <w:kern w:val="2"/>
                <w:szCs w:val="28"/>
              </w:rPr>
              <w:t xml:space="preserve"> </w:t>
            </w:r>
            <w:r w:rsidR="008A14EB" w:rsidRPr="000A174C">
              <w:rPr>
                <w:kern w:val="2"/>
                <w:szCs w:val="28"/>
                <w:lang w:val="en-US"/>
              </w:rPr>
              <w:t>HAMILTON</w:t>
            </w:r>
            <w:r w:rsidR="008A14EB" w:rsidRPr="00E4034C">
              <w:rPr>
                <w:kern w:val="2"/>
                <w:szCs w:val="28"/>
              </w:rPr>
              <w:t xml:space="preserve"> </w:t>
            </w:r>
            <w:r w:rsidR="008A14EB" w:rsidRPr="000A174C">
              <w:rPr>
                <w:kern w:val="2"/>
                <w:szCs w:val="28"/>
                <w:lang w:val="en-US"/>
              </w:rPr>
              <w:t>BEACH</w:t>
            </w:r>
            <w:r w:rsidR="008A14EB" w:rsidRPr="00E4034C">
              <w:rPr>
                <w:kern w:val="2"/>
                <w:szCs w:val="28"/>
              </w:rPr>
              <w:t>(3) 1</w:t>
            </w:r>
            <w:r w:rsidR="008A14EB" w:rsidRPr="000A174C">
              <w:rPr>
                <w:kern w:val="2"/>
                <w:szCs w:val="28"/>
                <w:lang w:val="en-US"/>
              </w:rPr>
              <w:t>G</w:t>
            </w:r>
            <w:r w:rsidR="008A14EB" w:rsidRPr="00E4034C">
              <w:rPr>
                <w:kern w:val="2"/>
                <w:szCs w:val="28"/>
              </w:rPr>
              <w:t>911 (3</w:t>
            </w:r>
            <w:r w:rsidR="008A14EB" w:rsidRPr="00F805A3">
              <w:rPr>
                <w:kern w:val="2"/>
                <w:szCs w:val="28"/>
                <w:lang w:val="en-US"/>
              </w:rPr>
              <w:t> </w:t>
            </w:r>
            <w:r w:rsidR="008A14EB" w:rsidRPr="000A174C">
              <w:rPr>
                <w:kern w:val="2"/>
                <w:szCs w:val="28"/>
              </w:rPr>
              <w:t>штуки</w:t>
            </w:r>
            <w:r w:rsidR="008A14EB" w:rsidRPr="00E4034C">
              <w:rPr>
                <w:kern w:val="2"/>
                <w:szCs w:val="28"/>
              </w:rPr>
              <w:t>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тележка платформенная FARCAR (2)/CPB 1474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тележка вспомогательная FARCAR (2)/CA 1388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телевизор </w:t>
            </w:r>
            <w:proofErr w:type="spellStart"/>
            <w:r w:rsidR="008A14EB" w:rsidRPr="000A174C">
              <w:rPr>
                <w:kern w:val="2"/>
                <w:szCs w:val="28"/>
              </w:rPr>
              <w:t>Samsung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CS 29 M 20 SSQ (2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тепловая завеса AC 210 N = 10 </w:t>
            </w:r>
            <w:proofErr w:type="spellStart"/>
            <w:r w:rsidR="008A14EB" w:rsidRPr="000A174C">
              <w:rPr>
                <w:kern w:val="2"/>
                <w:szCs w:val="28"/>
              </w:rPr>
              <w:t>rDn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(2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тумба мобильная с выдвижными ящиками (СД202) (20 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0A174C">
              <w:rPr>
                <w:kern w:val="2"/>
                <w:szCs w:val="28"/>
              </w:rPr>
              <w:t xml:space="preserve"> холодильный шкаф GASTRO (5) SNACK 400 TN (2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стол для президиума (AT115) (2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морозильный ларь GASTRO (12) BD 152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соковыжималка для фруктов и овощей OMEGA PRODUCTS/9220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соковыжималка для цитрусовых, электрическая VEMA/SP 2072/LM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настольная полка одноярусная с подогревом AREX (1) SMC 15 FS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стул из массива бука (25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кровать двуспальная (13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кресло мягкое (12 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стол журнальный D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стол журнальный (7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стол кофейный (1/4) (10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кипятильник </w:t>
            </w:r>
            <w:r w:rsidR="00C42180">
              <w:rPr>
                <w:kern w:val="2"/>
                <w:szCs w:val="28"/>
              </w:rPr>
              <w:t>-</w:t>
            </w:r>
            <w:r w:rsidR="008A14EB" w:rsidRPr="000A174C">
              <w:rPr>
                <w:kern w:val="2"/>
                <w:szCs w:val="28"/>
              </w:rPr>
              <w:t xml:space="preserve"> кофеварочная машина, настольный, автономный </w:t>
            </w:r>
            <w:proofErr w:type="gramStart"/>
            <w:r w:rsidR="008A14EB" w:rsidRPr="000A174C">
              <w:rPr>
                <w:kern w:val="2"/>
                <w:szCs w:val="28"/>
              </w:rPr>
              <w:t>SARO(</w:t>
            </w:r>
            <w:proofErr w:type="gramEnd"/>
            <w:r w:rsidR="008A14EB" w:rsidRPr="000A174C">
              <w:rPr>
                <w:kern w:val="2"/>
                <w:szCs w:val="28"/>
              </w:rPr>
              <w:t>2)/SAROMIKA 100T;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рабочий стол с бортом и нижней полкой-решеткой СИНЕУС/SI 203 № 12/70 (29 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стол рабочий (СД703) (20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стол рабочий (СД704);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0A174C">
              <w:rPr>
                <w:kern w:val="2"/>
                <w:szCs w:val="28"/>
              </w:rPr>
              <w:t xml:space="preserve"> стеллаж архивный (СД340, СД320, 1/2) (4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стол канцелярский с 4 дверцами (СД637, СД639, СД340, СД3201/4 фурнитура) (15 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стол для оргтехники (СД701) (4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стул (28 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тумба для оргтехники (мобильная) (СД204);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стул барный (Ш36) (4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стул барный (4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тумба для посуды и скатертей (2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стул (Ш40) (88 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пластиковый (210) (6 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с лепниной 155 (16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с лепниной 110 (20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ГСГО-50/25-СГ-ЭК-00 газорегуляторный пункт шкафной с подогревом и электронным корректором в соответствии с опросным листом с паспортом и ключом;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диван двухместный;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диван двухместный (бежевый);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гастрономическая машина, полуавтоматическая CELME (3) FAP 300 CE;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гриль-саламандра, электрический, настольный TECHOINOX (1) SE40/0;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газонокосилка ручная электрическая MTD 36 E с паспортом;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0A174C">
              <w:rPr>
                <w:kern w:val="2"/>
                <w:szCs w:val="28"/>
              </w:rPr>
              <w:t xml:space="preserve"> газонокосилка автоматическая (бензин) MTD 46 SPO с паспортом;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вешалки гардеробные (комплект);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вентиляционный зонт, островной, только вытяжка, </w:t>
            </w:r>
            <w:proofErr w:type="spellStart"/>
            <w:r w:rsidR="008A14EB" w:rsidRPr="000A174C">
              <w:rPr>
                <w:kern w:val="2"/>
                <w:szCs w:val="28"/>
              </w:rPr>
              <w:t>жиросборник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REGA (1) SC 22/28;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весы электронные CAS-ND300;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вентиляционный зонт </w:t>
            </w:r>
            <w:proofErr w:type="spellStart"/>
            <w:r w:rsidR="008A14EB" w:rsidRPr="000A174C">
              <w:rPr>
                <w:kern w:val="2"/>
                <w:szCs w:val="28"/>
              </w:rPr>
              <w:t>пристенный</w:t>
            </w:r>
            <w:proofErr w:type="spellEnd"/>
            <w:r w:rsidR="008A14EB" w:rsidRPr="000A174C">
              <w:rPr>
                <w:kern w:val="2"/>
                <w:szCs w:val="28"/>
              </w:rPr>
              <w:t>, только вытяжка REGA (1) SP 9/09;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вентиляционный зонт </w:t>
            </w:r>
            <w:proofErr w:type="spellStart"/>
            <w:r w:rsidR="008A14EB" w:rsidRPr="000A174C">
              <w:rPr>
                <w:kern w:val="2"/>
                <w:szCs w:val="28"/>
              </w:rPr>
              <w:t>пристенный</w:t>
            </w:r>
            <w:proofErr w:type="spellEnd"/>
            <w:r w:rsidR="008A14EB" w:rsidRPr="000A174C">
              <w:rPr>
                <w:kern w:val="2"/>
                <w:szCs w:val="28"/>
              </w:rPr>
              <w:t>, только вытяжка REGA (1) SC 11/12;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базовый блок </w:t>
            </w:r>
            <w:proofErr w:type="spellStart"/>
            <w:r w:rsidR="008A14EB" w:rsidRPr="000A174C">
              <w:rPr>
                <w:kern w:val="2"/>
                <w:szCs w:val="28"/>
              </w:rPr>
              <w:t>Panasonic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с БП тип Ь, 10 + 1 </w:t>
            </w:r>
            <w:proofErr w:type="spellStart"/>
            <w:r w:rsidR="008A14EB" w:rsidRPr="000A174C">
              <w:rPr>
                <w:kern w:val="2"/>
                <w:szCs w:val="28"/>
              </w:rPr>
              <w:t>платоместо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KX-A272CX DECT </w:t>
            </w:r>
            <w:proofErr w:type="spellStart"/>
            <w:r w:rsidR="008A14EB" w:rsidRPr="000A174C">
              <w:rPr>
                <w:kern w:val="2"/>
                <w:szCs w:val="28"/>
              </w:rPr>
              <w:t>Repeater</w:t>
            </w:r>
            <w:proofErr w:type="spellEnd"/>
            <w:r w:rsidR="008A14EB" w:rsidRPr="000A174C">
              <w:rPr>
                <w:kern w:val="2"/>
                <w:szCs w:val="28"/>
              </w:rPr>
              <w:t>, 2 канала (с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инструкцией по программированию на русском языке);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базовый блок </w:t>
            </w:r>
            <w:proofErr w:type="spellStart"/>
            <w:r w:rsidR="008A14EB" w:rsidRPr="000A174C">
              <w:rPr>
                <w:kern w:val="2"/>
                <w:szCs w:val="28"/>
              </w:rPr>
              <w:t>Panasonic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с БП тип Ь, 10 + 1 </w:t>
            </w:r>
            <w:proofErr w:type="spellStart"/>
            <w:r w:rsidR="008A14EB" w:rsidRPr="000A174C">
              <w:rPr>
                <w:kern w:val="2"/>
                <w:szCs w:val="28"/>
              </w:rPr>
              <w:t>платоместо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KX-A272CX DECT </w:t>
            </w:r>
            <w:proofErr w:type="spellStart"/>
            <w:r w:rsidR="008A14EB" w:rsidRPr="000A174C">
              <w:rPr>
                <w:kern w:val="2"/>
                <w:szCs w:val="28"/>
              </w:rPr>
              <w:t>Repeater</w:t>
            </w:r>
            <w:proofErr w:type="spellEnd"/>
            <w:r w:rsidR="008A14EB" w:rsidRPr="000A174C">
              <w:rPr>
                <w:kern w:val="2"/>
                <w:szCs w:val="28"/>
              </w:rPr>
              <w:t>, 2 канала (с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инструкцией по программированию на русском языке);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базовый блок </w:t>
            </w:r>
            <w:proofErr w:type="spellStart"/>
            <w:r w:rsidR="008A14EB" w:rsidRPr="000A174C">
              <w:rPr>
                <w:kern w:val="2"/>
                <w:szCs w:val="28"/>
              </w:rPr>
              <w:t>Panasonic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с БП тип Ь, 10 + 1 </w:t>
            </w:r>
            <w:proofErr w:type="spellStart"/>
            <w:r w:rsidR="008A14EB" w:rsidRPr="000A174C">
              <w:rPr>
                <w:kern w:val="2"/>
                <w:szCs w:val="28"/>
              </w:rPr>
              <w:t>платоместо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KX-A272CX DECT </w:t>
            </w:r>
            <w:proofErr w:type="spellStart"/>
            <w:r w:rsidR="008A14EB" w:rsidRPr="000A174C">
              <w:rPr>
                <w:kern w:val="2"/>
                <w:szCs w:val="28"/>
              </w:rPr>
              <w:t>Repeater</w:t>
            </w:r>
            <w:proofErr w:type="spellEnd"/>
            <w:r w:rsidR="008A14EB" w:rsidRPr="000A174C">
              <w:rPr>
                <w:kern w:val="2"/>
                <w:szCs w:val="28"/>
              </w:rPr>
              <w:t>, 2 канала (с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инструкцией по программированию на русском языке);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базовый блок </w:t>
            </w:r>
            <w:proofErr w:type="spellStart"/>
            <w:r w:rsidR="008A14EB" w:rsidRPr="000A174C">
              <w:rPr>
                <w:kern w:val="2"/>
                <w:szCs w:val="28"/>
              </w:rPr>
              <w:t>Panasonic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с БП тип Ь, 10 + 1 </w:t>
            </w:r>
            <w:proofErr w:type="spellStart"/>
            <w:r w:rsidR="008A14EB" w:rsidRPr="000A174C">
              <w:rPr>
                <w:kern w:val="2"/>
                <w:szCs w:val="28"/>
              </w:rPr>
              <w:t>платоместо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KX-A272CX DECT </w:t>
            </w:r>
            <w:proofErr w:type="spellStart"/>
            <w:r w:rsidR="008A14EB" w:rsidRPr="000A174C">
              <w:rPr>
                <w:kern w:val="2"/>
                <w:szCs w:val="28"/>
              </w:rPr>
              <w:t>Repeater</w:t>
            </w:r>
            <w:proofErr w:type="spellEnd"/>
            <w:r w:rsidR="008A14EB" w:rsidRPr="000A174C">
              <w:rPr>
                <w:kern w:val="2"/>
                <w:szCs w:val="28"/>
              </w:rPr>
              <w:t>, 2 канала (с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ин</w:t>
            </w:r>
            <w:r w:rsidR="008A14EB" w:rsidRPr="000A174C">
              <w:rPr>
                <w:kern w:val="2"/>
                <w:szCs w:val="28"/>
              </w:rPr>
              <w:lastRenderedPageBreak/>
              <w:t>струкцией по программированию на русском языке);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ящик для ключей с бирками-бочками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0A174C">
              <w:rPr>
                <w:kern w:val="2"/>
                <w:szCs w:val="28"/>
              </w:rPr>
              <w:t>электросковорода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для блинов/яичницы (3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0A174C">
              <w:rPr>
                <w:kern w:val="2"/>
                <w:szCs w:val="28"/>
              </w:rPr>
              <w:t>электромясорубка</w:t>
            </w:r>
            <w:proofErr w:type="spellEnd"/>
            <w:r w:rsidR="008A14EB" w:rsidRPr="000A174C">
              <w:rPr>
                <w:kern w:val="2"/>
                <w:szCs w:val="28"/>
              </w:rPr>
              <w:t>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0A174C">
              <w:rPr>
                <w:kern w:val="2"/>
                <w:szCs w:val="28"/>
              </w:rPr>
              <w:t>электромиксер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(2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щит ввода IP54Sarel;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шкаф для одежды двухстворчатый (СД3721/2);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холодильный шкаф </w:t>
            </w:r>
            <w:proofErr w:type="gramStart"/>
            <w:r w:rsidR="008A14EB" w:rsidRPr="000A174C">
              <w:rPr>
                <w:kern w:val="2"/>
                <w:szCs w:val="28"/>
              </w:rPr>
              <w:t>GASTRO(</w:t>
            </w:r>
            <w:proofErr w:type="gramEnd"/>
            <w:r w:rsidR="008A14EB" w:rsidRPr="000A174C">
              <w:rPr>
                <w:kern w:val="2"/>
                <w:szCs w:val="28"/>
              </w:rPr>
              <w:t>6) GN1410 TN;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холодильный шкаф </w:t>
            </w:r>
            <w:proofErr w:type="gramStart"/>
            <w:r w:rsidR="008A14EB" w:rsidRPr="000A174C">
              <w:rPr>
                <w:kern w:val="2"/>
                <w:szCs w:val="28"/>
              </w:rPr>
              <w:t>GASTRO(</w:t>
            </w:r>
            <w:proofErr w:type="gramEnd"/>
            <w:r w:rsidR="008A14EB" w:rsidRPr="000A174C">
              <w:rPr>
                <w:kern w:val="2"/>
                <w:szCs w:val="28"/>
              </w:rPr>
              <w:t>6) GN650 TN;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холодильный шкаф </w:t>
            </w:r>
            <w:proofErr w:type="gramStart"/>
            <w:r w:rsidR="008A14EB" w:rsidRPr="000A174C">
              <w:rPr>
                <w:kern w:val="2"/>
                <w:szCs w:val="28"/>
              </w:rPr>
              <w:t>GASTRO(</w:t>
            </w:r>
            <w:proofErr w:type="gramEnd"/>
            <w:r w:rsidR="008A14EB" w:rsidRPr="000A174C">
              <w:rPr>
                <w:kern w:val="2"/>
                <w:szCs w:val="28"/>
              </w:rPr>
              <w:t>6) GN1410 G TN;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0A174C">
              <w:rPr>
                <w:kern w:val="2"/>
                <w:szCs w:val="28"/>
              </w:rPr>
              <w:t>фритюрный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шкаф электрический, консольный, 2 </w:t>
            </w:r>
            <w:proofErr w:type="spellStart"/>
            <w:r w:rsidR="008A14EB" w:rsidRPr="000A174C">
              <w:rPr>
                <w:kern w:val="2"/>
                <w:szCs w:val="28"/>
              </w:rPr>
              <w:t>фритюрные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корзины </w:t>
            </w:r>
            <w:proofErr w:type="gramStart"/>
            <w:r w:rsidR="008A14EB" w:rsidRPr="000A174C">
              <w:rPr>
                <w:kern w:val="2"/>
                <w:szCs w:val="28"/>
              </w:rPr>
              <w:t>GICO(</w:t>
            </w:r>
            <w:proofErr w:type="gramEnd"/>
            <w:r w:rsidR="008A14EB" w:rsidRPr="000A174C">
              <w:rPr>
                <w:kern w:val="2"/>
                <w:szCs w:val="28"/>
              </w:rPr>
              <w:t>1) 900/706 S;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фильтр ATOLL многоцелевой с управляющим клапаном 3 REV-3650TFT (для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устранения мутности воды и запаха);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факс PANASONIC KX-FL 403 RU лазерный;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  <w:lang w:val="en-US"/>
              </w:rPr>
            </w:pPr>
            <w:r w:rsidRPr="00025DDB">
              <w:rPr>
                <w:kern w:val="2"/>
                <w:szCs w:val="28"/>
                <w:lang w:val="en-US"/>
              </w:rPr>
              <w:t>–</w:t>
            </w:r>
            <w:r w:rsidR="008A14EB" w:rsidRPr="000A174C">
              <w:rPr>
                <w:kern w:val="2"/>
                <w:szCs w:val="28"/>
                <w:lang w:val="en-US"/>
              </w:rPr>
              <w:t xml:space="preserve"> </w:t>
            </w:r>
            <w:r w:rsidR="008A14EB" w:rsidRPr="000A174C">
              <w:rPr>
                <w:kern w:val="2"/>
                <w:szCs w:val="28"/>
              </w:rPr>
              <w:t>утюг</w:t>
            </w:r>
            <w:r w:rsidR="008A14EB" w:rsidRPr="000A174C">
              <w:rPr>
                <w:kern w:val="2"/>
                <w:szCs w:val="28"/>
                <w:lang w:val="en-US"/>
              </w:rPr>
              <w:t xml:space="preserve"> Braun SI 3120 «</w:t>
            </w:r>
            <w:proofErr w:type="spellStart"/>
            <w:r w:rsidR="008A14EB" w:rsidRPr="000A174C">
              <w:rPr>
                <w:kern w:val="2"/>
                <w:szCs w:val="28"/>
                <w:lang w:val="en-US"/>
              </w:rPr>
              <w:t>OptiStyle</w:t>
            </w:r>
            <w:proofErr w:type="spellEnd"/>
            <w:r w:rsidR="008A14EB" w:rsidRPr="000A174C">
              <w:rPr>
                <w:kern w:val="2"/>
                <w:szCs w:val="28"/>
                <w:lang w:val="en-US"/>
              </w:rPr>
              <w:t xml:space="preserve">» (5 </w:t>
            </w:r>
            <w:r w:rsidR="008A14EB" w:rsidRPr="000A174C">
              <w:rPr>
                <w:kern w:val="2"/>
                <w:szCs w:val="28"/>
              </w:rPr>
              <w:t>штук</w:t>
            </w:r>
            <w:r w:rsidR="008A14EB" w:rsidRPr="000A174C">
              <w:rPr>
                <w:kern w:val="2"/>
                <w:szCs w:val="28"/>
                <w:lang w:val="en-US"/>
              </w:rPr>
              <w:t>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универсальная кухонная машина, настольная HUDSON MESA/MONO 2</w:t>
            </w:r>
            <w:r w:rsidR="008A14EB">
              <w:rPr>
                <w:kern w:val="2"/>
                <w:szCs w:val="28"/>
              </w:rPr>
              <w:noBreakHyphen/>
            </w:r>
            <w:r w:rsidR="008A14EB" w:rsidRPr="000A174C">
              <w:rPr>
                <w:kern w:val="2"/>
                <w:szCs w:val="28"/>
              </w:rPr>
              <w:t>1 SPEED;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тумба прикроватная с выдвижным ящиком (1311) (68 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тумба прикроватная с выдвижным ящиком (26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телефакс </w:t>
            </w:r>
            <w:proofErr w:type="spellStart"/>
            <w:r w:rsidR="008A14EB" w:rsidRPr="000A174C">
              <w:rPr>
                <w:kern w:val="2"/>
                <w:szCs w:val="28"/>
              </w:rPr>
              <w:t>Panasonic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</w:rPr>
              <w:br/>
            </w:r>
            <w:r w:rsidR="008A14EB" w:rsidRPr="000A174C">
              <w:rPr>
                <w:kern w:val="2"/>
                <w:szCs w:val="28"/>
              </w:rPr>
              <w:t>KX-FT932;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0A174C">
              <w:rPr>
                <w:kern w:val="2"/>
                <w:szCs w:val="28"/>
              </w:rPr>
              <w:t xml:space="preserve"> стул рабочий SENIOR GTS C-25;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стул рабочий PRES+TGE+GTR C-25 (22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стул рабочий (3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(420) (2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(513);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(575);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круглый с лепниной, шнур (60)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(340);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(410);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(270)1;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(330);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(190) (2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(270);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(100);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(145);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(150) (8 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(175);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(150)1;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(513);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пластиковый (650);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пластиковый (340);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пластиковый (270);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пластиковый (250);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пластиковый (175);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пластиковый (145);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пластиковый (350) (2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пластиковый (345) (2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пластиковый (330)1;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пластиковый (325) (2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пластиковый (315);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пластиковый (330) (2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пластиковый (345) (4 штуки);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пластиковый (210) (10 штук);</w:t>
            </w:r>
          </w:p>
          <w:p w:rsidR="008A14EB" w:rsidRPr="000A174C" w:rsidRDefault="00025DD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овощерезательная машина, настольная, ручная загрузка CELME (3)/CHEF GRAVITA GSG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напольные весы 200 кг;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МФУ </w:t>
            </w:r>
            <w:proofErr w:type="spellStart"/>
            <w:r w:rsidR="008A14EB" w:rsidRPr="000A174C">
              <w:rPr>
                <w:kern w:val="2"/>
                <w:szCs w:val="28"/>
              </w:rPr>
              <w:t>Panasonic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DP-1515P (цифровой копир, принтер, А3, 15 </w:t>
            </w:r>
            <w:proofErr w:type="gramStart"/>
            <w:r w:rsidR="008A14EB" w:rsidRPr="000A174C">
              <w:rPr>
                <w:kern w:val="2"/>
                <w:szCs w:val="28"/>
              </w:rPr>
              <w:t>коп./</w:t>
            </w:r>
            <w:proofErr w:type="gramEnd"/>
            <w:r w:rsidR="008A14EB" w:rsidRPr="000A174C">
              <w:rPr>
                <w:kern w:val="2"/>
                <w:szCs w:val="28"/>
              </w:rPr>
              <w:t>мин.);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МФЦ </w:t>
            </w:r>
            <w:proofErr w:type="spellStart"/>
            <w:r w:rsidR="008A14EB" w:rsidRPr="000A174C">
              <w:rPr>
                <w:kern w:val="2"/>
                <w:szCs w:val="28"/>
              </w:rPr>
              <w:t>Brother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DCP-7010R A4 (прин</w:t>
            </w:r>
            <w:r>
              <w:rPr>
                <w:kern w:val="2"/>
                <w:szCs w:val="28"/>
              </w:rPr>
              <w:t>тер + копир + цветной сканер 20 </w:t>
            </w:r>
            <w:r w:rsidR="008A14EB" w:rsidRPr="000A174C">
              <w:rPr>
                <w:kern w:val="2"/>
                <w:szCs w:val="28"/>
              </w:rPr>
              <w:t>стр./мин., USB 2,0);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мясорубка, мясорубочная система UNGER EVEREST/TC/12-2000 UNGER 3PH;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мясорубка, мясорубочная система UNGER EVEREST/TC/22-2000 UNGER 3PH;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огнетушитель ОУ-3 </w:t>
            </w:r>
            <w:r w:rsidR="008A14EB">
              <w:rPr>
                <w:kern w:val="2"/>
                <w:szCs w:val="28"/>
              </w:rPr>
              <w:br/>
            </w:r>
            <w:r w:rsidR="008A14EB" w:rsidRPr="000A174C">
              <w:rPr>
                <w:kern w:val="2"/>
                <w:szCs w:val="28"/>
              </w:rPr>
              <w:t>(ОУ-5) с техническим паспортом (5 штук);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настенная полка СИНЕУС/НП (21 штука);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кресло рабочее (с подъемным механизмом) NADIR LE-B;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кофеварочная машина, полуавтоматическая, 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группы, 1 паровой кран отвода кипятка, платформа для чашек LA CIMBALI (3) M28 START C/2;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котел электрический GICO 900/521;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0A174C">
              <w:rPr>
                <w:kern w:val="2"/>
                <w:szCs w:val="28"/>
              </w:rPr>
              <w:t xml:space="preserve"> конференц-стул (49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конвекционная хлебопекарная печь, электрическая с </w:t>
            </w:r>
            <w:proofErr w:type="spellStart"/>
            <w:r w:rsidR="008A14EB" w:rsidRPr="000A174C">
              <w:rPr>
                <w:kern w:val="2"/>
                <w:szCs w:val="28"/>
              </w:rPr>
              <w:t>пароувлажнением</w:t>
            </w:r>
            <w:proofErr w:type="spellEnd"/>
            <w:r w:rsidR="008A14EB" w:rsidRPr="000A174C">
              <w:rPr>
                <w:kern w:val="2"/>
                <w:szCs w:val="28"/>
              </w:rPr>
              <w:t>, подсветкой FINOX (1) FPO5E;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контрольно-измерительные приборы;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комплект камер;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комплект панелей;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профильный с лепниной, загиб (410);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кипятильник настенный, накопительного типа, с краном FNIMO/WKI 60;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профильный с лепниной, загиб (220);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профильный с лепниной, загиб (275);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профильный с лепниной, загиб (375);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профильный с лепниной, загиб (215) (3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0A174C">
              <w:rPr>
                <w:kern w:val="2"/>
                <w:szCs w:val="28"/>
              </w:rPr>
              <w:t>льдогенератор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кускового льда SIMAG/SD 40W;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мармит электрический, встраиваемый, со сливом</w:t>
            </w:r>
            <w:r w:rsidR="008A14EB">
              <w:rPr>
                <w:kern w:val="2"/>
                <w:szCs w:val="28"/>
              </w:rPr>
              <w:t xml:space="preserve"> ENOFRIGO (1) KIT BM 1400 BASE;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моечная ванна СИНЕУС/SI 2141 №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120/60-251 (2 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морозильник </w:t>
            </w:r>
            <w:r w:rsidR="008A14EB"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рабочий стол </w:t>
            </w:r>
            <w:proofErr w:type="gramStart"/>
            <w:r w:rsidR="008A14EB" w:rsidRPr="000A174C">
              <w:rPr>
                <w:kern w:val="2"/>
                <w:szCs w:val="28"/>
              </w:rPr>
              <w:t>GASTRO(</w:t>
            </w:r>
            <w:proofErr w:type="gramEnd"/>
            <w:r w:rsidR="008A14EB" w:rsidRPr="000A174C">
              <w:rPr>
                <w:kern w:val="2"/>
                <w:szCs w:val="28"/>
              </w:rPr>
              <w:t>1) GN 2200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Вт;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пылесос для сухой и влажной уборки (профессиональный) KARCHER SE 3001;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плита электрическая</w:t>
            </w:r>
            <w:r w:rsidR="008A14EB">
              <w:rPr>
                <w:kern w:val="2"/>
                <w:szCs w:val="28"/>
              </w:rPr>
              <w:t>,</w:t>
            </w:r>
            <w:r w:rsidR="008A14EB" w:rsidRPr="000A174C">
              <w:rPr>
                <w:kern w:val="2"/>
                <w:szCs w:val="28"/>
              </w:rPr>
              <w:t xml:space="preserve"> 4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квадратные конфорки, нейтральный открытый шкаф GICO (3) 900/050 C;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0A174C">
              <w:rPr>
                <w:kern w:val="2"/>
                <w:szCs w:val="28"/>
              </w:rPr>
              <w:t xml:space="preserve"> печь </w:t>
            </w:r>
            <w:proofErr w:type="spellStart"/>
            <w:r w:rsidR="008A14EB" w:rsidRPr="000A174C">
              <w:rPr>
                <w:kern w:val="2"/>
                <w:szCs w:val="28"/>
              </w:rPr>
              <w:t>Harvia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0A174C">
              <w:rPr>
                <w:kern w:val="2"/>
                <w:szCs w:val="28"/>
              </w:rPr>
              <w:t>Club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0A174C">
              <w:rPr>
                <w:kern w:val="2"/>
                <w:szCs w:val="28"/>
              </w:rPr>
              <w:t>Combi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K 15/0GS с паспортом;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планетарная тестомесительная машина AVANCINI PL 20 VAR;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плита электрическая, 4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круглые конфорки, конвекционный духовой шкаф с 1 полкой-решеткой, TECNOIX (</w:t>
            </w:r>
            <w:proofErr w:type="gramStart"/>
            <w:r w:rsidR="008A14EB" w:rsidRPr="000A174C">
              <w:rPr>
                <w:kern w:val="2"/>
                <w:szCs w:val="28"/>
              </w:rPr>
              <w:t>1)PF</w:t>
            </w:r>
            <w:proofErr w:type="gramEnd"/>
            <w:r w:rsidR="008A14EB" w:rsidRPr="000A174C">
              <w:rPr>
                <w:kern w:val="2"/>
                <w:szCs w:val="28"/>
              </w:rPr>
              <w:t>70E/0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плита электрическая, 4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квадратные конфорки, духовой шкаф GICO (2) 900/050 FE;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0A174C">
              <w:rPr>
                <w:kern w:val="2"/>
                <w:szCs w:val="28"/>
              </w:rPr>
              <w:t>пароконвекционная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печь, электрическая, настольная, 5 режимов, вместимость камеры 6 GN 1/1, встроенный парогенератор, подсветка, датчик температуры;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пароварка бытовая;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0A174C">
              <w:rPr>
                <w:kern w:val="2"/>
                <w:szCs w:val="28"/>
              </w:rPr>
              <w:t>общерезательная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машина, универсальная, таймер DITO SAMAT/T 10 S;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плита электрическая, 4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квадратные конфорки, нейтральный открытый шкаф GICO (3) 900/050 C;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стойка для киосков (по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индивидуальному дизайну), комплект;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стойка охраны (по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индивидуальному дизайну), комплект;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стойка </w:t>
            </w:r>
            <w:proofErr w:type="spellStart"/>
            <w:r w:rsidR="008A14EB" w:rsidRPr="000A174C">
              <w:rPr>
                <w:kern w:val="2"/>
                <w:szCs w:val="28"/>
              </w:rPr>
              <w:t>ресепшн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по индивидуальному дизайну;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стол журнальный (СД105) (4 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теплосчетчики котельной (2 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тумба двухстворчатая (1313);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0A174C">
              <w:rPr>
                <w:kern w:val="2"/>
                <w:szCs w:val="28"/>
              </w:rPr>
              <w:t xml:space="preserve"> холодильный шкаф </w:t>
            </w:r>
            <w:proofErr w:type="gramStart"/>
            <w:r w:rsidR="008A14EB" w:rsidRPr="000A174C">
              <w:rPr>
                <w:kern w:val="2"/>
                <w:szCs w:val="28"/>
              </w:rPr>
              <w:t>GASTRO(</w:t>
            </w:r>
            <w:proofErr w:type="gramEnd"/>
            <w:r w:rsidR="008A14EB" w:rsidRPr="000A174C">
              <w:rPr>
                <w:kern w:val="2"/>
                <w:szCs w:val="28"/>
              </w:rPr>
              <w:t>5) GN1410 G TN;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морозильник </w:t>
            </w:r>
            <w:r w:rsidR="008A14EB"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рабочий стол </w:t>
            </w:r>
            <w:proofErr w:type="gramStart"/>
            <w:r w:rsidR="008A14EB" w:rsidRPr="000A174C">
              <w:rPr>
                <w:kern w:val="2"/>
                <w:szCs w:val="28"/>
              </w:rPr>
              <w:t>GASTRO(</w:t>
            </w:r>
            <w:proofErr w:type="gramEnd"/>
            <w:r w:rsidR="008A14EB" w:rsidRPr="000A174C">
              <w:rPr>
                <w:kern w:val="2"/>
                <w:szCs w:val="28"/>
              </w:rPr>
              <w:t>1) GN 2100 Вт/600 (3 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холодильник </w:t>
            </w:r>
            <w:r w:rsidR="008A14EB"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рабочий стол </w:t>
            </w:r>
            <w:proofErr w:type="gramStart"/>
            <w:r w:rsidR="008A14EB" w:rsidRPr="000A174C">
              <w:rPr>
                <w:kern w:val="2"/>
                <w:szCs w:val="28"/>
              </w:rPr>
              <w:t>GASTRO(</w:t>
            </w:r>
            <w:proofErr w:type="gramEnd"/>
            <w:r w:rsidR="008A14EB" w:rsidRPr="000A174C">
              <w:rPr>
                <w:kern w:val="2"/>
                <w:szCs w:val="28"/>
              </w:rPr>
              <w:t>1) GN 220 TN (2 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холодильник </w:t>
            </w:r>
            <w:r w:rsidR="008A14EB"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рабочий стол </w:t>
            </w:r>
            <w:proofErr w:type="gramStart"/>
            <w:r w:rsidR="008A14EB" w:rsidRPr="000A174C">
              <w:rPr>
                <w:kern w:val="2"/>
                <w:szCs w:val="28"/>
              </w:rPr>
              <w:t>GASTRO(</w:t>
            </w:r>
            <w:proofErr w:type="gramEnd"/>
            <w:r w:rsidR="008A14EB" w:rsidRPr="000A174C">
              <w:rPr>
                <w:kern w:val="2"/>
                <w:szCs w:val="28"/>
              </w:rPr>
              <w:t>4) GN 650 TN (2 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холодильник </w:t>
            </w:r>
            <w:r w:rsidR="008A14EB"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рабочий стол </w:t>
            </w:r>
            <w:proofErr w:type="gramStart"/>
            <w:r w:rsidR="008A14EB" w:rsidRPr="000A174C">
              <w:rPr>
                <w:kern w:val="2"/>
                <w:szCs w:val="28"/>
              </w:rPr>
              <w:t>GASTRO(</w:t>
            </w:r>
            <w:proofErr w:type="gramEnd"/>
            <w:r w:rsidR="008A14EB" w:rsidRPr="000A174C">
              <w:rPr>
                <w:kern w:val="2"/>
                <w:szCs w:val="28"/>
              </w:rPr>
              <w:t>6) GN 650 TN (6 штук);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зеркало настенное (13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рабочий стол с бортом и нижней полкой-решеткой СИНЕУС/SI 203 № 12/70 (6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 кресло мягкое (74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профильный с лепниной, загиб (215) (3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карниз профильный с лепниной, загиб (450)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тележка-шпилька FORCAR (1) CA 1482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шкаф двухстворчатый (с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полками для белья и штангой для вешалок) (13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моечная ванна СИНЕУС/SI 411 </w:t>
            </w:r>
            <w:r>
              <w:rPr>
                <w:kern w:val="2"/>
                <w:szCs w:val="28"/>
              </w:rPr>
              <w:br/>
            </w:r>
            <w:r w:rsidR="008A14EB" w:rsidRPr="000A174C">
              <w:rPr>
                <w:kern w:val="2"/>
                <w:szCs w:val="28"/>
              </w:rPr>
              <w:t>№ 080/70-40 (4 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моечная ванна СИНЕУС/SI 411 </w:t>
            </w:r>
            <w:r>
              <w:rPr>
                <w:kern w:val="2"/>
                <w:szCs w:val="28"/>
              </w:rPr>
              <w:br/>
            </w:r>
            <w:r w:rsidR="008A14EB" w:rsidRPr="000A174C">
              <w:rPr>
                <w:kern w:val="2"/>
                <w:szCs w:val="28"/>
              </w:rPr>
              <w:t>№ 070/70-30 (11 штук);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моечная ванна СИНЕУС/SI 421 </w:t>
            </w:r>
            <w:r>
              <w:rPr>
                <w:kern w:val="2"/>
                <w:szCs w:val="28"/>
              </w:rPr>
              <w:br/>
            </w:r>
            <w:r w:rsidR="008A14EB" w:rsidRPr="000A174C">
              <w:rPr>
                <w:kern w:val="2"/>
                <w:szCs w:val="28"/>
              </w:rPr>
              <w:t>№ 120/70-30 (2 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0A174C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0A174C">
              <w:rPr>
                <w:kern w:val="2"/>
                <w:szCs w:val="28"/>
              </w:rPr>
              <w:t>льдогенератор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кускового льда SIMAG/SD 40W;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посудомоечная машина </w:t>
            </w:r>
            <w:proofErr w:type="gramStart"/>
            <w:r w:rsidR="008A14EB" w:rsidRPr="000A174C">
              <w:rPr>
                <w:kern w:val="2"/>
                <w:szCs w:val="28"/>
              </w:rPr>
              <w:t>ARISTARCO(</w:t>
            </w:r>
            <w:proofErr w:type="gramEnd"/>
            <w:r w:rsidR="008A14EB" w:rsidRPr="000A174C">
              <w:rPr>
                <w:kern w:val="2"/>
                <w:szCs w:val="28"/>
              </w:rPr>
              <w:t>4)/AP45.30;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запорно-регулирующая арматура (комплект);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лифт грузовой с техническим паспортом, в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том числе лебедка, груза, направляющие, кабина, двери, общий вид, электрика, станция управления № 713714;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лифт грузовой с техническим паспортом, в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том числе лебедка, груза, направляющие, кабина, двери, общий вид, электрика, станция управления № 713713;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запорно-регулирующая арматура (комплект) (тепломеханическое оборудование котельной);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HP-LJ 1320 принтер лазерный (</w:t>
            </w:r>
            <w:proofErr w:type="spellStart"/>
            <w:proofErr w:type="gramStart"/>
            <w:r w:rsidR="008A14EB" w:rsidRPr="000A174C">
              <w:rPr>
                <w:kern w:val="2"/>
                <w:szCs w:val="28"/>
              </w:rPr>
              <w:t>кор.скотч</w:t>
            </w:r>
            <w:proofErr w:type="spellEnd"/>
            <w:proofErr w:type="gramEnd"/>
            <w:r w:rsidR="008A14EB" w:rsidRPr="000A174C">
              <w:rPr>
                <w:kern w:val="2"/>
                <w:szCs w:val="28"/>
              </w:rPr>
              <w:t>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камера холодильная KXH-8,11 (3 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камера холодильная KXH-5,96;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камера холодильная KXH-9,27;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прилавок для киоска (по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индивидуальному дизайну), комплект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салат-бар мобильный TECFRIGO/ISOLA 4M;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салат-бар мобильный, гнездо для влажного подогрева на 4 GN 1/1, подъемная крышка с верхней полкой, лампой-мармитом и подсветкой, отделка дерево;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0A174C">
              <w:rPr>
                <w:kern w:val="2"/>
                <w:szCs w:val="28"/>
              </w:rPr>
              <w:t xml:space="preserve"> стеллаж сборный ARTINOX/3LSF 61418;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стол журнальный;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диван двухместный (3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диван двухместный (полосатый) (3 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пылесос для сухой и влажной уборки (профессиональный) KARCHER T 12/1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пылесос для сухой и влажной уборк</w:t>
            </w:r>
            <w:r>
              <w:rPr>
                <w:kern w:val="2"/>
                <w:szCs w:val="28"/>
              </w:rPr>
              <w:t>и (профессиональный) GWD 320 (2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0A174C">
              <w:rPr>
                <w:kern w:val="2"/>
                <w:szCs w:val="28"/>
              </w:rPr>
              <w:t>электротостер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(3 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тележка-шпилька FORCAR (1) CA 1479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ящик для ключей (2</w:t>
            </w:r>
            <w:r w:rsidR="008A14EB">
              <w:rPr>
                <w:kern w:val="2"/>
                <w:szCs w:val="28"/>
              </w:rPr>
              <w:t> </w:t>
            </w:r>
            <w:r w:rsidR="008A14EB" w:rsidRPr="000A174C">
              <w:rPr>
                <w:kern w:val="2"/>
                <w:szCs w:val="28"/>
              </w:rPr>
              <w:t>штуки);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принтер лазерный HP </w:t>
            </w:r>
            <w:proofErr w:type="spellStart"/>
            <w:r w:rsidR="008A14EB" w:rsidRPr="000A174C">
              <w:rPr>
                <w:kern w:val="2"/>
                <w:szCs w:val="28"/>
              </w:rPr>
              <w:t>LaserJet</w:t>
            </w:r>
            <w:proofErr w:type="spellEnd"/>
            <w:r w:rsidR="008A14EB" w:rsidRPr="000A174C">
              <w:rPr>
                <w:kern w:val="2"/>
                <w:szCs w:val="28"/>
              </w:rPr>
              <w:t xml:space="preserve"> 1018 12 стр./мин., USB (2 штуки);</w:t>
            </w:r>
          </w:p>
          <w:p w:rsidR="008A14EB" w:rsidRPr="00003E92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кровать двуспальная, основание </w:t>
            </w:r>
            <w:r w:rsidR="008A14EB"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каркас на деревянных ножках, верхняя часть </w:t>
            </w:r>
            <w:r w:rsidR="008A14EB">
              <w:rPr>
                <w:kern w:val="2"/>
                <w:szCs w:val="28"/>
              </w:rPr>
              <w:t>–</w:t>
            </w:r>
            <w:r w:rsidR="008A14EB" w:rsidRPr="000A174C">
              <w:rPr>
                <w:kern w:val="2"/>
                <w:szCs w:val="28"/>
              </w:rPr>
              <w:t xml:space="preserve"> ортопедический </w:t>
            </w:r>
            <w:r w:rsidR="008A14EB" w:rsidRPr="00003E92">
              <w:rPr>
                <w:kern w:val="2"/>
                <w:szCs w:val="28"/>
              </w:rPr>
              <w:t>матрас (1/3) (58 штук);</w:t>
            </w:r>
          </w:p>
          <w:p w:rsidR="008A14EB" w:rsidRPr="00003E92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03E92">
              <w:rPr>
                <w:kern w:val="2"/>
                <w:szCs w:val="28"/>
              </w:rPr>
              <w:t xml:space="preserve"> шкаф двухстворчатый (с</w:t>
            </w:r>
            <w:r w:rsidR="008A14EB">
              <w:rPr>
                <w:kern w:val="2"/>
                <w:szCs w:val="28"/>
              </w:rPr>
              <w:t> </w:t>
            </w:r>
            <w:r w:rsidR="008A14EB" w:rsidRPr="00003E92">
              <w:rPr>
                <w:kern w:val="2"/>
                <w:szCs w:val="28"/>
              </w:rPr>
              <w:t>полками для белья и штангой для вешалок) (1102) (36 штук);</w:t>
            </w:r>
          </w:p>
          <w:p w:rsidR="008A14EB" w:rsidRPr="00003E92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03E92">
              <w:rPr>
                <w:kern w:val="2"/>
                <w:szCs w:val="28"/>
              </w:rPr>
              <w:t xml:space="preserve"> зеркало настенное (1247) (34 штуки);</w:t>
            </w:r>
          </w:p>
          <w:p w:rsidR="008A14EB" w:rsidRPr="00003E92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03E92">
              <w:rPr>
                <w:kern w:val="2"/>
                <w:szCs w:val="28"/>
              </w:rPr>
              <w:t xml:space="preserve"> стол журнальный (2421) (4 штуки);</w:t>
            </w:r>
          </w:p>
          <w:p w:rsidR="008A14EB" w:rsidRPr="00003E92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03E92">
              <w:rPr>
                <w:kern w:val="2"/>
                <w:szCs w:val="28"/>
              </w:rPr>
              <w:t xml:space="preserve"> рабочий стол с бортом и нижней полкой-решеткой СИНЕУС/SI 204 № 150/70 (7 штук);</w:t>
            </w:r>
          </w:p>
          <w:p w:rsidR="008A14EB" w:rsidRPr="00003E92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 w:rsidRPr="00003E92">
              <w:rPr>
                <w:kern w:val="2"/>
                <w:szCs w:val="28"/>
              </w:rPr>
              <w:t xml:space="preserve"> печь </w:t>
            </w:r>
            <w:proofErr w:type="spellStart"/>
            <w:r w:rsidR="008A14EB" w:rsidRPr="00003E92">
              <w:rPr>
                <w:kern w:val="2"/>
                <w:szCs w:val="28"/>
              </w:rPr>
              <w:t>Harvia</w:t>
            </w:r>
            <w:proofErr w:type="spellEnd"/>
            <w:r w:rsidR="008A14EB" w:rsidRPr="00003E92">
              <w:rPr>
                <w:kern w:val="2"/>
                <w:szCs w:val="28"/>
              </w:rPr>
              <w:t xml:space="preserve"> </w:t>
            </w:r>
            <w:proofErr w:type="spellStart"/>
            <w:r w:rsidR="008A14EB" w:rsidRPr="00003E92">
              <w:rPr>
                <w:kern w:val="2"/>
                <w:szCs w:val="28"/>
              </w:rPr>
              <w:t>Combi</w:t>
            </w:r>
            <w:proofErr w:type="spellEnd"/>
            <w:r w:rsidR="008A14EB" w:rsidRPr="00003E92">
              <w:rPr>
                <w:kern w:val="2"/>
                <w:szCs w:val="28"/>
              </w:rPr>
              <w:t xml:space="preserve"> K 15/0GS с паспортом;</w:t>
            </w:r>
          </w:p>
          <w:p w:rsidR="008A14EB" w:rsidRPr="000A174C" w:rsidRDefault="00C6113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 w:rsidRPr="00003E92">
              <w:rPr>
                <w:kern w:val="2"/>
                <w:szCs w:val="28"/>
              </w:rPr>
              <w:t xml:space="preserve"> холодильный шкаф GASTRO (6) GN1410 TN</w:t>
            </w:r>
          </w:p>
        </w:tc>
        <w:tc>
          <w:tcPr>
            <w:tcW w:w="3119" w:type="dxa"/>
          </w:tcPr>
          <w:p w:rsidR="008A14EB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03E92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 xml:space="preserve">Ярославская область, </w:t>
            </w:r>
          </w:p>
          <w:p w:rsidR="008A14EB" w:rsidRPr="00003E92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003E92">
              <w:rPr>
                <w:kern w:val="2"/>
                <w:szCs w:val="28"/>
              </w:rPr>
              <w:t>Угличский</w:t>
            </w:r>
            <w:proofErr w:type="spellEnd"/>
            <w:r w:rsidR="00EE2924" w:rsidRPr="00003E92">
              <w:rPr>
                <w:kern w:val="2"/>
                <w:szCs w:val="28"/>
              </w:rPr>
              <w:t xml:space="preserve"> </w:t>
            </w:r>
            <w:r w:rsidR="00EE2924">
              <w:rPr>
                <w:kern w:val="2"/>
                <w:szCs w:val="28"/>
              </w:rPr>
              <w:t>райо</w:t>
            </w:r>
            <w:r w:rsidR="00EE2924" w:rsidRPr="00003E92">
              <w:rPr>
                <w:kern w:val="2"/>
                <w:szCs w:val="28"/>
              </w:rPr>
              <w:t>н</w:t>
            </w:r>
            <w:r w:rsidRPr="00003E92">
              <w:rPr>
                <w:kern w:val="2"/>
                <w:szCs w:val="28"/>
              </w:rPr>
              <w:t xml:space="preserve">, </w:t>
            </w:r>
          </w:p>
          <w:p w:rsidR="008A14EB" w:rsidRPr="00003E92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 xml:space="preserve">г. Углич, </w:t>
            </w:r>
          </w:p>
          <w:p w:rsidR="008A14EB" w:rsidRPr="00003E92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>ул. Островского, д. 7</w:t>
            </w:r>
          </w:p>
          <w:p w:rsidR="008A14EB" w:rsidRPr="00003E92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902693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>Ярославская область, г. Углич, ул. Набережная реки Волги</w:t>
            </w:r>
          </w:p>
        </w:tc>
        <w:tc>
          <w:tcPr>
            <w:tcW w:w="2126" w:type="dxa"/>
          </w:tcPr>
          <w:p w:rsidR="008A14EB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03E92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>нежилое здание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8A14EB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</w:t>
            </w:r>
          </w:p>
        </w:tc>
        <w:tc>
          <w:tcPr>
            <w:tcW w:w="3544" w:type="dxa"/>
          </w:tcPr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>Недвижимое имущество: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 xml:space="preserve">больница, </w:t>
            </w:r>
            <w:r w:rsidRPr="00003E92">
              <w:rPr>
                <w:kern w:val="2"/>
                <w:szCs w:val="28"/>
              </w:rPr>
              <w:br/>
              <w:t>кадастровый номер 76:23:010101:11871</w:t>
            </w:r>
            <w:r w:rsidR="00C42180">
              <w:rPr>
                <w:kern w:val="2"/>
                <w:szCs w:val="28"/>
                <w:vertAlign w:val="superscript"/>
              </w:rPr>
              <w:t>1</w:t>
            </w: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C6035E" w:rsidRPr="00003E92" w:rsidRDefault="00C6035E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C6035E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>здание флю</w:t>
            </w:r>
            <w:r>
              <w:rPr>
                <w:kern w:val="2"/>
                <w:szCs w:val="28"/>
              </w:rPr>
              <w:t>о</w:t>
            </w:r>
            <w:r w:rsidRPr="00003E92">
              <w:rPr>
                <w:kern w:val="2"/>
                <w:szCs w:val="28"/>
              </w:rPr>
              <w:t xml:space="preserve">рографии, 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>кадастровый номер 76:23:010101:12280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C6035E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 xml:space="preserve">гараж, 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>кадастровый номер 76:23:061203:606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C6035E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 xml:space="preserve">сарай, 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>кадастровый номер 76:23:061203:607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C6035E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 xml:space="preserve">с земельным участком, </w:t>
            </w:r>
          </w:p>
          <w:p w:rsidR="008A14EB" w:rsidRPr="00003E92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>кадастровый номер 76:23:061203:30</w:t>
            </w:r>
          </w:p>
        </w:tc>
        <w:tc>
          <w:tcPr>
            <w:tcW w:w="3119" w:type="dxa"/>
          </w:tcPr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C6035E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 xml:space="preserve">Ярославская область, г. Ярославль, </w:t>
            </w:r>
          </w:p>
          <w:p w:rsidR="008A14EB" w:rsidRPr="00003E92" w:rsidRDefault="00C6035E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 xml:space="preserve">Московский </w:t>
            </w:r>
            <w:r w:rsidR="008A14EB" w:rsidRPr="00003E92">
              <w:rPr>
                <w:kern w:val="2"/>
                <w:szCs w:val="28"/>
              </w:rPr>
              <w:t>пр</w:t>
            </w:r>
            <w:r w:rsidR="008A14EB">
              <w:rPr>
                <w:kern w:val="2"/>
                <w:szCs w:val="28"/>
              </w:rPr>
              <w:t>оспект</w:t>
            </w:r>
            <w:r w:rsidR="008A14EB" w:rsidRPr="00003E92">
              <w:rPr>
                <w:kern w:val="2"/>
                <w:szCs w:val="28"/>
              </w:rPr>
              <w:t>, д. 43/10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C6035E" w:rsidRDefault="008A14EB" w:rsidP="00C16C92">
            <w:pPr>
              <w:tabs>
                <w:tab w:val="center" w:pos="4677"/>
                <w:tab w:val="right" w:pos="9355"/>
              </w:tabs>
              <w:ind w:right="-107"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 xml:space="preserve">Ярославская область, </w:t>
            </w:r>
            <w:r w:rsidR="00C6035E">
              <w:rPr>
                <w:kern w:val="2"/>
                <w:szCs w:val="28"/>
              </w:rPr>
              <w:t>г. </w:t>
            </w:r>
            <w:r w:rsidRPr="00003E92">
              <w:rPr>
                <w:kern w:val="2"/>
                <w:szCs w:val="28"/>
              </w:rPr>
              <w:t xml:space="preserve">Ярославль, </w:t>
            </w:r>
          </w:p>
          <w:p w:rsidR="008A14EB" w:rsidRPr="00003E92" w:rsidRDefault="00C6035E" w:rsidP="00C16C92">
            <w:pPr>
              <w:tabs>
                <w:tab w:val="center" w:pos="4677"/>
                <w:tab w:val="right" w:pos="9355"/>
              </w:tabs>
              <w:ind w:right="-107"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 xml:space="preserve">Московский </w:t>
            </w:r>
            <w:r w:rsidR="008A14EB" w:rsidRPr="00003E92">
              <w:rPr>
                <w:kern w:val="2"/>
                <w:szCs w:val="28"/>
              </w:rPr>
              <w:t>проспект, д</w:t>
            </w:r>
            <w:r>
              <w:rPr>
                <w:kern w:val="2"/>
                <w:szCs w:val="28"/>
              </w:rPr>
              <w:t>. </w:t>
            </w:r>
            <w:r w:rsidR="008A14EB" w:rsidRPr="00003E92">
              <w:rPr>
                <w:kern w:val="2"/>
                <w:szCs w:val="28"/>
              </w:rPr>
              <w:t>43/10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C6035E" w:rsidRDefault="008A14EB" w:rsidP="00C16C92">
            <w:pPr>
              <w:tabs>
                <w:tab w:val="center" w:pos="4677"/>
                <w:tab w:val="right" w:pos="9355"/>
              </w:tabs>
              <w:ind w:right="-107"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>Ярославская обл</w:t>
            </w:r>
            <w:r w:rsidR="00C6035E">
              <w:rPr>
                <w:kern w:val="2"/>
                <w:szCs w:val="28"/>
              </w:rPr>
              <w:t>асть</w:t>
            </w:r>
            <w:r w:rsidRPr="00003E92">
              <w:rPr>
                <w:kern w:val="2"/>
                <w:szCs w:val="28"/>
              </w:rPr>
              <w:t xml:space="preserve">, г. Ярославль, </w:t>
            </w:r>
          </w:p>
          <w:p w:rsidR="008A14EB" w:rsidRDefault="00C6035E" w:rsidP="00C16C92">
            <w:pPr>
              <w:tabs>
                <w:tab w:val="center" w:pos="4677"/>
                <w:tab w:val="right" w:pos="9355"/>
              </w:tabs>
              <w:ind w:right="-107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Московский </w:t>
            </w:r>
            <w:r w:rsidR="008A14EB">
              <w:rPr>
                <w:kern w:val="2"/>
                <w:szCs w:val="28"/>
              </w:rPr>
              <w:t>проспект</w:t>
            </w:r>
            <w:r w:rsidR="008A14EB" w:rsidRPr="00003E92">
              <w:rPr>
                <w:kern w:val="2"/>
                <w:szCs w:val="28"/>
              </w:rPr>
              <w:t>, д. 43/10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right="-107" w:firstLine="0"/>
              <w:jc w:val="left"/>
              <w:rPr>
                <w:kern w:val="2"/>
                <w:szCs w:val="28"/>
              </w:rPr>
            </w:pPr>
          </w:p>
          <w:p w:rsidR="00C6035E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07"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>Ярославская обл</w:t>
            </w:r>
            <w:r w:rsidR="00C6035E">
              <w:rPr>
                <w:kern w:val="2"/>
                <w:szCs w:val="28"/>
              </w:rPr>
              <w:t>асть</w:t>
            </w:r>
            <w:r w:rsidRPr="00003E92">
              <w:rPr>
                <w:kern w:val="2"/>
                <w:szCs w:val="28"/>
              </w:rPr>
              <w:t xml:space="preserve">, г. Ярославль, </w:t>
            </w:r>
          </w:p>
          <w:p w:rsidR="008A14EB" w:rsidRPr="00003E92" w:rsidRDefault="00C6035E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07"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>Московский</w:t>
            </w:r>
            <w:r>
              <w:rPr>
                <w:kern w:val="2"/>
                <w:szCs w:val="28"/>
              </w:rPr>
              <w:t xml:space="preserve"> </w:t>
            </w:r>
            <w:r w:rsidR="008A14EB">
              <w:rPr>
                <w:kern w:val="2"/>
                <w:szCs w:val="28"/>
              </w:rPr>
              <w:t>проспект</w:t>
            </w:r>
            <w:r w:rsidR="008A14EB" w:rsidRPr="00003E92">
              <w:rPr>
                <w:kern w:val="2"/>
                <w:szCs w:val="28"/>
              </w:rPr>
              <w:t>, д. 43/10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C6035E" w:rsidRDefault="008A14EB" w:rsidP="00C6035E">
            <w:pPr>
              <w:ind w:right="-107"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>Ярославская область, г</w:t>
            </w:r>
            <w:r w:rsidR="00C6035E">
              <w:rPr>
                <w:kern w:val="2"/>
                <w:szCs w:val="28"/>
              </w:rPr>
              <w:t>. </w:t>
            </w:r>
            <w:r w:rsidRPr="00003E92">
              <w:rPr>
                <w:kern w:val="2"/>
                <w:szCs w:val="28"/>
              </w:rPr>
              <w:t xml:space="preserve">Ярославль, </w:t>
            </w:r>
          </w:p>
          <w:p w:rsidR="008A14EB" w:rsidRPr="00003E92" w:rsidRDefault="008A14EB" w:rsidP="0081646B">
            <w:pPr>
              <w:ind w:right="-107"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 xml:space="preserve">Московский проспект, </w:t>
            </w:r>
            <w:r w:rsidR="0081646B">
              <w:rPr>
                <w:kern w:val="2"/>
                <w:szCs w:val="28"/>
              </w:rPr>
              <w:t>д. </w:t>
            </w:r>
            <w:r w:rsidRPr="00003E92">
              <w:rPr>
                <w:kern w:val="2"/>
                <w:szCs w:val="28"/>
              </w:rPr>
              <w:t>43/10</w:t>
            </w:r>
          </w:p>
        </w:tc>
        <w:tc>
          <w:tcPr>
            <w:tcW w:w="2126" w:type="dxa"/>
          </w:tcPr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>нежилое здание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C6035E" w:rsidRPr="00003E92" w:rsidRDefault="00C6035E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>нежилое здание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>нежилое здание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8A14EB" w:rsidRPr="00003E92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kern w:val="2"/>
                <w:szCs w:val="28"/>
              </w:rPr>
              <w:t>нежилое здание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C6035E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544" w:type="dxa"/>
          </w:tcPr>
          <w:p w:rsidR="008A14EB" w:rsidRPr="007524EC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color w:val="000000" w:themeColor="text1"/>
                <w:kern w:val="2"/>
                <w:szCs w:val="28"/>
              </w:rPr>
            </w:pPr>
            <w:r w:rsidRPr="007524EC">
              <w:rPr>
                <w:rFonts w:eastAsia="Calibri"/>
                <w:color w:val="000000" w:themeColor="text1"/>
                <w:kern w:val="2"/>
                <w:szCs w:val="28"/>
              </w:rPr>
              <w:t xml:space="preserve">Нежилое здание, </w:t>
            </w:r>
          </w:p>
          <w:p w:rsidR="008A14EB" w:rsidRPr="007524EC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color w:val="000000" w:themeColor="text1"/>
                <w:kern w:val="2"/>
                <w:szCs w:val="28"/>
              </w:rPr>
            </w:pPr>
            <w:r w:rsidRPr="007524EC">
              <w:rPr>
                <w:rFonts w:eastAsia="Calibri"/>
                <w:color w:val="000000" w:themeColor="text1"/>
                <w:kern w:val="2"/>
                <w:szCs w:val="28"/>
              </w:rPr>
              <w:t>кадастровый номер 76:05:010101:7345</w:t>
            </w:r>
          </w:p>
          <w:p w:rsidR="008A14EB" w:rsidRPr="007524EC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7524EC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DA5546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7524EC">
              <w:rPr>
                <w:rFonts w:eastAsia="Calibri"/>
                <w:kern w:val="2"/>
                <w:szCs w:val="28"/>
              </w:rPr>
              <w:t xml:space="preserve">с земельным участком, </w:t>
            </w:r>
          </w:p>
          <w:p w:rsidR="008A14EB" w:rsidRPr="007524EC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7524EC">
              <w:rPr>
                <w:rFonts w:eastAsia="Calibri"/>
                <w:kern w:val="2"/>
                <w:szCs w:val="28"/>
              </w:rPr>
              <w:t>кадастровый номер 76:05:010101:577</w:t>
            </w:r>
          </w:p>
          <w:p w:rsidR="008A14EB" w:rsidRPr="007524EC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</w:tc>
        <w:tc>
          <w:tcPr>
            <w:tcW w:w="3119" w:type="dxa"/>
          </w:tcPr>
          <w:p w:rsidR="00DA554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7524EC">
              <w:rPr>
                <w:rFonts w:eastAsia="Calibri"/>
                <w:kern w:val="2"/>
                <w:szCs w:val="28"/>
              </w:rPr>
              <w:t>Ярославская обл</w:t>
            </w:r>
            <w:r w:rsidR="00DA5546">
              <w:rPr>
                <w:rFonts w:eastAsia="Calibri"/>
                <w:kern w:val="2"/>
                <w:szCs w:val="28"/>
              </w:rPr>
              <w:t>асть</w:t>
            </w:r>
            <w:r w:rsidRPr="007524EC">
              <w:rPr>
                <w:rFonts w:eastAsia="Calibri"/>
                <w:kern w:val="2"/>
                <w:szCs w:val="28"/>
              </w:rPr>
              <w:t xml:space="preserve">, </w:t>
            </w:r>
            <w:proofErr w:type="spellStart"/>
            <w:r w:rsidRPr="007524EC">
              <w:rPr>
                <w:rFonts w:eastAsia="Calibri"/>
                <w:kern w:val="2"/>
                <w:szCs w:val="28"/>
              </w:rPr>
              <w:t>Даниловский</w:t>
            </w:r>
            <w:proofErr w:type="spellEnd"/>
            <w:r w:rsidRPr="007524EC">
              <w:rPr>
                <w:rFonts w:eastAsia="Calibri"/>
                <w:kern w:val="2"/>
                <w:szCs w:val="28"/>
              </w:rPr>
              <w:t xml:space="preserve"> р</w:t>
            </w:r>
            <w:r w:rsidR="00DA5546">
              <w:rPr>
                <w:rFonts w:eastAsia="Calibri"/>
                <w:kern w:val="2"/>
                <w:szCs w:val="28"/>
              </w:rPr>
              <w:t>айон</w:t>
            </w:r>
            <w:r w:rsidRPr="007524EC">
              <w:rPr>
                <w:rFonts w:eastAsia="Calibri"/>
                <w:kern w:val="2"/>
                <w:szCs w:val="28"/>
              </w:rPr>
              <w:t xml:space="preserve">, г. Данилов, </w:t>
            </w:r>
          </w:p>
          <w:p w:rsidR="008A14EB" w:rsidRPr="007524EC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7524EC">
              <w:rPr>
                <w:rFonts w:eastAsia="Calibri"/>
                <w:kern w:val="2"/>
                <w:szCs w:val="28"/>
              </w:rPr>
              <w:t>ул. Набережная, д. 62</w:t>
            </w:r>
          </w:p>
          <w:p w:rsidR="008A14EB" w:rsidRPr="007524EC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DA5546" w:rsidRDefault="008A14EB" w:rsidP="00DA5546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7524EC">
              <w:rPr>
                <w:rFonts w:eastAsia="Calibri"/>
                <w:kern w:val="2"/>
                <w:szCs w:val="28"/>
              </w:rPr>
              <w:t xml:space="preserve">Ярославская область, </w:t>
            </w:r>
            <w:r w:rsidRPr="007524EC">
              <w:rPr>
                <w:rFonts w:eastAsia="Calibri"/>
                <w:kern w:val="2"/>
                <w:szCs w:val="28"/>
              </w:rPr>
              <w:br/>
            </w:r>
            <w:proofErr w:type="spellStart"/>
            <w:r w:rsidRPr="007524EC">
              <w:rPr>
                <w:rFonts w:eastAsia="Calibri"/>
                <w:kern w:val="2"/>
                <w:szCs w:val="28"/>
              </w:rPr>
              <w:t>Даниловский</w:t>
            </w:r>
            <w:proofErr w:type="spellEnd"/>
            <w:r w:rsidR="00DA5546" w:rsidRPr="007524EC">
              <w:rPr>
                <w:rFonts w:eastAsia="Calibri"/>
                <w:kern w:val="2"/>
                <w:szCs w:val="28"/>
              </w:rPr>
              <w:t xml:space="preserve"> </w:t>
            </w:r>
            <w:r w:rsidR="00DA5546">
              <w:rPr>
                <w:rFonts w:eastAsia="Calibri"/>
                <w:kern w:val="2"/>
                <w:szCs w:val="28"/>
              </w:rPr>
              <w:t>райо</w:t>
            </w:r>
            <w:r w:rsidR="00DA5546" w:rsidRPr="007524EC">
              <w:rPr>
                <w:rFonts w:eastAsia="Calibri"/>
                <w:kern w:val="2"/>
                <w:szCs w:val="28"/>
              </w:rPr>
              <w:t>н</w:t>
            </w:r>
            <w:r w:rsidRPr="007524EC">
              <w:rPr>
                <w:rFonts w:eastAsia="Calibri"/>
                <w:kern w:val="2"/>
                <w:szCs w:val="28"/>
              </w:rPr>
              <w:t xml:space="preserve">, </w:t>
            </w:r>
            <w:r w:rsidRPr="007524EC">
              <w:rPr>
                <w:rFonts w:eastAsia="Calibri"/>
                <w:kern w:val="2"/>
                <w:szCs w:val="28"/>
              </w:rPr>
              <w:br/>
              <w:t xml:space="preserve">г. Данилов, </w:t>
            </w:r>
          </w:p>
          <w:p w:rsidR="008A14EB" w:rsidRPr="007524EC" w:rsidRDefault="008A14EB" w:rsidP="0081646B">
            <w:pPr>
              <w:ind w:firstLine="0"/>
              <w:jc w:val="left"/>
              <w:rPr>
                <w:kern w:val="2"/>
                <w:szCs w:val="28"/>
              </w:rPr>
            </w:pPr>
            <w:r w:rsidRPr="007524EC">
              <w:rPr>
                <w:rFonts w:eastAsia="Calibri"/>
                <w:kern w:val="2"/>
                <w:szCs w:val="28"/>
              </w:rPr>
              <w:t xml:space="preserve">ул. Набережная, </w:t>
            </w:r>
            <w:r w:rsidR="0081646B">
              <w:rPr>
                <w:rFonts w:eastAsia="Calibri"/>
                <w:kern w:val="2"/>
                <w:szCs w:val="28"/>
              </w:rPr>
              <w:t>д.</w:t>
            </w:r>
            <w:r w:rsidRPr="007524EC">
              <w:rPr>
                <w:rFonts w:eastAsia="Calibri"/>
                <w:kern w:val="2"/>
                <w:szCs w:val="28"/>
              </w:rPr>
              <w:t> 62/1</w:t>
            </w:r>
          </w:p>
        </w:tc>
        <w:tc>
          <w:tcPr>
            <w:tcW w:w="2126" w:type="dxa"/>
          </w:tcPr>
          <w:p w:rsidR="008A14EB" w:rsidRPr="00003E92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нежилое здание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DA5546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544" w:type="dxa"/>
          </w:tcPr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Административное здание, 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  <w:highlight w:val="yellow"/>
              </w:rPr>
            </w:pPr>
            <w:r w:rsidRPr="00003E92">
              <w:rPr>
                <w:rFonts w:eastAsia="Calibri"/>
                <w:kern w:val="2"/>
                <w:szCs w:val="28"/>
              </w:rPr>
              <w:t>кадастровый номер 76:23:030705:135</w:t>
            </w:r>
            <w:r w:rsidR="00C42180">
              <w:rPr>
                <w:rFonts w:eastAsia="Calibri"/>
                <w:kern w:val="2"/>
                <w:szCs w:val="28"/>
                <w:vertAlign w:val="superscript"/>
              </w:rPr>
              <w:t>1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  <w:highlight w:val="yellow"/>
              </w:rPr>
            </w:pP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с земельным участком, 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кадастровый номер 76:23:030705:38</w:t>
            </w:r>
          </w:p>
          <w:p w:rsidR="008A14EB" w:rsidRPr="00003E92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</w:tc>
        <w:tc>
          <w:tcPr>
            <w:tcW w:w="3119" w:type="dxa"/>
          </w:tcPr>
          <w:p w:rsidR="00DA554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lastRenderedPageBreak/>
              <w:t xml:space="preserve">Ярославская область, г. Ярославль, 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  <w:highlight w:val="yellow"/>
              </w:rPr>
            </w:pPr>
            <w:r w:rsidRPr="00003E92">
              <w:rPr>
                <w:rFonts w:eastAsia="Calibri"/>
                <w:kern w:val="2"/>
                <w:szCs w:val="28"/>
              </w:rPr>
              <w:t>ул. Советская, д. 3б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  <w:highlight w:val="yellow"/>
              </w:rPr>
            </w:pPr>
          </w:p>
          <w:p w:rsidR="008A14EB" w:rsidRPr="00003E92" w:rsidRDefault="008A14EB" w:rsidP="0081646B">
            <w:pPr>
              <w:tabs>
                <w:tab w:val="center" w:pos="4677"/>
                <w:tab w:val="right" w:pos="9355"/>
              </w:tabs>
              <w:ind w:right="-107"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Ярославская область, </w:t>
            </w:r>
            <w:r w:rsidR="00DA5546">
              <w:rPr>
                <w:rFonts w:eastAsia="Calibri"/>
                <w:kern w:val="2"/>
                <w:szCs w:val="28"/>
              </w:rPr>
              <w:t>г. </w:t>
            </w:r>
            <w:r w:rsidRPr="00003E92">
              <w:rPr>
                <w:rFonts w:eastAsia="Calibri"/>
                <w:kern w:val="2"/>
                <w:szCs w:val="28"/>
              </w:rPr>
              <w:t>Ярославль,</w:t>
            </w:r>
            <w:r w:rsidR="00DA5546">
              <w:rPr>
                <w:rFonts w:eastAsia="Calibri"/>
                <w:kern w:val="2"/>
                <w:szCs w:val="28"/>
              </w:rPr>
              <w:br/>
            </w:r>
            <w:r w:rsidRPr="00003E92">
              <w:rPr>
                <w:rFonts w:eastAsia="Calibri"/>
                <w:kern w:val="2"/>
                <w:szCs w:val="28"/>
              </w:rPr>
              <w:t>ул</w:t>
            </w:r>
            <w:r w:rsidR="00DA5546">
              <w:rPr>
                <w:rFonts w:eastAsia="Calibri"/>
                <w:kern w:val="2"/>
                <w:szCs w:val="28"/>
              </w:rPr>
              <w:t>.</w:t>
            </w:r>
            <w:r w:rsidRPr="00003E92">
              <w:rPr>
                <w:rFonts w:eastAsia="Calibri"/>
                <w:kern w:val="2"/>
                <w:szCs w:val="28"/>
              </w:rPr>
              <w:t xml:space="preserve"> Советская, </w:t>
            </w:r>
            <w:r w:rsidR="0081646B">
              <w:rPr>
                <w:rFonts w:eastAsia="Calibri"/>
                <w:kern w:val="2"/>
                <w:szCs w:val="28"/>
              </w:rPr>
              <w:t>д.</w:t>
            </w:r>
            <w:r w:rsidRPr="00003E92">
              <w:rPr>
                <w:rFonts w:eastAsia="Calibri"/>
                <w:kern w:val="2"/>
                <w:szCs w:val="28"/>
              </w:rPr>
              <w:t xml:space="preserve"> 3б</w:t>
            </w:r>
          </w:p>
        </w:tc>
        <w:tc>
          <w:tcPr>
            <w:tcW w:w="2126" w:type="dxa"/>
          </w:tcPr>
          <w:p w:rsidR="008A14EB" w:rsidRPr="00003E92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нежилое здание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DA5546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3544" w:type="dxa"/>
          </w:tcPr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Здание бани, 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кадастровы</w:t>
            </w:r>
            <w:r w:rsidR="00DA5546">
              <w:rPr>
                <w:rFonts w:eastAsia="Calibri"/>
                <w:kern w:val="2"/>
                <w:szCs w:val="28"/>
              </w:rPr>
              <w:t>й</w:t>
            </w:r>
            <w:r w:rsidRPr="00003E92">
              <w:rPr>
                <w:rFonts w:eastAsia="Calibri"/>
                <w:kern w:val="2"/>
                <w:szCs w:val="28"/>
              </w:rPr>
              <w:t xml:space="preserve"> номер 76:11:010101:919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C16C92" w:rsidRPr="00003E92" w:rsidRDefault="00C16C92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DA5546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с земельным участком, </w:t>
            </w:r>
          </w:p>
          <w:p w:rsidR="008A14EB" w:rsidRPr="00003E92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кадастровый номер 76:11:043401:76</w:t>
            </w:r>
          </w:p>
        </w:tc>
        <w:tc>
          <w:tcPr>
            <w:tcW w:w="3119" w:type="dxa"/>
          </w:tcPr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Ярославская область, </w:t>
            </w:r>
            <w:proofErr w:type="spellStart"/>
            <w:r w:rsidR="00DA5546" w:rsidRPr="00003E92">
              <w:rPr>
                <w:rFonts w:eastAsia="Calibri"/>
                <w:kern w:val="2"/>
                <w:szCs w:val="28"/>
              </w:rPr>
              <w:t>Переславский</w:t>
            </w:r>
            <w:proofErr w:type="spellEnd"/>
            <w:r w:rsidR="00DA5546">
              <w:rPr>
                <w:rFonts w:eastAsia="Calibri"/>
                <w:kern w:val="2"/>
                <w:szCs w:val="28"/>
              </w:rPr>
              <w:t xml:space="preserve"> </w:t>
            </w:r>
            <w:r>
              <w:rPr>
                <w:rFonts w:eastAsia="Calibri"/>
                <w:kern w:val="2"/>
                <w:szCs w:val="28"/>
              </w:rPr>
              <w:t>р</w:t>
            </w:r>
            <w:r w:rsidR="00DA5546">
              <w:rPr>
                <w:rFonts w:eastAsia="Calibri"/>
                <w:kern w:val="2"/>
                <w:szCs w:val="28"/>
              </w:rPr>
              <w:t>айо</w:t>
            </w:r>
            <w:r>
              <w:rPr>
                <w:rFonts w:eastAsia="Calibri"/>
                <w:kern w:val="2"/>
                <w:szCs w:val="28"/>
              </w:rPr>
              <w:t>н</w:t>
            </w:r>
            <w:r w:rsidR="00DA5546">
              <w:rPr>
                <w:rFonts w:eastAsia="Calibri"/>
                <w:kern w:val="2"/>
                <w:szCs w:val="28"/>
              </w:rPr>
              <w:t>,</w:t>
            </w:r>
            <w:r w:rsidRPr="00003E92">
              <w:rPr>
                <w:rFonts w:eastAsia="Calibri"/>
                <w:kern w:val="2"/>
                <w:szCs w:val="28"/>
              </w:rPr>
              <w:t xml:space="preserve"> с. Гагаринская Новоселка, ул. Садовая, д. 15</w:t>
            </w: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Ярославская область, </w:t>
            </w:r>
          </w:p>
          <w:p w:rsidR="008A14EB" w:rsidRDefault="00DA5546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proofErr w:type="spellStart"/>
            <w:r w:rsidRPr="00003E92">
              <w:rPr>
                <w:rFonts w:eastAsia="Calibri"/>
                <w:kern w:val="2"/>
                <w:szCs w:val="28"/>
              </w:rPr>
              <w:t>Переславский</w:t>
            </w:r>
            <w:proofErr w:type="spellEnd"/>
            <w:r w:rsidRPr="00003E92">
              <w:rPr>
                <w:rFonts w:eastAsia="Calibri"/>
                <w:kern w:val="2"/>
                <w:szCs w:val="28"/>
              </w:rPr>
              <w:t xml:space="preserve"> </w:t>
            </w:r>
            <w:r w:rsidR="008A14EB" w:rsidRPr="00003E92">
              <w:rPr>
                <w:rFonts w:eastAsia="Calibri"/>
                <w:kern w:val="2"/>
                <w:szCs w:val="28"/>
              </w:rPr>
              <w:t>р</w:t>
            </w:r>
            <w:r>
              <w:rPr>
                <w:rFonts w:eastAsia="Calibri"/>
                <w:kern w:val="2"/>
                <w:szCs w:val="28"/>
              </w:rPr>
              <w:t>айо</w:t>
            </w:r>
            <w:r w:rsidR="008A14EB" w:rsidRPr="00003E92">
              <w:rPr>
                <w:rFonts w:eastAsia="Calibri"/>
                <w:kern w:val="2"/>
                <w:szCs w:val="28"/>
              </w:rPr>
              <w:t xml:space="preserve">н, </w:t>
            </w:r>
          </w:p>
          <w:p w:rsidR="008A14EB" w:rsidRPr="00003E92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с. Гагаринская Новоселка, ул. Садовая, д. 15</w:t>
            </w:r>
          </w:p>
        </w:tc>
        <w:tc>
          <w:tcPr>
            <w:tcW w:w="2126" w:type="dxa"/>
          </w:tcPr>
          <w:p w:rsidR="008A14EB" w:rsidRPr="00003E92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нежилое здание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DA5546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3544" w:type="dxa"/>
          </w:tcPr>
          <w:p w:rsidR="009E1820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Здание</w:t>
            </w:r>
            <w:r>
              <w:rPr>
                <w:rFonts w:eastAsia="Calibri"/>
                <w:kern w:val="2"/>
                <w:szCs w:val="28"/>
              </w:rPr>
              <w:t xml:space="preserve"> </w:t>
            </w:r>
            <w:r w:rsidRPr="00C42180">
              <w:rPr>
                <w:rFonts w:eastAsia="Calibri"/>
                <w:kern w:val="2"/>
                <w:szCs w:val="28"/>
              </w:rPr>
              <w:t>(лит. Е, Ж),</w:t>
            </w:r>
            <w:r w:rsidRPr="00003E92">
              <w:rPr>
                <w:rFonts w:eastAsia="Calibri"/>
                <w:kern w:val="2"/>
                <w:szCs w:val="28"/>
              </w:rPr>
              <w:t xml:space="preserve"> 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spacing w:val="-4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кадастровый номер 76:23:030708:56</w:t>
            </w:r>
            <w:r w:rsidR="00C42180">
              <w:rPr>
                <w:spacing w:val="-4"/>
                <w:kern w:val="2"/>
                <w:szCs w:val="28"/>
                <w:vertAlign w:val="superscript"/>
              </w:rPr>
              <w:t>1, 2</w:t>
            </w: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9E1820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с земельным участком, 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кадастровый номер 76:23:030708:33</w:t>
            </w:r>
            <w:r w:rsidR="00C42180" w:rsidRPr="00C42180">
              <w:rPr>
                <w:rFonts w:eastAsia="Calibri"/>
                <w:kern w:val="2"/>
                <w:szCs w:val="28"/>
                <w:vertAlign w:val="superscript"/>
              </w:rPr>
              <w:t>3</w:t>
            </w:r>
          </w:p>
          <w:p w:rsidR="008A14EB" w:rsidRPr="00003E92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</w:tc>
        <w:tc>
          <w:tcPr>
            <w:tcW w:w="3119" w:type="dxa"/>
          </w:tcPr>
          <w:p w:rsidR="009E1820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Ярославская область, г. Ярославль, 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ул. Максимова, д. 17/27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color w:val="000000" w:themeColor="text1"/>
                <w:kern w:val="2"/>
                <w:szCs w:val="28"/>
              </w:rPr>
            </w:pPr>
          </w:p>
          <w:p w:rsidR="009E1820" w:rsidRDefault="008A14EB" w:rsidP="009E1820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color w:val="000000" w:themeColor="text1"/>
                <w:kern w:val="2"/>
                <w:szCs w:val="28"/>
              </w:rPr>
            </w:pPr>
            <w:r w:rsidRPr="00003E92">
              <w:rPr>
                <w:rFonts w:eastAsia="Calibri"/>
                <w:color w:val="000000" w:themeColor="text1"/>
                <w:kern w:val="2"/>
                <w:szCs w:val="28"/>
              </w:rPr>
              <w:t xml:space="preserve">Ярославская область, </w:t>
            </w:r>
            <w:r w:rsidR="009E1820">
              <w:rPr>
                <w:rFonts w:eastAsia="Calibri"/>
                <w:color w:val="000000" w:themeColor="text1"/>
                <w:kern w:val="2"/>
                <w:szCs w:val="28"/>
              </w:rPr>
              <w:t>г. </w:t>
            </w:r>
            <w:r w:rsidRPr="00003E92">
              <w:rPr>
                <w:rFonts w:eastAsia="Calibri"/>
                <w:color w:val="000000" w:themeColor="text1"/>
                <w:kern w:val="2"/>
                <w:szCs w:val="28"/>
              </w:rPr>
              <w:t xml:space="preserve">Ярославль, </w:t>
            </w:r>
          </w:p>
          <w:p w:rsidR="008A14EB" w:rsidRPr="009056D6" w:rsidRDefault="008A14EB" w:rsidP="0081646B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color w:val="000000" w:themeColor="text1"/>
                <w:kern w:val="2"/>
                <w:szCs w:val="28"/>
              </w:rPr>
            </w:pPr>
            <w:r w:rsidRPr="00003E92">
              <w:rPr>
                <w:rFonts w:eastAsia="Calibri"/>
                <w:color w:val="000000" w:themeColor="text1"/>
                <w:kern w:val="2"/>
                <w:szCs w:val="28"/>
              </w:rPr>
              <w:t>ул</w:t>
            </w:r>
            <w:r w:rsidR="009E1820">
              <w:rPr>
                <w:rFonts w:eastAsia="Calibri"/>
                <w:color w:val="000000" w:themeColor="text1"/>
                <w:kern w:val="2"/>
                <w:szCs w:val="28"/>
              </w:rPr>
              <w:t>.</w:t>
            </w:r>
            <w:r w:rsidRPr="00003E92">
              <w:rPr>
                <w:rFonts w:eastAsia="Calibri"/>
                <w:color w:val="000000" w:themeColor="text1"/>
                <w:kern w:val="2"/>
                <w:szCs w:val="28"/>
              </w:rPr>
              <w:t xml:space="preserve"> Мак</w:t>
            </w:r>
            <w:r>
              <w:rPr>
                <w:rFonts w:eastAsia="Calibri"/>
                <w:color w:val="000000" w:themeColor="text1"/>
                <w:kern w:val="2"/>
                <w:szCs w:val="28"/>
              </w:rPr>
              <w:t xml:space="preserve">симова, </w:t>
            </w:r>
            <w:r w:rsidR="0081646B">
              <w:rPr>
                <w:rFonts w:eastAsia="Calibri"/>
                <w:color w:val="000000" w:themeColor="text1"/>
                <w:kern w:val="2"/>
                <w:szCs w:val="28"/>
              </w:rPr>
              <w:t xml:space="preserve">д. </w:t>
            </w:r>
            <w:r>
              <w:rPr>
                <w:rFonts w:eastAsia="Calibri"/>
                <w:color w:val="000000" w:themeColor="text1"/>
                <w:kern w:val="2"/>
                <w:szCs w:val="28"/>
              </w:rPr>
              <w:t>17/27</w:t>
            </w:r>
          </w:p>
        </w:tc>
        <w:tc>
          <w:tcPr>
            <w:tcW w:w="2126" w:type="dxa"/>
          </w:tcPr>
          <w:p w:rsidR="008A14EB" w:rsidRPr="00003E92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нежилое здание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9E1820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3544" w:type="dxa"/>
          </w:tcPr>
          <w:p w:rsidR="009E1820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Здание, 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кадастровый номер 76:23:030716:40</w:t>
            </w:r>
            <w:r w:rsidR="00C42180">
              <w:rPr>
                <w:rFonts w:eastAsia="Calibri"/>
                <w:kern w:val="2"/>
                <w:szCs w:val="28"/>
                <w:vertAlign w:val="superscript"/>
              </w:rPr>
              <w:t>1, 2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9E1820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с земельным участком, </w:t>
            </w:r>
          </w:p>
          <w:p w:rsidR="008A14EB" w:rsidRPr="00003E92" w:rsidRDefault="008A14EB" w:rsidP="009E1820">
            <w:pPr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кадастровый номер 76:23:030722:14</w:t>
            </w:r>
            <w:r w:rsidR="00C42180" w:rsidRPr="00C42180">
              <w:rPr>
                <w:rFonts w:eastAsia="Calibri"/>
                <w:kern w:val="2"/>
                <w:szCs w:val="28"/>
                <w:vertAlign w:val="superscript"/>
              </w:rPr>
              <w:t>3</w:t>
            </w:r>
          </w:p>
        </w:tc>
        <w:tc>
          <w:tcPr>
            <w:tcW w:w="3119" w:type="dxa"/>
          </w:tcPr>
          <w:p w:rsidR="009E1820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 xml:space="preserve">Ярославская область, г. Ярославль, 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пл. Челюскинцев, д. 10/3</w:t>
            </w:r>
          </w:p>
          <w:p w:rsidR="008A14EB" w:rsidRPr="00003E92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9E1820" w:rsidRDefault="008A14EB" w:rsidP="009E1820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8E09AA">
              <w:rPr>
                <w:rFonts w:eastAsia="Calibri"/>
                <w:kern w:val="2"/>
                <w:szCs w:val="28"/>
              </w:rPr>
              <w:t xml:space="preserve">Ярославская область, </w:t>
            </w:r>
            <w:r w:rsidR="009E1820">
              <w:rPr>
                <w:rFonts w:eastAsia="Calibri"/>
                <w:kern w:val="2"/>
                <w:szCs w:val="28"/>
              </w:rPr>
              <w:t xml:space="preserve">город Ярославль, </w:t>
            </w:r>
          </w:p>
          <w:p w:rsidR="008A14EB" w:rsidRPr="009056D6" w:rsidRDefault="009E1820" w:rsidP="0081646B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пл.</w:t>
            </w:r>
            <w:r w:rsidR="008A14EB" w:rsidRPr="008E09AA">
              <w:rPr>
                <w:rFonts w:eastAsia="Calibri"/>
                <w:kern w:val="2"/>
                <w:szCs w:val="28"/>
              </w:rPr>
              <w:t xml:space="preserve"> Челюскинцев, </w:t>
            </w:r>
            <w:r w:rsidR="0081646B">
              <w:rPr>
                <w:rFonts w:eastAsia="Calibri"/>
                <w:kern w:val="2"/>
                <w:szCs w:val="28"/>
              </w:rPr>
              <w:t>д. </w:t>
            </w:r>
            <w:r w:rsidR="008A14EB" w:rsidRPr="008E09AA">
              <w:rPr>
                <w:rFonts w:eastAsia="Calibri"/>
                <w:kern w:val="2"/>
                <w:szCs w:val="28"/>
              </w:rPr>
              <w:t>10/3</w:t>
            </w:r>
          </w:p>
        </w:tc>
        <w:tc>
          <w:tcPr>
            <w:tcW w:w="2126" w:type="dxa"/>
          </w:tcPr>
          <w:p w:rsidR="008A14EB" w:rsidRPr="00003E92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003E92">
              <w:rPr>
                <w:rFonts w:eastAsia="Calibri"/>
                <w:kern w:val="2"/>
                <w:szCs w:val="28"/>
              </w:rPr>
              <w:t>нежилое здание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9E1820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3544" w:type="dxa"/>
          </w:tcPr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Административное здание, кадастровый номер 76:23:030705:838</w:t>
            </w:r>
            <w:r w:rsidR="00C42180">
              <w:rPr>
                <w:rFonts w:eastAsia="Calibri"/>
                <w:kern w:val="2"/>
                <w:szCs w:val="28"/>
                <w:vertAlign w:val="superscript"/>
              </w:rPr>
              <w:t>1, 2</w:t>
            </w: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9E1820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 xml:space="preserve">с земельным участком, </w:t>
            </w: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кадастровый номер 76:23:030705:924</w:t>
            </w:r>
            <w:r w:rsidR="00C42180" w:rsidRPr="00C42180">
              <w:rPr>
                <w:rFonts w:eastAsia="Calibri"/>
                <w:kern w:val="2"/>
                <w:szCs w:val="28"/>
                <w:vertAlign w:val="superscript"/>
              </w:rPr>
              <w:t>3</w:t>
            </w:r>
          </w:p>
        </w:tc>
        <w:tc>
          <w:tcPr>
            <w:tcW w:w="3119" w:type="dxa"/>
          </w:tcPr>
          <w:p w:rsidR="009E1820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 xml:space="preserve">Ярославская область, г. Ярославль, </w:t>
            </w: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ул. Советская, д. 7</w:t>
            </w: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9E1820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 xml:space="preserve">Ярославская область, г. Ярославль, </w:t>
            </w:r>
          </w:p>
          <w:p w:rsidR="008A14EB" w:rsidRPr="00EA2636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ул. Советская, д. 7</w:t>
            </w:r>
          </w:p>
        </w:tc>
        <w:tc>
          <w:tcPr>
            <w:tcW w:w="2126" w:type="dxa"/>
          </w:tcPr>
          <w:p w:rsidR="008A14EB" w:rsidRPr="00EA2636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нежилое здание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9E1820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3544" w:type="dxa"/>
          </w:tcPr>
          <w:p w:rsidR="009E1820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 xml:space="preserve">Объект незавершенного строительства, </w:t>
            </w: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кадастровый номер 76:23:011001:3752</w:t>
            </w:r>
            <w:r w:rsidR="00C42180" w:rsidRPr="00C42180">
              <w:rPr>
                <w:rFonts w:eastAsia="Calibri"/>
                <w:kern w:val="2"/>
                <w:szCs w:val="28"/>
                <w:vertAlign w:val="superscript"/>
              </w:rPr>
              <w:t>2</w:t>
            </w: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9E1820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 xml:space="preserve">с земельным участком, </w:t>
            </w: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кадастровый номер 76:23:011001:621</w:t>
            </w:r>
            <w:r w:rsidR="00C42180" w:rsidRPr="00C42180">
              <w:rPr>
                <w:rFonts w:eastAsia="Calibri"/>
                <w:kern w:val="2"/>
                <w:szCs w:val="28"/>
                <w:vertAlign w:val="superscript"/>
              </w:rPr>
              <w:t>3</w:t>
            </w:r>
          </w:p>
          <w:p w:rsidR="008A14EB" w:rsidRPr="00EA2636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</w:tc>
        <w:tc>
          <w:tcPr>
            <w:tcW w:w="3119" w:type="dxa"/>
          </w:tcPr>
          <w:p w:rsidR="009E1820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B224B6">
              <w:rPr>
                <w:rFonts w:eastAsia="Calibri"/>
                <w:kern w:val="2"/>
                <w:szCs w:val="28"/>
              </w:rPr>
              <w:t>Ярославская область, г</w:t>
            </w:r>
            <w:r>
              <w:rPr>
                <w:rFonts w:eastAsia="Calibri"/>
                <w:kern w:val="2"/>
                <w:szCs w:val="28"/>
              </w:rPr>
              <w:t>. </w:t>
            </w:r>
            <w:r w:rsidRPr="00B224B6">
              <w:rPr>
                <w:rFonts w:eastAsia="Calibri"/>
                <w:kern w:val="2"/>
                <w:szCs w:val="28"/>
              </w:rPr>
              <w:t xml:space="preserve"> Ярославль, </w:t>
            </w:r>
          </w:p>
          <w:p w:rsidR="008A14EB" w:rsidRPr="00EA2636" w:rsidRDefault="009E1820" w:rsidP="00C42180">
            <w:pPr>
              <w:tabs>
                <w:tab w:val="center" w:pos="4677"/>
                <w:tab w:val="right" w:pos="9355"/>
              </w:tabs>
              <w:ind w:right="-107" w:firstLine="0"/>
              <w:jc w:val="left"/>
              <w:rPr>
                <w:rFonts w:eastAsia="Calibri"/>
                <w:kern w:val="2"/>
                <w:szCs w:val="28"/>
              </w:rPr>
            </w:pPr>
            <w:r w:rsidRPr="00B224B6">
              <w:rPr>
                <w:rFonts w:eastAsia="Calibri"/>
                <w:kern w:val="2"/>
                <w:szCs w:val="28"/>
              </w:rPr>
              <w:t xml:space="preserve">Ленинградский </w:t>
            </w:r>
            <w:r w:rsidR="008A14EB" w:rsidRPr="00B224B6">
              <w:rPr>
                <w:rFonts w:eastAsia="Calibri"/>
                <w:kern w:val="2"/>
                <w:szCs w:val="28"/>
              </w:rPr>
              <w:t>пр</w:t>
            </w:r>
            <w:r w:rsidR="008A14EB">
              <w:rPr>
                <w:rFonts w:eastAsia="Calibri"/>
                <w:kern w:val="2"/>
                <w:szCs w:val="28"/>
              </w:rPr>
              <w:t>оспе</w:t>
            </w:r>
            <w:r w:rsidR="008A14EB" w:rsidRPr="00B224B6">
              <w:rPr>
                <w:rFonts w:eastAsia="Calibri"/>
                <w:kern w:val="2"/>
                <w:szCs w:val="28"/>
              </w:rPr>
              <w:t>кт, здание 25д</w:t>
            </w: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spacing w:val="-4"/>
                <w:kern w:val="2"/>
                <w:szCs w:val="28"/>
              </w:rPr>
            </w:pPr>
          </w:p>
          <w:p w:rsidR="009E1820" w:rsidRDefault="008A14EB" w:rsidP="009E1820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 xml:space="preserve">Ярославская область, </w:t>
            </w:r>
            <w:r w:rsidR="009E1820">
              <w:rPr>
                <w:rFonts w:eastAsia="Calibri"/>
                <w:kern w:val="2"/>
                <w:szCs w:val="28"/>
              </w:rPr>
              <w:t>г. </w:t>
            </w:r>
            <w:r w:rsidRPr="00EA2636">
              <w:rPr>
                <w:rFonts w:eastAsia="Calibri"/>
                <w:kern w:val="2"/>
                <w:szCs w:val="28"/>
              </w:rPr>
              <w:t xml:space="preserve">Ярославль, </w:t>
            </w:r>
          </w:p>
          <w:p w:rsidR="008A14EB" w:rsidRPr="00EA2636" w:rsidRDefault="008A14EB" w:rsidP="0081646B">
            <w:pPr>
              <w:ind w:firstLine="0"/>
              <w:jc w:val="left"/>
              <w:rPr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 xml:space="preserve">Ленинградский проспект, </w:t>
            </w:r>
            <w:r w:rsidR="0081646B">
              <w:rPr>
                <w:rFonts w:eastAsia="Calibri"/>
                <w:kern w:val="2"/>
                <w:szCs w:val="28"/>
              </w:rPr>
              <w:t xml:space="preserve">д. </w:t>
            </w:r>
            <w:r w:rsidRPr="00EA2636">
              <w:rPr>
                <w:rFonts w:eastAsia="Calibri"/>
                <w:kern w:val="2"/>
                <w:szCs w:val="28"/>
              </w:rPr>
              <w:t>25д</w:t>
            </w:r>
          </w:p>
        </w:tc>
        <w:tc>
          <w:tcPr>
            <w:tcW w:w="2126" w:type="dxa"/>
          </w:tcPr>
          <w:p w:rsidR="008A14EB" w:rsidRPr="00EA2636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 xml:space="preserve">объект </w:t>
            </w:r>
          </w:p>
          <w:p w:rsidR="008A14EB" w:rsidRPr="00EA2636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EA2636">
              <w:rPr>
                <w:rFonts w:eastAsia="Calibri"/>
                <w:spacing w:val="-4"/>
                <w:kern w:val="2"/>
                <w:szCs w:val="28"/>
              </w:rPr>
              <w:t xml:space="preserve">незавершенного </w:t>
            </w:r>
            <w:r w:rsidRPr="00EA2636">
              <w:rPr>
                <w:rFonts w:eastAsia="Calibri"/>
                <w:kern w:val="2"/>
                <w:szCs w:val="28"/>
              </w:rPr>
              <w:t>строительства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9E1820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17</w:t>
            </w:r>
          </w:p>
        </w:tc>
        <w:tc>
          <w:tcPr>
            <w:tcW w:w="3544" w:type="dxa"/>
          </w:tcPr>
          <w:p w:rsidR="009E1820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color w:val="000000" w:themeColor="text1"/>
                <w:kern w:val="2"/>
                <w:szCs w:val="28"/>
              </w:rPr>
            </w:pPr>
            <w:r w:rsidRPr="00EA2636">
              <w:rPr>
                <w:rFonts w:eastAsia="Calibri"/>
                <w:color w:val="000000" w:themeColor="text1"/>
                <w:kern w:val="2"/>
                <w:szCs w:val="28"/>
              </w:rPr>
              <w:t xml:space="preserve">Нежилое здание (амбулатории, отделения связи), </w:t>
            </w:r>
          </w:p>
          <w:p w:rsidR="008A14EB" w:rsidRPr="00C42180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  <w:vertAlign w:val="superscript"/>
              </w:rPr>
            </w:pPr>
            <w:r w:rsidRPr="00EA2636">
              <w:rPr>
                <w:rFonts w:eastAsia="Calibri"/>
                <w:kern w:val="2"/>
                <w:szCs w:val="28"/>
              </w:rPr>
              <w:t>кадастровый номер 76:17:010101:8534</w:t>
            </w:r>
            <w:r w:rsidR="00C42180">
              <w:rPr>
                <w:rFonts w:eastAsia="Calibri"/>
                <w:kern w:val="2"/>
                <w:szCs w:val="28"/>
                <w:vertAlign w:val="superscript"/>
              </w:rPr>
              <w:t>2</w:t>
            </w:r>
          </w:p>
          <w:p w:rsidR="00C16C92" w:rsidRPr="00E1133D" w:rsidRDefault="00C16C92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color w:val="000000" w:themeColor="text1"/>
                <w:kern w:val="2"/>
                <w:szCs w:val="28"/>
              </w:rPr>
            </w:pPr>
          </w:p>
          <w:p w:rsidR="009E1820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color w:val="000000"/>
                <w:kern w:val="2"/>
                <w:szCs w:val="28"/>
              </w:rPr>
            </w:pPr>
            <w:r w:rsidRPr="00EA2636">
              <w:rPr>
                <w:rFonts w:eastAsia="Calibri"/>
                <w:color w:val="000000"/>
                <w:kern w:val="2"/>
                <w:szCs w:val="28"/>
              </w:rPr>
              <w:t xml:space="preserve">с земельным участком, </w:t>
            </w:r>
          </w:p>
          <w:p w:rsidR="008A14EB" w:rsidRPr="00C42180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color w:val="000000"/>
                <w:kern w:val="2"/>
                <w:szCs w:val="28"/>
                <w:vertAlign w:val="superscript"/>
              </w:rPr>
            </w:pPr>
            <w:r w:rsidRPr="00EA2636">
              <w:rPr>
                <w:rFonts w:eastAsia="Calibri"/>
                <w:color w:val="000000"/>
                <w:kern w:val="2"/>
                <w:szCs w:val="28"/>
              </w:rPr>
              <w:t>кадастровый номер 76:17:150401:194</w:t>
            </w:r>
            <w:r w:rsidR="00C42180">
              <w:rPr>
                <w:rFonts w:eastAsia="Calibri"/>
                <w:color w:val="000000"/>
                <w:kern w:val="2"/>
                <w:szCs w:val="28"/>
                <w:vertAlign w:val="superscript"/>
              </w:rPr>
              <w:t>3</w:t>
            </w:r>
          </w:p>
          <w:p w:rsidR="008A14EB" w:rsidRPr="00EA2636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</w:tc>
        <w:tc>
          <w:tcPr>
            <w:tcW w:w="3119" w:type="dxa"/>
          </w:tcPr>
          <w:p w:rsidR="009E1820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1133D">
              <w:rPr>
                <w:rFonts w:eastAsia="Calibri"/>
                <w:kern w:val="2"/>
                <w:szCs w:val="28"/>
              </w:rPr>
              <w:t xml:space="preserve">Ярославская область, </w:t>
            </w:r>
            <w:r w:rsidR="009E1820" w:rsidRPr="00E1133D">
              <w:rPr>
                <w:rFonts w:eastAsia="Calibri"/>
                <w:kern w:val="2"/>
                <w:szCs w:val="28"/>
              </w:rPr>
              <w:t xml:space="preserve">Ярославский </w:t>
            </w:r>
            <w:r w:rsidRPr="00E1133D">
              <w:rPr>
                <w:rFonts w:eastAsia="Calibri"/>
                <w:kern w:val="2"/>
                <w:szCs w:val="28"/>
              </w:rPr>
              <w:t xml:space="preserve">район, </w:t>
            </w:r>
            <w:r w:rsidR="009E1820">
              <w:rPr>
                <w:rFonts w:eastAsia="Calibri"/>
                <w:kern w:val="2"/>
                <w:szCs w:val="28"/>
              </w:rPr>
              <w:t xml:space="preserve">п. Дубки, </w:t>
            </w:r>
          </w:p>
          <w:p w:rsidR="008A14EB" w:rsidRPr="00EA2636" w:rsidRDefault="009E1820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ул.</w:t>
            </w:r>
            <w:r w:rsidR="008A14EB" w:rsidRPr="00E1133D">
              <w:rPr>
                <w:rFonts w:eastAsia="Calibri"/>
                <w:kern w:val="2"/>
                <w:szCs w:val="28"/>
              </w:rPr>
              <w:t xml:space="preserve"> Некрасова, д</w:t>
            </w:r>
            <w:r>
              <w:rPr>
                <w:rFonts w:eastAsia="Calibri"/>
                <w:kern w:val="2"/>
                <w:szCs w:val="28"/>
              </w:rPr>
              <w:t>.</w:t>
            </w:r>
            <w:r w:rsidR="008A14EB" w:rsidRPr="00E1133D">
              <w:rPr>
                <w:rFonts w:eastAsia="Calibri"/>
                <w:kern w:val="2"/>
                <w:szCs w:val="28"/>
              </w:rPr>
              <w:t xml:space="preserve"> 6</w:t>
            </w: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:rsidR="009E1820" w:rsidRDefault="008A14EB" w:rsidP="009E1820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 xml:space="preserve">адрес ориентира: </w:t>
            </w:r>
            <w:r>
              <w:rPr>
                <w:rFonts w:eastAsia="Calibri"/>
                <w:kern w:val="2"/>
                <w:szCs w:val="28"/>
              </w:rPr>
              <w:br/>
            </w:r>
            <w:r w:rsidR="009E1820" w:rsidRPr="00EA2636">
              <w:rPr>
                <w:rFonts w:eastAsia="Calibri"/>
                <w:kern w:val="2"/>
                <w:szCs w:val="28"/>
              </w:rPr>
              <w:t xml:space="preserve">Ярославская </w:t>
            </w:r>
            <w:r w:rsidRPr="00EA2636">
              <w:rPr>
                <w:rFonts w:eastAsia="Calibri"/>
                <w:kern w:val="2"/>
                <w:szCs w:val="28"/>
              </w:rPr>
              <w:t>обл</w:t>
            </w:r>
            <w:r w:rsidR="009E1820">
              <w:rPr>
                <w:rFonts w:eastAsia="Calibri"/>
                <w:kern w:val="2"/>
                <w:szCs w:val="28"/>
              </w:rPr>
              <w:t>асти</w:t>
            </w:r>
            <w:r w:rsidRPr="00EA2636">
              <w:rPr>
                <w:rFonts w:eastAsia="Calibri"/>
                <w:kern w:val="2"/>
                <w:szCs w:val="28"/>
              </w:rPr>
              <w:t xml:space="preserve">, </w:t>
            </w:r>
            <w:r>
              <w:rPr>
                <w:rFonts w:eastAsia="Calibri"/>
                <w:kern w:val="2"/>
                <w:szCs w:val="28"/>
              </w:rPr>
              <w:br/>
            </w:r>
            <w:r w:rsidRPr="00EA2636">
              <w:rPr>
                <w:rFonts w:eastAsia="Calibri"/>
                <w:kern w:val="2"/>
                <w:szCs w:val="28"/>
              </w:rPr>
              <w:t>Ярославский</w:t>
            </w:r>
            <w:r w:rsidR="009E1820" w:rsidRPr="00EA2636">
              <w:rPr>
                <w:rFonts w:eastAsia="Calibri"/>
                <w:kern w:val="2"/>
                <w:szCs w:val="28"/>
              </w:rPr>
              <w:t xml:space="preserve"> р</w:t>
            </w:r>
            <w:r w:rsidR="009E1820">
              <w:rPr>
                <w:rFonts w:eastAsia="Calibri"/>
                <w:kern w:val="2"/>
                <w:szCs w:val="28"/>
              </w:rPr>
              <w:t>айо</w:t>
            </w:r>
            <w:r w:rsidR="009E1820" w:rsidRPr="00EA2636">
              <w:rPr>
                <w:rFonts w:eastAsia="Calibri"/>
                <w:kern w:val="2"/>
                <w:szCs w:val="28"/>
              </w:rPr>
              <w:t>н</w:t>
            </w:r>
            <w:r w:rsidRPr="00EA2636">
              <w:rPr>
                <w:rFonts w:eastAsia="Calibri"/>
                <w:kern w:val="2"/>
                <w:szCs w:val="28"/>
              </w:rPr>
              <w:t xml:space="preserve">, </w:t>
            </w:r>
            <w:r>
              <w:rPr>
                <w:rFonts w:eastAsia="Calibri"/>
                <w:kern w:val="2"/>
                <w:szCs w:val="28"/>
              </w:rPr>
              <w:br/>
            </w:r>
            <w:proofErr w:type="spellStart"/>
            <w:r w:rsidRPr="00EA2636">
              <w:rPr>
                <w:rFonts w:eastAsia="Calibri"/>
                <w:kern w:val="2"/>
                <w:szCs w:val="28"/>
              </w:rPr>
              <w:t>Карабихский</w:t>
            </w:r>
            <w:proofErr w:type="spellEnd"/>
            <w:r w:rsidR="00C42180">
              <w:rPr>
                <w:rFonts w:eastAsia="Calibri"/>
                <w:kern w:val="2"/>
                <w:szCs w:val="28"/>
              </w:rPr>
              <w:t xml:space="preserve"> сельский совет</w:t>
            </w:r>
            <w:r w:rsidRPr="00EA2636">
              <w:rPr>
                <w:rFonts w:eastAsia="Calibri"/>
                <w:kern w:val="2"/>
                <w:szCs w:val="28"/>
              </w:rPr>
              <w:t>, п.</w:t>
            </w:r>
            <w:r>
              <w:rPr>
                <w:rFonts w:eastAsia="Calibri"/>
                <w:kern w:val="2"/>
                <w:szCs w:val="28"/>
              </w:rPr>
              <w:t> </w:t>
            </w:r>
            <w:r w:rsidRPr="00EA2636">
              <w:rPr>
                <w:rFonts w:eastAsia="Calibri"/>
                <w:kern w:val="2"/>
                <w:szCs w:val="28"/>
              </w:rPr>
              <w:t xml:space="preserve">Дубки, </w:t>
            </w:r>
          </w:p>
          <w:p w:rsidR="008A14EB" w:rsidRPr="00EA2636" w:rsidRDefault="008A14EB" w:rsidP="009E1820">
            <w:pPr>
              <w:ind w:firstLine="0"/>
              <w:jc w:val="left"/>
              <w:rPr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ул.</w:t>
            </w:r>
            <w:r>
              <w:rPr>
                <w:rFonts w:eastAsia="Calibri"/>
                <w:kern w:val="2"/>
                <w:szCs w:val="28"/>
              </w:rPr>
              <w:t> </w:t>
            </w:r>
            <w:r w:rsidRPr="00EA2636">
              <w:rPr>
                <w:rFonts w:eastAsia="Calibri"/>
                <w:kern w:val="2"/>
                <w:szCs w:val="28"/>
              </w:rPr>
              <w:t>Некрасова, д</w:t>
            </w:r>
            <w:r w:rsidR="009E1820">
              <w:rPr>
                <w:rFonts w:eastAsia="Calibri"/>
                <w:kern w:val="2"/>
                <w:szCs w:val="28"/>
              </w:rPr>
              <w:t>.</w:t>
            </w:r>
            <w:r w:rsidRPr="00EA2636">
              <w:rPr>
                <w:rFonts w:eastAsia="Calibri"/>
                <w:kern w:val="2"/>
                <w:szCs w:val="28"/>
              </w:rPr>
              <w:t xml:space="preserve"> 6</w:t>
            </w:r>
          </w:p>
        </w:tc>
        <w:tc>
          <w:tcPr>
            <w:tcW w:w="2126" w:type="dxa"/>
          </w:tcPr>
          <w:p w:rsidR="008A14EB" w:rsidRPr="00EA2636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нежилое здание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111373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3544" w:type="dxa"/>
          </w:tcPr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Недвижимое имущество:</w:t>
            </w: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11137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 xml:space="preserve">нежилое здание, </w:t>
            </w:r>
          </w:p>
          <w:p w:rsidR="008A14EB" w:rsidRPr="00474A79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  <w:vertAlign w:val="superscript"/>
              </w:rPr>
            </w:pPr>
            <w:r w:rsidRPr="00EA2636">
              <w:rPr>
                <w:rFonts w:eastAsia="Calibri"/>
                <w:kern w:val="2"/>
                <w:szCs w:val="28"/>
              </w:rPr>
              <w:t>кадастровый номер 76:20:080502:19</w:t>
            </w:r>
            <w:r w:rsidR="00474A79">
              <w:rPr>
                <w:rFonts w:eastAsia="Calibri"/>
                <w:kern w:val="2"/>
                <w:szCs w:val="28"/>
                <w:vertAlign w:val="superscript"/>
              </w:rPr>
              <w:t>2</w:t>
            </w: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11137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здание г</w:t>
            </w:r>
            <w:r w:rsidRPr="00EA2636">
              <w:rPr>
                <w:rFonts w:eastAsia="Calibri"/>
                <w:kern w:val="2"/>
                <w:szCs w:val="28"/>
              </w:rPr>
              <w:t>араж</w:t>
            </w:r>
            <w:r>
              <w:rPr>
                <w:rFonts w:eastAsia="Calibri"/>
                <w:kern w:val="2"/>
                <w:szCs w:val="28"/>
              </w:rPr>
              <w:t>а</w:t>
            </w:r>
            <w:r w:rsidRPr="00EA2636">
              <w:rPr>
                <w:rFonts w:eastAsia="Calibri"/>
                <w:kern w:val="2"/>
                <w:szCs w:val="28"/>
              </w:rPr>
              <w:t xml:space="preserve">, </w:t>
            </w: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кадастровый номер 76:20:080502:18</w:t>
            </w:r>
            <w:r w:rsidR="00474A79" w:rsidRPr="00474A79">
              <w:rPr>
                <w:rFonts w:eastAsia="Calibri"/>
                <w:kern w:val="2"/>
                <w:szCs w:val="28"/>
                <w:vertAlign w:val="superscript"/>
              </w:rPr>
              <w:t>2</w:t>
            </w:r>
          </w:p>
          <w:p w:rsidR="0081646B" w:rsidRPr="00EA2636" w:rsidRDefault="0081646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color w:val="000000" w:themeColor="text1"/>
                <w:kern w:val="2"/>
                <w:szCs w:val="28"/>
              </w:rPr>
            </w:pPr>
          </w:p>
          <w:p w:rsidR="0011137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color w:val="000000"/>
                <w:kern w:val="2"/>
                <w:szCs w:val="28"/>
              </w:rPr>
            </w:pPr>
            <w:r w:rsidRPr="00EA2636">
              <w:rPr>
                <w:rFonts w:eastAsia="Calibri"/>
                <w:color w:val="000000"/>
                <w:kern w:val="2"/>
                <w:szCs w:val="28"/>
              </w:rPr>
              <w:t xml:space="preserve">с земельным участком, </w:t>
            </w:r>
          </w:p>
          <w:p w:rsidR="008A14EB" w:rsidRPr="00474A79" w:rsidRDefault="008A14EB" w:rsidP="00111373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color w:val="000000"/>
                <w:kern w:val="2"/>
                <w:szCs w:val="28"/>
                <w:vertAlign w:val="superscript"/>
              </w:rPr>
            </w:pPr>
            <w:r w:rsidRPr="00EA2636">
              <w:rPr>
                <w:rFonts w:eastAsia="Calibri"/>
                <w:color w:val="000000"/>
                <w:kern w:val="2"/>
                <w:szCs w:val="28"/>
              </w:rPr>
              <w:t>кадастровый номер 76:20:080502:9</w:t>
            </w:r>
            <w:r w:rsidR="00474A79">
              <w:rPr>
                <w:rFonts w:eastAsia="Calibri"/>
                <w:color w:val="000000"/>
                <w:kern w:val="2"/>
                <w:szCs w:val="28"/>
                <w:vertAlign w:val="superscript"/>
              </w:rPr>
              <w:t>3</w:t>
            </w:r>
          </w:p>
        </w:tc>
        <w:tc>
          <w:tcPr>
            <w:tcW w:w="3119" w:type="dxa"/>
          </w:tcPr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Ярославская область</w:t>
            </w:r>
            <w:r w:rsidRPr="00EA2636">
              <w:rPr>
                <w:rFonts w:eastAsia="Calibri"/>
                <w:kern w:val="2"/>
                <w:szCs w:val="28"/>
              </w:rPr>
              <w:t>, г. Рыбинск, ул. Большая Казанская, д. 44</w:t>
            </w: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 xml:space="preserve">Ярославская область, </w:t>
            </w: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г. Рыбинск, ул.</w:t>
            </w:r>
            <w:r>
              <w:rPr>
                <w:rFonts w:eastAsia="Calibri"/>
                <w:kern w:val="2"/>
                <w:szCs w:val="28"/>
              </w:rPr>
              <w:t> Большая Казанская, д. </w:t>
            </w:r>
            <w:r w:rsidRPr="00EA2636">
              <w:rPr>
                <w:rFonts w:eastAsia="Calibri"/>
                <w:kern w:val="2"/>
                <w:szCs w:val="28"/>
              </w:rPr>
              <w:t>44</w:t>
            </w:r>
          </w:p>
          <w:p w:rsidR="0081646B" w:rsidRPr="00EA2636" w:rsidRDefault="0081646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EA2636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Ярославская область, г. Рыбинск, ул. Большая Казанская, д. 44</w:t>
            </w:r>
          </w:p>
        </w:tc>
        <w:tc>
          <w:tcPr>
            <w:tcW w:w="2126" w:type="dxa"/>
          </w:tcPr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нежилое здание</w:t>
            </w: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EA2636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нежилое здание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111373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3544" w:type="dxa"/>
          </w:tcPr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Нежил</w:t>
            </w:r>
            <w:r>
              <w:rPr>
                <w:rFonts w:eastAsia="Calibri"/>
                <w:kern w:val="2"/>
                <w:szCs w:val="28"/>
              </w:rPr>
              <w:t>ые</w:t>
            </w:r>
            <w:r w:rsidRPr="00EA2636">
              <w:rPr>
                <w:rFonts w:eastAsia="Calibri"/>
                <w:kern w:val="2"/>
                <w:szCs w:val="28"/>
              </w:rPr>
              <w:t xml:space="preserve"> помещени</w:t>
            </w:r>
            <w:r>
              <w:rPr>
                <w:rFonts w:eastAsia="Calibri"/>
                <w:kern w:val="2"/>
                <w:szCs w:val="28"/>
              </w:rPr>
              <w:t>я</w:t>
            </w:r>
            <w:r w:rsidRPr="00EA2636">
              <w:rPr>
                <w:rFonts w:eastAsia="Calibri"/>
                <w:kern w:val="2"/>
                <w:szCs w:val="28"/>
              </w:rPr>
              <w:t xml:space="preserve"> </w:t>
            </w:r>
          </w:p>
          <w:p w:rsidR="0011137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№ 1</w:t>
            </w:r>
            <w:r w:rsidR="00111373">
              <w:rPr>
                <w:rFonts w:eastAsia="Calibri"/>
                <w:kern w:val="2"/>
                <w:szCs w:val="28"/>
              </w:rPr>
              <w:t xml:space="preserve"> – </w:t>
            </w:r>
            <w:r w:rsidRPr="00EA2636">
              <w:rPr>
                <w:rFonts w:eastAsia="Calibri"/>
                <w:kern w:val="2"/>
                <w:szCs w:val="28"/>
              </w:rPr>
              <w:t xml:space="preserve">22, </w:t>
            </w: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кадастровый номер 76:18:010211:157</w:t>
            </w:r>
            <w:r w:rsidR="00474A79">
              <w:rPr>
                <w:rFonts w:eastAsia="Calibri"/>
                <w:kern w:val="2"/>
                <w:szCs w:val="28"/>
                <w:vertAlign w:val="superscript"/>
              </w:rPr>
              <w:t>1, 2</w:t>
            </w:r>
          </w:p>
          <w:p w:rsidR="008A14EB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111373" w:rsidRDefault="00111373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A14EB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движимое имущество (прочие нефинансовые активы):</w:t>
            </w:r>
          </w:p>
          <w:p w:rsidR="008A14EB" w:rsidRPr="0014132B" w:rsidRDefault="00111373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>
              <w:rPr>
                <w:kern w:val="2"/>
                <w:szCs w:val="28"/>
              </w:rPr>
              <w:t xml:space="preserve"> у</w:t>
            </w:r>
            <w:r w:rsidR="008A14EB" w:rsidRPr="0014132B">
              <w:rPr>
                <w:kern w:val="2"/>
                <w:szCs w:val="28"/>
              </w:rPr>
              <w:t>зел учета тепла</w:t>
            </w:r>
            <w:r w:rsidR="008A14EB">
              <w:rPr>
                <w:kern w:val="2"/>
                <w:szCs w:val="28"/>
              </w:rPr>
              <w:t>;</w:t>
            </w:r>
          </w:p>
          <w:p w:rsidR="008A14EB" w:rsidRPr="0014132B" w:rsidRDefault="00111373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>
              <w:rPr>
                <w:kern w:val="2"/>
                <w:szCs w:val="28"/>
              </w:rPr>
              <w:t xml:space="preserve"> к</w:t>
            </w:r>
            <w:r w:rsidR="008A14EB" w:rsidRPr="0014132B">
              <w:rPr>
                <w:kern w:val="2"/>
                <w:szCs w:val="28"/>
              </w:rPr>
              <w:t xml:space="preserve">ондиционер </w:t>
            </w:r>
            <w:r>
              <w:rPr>
                <w:kern w:val="2"/>
                <w:szCs w:val="28"/>
              </w:rPr>
              <w:br/>
            </w:r>
            <w:r w:rsidR="008A14EB" w:rsidRPr="0014132B">
              <w:rPr>
                <w:kern w:val="2"/>
                <w:szCs w:val="28"/>
              </w:rPr>
              <w:t xml:space="preserve">GC-ES12HRI </w:t>
            </w:r>
            <w:proofErr w:type="spellStart"/>
            <w:r w:rsidR="008A14EB" w:rsidRPr="0014132B">
              <w:rPr>
                <w:kern w:val="2"/>
                <w:szCs w:val="28"/>
              </w:rPr>
              <w:t>invert</w:t>
            </w:r>
            <w:proofErr w:type="spellEnd"/>
            <w:r>
              <w:rPr>
                <w:kern w:val="2"/>
                <w:szCs w:val="28"/>
              </w:rPr>
              <w:t xml:space="preserve"> (5 </w:t>
            </w:r>
            <w:r w:rsidR="008A14EB">
              <w:rPr>
                <w:kern w:val="2"/>
                <w:szCs w:val="28"/>
              </w:rPr>
              <w:t>штук);</w:t>
            </w:r>
          </w:p>
          <w:p w:rsidR="008A14EB" w:rsidRPr="0014132B" w:rsidRDefault="00111373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>
              <w:rPr>
                <w:kern w:val="2"/>
                <w:szCs w:val="28"/>
              </w:rPr>
              <w:t xml:space="preserve"> к</w:t>
            </w:r>
            <w:r w:rsidR="008A14EB" w:rsidRPr="0014132B">
              <w:rPr>
                <w:kern w:val="2"/>
                <w:szCs w:val="28"/>
              </w:rPr>
              <w:t xml:space="preserve">ондиционер </w:t>
            </w:r>
            <w:proofErr w:type="spellStart"/>
            <w:r w:rsidR="008A14EB" w:rsidRPr="0014132B">
              <w:rPr>
                <w:kern w:val="2"/>
                <w:szCs w:val="28"/>
              </w:rPr>
              <w:t>Gree</w:t>
            </w:r>
            <w:proofErr w:type="spellEnd"/>
            <w:r w:rsidR="008A14EB" w:rsidRPr="0014132B">
              <w:rPr>
                <w:kern w:val="2"/>
                <w:szCs w:val="28"/>
              </w:rPr>
              <w:t xml:space="preserve"> 18</w:t>
            </w:r>
            <w:r w:rsidR="008A14EB">
              <w:rPr>
                <w:kern w:val="2"/>
                <w:szCs w:val="28"/>
              </w:rPr>
              <w:t>;</w:t>
            </w:r>
          </w:p>
          <w:p w:rsidR="008A14EB" w:rsidRPr="0014132B" w:rsidRDefault="00111373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>
              <w:rPr>
                <w:kern w:val="2"/>
                <w:szCs w:val="28"/>
              </w:rPr>
              <w:t xml:space="preserve"> к</w:t>
            </w:r>
            <w:r w:rsidR="008A14EB" w:rsidRPr="0014132B">
              <w:rPr>
                <w:kern w:val="2"/>
                <w:szCs w:val="28"/>
              </w:rPr>
              <w:t xml:space="preserve">ондиционер </w:t>
            </w:r>
            <w:proofErr w:type="spellStart"/>
            <w:r w:rsidR="008A14EB" w:rsidRPr="0014132B">
              <w:rPr>
                <w:kern w:val="2"/>
                <w:szCs w:val="28"/>
              </w:rPr>
              <w:t>Gree</w:t>
            </w:r>
            <w:proofErr w:type="spellEnd"/>
            <w:r w:rsidR="008A14EB" w:rsidRPr="0014132B">
              <w:rPr>
                <w:kern w:val="2"/>
                <w:szCs w:val="28"/>
              </w:rPr>
              <w:t xml:space="preserve"> 24</w:t>
            </w:r>
            <w:r w:rsidR="008A14EB">
              <w:rPr>
                <w:kern w:val="2"/>
                <w:szCs w:val="28"/>
              </w:rPr>
              <w:t xml:space="preserve"> (2 штуки);</w:t>
            </w:r>
          </w:p>
          <w:p w:rsidR="008A14EB" w:rsidRPr="0014132B" w:rsidRDefault="00111373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</w:t>
            </w:r>
            <w:r w:rsidR="008A14EB">
              <w:rPr>
                <w:kern w:val="2"/>
                <w:szCs w:val="28"/>
              </w:rPr>
              <w:t xml:space="preserve"> к</w:t>
            </w:r>
            <w:r w:rsidR="008A14EB" w:rsidRPr="0014132B">
              <w:rPr>
                <w:kern w:val="2"/>
                <w:szCs w:val="28"/>
              </w:rPr>
              <w:t xml:space="preserve">ондиционер </w:t>
            </w:r>
            <w:r>
              <w:rPr>
                <w:kern w:val="2"/>
                <w:szCs w:val="28"/>
              </w:rPr>
              <w:br/>
            </w:r>
            <w:r w:rsidR="008A14EB" w:rsidRPr="0014132B">
              <w:rPr>
                <w:kern w:val="2"/>
                <w:szCs w:val="28"/>
              </w:rPr>
              <w:t>RAS-30EH2</w:t>
            </w:r>
            <w:r w:rsidR="008A14EB">
              <w:rPr>
                <w:kern w:val="2"/>
                <w:szCs w:val="28"/>
              </w:rPr>
              <w:t>;</w:t>
            </w:r>
          </w:p>
          <w:p w:rsidR="008A14EB" w:rsidRPr="00EA2636" w:rsidRDefault="00111373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>
              <w:rPr>
                <w:kern w:val="2"/>
                <w:szCs w:val="28"/>
              </w:rPr>
              <w:t xml:space="preserve"> в</w:t>
            </w:r>
            <w:r w:rsidR="008A14EB" w:rsidRPr="0014132B">
              <w:rPr>
                <w:kern w:val="2"/>
                <w:szCs w:val="28"/>
              </w:rPr>
              <w:t>одонагревате</w:t>
            </w:r>
            <w:r w:rsidR="008A14EB">
              <w:rPr>
                <w:kern w:val="2"/>
                <w:szCs w:val="28"/>
              </w:rPr>
              <w:t>ль электрический накопительный «</w:t>
            </w:r>
            <w:proofErr w:type="spellStart"/>
            <w:r w:rsidR="008A14EB" w:rsidRPr="0014132B">
              <w:rPr>
                <w:kern w:val="2"/>
                <w:szCs w:val="28"/>
              </w:rPr>
              <w:t>thermex</w:t>
            </w:r>
            <w:proofErr w:type="spellEnd"/>
            <w:r w:rsidR="008A14EB">
              <w:rPr>
                <w:kern w:val="2"/>
                <w:szCs w:val="28"/>
              </w:rPr>
              <w:t>»</w:t>
            </w:r>
          </w:p>
        </w:tc>
        <w:tc>
          <w:tcPr>
            <w:tcW w:w="3119" w:type="dxa"/>
          </w:tcPr>
          <w:p w:rsidR="005A2605" w:rsidRDefault="008A14EB" w:rsidP="005A2605">
            <w:pPr>
              <w:ind w:right="-107"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lastRenderedPageBreak/>
              <w:t>Ярославская обл</w:t>
            </w:r>
            <w:r>
              <w:rPr>
                <w:rFonts w:eastAsia="Calibri"/>
                <w:kern w:val="2"/>
                <w:szCs w:val="28"/>
              </w:rPr>
              <w:t>асть</w:t>
            </w:r>
            <w:r w:rsidRPr="00EA2636">
              <w:rPr>
                <w:rFonts w:eastAsia="Calibri"/>
                <w:kern w:val="2"/>
                <w:szCs w:val="28"/>
              </w:rPr>
              <w:t>, г. Переславль-Залесский, ул. Советская, д. 22</w:t>
            </w:r>
            <w:r>
              <w:rPr>
                <w:rFonts w:eastAsia="Calibri"/>
                <w:kern w:val="2"/>
                <w:szCs w:val="28"/>
              </w:rPr>
              <w:t>,</w:t>
            </w:r>
            <w:r w:rsidR="00C16C92">
              <w:rPr>
                <w:rFonts w:eastAsia="Calibri"/>
                <w:kern w:val="2"/>
                <w:szCs w:val="28"/>
              </w:rPr>
              <w:t xml:space="preserve"> </w:t>
            </w:r>
          </w:p>
          <w:p w:rsidR="008A14EB" w:rsidRPr="00EA2636" w:rsidRDefault="008A14EB" w:rsidP="005A2605">
            <w:pPr>
              <w:ind w:right="-107" w:firstLine="0"/>
              <w:jc w:val="left"/>
              <w:rPr>
                <w:kern w:val="2"/>
                <w:szCs w:val="28"/>
              </w:rPr>
            </w:pPr>
            <w:r w:rsidRPr="00CD07FA">
              <w:rPr>
                <w:kern w:val="2"/>
                <w:szCs w:val="28"/>
              </w:rPr>
              <w:t>подвал № 1</w:t>
            </w:r>
            <w:r w:rsidR="00111373">
              <w:rPr>
                <w:kern w:val="2"/>
                <w:szCs w:val="28"/>
              </w:rPr>
              <w:t xml:space="preserve"> – </w:t>
            </w:r>
            <w:r w:rsidRPr="00CD07FA">
              <w:rPr>
                <w:kern w:val="2"/>
                <w:szCs w:val="28"/>
              </w:rPr>
              <w:t xml:space="preserve">5, </w:t>
            </w:r>
            <w:r>
              <w:rPr>
                <w:kern w:val="2"/>
                <w:szCs w:val="28"/>
              </w:rPr>
              <w:br/>
            </w:r>
            <w:r w:rsidRPr="00CD07FA">
              <w:rPr>
                <w:kern w:val="2"/>
                <w:szCs w:val="28"/>
              </w:rPr>
              <w:t>пом</w:t>
            </w:r>
            <w:r>
              <w:rPr>
                <w:kern w:val="2"/>
                <w:szCs w:val="28"/>
              </w:rPr>
              <w:t>.</w:t>
            </w:r>
            <w:r w:rsidRPr="00CD07FA">
              <w:rPr>
                <w:kern w:val="2"/>
                <w:szCs w:val="28"/>
              </w:rPr>
              <w:t xml:space="preserve"> 1</w:t>
            </w:r>
            <w:r w:rsidR="00111373">
              <w:rPr>
                <w:kern w:val="2"/>
                <w:szCs w:val="28"/>
              </w:rPr>
              <w:t xml:space="preserve"> – </w:t>
            </w:r>
            <w:r w:rsidRPr="00CD07FA">
              <w:rPr>
                <w:kern w:val="2"/>
                <w:szCs w:val="28"/>
              </w:rPr>
              <w:t>22</w:t>
            </w:r>
          </w:p>
        </w:tc>
        <w:tc>
          <w:tcPr>
            <w:tcW w:w="2126" w:type="dxa"/>
          </w:tcPr>
          <w:p w:rsidR="00111373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 xml:space="preserve">нежилое </w:t>
            </w:r>
          </w:p>
          <w:p w:rsidR="008A14EB" w:rsidRPr="00EA2636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помещение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111373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3544" w:type="dxa"/>
          </w:tcPr>
          <w:p w:rsidR="0011137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 xml:space="preserve">Нежилые помещения </w:t>
            </w:r>
          </w:p>
          <w:p w:rsidR="0011137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1-го этажа № 1</w:t>
            </w:r>
            <w:r w:rsidR="00111373">
              <w:rPr>
                <w:rFonts w:eastAsia="Calibri"/>
                <w:kern w:val="2"/>
                <w:szCs w:val="28"/>
              </w:rPr>
              <w:t xml:space="preserve"> – 11, </w:t>
            </w:r>
          </w:p>
          <w:p w:rsidR="00111373" w:rsidRDefault="00111373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 xml:space="preserve">2-го этажа </w:t>
            </w:r>
            <w:r w:rsidR="008A14EB" w:rsidRPr="00EA2636">
              <w:rPr>
                <w:rFonts w:eastAsia="Calibri"/>
                <w:kern w:val="2"/>
                <w:szCs w:val="28"/>
              </w:rPr>
              <w:t>№ 1</w:t>
            </w:r>
            <w:r>
              <w:rPr>
                <w:rFonts w:eastAsia="Calibri"/>
                <w:kern w:val="2"/>
                <w:szCs w:val="28"/>
              </w:rPr>
              <w:t xml:space="preserve"> – </w:t>
            </w:r>
            <w:r w:rsidR="008A14EB" w:rsidRPr="00EA2636">
              <w:rPr>
                <w:rFonts w:eastAsia="Calibri"/>
                <w:kern w:val="2"/>
                <w:szCs w:val="28"/>
              </w:rPr>
              <w:t xml:space="preserve">13, </w:t>
            </w:r>
          </w:p>
          <w:p w:rsidR="008A14EB" w:rsidRPr="00EA2636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кадастровый номер 76:21:010131:79</w:t>
            </w:r>
            <w:r w:rsidR="00474A79">
              <w:rPr>
                <w:rFonts w:eastAsia="Calibri"/>
                <w:kern w:val="2"/>
                <w:szCs w:val="28"/>
                <w:vertAlign w:val="superscript"/>
              </w:rPr>
              <w:t>1, 2</w:t>
            </w:r>
          </w:p>
          <w:p w:rsidR="008A14EB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81646B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5B526E">
              <w:rPr>
                <w:kern w:val="2"/>
                <w:szCs w:val="28"/>
              </w:rPr>
              <w:t xml:space="preserve">движимое имущество </w:t>
            </w:r>
          </w:p>
          <w:p w:rsidR="0081646B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5B526E">
              <w:rPr>
                <w:kern w:val="2"/>
                <w:szCs w:val="28"/>
              </w:rPr>
              <w:t xml:space="preserve">(прочие нефинансовые </w:t>
            </w:r>
          </w:p>
          <w:p w:rsidR="008A14EB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5B526E">
              <w:rPr>
                <w:kern w:val="2"/>
                <w:szCs w:val="28"/>
              </w:rPr>
              <w:t>активы):</w:t>
            </w:r>
          </w:p>
          <w:p w:rsidR="008A14EB" w:rsidRPr="005B526E" w:rsidRDefault="00111373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>
              <w:rPr>
                <w:kern w:val="2"/>
                <w:szCs w:val="28"/>
              </w:rPr>
              <w:t xml:space="preserve"> </w:t>
            </w:r>
            <w:r w:rsidR="008A14EB" w:rsidRPr="005B526E">
              <w:rPr>
                <w:kern w:val="2"/>
                <w:szCs w:val="28"/>
              </w:rPr>
              <w:t xml:space="preserve">АТС </w:t>
            </w:r>
            <w:proofErr w:type="spellStart"/>
            <w:r w:rsidR="008A14EB" w:rsidRPr="005B526E">
              <w:rPr>
                <w:kern w:val="2"/>
                <w:szCs w:val="28"/>
              </w:rPr>
              <w:t>Panasonic</w:t>
            </w:r>
            <w:proofErr w:type="spellEnd"/>
            <w:r w:rsidR="008A14EB" w:rsidRPr="005B526E">
              <w:rPr>
                <w:kern w:val="2"/>
                <w:szCs w:val="28"/>
              </w:rPr>
              <w:t xml:space="preserve"> </w:t>
            </w:r>
            <w:r w:rsidR="002B73F3">
              <w:rPr>
                <w:kern w:val="2"/>
                <w:szCs w:val="28"/>
              </w:rPr>
              <w:br/>
            </w:r>
            <w:r w:rsidR="008A14EB" w:rsidRPr="005B526E">
              <w:rPr>
                <w:kern w:val="2"/>
                <w:szCs w:val="28"/>
              </w:rPr>
              <w:t>KX-TDA30RU (цифровая гибридная IP-АТС)</w:t>
            </w:r>
            <w:r w:rsidR="008A14EB">
              <w:rPr>
                <w:kern w:val="2"/>
                <w:szCs w:val="28"/>
              </w:rPr>
              <w:t>;</w:t>
            </w:r>
          </w:p>
          <w:p w:rsidR="008A14EB" w:rsidRPr="005B526E" w:rsidRDefault="00111373" w:rsidP="00C16C92">
            <w:pPr>
              <w:ind w:firstLine="0"/>
              <w:jc w:val="left"/>
              <w:rPr>
                <w:kern w:val="2"/>
                <w:szCs w:val="28"/>
                <w:lang w:val="en-US"/>
              </w:rPr>
            </w:pPr>
            <w:r w:rsidRPr="00111373">
              <w:rPr>
                <w:kern w:val="2"/>
                <w:szCs w:val="28"/>
                <w:lang w:val="en-US"/>
              </w:rPr>
              <w:t>–</w:t>
            </w:r>
            <w:r w:rsidR="008A14EB" w:rsidRPr="005B526E">
              <w:rPr>
                <w:kern w:val="2"/>
                <w:szCs w:val="28"/>
                <w:lang w:val="en-US"/>
              </w:rPr>
              <w:t xml:space="preserve"> </w:t>
            </w:r>
            <w:r w:rsidR="008A14EB">
              <w:rPr>
                <w:kern w:val="2"/>
                <w:szCs w:val="28"/>
              </w:rPr>
              <w:t>к</w:t>
            </w:r>
            <w:r w:rsidR="008A14EB" w:rsidRPr="005B526E">
              <w:rPr>
                <w:kern w:val="2"/>
                <w:szCs w:val="28"/>
              </w:rPr>
              <w:t>ондиционер</w:t>
            </w:r>
            <w:r w:rsidR="008A14EB" w:rsidRPr="005B526E">
              <w:rPr>
                <w:kern w:val="2"/>
                <w:szCs w:val="28"/>
                <w:lang w:val="en-US"/>
              </w:rPr>
              <w:t xml:space="preserve"> </w:t>
            </w:r>
            <w:r w:rsidR="008A14EB" w:rsidRPr="005B526E">
              <w:rPr>
                <w:kern w:val="2"/>
                <w:szCs w:val="28"/>
              </w:rPr>
              <w:t>настенный</w:t>
            </w:r>
            <w:r w:rsidR="008A14EB" w:rsidRPr="005B526E">
              <w:rPr>
                <w:kern w:val="2"/>
                <w:szCs w:val="28"/>
                <w:lang w:val="en-US"/>
              </w:rPr>
              <w:t xml:space="preserve"> General Climate </w:t>
            </w:r>
            <w:r w:rsidR="002B73F3">
              <w:rPr>
                <w:kern w:val="2"/>
                <w:szCs w:val="28"/>
                <w:lang w:val="en-US"/>
              </w:rPr>
              <w:br/>
            </w:r>
            <w:r w:rsidR="008A14EB" w:rsidRPr="005B526E">
              <w:rPr>
                <w:kern w:val="2"/>
                <w:szCs w:val="28"/>
                <w:lang w:val="en-US"/>
              </w:rPr>
              <w:t>GC-GU-S18 HR;</w:t>
            </w:r>
          </w:p>
          <w:p w:rsidR="008A14EB" w:rsidRPr="005B526E" w:rsidRDefault="00111373" w:rsidP="00C16C92">
            <w:pPr>
              <w:ind w:firstLine="0"/>
              <w:jc w:val="left"/>
              <w:rPr>
                <w:kern w:val="2"/>
                <w:szCs w:val="28"/>
                <w:lang w:val="en-US"/>
              </w:rPr>
            </w:pPr>
            <w:r w:rsidRPr="00111373">
              <w:rPr>
                <w:kern w:val="2"/>
                <w:szCs w:val="28"/>
                <w:lang w:val="en-US"/>
              </w:rPr>
              <w:t>–</w:t>
            </w:r>
            <w:r w:rsidR="008A14EB" w:rsidRPr="005B526E">
              <w:rPr>
                <w:kern w:val="2"/>
                <w:szCs w:val="28"/>
                <w:lang w:val="en-US"/>
              </w:rPr>
              <w:t xml:space="preserve"> </w:t>
            </w:r>
            <w:r w:rsidR="008A14EB">
              <w:rPr>
                <w:kern w:val="2"/>
                <w:szCs w:val="28"/>
              </w:rPr>
              <w:t>к</w:t>
            </w:r>
            <w:r w:rsidR="008A14EB" w:rsidRPr="005B526E">
              <w:rPr>
                <w:kern w:val="2"/>
                <w:szCs w:val="28"/>
              </w:rPr>
              <w:t>ондиционер</w:t>
            </w:r>
            <w:r w:rsidR="008A14EB" w:rsidRPr="005B526E">
              <w:rPr>
                <w:kern w:val="2"/>
                <w:szCs w:val="28"/>
                <w:lang w:val="en-US"/>
              </w:rPr>
              <w:t xml:space="preserve"> </w:t>
            </w:r>
            <w:r w:rsidR="008A14EB" w:rsidRPr="005B526E">
              <w:rPr>
                <w:kern w:val="2"/>
                <w:szCs w:val="28"/>
              </w:rPr>
              <w:t>настенный</w:t>
            </w:r>
            <w:r w:rsidR="008A14EB" w:rsidRPr="005B526E">
              <w:rPr>
                <w:kern w:val="2"/>
                <w:szCs w:val="28"/>
                <w:lang w:val="en-US"/>
              </w:rPr>
              <w:t xml:space="preserve"> General Climate </w:t>
            </w:r>
            <w:r w:rsidR="002B73F3">
              <w:rPr>
                <w:kern w:val="2"/>
                <w:szCs w:val="28"/>
                <w:lang w:val="en-US"/>
              </w:rPr>
              <w:br/>
            </w:r>
            <w:r w:rsidR="008A14EB" w:rsidRPr="005B526E">
              <w:rPr>
                <w:kern w:val="2"/>
                <w:szCs w:val="28"/>
                <w:lang w:val="en-US"/>
              </w:rPr>
              <w:t>GC-GU-S24 HR;</w:t>
            </w:r>
          </w:p>
          <w:p w:rsidR="008A14EB" w:rsidRPr="005B526E" w:rsidRDefault="00111373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>
              <w:rPr>
                <w:kern w:val="2"/>
                <w:szCs w:val="28"/>
              </w:rPr>
              <w:t xml:space="preserve"> к</w:t>
            </w:r>
            <w:r w:rsidR="008A14EB" w:rsidRPr="005B526E">
              <w:rPr>
                <w:kern w:val="2"/>
                <w:szCs w:val="28"/>
              </w:rPr>
              <w:t xml:space="preserve">ондиционер настенный </w:t>
            </w:r>
            <w:proofErr w:type="spellStart"/>
            <w:r w:rsidR="008A14EB" w:rsidRPr="005B526E">
              <w:rPr>
                <w:kern w:val="2"/>
                <w:szCs w:val="28"/>
              </w:rPr>
              <w:t>Haier</w:t>
            </w:r>
            <w:proofErr w:type="spellEnd"/>
            <w:r w:rsidR="008A14EB" w:rsidRPr="005B526E">
              <w:rPr>
                <w:kern w:val="2"/>
                <w:szCs w:val="28"/>
              </w:rPr>
              <w:t xml:space="preserve"> HSU-09LEA03</w:t>
            </w:r>
            <w:r w:rsidR="008A14EB">
              <w:rPr>
                <w:kern w:val="2"/>
                <w:szCs w:val="28"/>
              </w:rPr>
              <w:t xml:space="preserve"> (2 штуки)</w:t>
            </w:r>
            <w:r w:rsidR="00474A79">
              <w:rPr>
                <w:kern w:val="2"/>
                <w:szCs w:val="28"/>
              </w:rPr>
              <w:t>;</w:t>
            </w:r>
          </w:p>
          <w:p w:rsidR="008A14EB" w:rsidRPr="005B526E" w:rsidRDefault="00111373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>
              <w:rPr>
                <w:kern w:val="2"/>
                <w:szCs w:val="28"/>
              </w:rPr>
              <w:t xml:space="preserve"> к</w:t>
            </w:r>
            <w:r w:rsidR="008A14EB" w:rsidRPr="005B526E">
              <w:rPr>
                <w:kern w:val="2"/>
                <w:szCs w:val="28"/>
              </w:rPr>
              <w:t>ондиционер настенный GC-GU-CF 36 HRN1</w:t>
            </w:r>
            <w:r w:rsidR="008A14EB">
              <w:rPr>
                <w:kern w:val="2"/>
                <w:szCs w:val="28"/>
              </w:rPr>
              <w:t>;</w:t>
            </w:r>
          </w:p>
          <w:p w:rsidR="008A14EB" w:rsidRPr="005B526E" w:rsidRDefault="00111373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>
              <w:rPr>
                <w:kern w:val="2"/>
                <w:szCs w:val="28"/>
              </w:rPr>
              <w:t xml:space="preserve"> к</w:t>
            </w:r>
            <w:r w:rsidR="008A14EB" w:rsidRPr="005B526E">
              <w:rPr>
                <w:kern w:val="2"/>
                <w:szCs w:val="28"/>
              </w:rPr>
              <w:t xml:space="preserve">ондиционер настенный </w:t>
            </w:r>
            <w:proofErr w:type="spellStart"/>
            <w:r w:rsidR="008A14EB" w:rsidRPr="005B526E">
              <w:rPr>
                <w:kern w:val="2"/>
                <w:szCs w:val="28"/>
              </w:rPr>
              <w:t>Lessar</w:t>
            </w:r>
            <w:proofErr w:type="spellEnd"/>
            <w:r w:rsidR="008A14EB" w:rsidRPr="005B526E">
              <w:rPr>
                <w:kern w:val="2"/>
                <w:szCs w:val="28"/>
              </w:rPr>
              <w:t xml:space="preserve"> LS/LU-H12 KB2 (</w:t>
            </w:r>
            <w:proofErr w:type="spellStart"/>
            <w:r w:rsidR="008A14EB" w:rsidRPr="005B526E">
              <w:rPr>
                <w:kern w:val="2"/>
                <w:szCs w:val="28"/>
              </w:rPr>
              <w:t>ion</w:t>
            </w:r>
            <w:proofErr w:type="spellEnd"/>
            <w:r w:rsidR="008A14EB" w:rsidRPr="005B526E">
              <w:rPr>
                <w:kern w:val="2"/>
                <w:szCs w:val="28"/>
              </w:rPr>
              <w:t>)</w:t>
            </w:r>
            <w:r w:rsidR="008A14EB">
              <w:rPr>
                <w:kern w:val="2"/>
                <w:szCs w:val="28"/>
              </w:rPr>
              <w:t>;</w:t>
            </w:r>
          </w:p>
          <w:p w:rsidR="008A14EB" w:rsidRPr="005B526E" w:rsidRDefault="00111373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>
              <w:rPr>
                <w:kern w:val="2"/>
                <w:szCs w:val="28"/>
              </w:rPr>
              <w:t xml:space="preserve"> к</w:t>
            </w:r>
            <w:r w:rsidR="008A14EB" w:rsidRPr="005B526E">
              <w:rPr>
                <w:kern w:val="2"/>
                <w:szCs w:val="28"/>
              </w:rPr>
              <w:t xml:space="preserve">ондиционер настенный </w:t>
            </w:r>
            <w:proofErr w:type="spellStart"/>
            <w:r w:rsidR="008A14EB" w:rsidRPr="005B526E">
              <w:rPr>
                <w:kern w:val="2"/>
                <w:szCs w:val="28"/>
              </w:rPr>
              <w:t>Lessar</w:t>
            </w:r>
            <w:proofErr w:type="spellEnd"/>
            <w:r w:rsidR="008A14EB" w:rsidRPr="005B526E">
              <w:rPr>
                <w:kern w:val="2"/>
                <w:szCs w:val="28"/>
              </w:rPr>
              <w:t xml:space="preserve"> LS/LU-H09 KB2 (</w:t>
            </w:r>
            <w:proofErr w:type="spellStart"/>
            <w:r w:rsidR="008A14EB" w:rsidRPr="005B526E">
              <w:rPr>
                <w:kern w:val="2"/>
                <w:szCs w:val="28"/>
              </w:rPr>
              <w:t>ion</w:t>
            </w:r>
            <w:proofErr w:type="spellEnd"/>
            <w:r w:rsidR="008A14EB" w:rsidRPr="005B526E">
              <w:rPr>
                <w:kern w:val="2"/>
                <w:szCs w:val="28"/>
              </w:rPr>
              <w:t>)</w:t>
            </w:r>
            <w:r w:rsidR="008A14EB">
              <w:rPr>
                <w:kern w:val="2"/>
                <w:szCs w:val="28"/>
              </w:rPr>
              <w:t>;</w:t>
            </w:r>
          </w:p>
          <w:p w:rsidR="008A14EB" w:rsidRPr="005B526E" w:rsidRDefault="00111373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>
              <w:rPr>
                <w:kern w:val="2"/>
                <w:szCs w:val="28"/>
              </w:rPr>
              <w:t xml:space="preserve"> к</w:t>
            </w:r>
            <w:r w:rsidR="008A14EB" w:rsidRPr="005B526E">
              <w:rPr>
                <w:kern w:val="2"/>
                <w:szCs w:val="28"/>
              </w:rPr>
              <w:t xml:space="preserve">ондиционер настенный </w:t>
            </w:r>
            <w:proofErr w:type="spellStart"/>
            <w:r w:rsidR="008A14EB" w:rsidRPr="005B526E">
              <w:rPr>
                <w:kern w:val="2"/>
                <w:szCs w:val="28"/>
              </w:rPr>
              <w:t>Lessar</w:t>
            </w:r>
            <w:proofErr w:type="spellEnd"/>
            <w:r w:rsidR="008A14EB" w:rsidRPr="005B526E">
              <w:rPr>
                <w:kern w:val="2"/>
                <w:szCs w:val="28"/>
              </w:rPr>
              <w:t xml:space="preserve"> LS/LU-H07 KB2</w:t>
            </w:r>
            <w:r w:rsidR="008A14EB">
              <w:rPr>
                <w:kern w:val="2"/>
                <w:szCs w:val="28"/>
              </w:rPr>
              <w:t xml:space="preserve"> (</w:t>
            </w:r>
            <w:proofErr w:type="spellStart"/>
            <w:r w:rsidR="008A14EB" w:rsidRPr="005B526E">
              <w:rPr>
                <w:kern w:val="2"/>
                <w:szCs w:val="28"/>
              </w:rPr>
              <w:t>ion</w:t>
            </w:r>
            <w:proofErr w:type="spellEnd"/>
            <w:r w:rsidR="008A14EB" w:rsidRPr="005B526E">
              <w:rPr>
                <w:kern w:val="2"/>
                <w:szCs w:val="28"/>
              </w:rPr>
              <w:t>)</w:t>
            </w:r>
            <w:r w:rsidR="008A14EB">
              <w:rPr>
                <w:kern w:val="2"/>
                <w:szCs w:val="28"/>
              </w:rPr>
              <w:t>;</w:t>
            </w:r>
          </w:p>
          <w:p w:rsidR="008A14EB" w:rsidRPr="005B526E" w:rsidRDefault="00111373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>
              <w:rPr>
                <w:kern w:val="2"/>
                <w:szCs w:val="28"/>
              </w:rPr>
              <w:t xml:space="preserve"> ко</w:t>
            </w:r>
            <w:r w:rsidR="008A14EB" w:rsidRPr="005B526E">
              <w:rPr>
                <w:kern w:val="2"/>
                <w:szCs w:val="28"/>
              </w:rPr>
              <w:t xml:space="preserve">ндиционер настенный </w:t>
            </w:r>
            <w:proofErr w:type="spellStart"/>
            <w:r w:rsidR="008A14EB" w:rsidRPr="005B526E">
              <w:rPr>
                <w:kern w:val="2"/>
                <w:szCs w:val="28"/>
              </w:rPr>
              <w:t>Lessar</w:t>
            </w:r>
            <w:proofErr w:type="spellEnd"/>
            <w:r w:rsidR="008A14EB" w:rsidRPr="005B526E">
              <w:rPr>
                <w:kern w:val="2"/>
                <w:szCs w:val="28"/>
              </w:rPr>
              <w:t xml:space="preserve"> LS/LU-H18 KB2 (</w:t>
            </w:r>
            <w:proofErr w:type="spellStart"/>
            <w:r w:rsidR="008A14EB" w:rsidRPr="005B526E">
              <w:rPr>
                <w:kern w:val="2"/>
                <w:szCs w:val="28"/>
              </w:rPr>
              <w:t>ion</w:t>
            </w:r>
            <w:proofErr w:type="spellEnd"/>
            <w:r w:rsidR="008A14EB" w:rsidRPr="005B526E">
              <w:rPr>
                <w:kern w:val="2"/>
                <w:szCs w:val="28"/>
              </w:rPr>
              <w:t>)</w:t>
            </w:r>
            <w:r w:rsidR="008A14EB">
              <w:rPr>
                <w:kern w:val="2"/>
                <w:szCs w:val="28"/>
              </w:rPr>
              <w:t xml:space="preserve"> (2 штуки);</w:t>
            </w:r>
          </w:p>
          <w:p w:rsidR="008A14EB" w:rsidRPr="005B526E" w:rsidRDefault="00111373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>
              <w:rPr>
                <w:kern w:val="2"/>
                <w:szCs w:val="28"/>
              </w:rPr>
              <w:t xml:space="preserve"> с</w:t>
            </w:r>
            <w:r w:rsidR="008A14EB" w:rsidRPr="005B526E">
              <w:rPr>
                <w:kern w:val="2"/>
                <w:szCs w:val="28"/>
              </w:rPr>
              <w:t>ейф несгораемый</w:t>
            </w:r>
            <w:r w:rsidR="008A14EB">
              <w:rPr>
                <w:kern w:val="2"/>
                <w:szCs w:val="28"/>
              </w:rPr>
              <w:t>;</w:t>
            </w:r>
          </w:p>
          <w:p w:rsidR="008A14EB" w:rsidRPr="005B526E" w:rsidRDefault="00111373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>
              <w:rPr>
                <w:kern w:val="2"/>
                <w:szCs w:val="28"/>
              </w:rPr>
              <w:t xml:space="preserve"> ш</w:t>
            </w:r>
            <w:r w:rsidR="008A14EB" w:rsidRPr="005B526E">
              <w:rPr>
                <w:kern w:val="2"/>
                <w:szCs w:val="28"/>
              </w:rPr>
              <w:t>каф встроенный</w:t>
            </w:r>
            <w:r w:rsidR="008A14EB">
              <w:rPr>
                <w:kern w:val="2"/>
                <w:szCs w:val="28"/>
              </w:rPr>
              <w:t>;</w:t>
            </w:r>
          </w:p>
          <w:p w:rsidR="008A14EB" w:rsidRPr="005B526E" w:rsidRDefault="00111373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>
              <w:rPr>
                <w:kern w:val="2"/>
                <w:szCs w:val="28"/>
              </w:rPr>
              <w:t xml:space="preserve"> ш</w:t>
            </w:r>
            <w:r w:rsidR="008A14EB" w:rsidRPr="005B526E">
              <w:rPr>
                <w:kern w:val="2"/>
                <w:szCs w:val="28"/>
              </w:rPr>
              <w:t>каф</w:t>
            </w:r>
            <w:r w:rsidR="008A14EB">
              <w:rPr>
                <w:kern w:val="2"/>
                <w:szCs w:val="28"/>
              </w:rPr>
              <w:t>;</w:t>
            </w:r>
          </w:p>
          <w:p w:rsidR="008A14EB" w:rsidRPr="00EA2636" w:rsidRDefault="00111373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8A14EB">
              <w:rPr>
                <w:kern w:val="2"/>
                <w:szCs w:val="28"/>
              </w:rPr>
              <w:t xml:space="preserve"> в</w:t>
            </w:r>
            <w:r w:rsidR="008A14EB" w:rsidRPr="005B526E">
              <w:rPr>
                <w:kern w:val="2"/>
                <w:szCs w:val="28"/>
              </w:rPr>
              <w:t>одонагреватель</w:t>
            </w:r>
          </w:p>
        </w:tc>
        <w:tc>
          <w:tcPr>
            <w:tcW w:w="3119" w:type="dxa"/>
          </w:tcPr>
          <w:p w:rsidR="00111373" w:rsidRDefault="008A14EB" w:rsidP="005A2605">
            <w:pPr>
              <w:ind w:right="-107"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Ярославская область, г. Тутаев, ул. Роман</w:t>
            </w:r>
            <w:r w:rsidR="00111373">
              <w:rPr>
                <w:rFonts w:eastAsia="Calibri"/>
                <w:kern w:val="2"/>
                <w:szCs w:val="28"/>
              </w:rPr>
              <w:t>овская, д. 32, пом. </w:t>
            </w:r>
          </w:p>
          <w:p w:rsidR="00111373" w:rsidRDefault="00111373" w:rsidP="00111373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 xml:space="preserve">1-го этажа № 1 – 11, </w:t>
            </w:r>
          </w:p>
          <w:p w:rsidR="008A14EB" w:rsidRPr="00EA2636" w:rsidRDefault="00111373" w:rsidP="00111373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 xml:space="preserve">2-го этажа </w:t>
            </w:r>
            <w:r w:rsidR="008A14EB" w:rsidRPr="00EA2636">
              <w:rPr>
                <w:rFonts w:eastAsia="Calibri"/>
                <w:kern w:val="2"/>
                <w:szCs w:val="28"/>
              </w:rPr>
              <w:t>№ 1</w:t>
            </w:r>
            <w:r>
              <w:rPr>
                <w:rFonts w:eastAsia="Calibri"/>
                <w:kern w:val="2"/>
                <w:szCs w:val="28"/>
              </w:rPr>
              <w:t xml:space="preserve"> – </w:t>
            </w:r>
            <w:r w:rsidR="008A14EB" w:rsidRPr="00EA2636">
              <w:rPr>
                <w:rFonts w:eastAsia="Calibri"/>
                <w:kern w:val="2"/>
                <w:szCs w:val="28"/>
              </w:rPr>
              <w:t>13</w:t>
            </w:r>
          </w:p>
        </w:tc>
        <w:tc>
          <w:tcPr>
            <w:tcW w:w="2126" w:type="dxa"/>
          </w:tcPr>
          <w:p w:rsidR="00111373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нежил</w:t>
            </w:r>
            <w:r>
              <w:rPr>
                <w:rFonts w:eastAsia="Calibri"/>
                <w:kern w:val="2"/>
                <w:szCs w:val="28"/>
              </w:rPr>
              <w:t>ые</w:t>
            </w:r>
            <w:r w:rsidRPr="00EA2636">
              <w:rPr>
                <w:rFonts w:eastAsia="Calibri"/>
                <w:kern w:val="2"/>
                <w:szCs w:val="28"/>
              </w:rPr>
              <w:t xml:space="preserve"> </w:t>
            </w:r>
          </w:p>
          <w:p w:rsidR="008A14EB" w:rsidRPr="00EA2636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EA2636">
              <w:rPr>
                <w:rFonts w:eastAsia="Calibri"/>
                <w:kern w:val="2"/>
                <w:szCs w:val="28"/>
              </w:rPr>
              <w:t>помещени</w:t>
            </w:r>
            <w:r>
              <w:rPr>
                <w:rFonts w:eastAsia="Calibri"/>
                <w:kern w:val="2"/>
                <w:szCs w:val="28"/>
              </w:rPr>
              <w:t>я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111373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21</w:t>
            </w:r>
          </w:p>
        </w:tc>
        <w:tc>
          <w:tcPr>
            <w:tcW w:w="3544" w:type="dxa"/>
          </w:tcPr>
          <w:p w:rsidR="002B73F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Помещение, </w:t>
            </w:r>
          </w:p>
          <w:p w:rsidR="008A14EB" w:rsidRPr="00474A79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  <w:vertAlign w:val="superscript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76:14:010317:602</w:t>
            </w:r>
            <w:r w:rsidR="00474A79">
              <w:rPr>
                <w:rFonts w:eastAsia="Calibri"/>
                <w:kern w:val="2"/>
                <w:szCs w:val="28"/>
                <w:vertAlign w:val="superscript"/>
              </w:rPr>
              <w:t>2</w:t>
            </w:r>
          </w:p>
          <w:p w:rsidR="008A14EB" w:rsidRPr="00641DDA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</w:tc>
        <w:tc>
          <w:tcPr>
            <w:tcW w:w="3119" w:type="dxa"/>
          </w:tcPr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Ярославская область, </w:t>
            </w:r>
          </w:p>
          <w:p w:rsidR="008A14EB" w:rsidRPr="00641DDA" w:rsidRDefault="008A14EB" w:rsidP="002B73F3">
            <w:pPr>
              <w:ind w:firstLine="0"/>
              <w:jc w:val="left"/>
              <w:rPr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Рыбинский</w:t>
            </w:r>
            <w:r w:rsidR="002B73F3" w:rsidRPr="00641DDA">
              <w:rPr>
                <w:rFonts w:eastAsia="Calibri"/>
                <w:kern w:val="2"/>
                <w:szCs w:val="28"/>
              </w:rPr>
              <w:t xml:space="preserve"> р</w:t>
            </w:r>
            <w:r w:rsidR="002B73F3">
              <w:rPr>
                <w:rFonts w:eastAsia="Calibri"/>
                <w:kern w:val="2"/>
                <w:szCs w:val="28"/>
              </w:rPr>
              <w:t>айо</w:t>
            </w:r>
            <w:r w:rsidR="002B73F3" w:rsidRPr="00641DDA">
              <w:rPr>
                <w:rFonts w:eastAsia="Calibri"/>
                <w:kern w:val="2"/>
                <w:szCs w:val="28"/>
              </w:rPr>
              <w:t>н</w:t>
            </w:r>
            <w:r w:rsidRPr="00641DDA">
              <w:rPr>
                <w:rFonts w:eastAsia="Calibri"/>
                <w:kern w:val="2"/>
                <w:szCs w:val="28"/>
              </w:rPr>
              <w:t>, Погорельский с</w:t>
            </w:r>
            <w:r w:rsidR="002B73F3">
              <w:rPr>
                <w:rFonts w:eastAsia="Calibri"/>
                <w:kern w:val="2"/>
                <w:szCs w:val="28"/>
              </w:rPr>
              <w:t xml:space="preserve">ельский </w:t>
            </w:r>
            <w:r w:rsidRPr="00641DDA">
              <w:rPr>
                <w:rFonts w:eastAsia="Calibri"/>
                <w:kern w:val="2"/>
                <w:szCs w:val="28"/>
              </w:rPr>
              <w:t>о</w:t>
            </w:r>
            <w:r w:rsidR="002B73F3">
              <w:rPr>
                <w:rFonts w:eastAsia="Calibri"/>
                <w:kern w:val="2"/>
                <w:szCs w:val="28"/>
              </w:rPr>
              <w:t>круг</w:t>
            </w:r>
            <w:r w:rsidRPr="00641DDA">
              <w:rPr>
                <w:rFonts w:eastAsia="Calibri"/>
                <w:kern w:val="2"/>
                <w:szCs w:val="28"/>
              </w:rPr>
              <w:t>, с. </w:t>
            </w:r>
            <w:proofErr w:type="spellStart"/>
            <w:r w:rsidRPr="00641DDA">
              <w:rPr>
                <w:rFonts w:eastAsia="Calibri"/>
                <w:kern w:val="2"/>
                <w:szCs w:val="28"/>
              </w:rPr>
              <w:t>Погорелка</w:t>
            </w:r>
            <w:proofErr w:type="spellEnd"/>
            <w:r w:rsidRPr="00641DDA">
              <w:rPr>
                <w:rFonts w:eastAsia="Calibri"/>
                <w:kern w:val="2"/>
                <w:szCs w:val="28"/>
              </w:rPr>
              <w:t>, ул. Центральная, д. 17</w:t>
            </w:r>
          </w:p>
        </w:tc>
        <w:tc>
          <w:tcPr>
            <w:tcW w:w="2126" w:type="dxa"/>
          </w:tcPr>
          <w:p w:rsidR="002B73F3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нежилое </w:t>
            </w:r>
          </w:p>
          <w:p w:rsidR="008A14EB" w:rsidRPr="00641DDA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помещение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CB47DD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3544" w:type="dxa"/>
          </w:tcPr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Административное з</w:t>
            </w:r>
            <w:r w:rsidRPr="00641DDA">
              <w:rPr>
                <w:rFonts w:eastAsia="Calibri"/>
                <w:kern w:val="2"/>
                <w:szCs w:val="28"/>
              </w:rPr>
              <w:t xml:space="preserve">дание, 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76:23:010101:195275</w:t>
            </w:r>
            <w:r w:rsidR="00474A79">
              <w:rPr>
                <w:rFonts w:eastAsia="Calibri"/>
                <w:kern w:val="2"/>
                <w:szCs w:val="28"/>
                <w:vertAlign w:val="superscript"/>
              </w:rPr>
              <w:t>1, 2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2B73F3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с земельным участком, </w:t>
            </w:r>
          </w:p>
          <w:p w:rsidR="008A14EB" w:rsidRPr="00641DDA" w:rsidRDefault="008A14EB" w:rsidP="002B73F3">
            <w:pPr>
              <w:ind w:firstLine="0"/>
              <w:jc w:val="left"/>
              <w:rPr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76:23:030715:8</w:t>
            </w:r>
            <w:r w:rsidR="00474A79" w:rsidRPr="00474A79">
              <w:rPr>
                <w:rFonts w:eastAsia="Calibri"/>
                <w:kern w:val="2"/>
                <w:szCs w:val="28"/>
                <w:vertAlign w:val="superscript"/>
              </w:rPr>
              <w:t>3</w:t>
            </w:r>
          </w:p>
        </w:tc>
        <w:tc>
          <w:tcPr>
            <w:tcW w:w="3119" w:type="dxa"/>
          </w:tcPr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Ярославская область, г. Ярославль, </w:t>
            </w:r>
            <w:r w:rsidR="002B73F3">
              <w:rPr>
                <w:rFonts w:eastAsia="Calibri"/>
                <w:kern w:val="2"/>
                <w:szCs w:val="28"/>
              </w:rPr>
              <w:br/>
            </w:r>
            <w:r w:rsidRPr="00641DDA">
              <w:rPr>
                <w:rFonts w:eastAsia="Calibri"/>
                <w:kern w:val="2"/>
                <w:szCs w:val="28"/>
              </w:rPr>
              <w:t>ул. Андропова, д. 9/9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2B73F3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 Ярославская</w:t>
            </w:r>
            <w:r w:rsidR="002B73F3">
              <w:rPr>
                <w:rFonts w:eastAsia="Calibri"/>
                <w:kern w:val="2"/>
                <w:szCs w:val="28"/>
              </w:rPr>
              <w:t xml:space="preserve"> область,</w:t>
            </w:r>
            <w:r>
              <w:rPr>
                <w:rFonts w:eastAsia="Calibri"/>
                <w:kern w:val="2"/>
                <w:szCs w:val="28"/>
              </w:rPr>
              <w:t xml:space="preserve"> г. Ярославль, </w:t>
            </w:r>
            <w:r w:rsidR="002B73F3">
              <w:rPr>
                <w:rFonts w:eastAsia="Calibri"/>
                <w:kern w:val="2"/>
                <w:szCs w:val="28"/>
              </w:rPr>
              <w:br/>
            </w:r>
            <w:r>
              <w:rPr>
                <w:rFonts w:eastAsia="Calibri"/>
                <w:kern w:val="2"/>
                <w:szCs w:val="28"/>
              </w:rPr>
              <w:t>ул. </w:t>
            </w:r>
            <w:r w:rsidRPr="004255E0">
              <w:rPr>
                <w:rFonts w:eastAsia="Calibri"/>
                <w:kern w:val="2"/>
                <w:szCs w:val="28"/>
              </w:rPr>
              <w:t>Андропова, д</w:t>
            </w:r>
            <w:r w:rsidR="002B73F3">
              <w:rPr>
                <w:rFonts w:eastAsia="Calibri"/>
                <w:kern w:val="2"/>
                <w:szCs w:val="28"/>
              </w:rPr>
              <w:t>.</w:t>
            </w:r>
            <w:r>
              <w:rPr>
                <w:rFonts w:eastAsia="Calibri"/>
                <w:kern w:val="2"/>
                <w:szCs w:val="28"/>
              </w:rPr>
              <w:t> </w:t>
            </w:r>
            <w:r w:rsidRPr="004255E0">
              <w:rPr>
                <w:rFonts w:eastAsia="Calibri"/>
                <w:kern w:val="2"/>
                <w:szCs w:val="28"/>
              </w:rPr>
              <w:t>9/9</w:t>
            </w:r>
          </w:p>
        </w:tc>
        <w:tc>
          <w:tcPr>
            <w:tcW w:w="2126" w:type="dxa"/>
          </w:tcPr>
          <w:p w:rsidR="008A14EB" w:rsidRPr="00641DDA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нежилое здание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601433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3544" w:type="dxa"/>
          </w:tcPr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Студенческая поликлиника, кадастровый номер 76:23:030705:112</w:t>
            </w:r>
            <w:r w:rsidR="00474A79">
              <w:rPr>
                <w:rFonts w:eastAsia="Calibri"/>
                <w:kern w:val="2"/>
                <w:szCs w:val="28"/>
                <w:vertAlign w:val="superscript"/>
              </w:rPr>
              <w:t>1, 2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601433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с земельным участком, </w:t>
            </w:r>
          </w:p>
          <w:p w:rsidR="008A14EB" w:rsidRPr="00474A79" w:rsidRDefault="008A14EB" w:rsidP="00C16C92">
            <w:pPr>
              <w:ind w:firstLine="0"/>
              <w:jc w:val="left"/>
              <w:rPr>
                <w:kern w:val="2"/>
                <w:szCs w:val="28"/>
                <w:vertAlign w:val="superscript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76:23:030705:24</w:t>
            </w:r>
            <w:r w:rsidR="00474A79">
              <w:rPr>
                <w:rFonts w:eastAsia="Calibri"/>
                <w:kern w:val="2"/>
                <w:szCs w:val="28"/>
                <w:vertAlign w:val="superscript"/>
              </w:rPr>
              <w:t>3</w:t>
            </w:r>
          </w:p>
        </w:tc>
        <w:tc>
          <w:tcPr>
            <w:tcW w:w="3119" w:type="dxa"/>
          </w:tcPr>
          <w:p w:rsidR="0060143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Ярославская область, г. Ярославль, 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ул. Советская, д. </w:t>
            </w:r>
            <w:r>
              <w:rPr>
                <w:rFonts w:eastAsia="Calibri"/>
                <w:kern w:val="2"/>
                <w:szCs w:val="28"/>
              </w:rPr>
              <w:t>11/9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601433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Ярославская область, г. Ярославль, </w:t>
            </w:r>
          </w:p>
          <w:p w:rsidR="008A14EB" w:rsidRPr="00641DDA" w:rsidRDefault="008A14EB" w:rsidP="00601433">
            <w:pPr>
              <w:ind w:firstLine="0"/>
              <w:jc w:val="left"/>
              <w:rPr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ул. Советская, </w:t>
            </w:r>
            <w:r w:rsidR="00601433">
              <w:rPr>
                <w:rFonts w:eastAsia="Calibri"/>
                <w:kern w:val="2"/>
                <w:szCs w:val="28"/>
              </w:rPr>
              <w:t>д.</w:t>
            </w:r>
            <w:r>
              <w:rPr>
                <w:rFonts w:eastAsia="Calibri"/>
                <w:kern w:val="2"/>
                <w:szCs w:val="28"/>
              </w:rPr>
              <w:t> 11/9</w:t>
            </w:r>
          </w:p>
        </w:tc>
        <w:tc>
          <w:tcPr>
            <w:tcW w:w="2126" w:type="dxa"/>
          </w:tcPr>
          <w:p w:rsidR="008A14EB" w:rsidRPr="00641DDA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нежилое здание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601433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3544" w:type="dxa"/>
          </w:tcPr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Недвижимое имущество: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60143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здание склада, 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кадастровый номер 76:19:010322:104 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60143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здание гаража, 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76:19:010322:163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60143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здание гаража, 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76:19:010322:210</w:t>
            </w: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601433" w:rsidRPr="00641DDA" w:rsidRDefault="00601433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60143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здание СЭС, 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76:19:010322:162</w:t>
            </w:r>
            <w:r w:rsidR="00474A79" w:rsidRPr="00474A79">
              <w:rPr>
                <w:rFonts w:eastAsia="Calibri"/>
                <w:kern w:val="2"/>
                <w:szCs w:val="28"/>
                <w:vertAlign w:val="superscript"/>
              </w:rPr>
              <w:t>1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474A79" w:rsidRPr="00641DDA" w:rsidRDefault="00474A79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60143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с земельным участком, 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76:19:010317:28</w:t>
            </w:r>
          </w:p>
        </w:tc>
        <w:tc>
          <w:tcPr>
            <w:tcW w:w="3119" w:type="dxa"/>
          </w:tcPr>
          <w:p w:rsidR="008A14EB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Ярославская область, </w:t>
            </w:r>
          </w:p>
          <w:p w:rsidR="0060143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Ростовский</w:t>
            </w:r>
            <w:r w:rsidR="00601433" w:rsidRPr="00641DDA">
              <w:rPr>
                <w:rFonts w:eastAsia="Calibri"/>
                <w:kern w:val="2"/>
                <w:szCs w:val="28"/>
              </w:rPr>
              <w:t xml:space="preserve"> </w:t>
            </w:r>
            <w:r w:rsidR="00601433">
              <w:rPr>
                <w:rFonts w:eastAsia="Calibri"/>
                <w:kern w:val="2"/>
                <w:szCs w:val="28"/>
              </w:rPr>
              <w:t>район</w:t>
            </w:r>
            <w:r w:rsidRPr="00641DDA">
              <w:rPr>
                <w:rFonts w:eastAsia="Calibri"/>
                <w:kern w:val="2"/>
                <w:szCs w:val="28"/>
              </w:rPr>
              <w:t xml:space="preserve">, </w:t>
            </w:r>
          </w:p>
          <w:p w:rsidR="0060143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г. Ростов, 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ул. Пролетарская, д. 35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Ярославская область, Ростовский</w:t>
            </w:r>
            <w:r w:rsidR="00601433" w:rsidRPr="00641DDA">
              <w:rPr>
                <w:rFonts w:eastAsia="Calibri"/>
                <w:kern w:val="2"/>
                <w:szCs w:val="28"/>
              </w:rPr>
              <w:t xml:space="preserve"> р</w:t>
            </w:r>
            <w:r w:rsidR="00601433">
              <w:rPr>
                <w:rFonts w:eastAsia="Calibri"/>
                <w:kern w:val="2"/>
                <w:szCs w:val="28"/>
              </w:rPr>
              <w:t>айо</w:t>
            </w:r>
            <w:r w:rsidR="00601433" w:rsidRPr="00641DDA">
              <w:rPr>
                <w:rFonts w:eastAsia="Calibri"/>
                <w:kern w:val="2"/>
                <w:szCs w:val="28"/>
              </w:rPr>
              <w:t>н</w:t>
            </w:r>
            <w:r w:rsidRPr="00641DDA">
              <w:rPr>
                <w:rFonts w:eastAsia="Calibri"/>
                <w:kern w:val="2"/>
                <w:szCs w:val="28"/>
              </w:rPr>
              <w:t xml:space="preserve">, </w:t>
            </w:r>
          </w:p>
          <w:p w:rsidR="0060143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г. Ростов, 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ул. Пролетарская, д. 35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60143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Ярославская область, Ростовский</w:t>
            </w:r>
            <w:r w:rsidR="00601433" w:rsidRPr="00641DDA">
              <w:rPr>
                <w:rFonts w:eastAsia="Calibri"/>
                <w:kern w:val="2"/>
                <w:szCs w:val="28"/>
              </w:rPr>
              <w:t xml:space="preserve"> р</w:t>
            </w:r>
            <w:r w:rsidR="00601433">
              <w:rPr>
                <w:rFonts w:eastAsia="Calibri"/>
                <w:kern w:val="2"/>
                <w:szCs w:val="28"/>
              </w:rPr>
              <w:t>айо</w:t>
            </w:r>
            <w:r w:rsidR="00601433" w:rsidRPr="00641DDA">
              <w:rPr>
                <w:rFonts w:eastAsia="Calibri"/>
                <w:kern w:val="2"/>
                <w:szCs w:val="28"/>
              </w:rPr>
              <w:t>н</w:t>
            </w:r>
            <w:r w:rsidRPr="00641DDA">
              <w:rPr>
                <w:rFonts w:eastAsia="Calibri"/>
                <w:kern w:val="2"/>
                <w:szCs w:val="28"/>
              </w:rPr>
              <w:t xml:space="preserve">, </w:t>
            </w:r>
          </w:p>
          <w:p w:rsidR="0060143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г. Ростов, 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ул. Пролетарская, д. 35</w:t>
            </w:r>
          </w:p>
          <w:p w:rsidR="00601433" w:rsidRDefault="00601433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Ярославская область, 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Ростовский</w:t>
            </w:r>
            <w:r w:rsidR="00601433" w:rsidRPr="00641DDA">
              <w:rPr>
                <w:rFonts w:eastAsia="Calibri"/>
                <w:kern w:val="2"/>
                <w:szCs w:val="28"/>
              </w:rPr>
              <w:t xml:space="preserve"> р</w:t>
            </w:r>
            <w:r w:rsidR="00601433">
              <w:rPr>
                <w:rFonts w:eastAsia="Calibri"/>
                <w:kern w:val="2"/>
                <w:szCs w:val="28"/>
              </w:rPr>
              <w:t>айо</w:t>
            </w:r>
            <w:r w:rsidR="00601433" w:rsidRPr="00641DDA">
              <w:rPr>
                <w:rFonts w:eastAsia="Calibri"/>
                <w:kern w:val="2"/>
                <w:szCs w:val="28"/>
              </w:rPr>
              <w:t>н</w:t>
            </w:r>
            <w:r w:rsidRPr="00641DDA">
              <w:rPr>
                <w:rFonts w:eastAsia="Calibri"/>
                <w:kern w:val="2"/>
                <w:szCs w:val="28"/>
              </w:rPr>
              <w:t xml:space="preserve">, </w:t>
            </w:r>
          </w:p>
          <w:p w:rsidR="0060143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г. Ростов, 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ул. Пролетарская, д. 35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601433" w:rsidRPr="00D45294" w:rsidRDefault="008A14EB" w:rsidP="00601433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D45294">
              <w:rPr>
                <w:rFonts w:eastAsia="Calibri"/>
                <w:kern w:val="2"/>
                <w:szCs w:val="28"/>
              </w:rPr>
              <w:t xml:space="preserve">Ярославская область, Ростовский район, </w:t>
            </w:r>
          </w:p>
          <w:p w:rsidR="0060143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D45294">
              <w:rPr>
                <w:rFonts w:eastAsia="Calibri"/>
                <w:kern w:val="2"/>
                <w:szCs w:val="28"/>
              </w:rPr>
              <w:t>г.</w:t>
            </w:r>
            <w:r>
              <w:rPr>
                <w:rFonts w:eastAsia="Calibri"/>
                <w:kern w:val="2"/>
                <w:szCs w:val="28"/>
                <w:lang w:val="en-US"/>
              </w:rPr>
              <w:t> </w:t>
            </w:r>
            <w:r w:rsidRPr="00D45294">
              <w:rPr>
                <w:rFonts w:eastAsia="Calibri"/>
                <w:kern w:val="2"/>
                <w:szCs w:val="28"/>
              </w:rPr>
              <w:t xml:space="preserve">Ростов, 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D45294">
              <w:rPr>
                <w:rFonts w:eastAsia="Calibri"/>
                <w:kern w:val="2"/>
                <w:szCs w:val="28"/>
              </w:rPr>
              <w:lastRenderedPageBreak/>
              <w:t>ул.</w:t>
            </w:r>
            <w:r>
              <w:rPr>
                <w:rFonts w:eastAsia="Calibri"/>
                <w:kern w:val="2"/>
                <w:szCs w:val="28"/>
                <w:lang w:val="en-US"/>
              </w:rPr>
              <w:t> </w:t>
            </w:r>
            <w:r w:rsidRPr="00D45294">
              <w:rPr>
                <w:rFonts w:eastAsia="Calibri"/>
                <w:kern w:val="2"/>
                <w:szCs w:val="28"/>
              </w:rPr>
              <w:t>Пролетарская, д.</w:t>
            </w:r>
            <w:r>
              <w:rPr>
                <w:rFonts w:eastAsia="Calibri"/>
                <w:kern w:val="2"/>
                <w:szCs w:val="28"/>
                <w:lang w:val="en-US"/>
              </w:rPr>
              <w:t> </w:t>
            </w:r>
            <w:r w:rsidRPr="00D45294">
              <w:rPr>
                <w:rFonts w:eastAsia="Calibri"/>
                <w:kern w:val="2"/>
                <w:szCs w:val="28"/>
              </w:rPr>
              <w:t>35</w:t>
            </w:r>
          </w:p>
        </w:tc>
        <w:tc>
          <w:tcPr>
            <w:tcW w:w="2126" w:type="dxa"/>
          </w:tcPr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нежилое здание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нежилое здание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нежилое здание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601433" w:rsidRPr="00641DDA" w:rsidRDefault="00601433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нежилое здание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</w:tc>
      </w:tr>
      <w:tr w:rsidR="008A14EB" w:rsidRPr="00D3750E" w:rsidTr="0040083C">
        <w:tc>
          <w:tcPr>
            <w:tcW w:w="562" w:type="dxa"/>
          </w:tcPr>
          <w:p w:rsidR="008A14EB" w:rsidRPr="00D3750E" w:rsidRDefault="008A14EB" w:rsidP="004265E0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3544" w:type="dxa"/>
          </w:tcPr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Недвижимое имущество: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1646B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здание хранилища для </w:t>
            </w:r>
          </w:p>
          <w:p w:rsidR="004265E0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медикаментов</w:t>
            </w:r>
            <w:r>
              <w:rPr>
                <w:rFonts w:eastAsia="Calibri"/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</w:rPr>
              <w:t>–</w:t>
            </w:r>
            <w:r>
              <w:rPr>
                <w:rFonts w:eastAsia="Calibri"/>
                <w:kern w:val="2"/>
                <w:szCs w:val="28"/>
              </w:rPr>
              <w:t xml:space="preserve"> </w:t>
            </w:r>
            <w:r w:rsidRPr="00641DDA">
              <w:rPr>
                <w:rFonts w:eastAsia="Calibri"/>
                <w:kern w:val="2"/>
                <w:szCs w:val="28"/>
              </w:rPr>
              <w:t xml:space="preserve">2, </w:t>
            </w:r>
          </w:p>
          <w:p w:rsidR="008A14EB" w:rsidRPr="00474A79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  <w:vertAlign w:val="superscript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76:14:040233:259</w:t>
            </w:r>
            <w:r w:rsidR="00474A79">
              <w:rPr>
                <w:rFonts w:eastAsia="Calibri"/>
                <w:kern w:val="2"/>
                <w:szCs w:val="28"/>
                <w:vertAlign w:val="superscript"/>
              </w:rPr>
              <w:t>2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1646B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здание хранилища для </w:t>
            </w:r>
          </w:p>
          <w:p w:rsidR="004265E0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медикаментов</w:t>
            </w:r>
            <w:r>
              <w:rPr>
                <w:rFonts w:eastAsia="Calibri"/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</w:rPr>
              <w:t>–</w:t>
            </w:r>
            <w:r>
              <w:rPr>
                <w:rFonts w:eastAsia="Calibri"/>
                <w:kern w:val="2"/>
                <w:szCs w:val="28"/>
              </w:rPr>
              <w:t xml:space="preserve"> </w:t>
            </w:r>
            <w:r w:rsidRPr="00641DDA">
              <w:rPr>
                <w:rFonts w:eastAsia="Calibri"/>
                <w:kern w:val="2"/>
                <w:szCs w:val="28"/>
              </w:rPr>
              <w:t xml:space="preserve">1, гараж, </w:t>
            </w:r>
          </w:p>
          <w:p w:rsidR="008A14EB" w:rsidRPr="00474A79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  <w:vertAlign w:val="superscript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76:14:040233:267</w:t>
            </w:r>
            <w:r w:rsidR="00474A79">
              <w:rPr>
                <w:rFonts w:eastAsia="Calibri"/>
                <w:kern w:val="2"/>
                <w:szCs w:val="28"/>
                <w:vertAlign w:val="superscript"/>
              </w:rPr>
              <w:t>2</w:t>
            </w:r>
          </w:p>
          <w:p w:rsidR="008A14EB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здание склада для хранения баллонов, </w:t>
            </w:r>
          </w:p>
          <w:p w:rsidR="008A14EB" w:rsidRPr="00474A79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  <w:vertAlign w:val="superscript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76:14:040233:250</w:t>
            </w:r>
            <w:r w:rsidR="00474A79">
              <w:rPr>
                <w:rFonts w:eastAsia="Calibri"/>
                <w:kern w:val="2"/>
                <w:szCs w:val="28"/>
                <w:vertAlign w:val="superscript"/>
              </w:rPr>
              <w:t>2</w:t>
            </w:r>
          </w:p>
          <w:p w:rsidR="008A14EB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3C41E4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здание склада для хранения огнеопасных веществ, </w:t>
            </w:r>
          </w:p>
          <w:p w:rsidR="008A14EB" w:rsidRPr="00474A79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  <w:vertAlign w:val="superscript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76:14:040233:215</w:t>
            </w:r>
            <w:r w:rsidR="00474A79">
              <w:rPr>
                <w:rFonts w:eastAsia="Calibri"/>
                <w:kern w:val="2"/>
                <w:szCs w:val="28"/>
                <w:vertAlign w:val="superscript"/>
              </w:rPr>
              <w:t>2</w:t>
            </w:r>
          </w:p>
          <w:p w:rsidR="00C16C92" w:rsidRPr="00641DDA" w:rsidRDefault="00C16C92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3C41E4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здание склада для хранения огнеопасных веществ, </w:t>
            </w:r>
          </w:p>
          <w:p w:rsidR="008A14EB" w:rsidRPr="00474A79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  <w:vertAlign w:val="superscript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76:14:040233:260</w:t>
            </w:r>
            <w:r w:rsidR="00474A79">
              <w:rPr>
                <w:rFonts w:eastAsia="Calibri"/>
                <w:kern w:val="2"/>
                <w:szCs w:val="28"/>
                <w:vertAlign w:val="superscript"/>
              </w:rPr>
              <w:t>2</w:t>
            </w:r>
          </w:p>
          <w:p w:rsidR="008A14EB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3C41E4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здание проходной, 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76:14:040233:200</w:t>
            </w:r>
            <w:r w:rsidRPr="005D3BD5">
              <w:rPr>
                <w:rFonts w:eastAsia="Calibri"/>
                <w:kern w:val="2"/>
                <w:szCs w:val="28"/>
                <w:vertAlign w:val="superscript"/>
              </w:rPr>
              <w:t>2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3C41E4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здание колодезной, </w:t>
            </w:r>
          </w:p>
          <w:p w:rsidR="008A14EB" w:rsidRPr="00474A79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  <w:vertAlign w:val="superscript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76:14:040233:268</w:t>
            </w:r>
            <w:r w:rsidR="00474A79">
              <w:rPr>
                <w:rFonts w:eastAsia="Calibri"/>
                <w:kern w:val="2"/>
                <w:szCs w:val="28"/>
                <w:vertAlign w:val="superscript"/>
              </w:rPr>
              <w:t>2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3C41E4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с земельным участком, 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76:14:040233:16</w:t>
            </w:r>
            <w:r w:rsidR="00474A79" w:rsidRPr="00474A79">
              <w:rPr>
                <w:rFonts w:eastAsia="Calibri"/>
                <w:kern w:val="2"/>
                <w:szCs w:val="28"/>
                <w:vertAlign w:val="superscript"/>
              </w:rPr>
              <w:t>3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474A79" w:rsidRDefault="00474A79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движимое имущество (прочие нефинансовые активы):</w:t>
            </w:r>
          </w:p>
          <w:p w:rsidR="008A14EB" w:rsidRPr="00BC2330" w:rsidRDefault="003C41E4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–</w:t>
            </w:r>
            <w:r w:rsidR="008A14EB">
              <w:rPr>
                <w:rFonts w:eastAsia="Calibri"/>
                <w:kern w:val="2"/>
                <w:szCs w:val="28"/>
              </w:rPr>
              <w:t xml:space="preserve"> м</w:t>
            </w:r>
            <w:r w:rsidR="008A14EB" w:rsidRPr="00BC2330">
              <w:rPr>
                <w:rFonts w:eastAsia="Calibri"/>
                <w:kern w:val="2"/>
                <w:szCs w:val="28"/>
              </w:rPr>
              <w:t>еталлическая ограда</w:t>
            </w:r>
            <w:r w:rsidR="008A14EB">
              <w:rPr>
                <w:rFonts w:eastAsia="Calibri"/>
                <w:kern w:val="2"/>
                <w:szCs w:val="28"/>
              </w:rPr>
              <w:t>;</w:t>
            </w:r>
          </w:p>
          <w:p w:rsidR="008A14EB" w:rsidRPr="00BC2330" w:rsidRDefault="003C41E4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–</w:t>
            </w:r>
            <w:r w:rsidR="008A14EB">
              <w:rPr>
                <w:rFonts w:eastAsia="Calibri"/>
                <w:kern w:val="2"/>
                <w:szCs w:val="28"/>
              </w:rPr>
              <w:t xml:space="preserve"> п</w:t>
            </w:r>
            <w:r w:rsidR="008A14EB" w:rsidRPr="00BC2330">
              <w:rPr>
                <w:rFonts w:eastAsia="Calibri"/>
                <w:kern w:val="2"/>
                <w:szCs w:val="28"/>
              </w:rPr>
              <w:t>одземный резервуар</w:t>
            </w:r>
            <w:r w:rsidR="008A14EB">
              <w:rPr>
                <w:rFonts w:eastAsia="Calibri"/>
                <w:kern w:val="2"/>
                <w:szCs w:val="28"/>
              </w:rPr>
              <w:t xml:space="preserve"> (2 штуки);</w:t>
            </w:r>
          </w:p>
          <w:p w:rsidR="008A14EB" w:rsidRPr="00BC2330" w:rsidRDefault="003C41E4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–</w:t>
            </w:r>
            <w:r w:rsidR="008A14EB">
              <w:rPr>
                <w:rFonts w:eastAsia="Calibri"/>
                <w:kern w:val="2"/>
                <w:szCs w:val="28"/>
              </w:rPr>
              <w:t xml:space="preserve"> колодец;</w:t>
            </w:r>
          </w:p>
          <w:p w:rsidR="008A14EB" w:rsidRPr="00BC2330" w:rsidRDefault="003C41E4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–</w:t>
            </w:r>
            <w:r w:rsidR="008A14EB">
              <w:rPr>
                <w:rFonts w:eastAsia="Calibri"/>
                <w:kern w:val="2"/>
                <w:szCs w:val="28"/>
              </w:rPr>
              <w:t xml:space="preserve"> к</w:t>
            </w:r>
            <w:r w:rsidR="008A14EB" w:rsidRPr="00BC2330">
              <w:rPr>
                <w:rFonts w:eastAsia="Calibri"/>
                <w:kern w:val="2"/>
                <w:szCs w:val="28"/>
              </w:rPr>
              <w:t>отел (46,4УКЛ) У-5м</w:t>
            </w:r>
            <w:r w:rsidR="008A14EB">
              <w:rPr>
                <w:rFonts w:eastAsia="Calibri"/>
                <w:kern w:val="2"/>
                <w:szCs w:val="28"/>
              </w:rPr>
              <w:t>;</w:t>
            </w:r>
          </w:p>
          <w:p w:rsidR="008A14EB" w:rsidRPr="00BC2330" w:rsidRDefault="003C41E4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–</w:t>
            </w:r>
            <w:r w:rsidR="008A14EB">
              <w:rPr>
                <w:rFonts w:eastAsia="Calibri"/>
                <w:kern w:val="2"/>
                <w:szCs w:val="28"/>
              </w:rPr>
              <w:t xml:space="preserve"> к</w:t>
            </w:r>
            <w:r w:rsidR="008A14EB" w:rsidRPr="00BC2330">
              <w:rPr>
                <w:rFonts w:eastAsia="Calibri"/>
                <w:kern w:val="2"/>
                <w:szCs w:val="28"/>
              </w:rPr>
              <w:t>отел (37,8УКЛ) У-5м</w:t>
            </w:r>
            <w:r w:rsidR="008A14EB">
              <w:rPr>
                <w:rFonts w:eastAsia="Calibri"/>
                <w:kern w:val="2"/>
                <w:szCs w:val="28"/>
              </w:rPr>
              <w:t>;</w:t>
            </w:r>
          </w:p>
          <w:p w:rsidR="008A14EB" w:rsidRPr="00BC2330" w:rsidRDefault="003C41E4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–</w:t>
            </w:r>
            <w:r w:rsidR="008A14EB">
              <w:rPr>
                <w:rFonts w:eastAsia="Calibri"/>
                <w:kern w:val="2"/>
                <w:szCs w:val="28"/>
              </w:rPr>
              <w:t xml:space="preserve"> в</w:t>
            </w:r>
            <w:r w:rsidR="008A14EB" w:rsidRPr="00BC2330">
              <w:rPr>
                <w:rFonts w:eastAsia="Calibri"/>
                <w:kern w:val="2"/>
                <w:szCs w:val="28"/>
              </w:rPr>
              <w:t>ентилятор ВО 400 с</w:t>
            </w:r>
            <w:r w:rsidR="008A14EB">
              <w:rPr>
                <w:rFonts w:eastAsia="Calibri"/>
                <w:kern w:val="2"/>
                <w:szCs w:val="28"/>
              </w:rPr>
              <w:t> </w:t>
            </w:r>
            <w:r w:rsidR="008A14EB" w:rsidRPr="00BC2330">
              <w:rPr>
                <w:rFonts w:eastAsia="Calibri"/>
                <w:kern w:val="2"/>
                <w:szCs w:val="28"/>
              </w:rPr>
              <w:t>защитной решеткой (серии</w:t>
            </w:r>
            <w:r w:rsidR="008A14EB">
              <w:rPr>
                <w:rFonts w:eastAsia="Calibri"/>
                <w:kern w:val="2"/>
                <w:szCs w:val="28"/>
              </w:rPr>
              <w:t> </w:t>
            </w:r>
            <w:r w:rsidR="008A14EB" w:rsidRPr="00BC2330">
              <w:rPr>
                <w:rFonts w:eastAsia="Calibri"/>
                <w:kern w:val="2"/>
                <w:szCs w:val="28"/>
              </w:rPr>
              <w:t>02)</w:t>
            </w:r>
            <w:r w:rsidR="008A14EB">
              <w:rPr>
                <w:rFonts w:eastAsia="Calibri"/>
                <w:kern w:val="2"/>
                <w:szCs w:val="28"/>
              </w:rPr>
              <w:t>;</w:t>
            </w:r>
          </w:p>
          <w:p w:rsidR="008A14EB" w:rsidRPr="00BC2330" w:rsidRDefault="003C41E4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–</w:t>
            </w:r>
            <w:r w:rsidR="008A14EB">
              <w:rPr>
                <w:rFonts w:eastAsia="Calibri"/>
                <w:kern w:val="2"/>
                <w:szCs w:val="28"/>
              </w:rPr>
              <w:t xml:space="preserve"> д</w:t>
            </w:r>
            <w:r w:rsidR="008A14EB" w:rsidRPr="00BC2330">
              <w:rPr>
                <w:rFonts w:eastAsia="Calibri"/>
                <w:kern w:val="2"/>
                <w:szCs w:val="28"/>
              </w:rPr>
              <w:t>вигатель 5АВОМВИ 1,5кВт</w:t>
            </w:r>
            <w:r w:rsidR="008A14EB">
              <w:rPr>
                <w:rFonts w:eastAsia="Calibri"/>
                <w:kern w:val="2"/>
                <w:szCs w:val="28"/>
              </w:rPr>
              <w:t>;</w:t>
            </w:r>
          </w:p>
          <w:p w:rsidR="008A14EB" w:rsidRPr="00641DDA" w:rsidRDefault="003C41E4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–</w:t>
            </w:r>
            <w:r w:rsidR="008A14EB">
              <w:rPr>
                <w:rFonts w:eastAsia="Calibri"/>
                <w:kern w:val="2"/>
                <w:szCs w:val="28"/>
              </w:rPr>
              <w:t xml:space="preserve"> в</w:t>
            </w:r>
            <w:r w:rsidR="008A14EB" w:rsidRPr="00BC2330">
              <w:rPr>
                <w:rFonts w:eastAsia="Calibri"/>
                <w:kern w:val="2"/>
                <w:szCs w:val="28"/>
              </w:rPr>
              <w:t>ентилятор вытяжной</w:t>
            </w:r>
          </w:p>
        </w:tc>
        <w:tc>
          <w:tcPr>
            <w:tcW w:w="3119" w:type="dxa"/>
          </w:tcPr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Ярославская обл</w:t>
            </w:r>
            <w:r>
              <w:rPr>
                <w:rFonts w:eastAsia="Calibri"/>
                <w:kern w:val="2"/>
                <w:szCs w:val="28"/>
              </w:rPr>
              <w:t>асть</w:t>
            </w:r>
            <w:r w:rsidRPr="00641DDA">
              <w:rPr>
                <w:rFonts w:eastAsia="Calibri"/>
                <w:kern w:val="2"/>
                <w:szCs w:val="28"/>
              </w:rPr>
              <w:t xml:space="preserve">, </w:t>
            </w:r>
          </w:p>
          <w:p w:rsidR="004265E0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Рыбинский</w:t>
            </w:r>
            <w:r w:rsidR="004265E0" w:rsidRPr="00641DDA">
              <w:rPr>
                <w:rFonts w:eastAsia="Calibri"/>
                <w:kern w:val="2"/>
                <w:szCs w:val="28"/>
              </w:rPr>
              <w:t xml:space="preserve"> </w:t>
            </w:r>
            <w:r w:rsidR="004265E0">
              <w:rPr>
                <w:rFonts w:eastAsia="Calibri"/>
                <w:kern w:val="2"/>
                <w:szCs w:val="28"/>
              </w:rPr>
              <w:t>райо</w:t>
            </w:r>
            <w:r w:rsidR="004265E0" w:rsidRPr="00641DDA">
              <w:rPr>
                <w:rFonts w:eastAsia="Calibri"/>
                <w:kern w:val="2"/>
                <w:szCs w:val="28"/>
              </w:rPr>
              <w:t>н</w:t>
            </w:r>
            <w:r w:rsidRPr="00641DDA">
              <w:rPr>
                <w:rFonts w:eastAsia="Calibri"/>
                <w:kern w:val="2"/>
                <w:szCs w:val="28"/>
              </w:rPr>
              <w:t xml:space="preserve">, с. Никольское, 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ул. Центральная, д. 55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Ярославская обл</w:t>
            </w:r>
            <w:r w:rsidR="004265E0">
              <w:rPr>
                <w:rFonts w:eastAsia="Calibri"/>
                <w:kern w:val="2"/>
                <w:szCs w:val="28"/>
              </w:rPr>
              <w:t>асть</w:t>
            </w:r>
            <w:r w:rsidRPr="00641DDA">
              <w:rPr>
                <w:rFonts w:eastAsia="Calibri"/>
                <w:kern w:val="2"/>
                <w:szCs w:val="28"/>
              </w:rPr>
              <w:t xml:space="preserve">, </w:t>
            </w:r>
          </w:p>
          <w:p w:rsidR="004265E0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Рыбинский</w:t>
            </w:r>
            <w:r w:rsidR="004265E0" w:rsidRPr="00641DDA">
              <w:rPr>
                <w:rFonts w:eastAsia="Calibri"/>
                <w:kern w:val="2"/>
                <w:szCs w:val="28"/>
              </w:rPr>
              <w:t xml:space="preserve"> р</w:t>
            </w:r>
            <w:r w:rsidR="004265E0">
              <w:rPr>
                <w:rFonts w:eastAsia="Calibri"/>
                <w:kern w:val="2"/>
                <w:szCs w:val="28"/>
              </w:rPr>
              <w:t>айон</w:t>
            </w:r>
            <w:r w:rsidRPr="00641DDA">
              <w:rPr>
                <w:rFonts w:eastAsia="Calibri"/>
                <w:kern w:val="2"/>
                <w:szCs w:val="28"/>
              </w:rPr>
              <w:t xml:space="preserve">, с. Никольское, 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ул. Центральная, д. 55</w:t>
            </w:r>
          </w:p>
          <w:p w:rsidR="008A14EB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Ярославская обл</w:t>
            </w:r>
            <w:r>
              <w:rPr>
                <w:rFonts w:eastAsia="Calibri"/>
                <w:kern w:val="2"/>
                <w:szCs w:val="28"/>
              </w:rPr>
              <w:t>асть</w:t>
            </w:r>
            <w:r w:rsidRPr="00641DDA">
              <w:rPr>
                <w:rFonts w:eastAsia="Calibri"/>
                <w:kern w:val="2"/>
                <w:szCs w:val="28"/>
              </w:rPr>
              <w:t>,</w:t>
            </w:r>
            <w:r w:rsidR="004265E0">
              <w:rPr>
                <w:rFonts w:eastAsia="Calibri"/>
                <w:kern w:val="2"/>
                <w:szCs w:val="28"/>
              </w:rPr>
              <w:t xml:space="preserve"> </w:t>
            </w:r>
            <w:r w:rsidRPr="00641DDA">
              <w:rPr>
                <w:rFonts w:eastAsia="Calibri"/>
                <w:kern w:val="2"/>
                <w:szCs w:val="28"/>
              </w:rPr>
              <w:t>Рыбинский</w:t>
            </w:r>
            <w:r w:rsidR="004265E0" w:rsidRPr="00641DDA">
              <w:rPr>
                <w:rFonts w:eastAsia="Calibri"/>
                <w:kern w:val="2"/>
                <w:szCs w:val="28"/>
              </w:rPr>
              <w:t xml:space="preserve"> р</w:t>
            </w:r>
            <w:r w:rsidR="004265E0">
              <w:rPr>
                <w:rFonts w:eastAsia="Calibri"/>
                <w:kern w:val="2"/>
                <w:szCs w:val="28"/>
              </w:rPr>
              <w:t>айон</w:t>
            </w:r>
            <w:r w:rsidRPr="00641DDA">
              <w:rPr>
                <w:rFonts w:eastAsia="Calibri"/>
                <w:kern w:val="2"/>
                <w:szCs w:val="28"/>
              </w:rPr>
              <w:t xml:space="preserve">, с. Никольское, </w:t>
            </w:r>
            <w:r w:rsidR="004265E0">
              <w:rPr>
                <w:rFonts w:eastAsia="Calibri"/>
                <w:kern w:val="2"/>
                <w:szCs w:val="28"/>
              </w:rPr>
              <w:br/>
            </w:r>
            <w:r w:rsidRPr="00641DDA">
              <w:rPr>
                <w:rFonts w:eastAsia="Calibri"/>
                <w:kern w:val="2"/>
                <w:szCs w:val="28"/>
              </w:rPr>
              <w:t>ул. Центральная, д. 55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Ярославская обл</w:t>
            </w:r>
            <w:r>
              <w:rPr>
                <w:rFonts w:eastAsia="Calibri"/>
                <w:kern w:val="2"/>
                <w:szCs w:val="28"/>
              </w:rPr>
              <w:t>асть</w:t>
            </w:r>
            <w:r w:rsidRPr="00641DDA">
              <w:rPr>
                <w:rFonts w:eastAsia="Calibri"/>
                <w:kern w:val="2"/>
                <w:szCs w:val="28"/>
              </w:rPr>
              <w:t xml:space="preserve">, </w:t>
            </w:r>
          </w:p>
          <w:p w:rsidR="008A14EB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Рыбинский</w:t>
            </w:r>
            <w:r w:rsidR="003C41E4">
              <w:rPr>
                <w:rFonts w:eastAsia="Calibri"/>
                <w:kern w:val="2"/>
                <w:szCs w:val="28"/>
              </w:rPr>
              <w:t xml:space="preserve"> район </w:t>
            </w:r>
            <w:r w:rsidRPr="00641DDA">
              <w:rPr>
                <w:rFonts w:eastAsia="Calibri"/>
                <w:kern w:val="2"/>
                <w:szCs w:val="28"/>
              </w:rPr>
              <w:t xml:space="preserve">, с. Никольское, </w:t>
            </w:r>
            <w:r w:rsidR="003C41E4">
              <w:rPr>
                <w:rFonts w:eastAsia="Calibri"/>
                <w:kern w:val="2"/>
                <w:szCs w:val="28"/>
              </w:rPr>
              <w:br/>
            </w:r>
            <w:r w:rsidRPr="00641DDA">
              <w:rPr>
                <w:rFonts w:eastAsia="Calibri"/>
                <w:kern w:val="2"/>
                <w:szCs w:val="28"/>
              </w:rPr>
              <w:t>ул. Центральная, д. 55</w:t>
            </w:r>
          </w:p>
          <w:p w:rsidR="00474A79" w:rsidRPr="00641DDA" w:rsidRDefault="00474A79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Ярославская обл</w:t>
            </w:r>
            <w:r>
              <w:rPr>
                <w:rFonts w:eastAsia="Calibri"/>
                <w:kern w:val="2"/>
                <w:szCs w:val="28"/>
              </w:rPr>
              <w:t>асть</w:t>
            </w:r>
            <w:r w:rsidRPr="00641DDA">
              <w:rPr>
                <w:rFonts w:eastAsia="Calibri"/>
                <w:kern w:val="2"/>
                <w:szCs w:val="28"/>
              </w:rPr>
              <w:t xml:space="preserve">, </w:t>
            </w:r>
          </w:p>
          <w:p w:rsidR="003C41E4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Рыбинский</w:t>
            </w:r>
            <w:r w:rsidR="003C41E4" w:rsidRPr="00641DDA">
              <w:rPr>
                <w:rFonts w:eastAsia="Calibri"/>
                <w:kern w:val="2"/>
                <w:szCs w:val="28"/>
              </w:rPr>
              <w:t xml:space="preserve"> </w:t>
            </w:r>
            <w:r w:rsidR="003C41E4">
              <w:rPr>
                <w:rFonts w:eastAsia="Calibri"/>
                <w:kern w:val="2"/>
                <w:szCs w:val="28"/>
              </w:rPr>
              <w:t>райо</w:t>
            </w:r>
            <w:r w:rsidR="003C41E4" w:rsidRPr="00641DDA">
              <w:rPr>
                <w:rFonts w:eastAsia="Calibri"/>
                <w:kern w:val="2"/>
                <w:szCs w:val="28"/>
              </w:rPr>
              <w:t>н</w:t>
            </w:r>
            <w:r w:rsidRPr="00641DDA">
              <w:rPr>
                <w:rFonts w:eastAsia="Calibri"/>
                <w:kern w:val="2"/>
                <w:szCs w:val="28"/>
              </w:rPr>
              <w:t xml:space="preserve">, с. Никольское, 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ул. Центральная, д. 55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Ярославская область, 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Рыбинский</w:t>
            </w:r>
            <w:r w:rsidR="003C41E4" w:rsidRPr="00641DDA">
              <w:rPr>
                <w:rFonts w:eastAsia="Calibri"/>
                <w:kern w:val="2"/>
                <w:szCs w:val="28"/>
              </w:rPr>
              <w:t xml:space="preserve"> р</w:t>
            </w:r>
            <w:r w:rsidR="003C41E4">
              <w:rPr>
                <w:rFonts w:eastAsia="Calibri"/>
                <w:kern w:val="2"/>
                <w:szCs w:val="28"/>
              </w:rPr>
              <w:t>айон</w:t>
            </w:r>
            <w:r w:rsidRPr="00641DDA">
              <w:rPr>
                <w:rFonts w:eastAsia="Calibri"/>
                <w:kern w:val="2"/>
                <w:szCs w:val="28"/>
              </w:rPr>
              <w:t>, с.</w:t>
            </w:r>
            <w:r>
              <w:rPr>
                <w:rFonts w:eastAsia="Calibri"/>
                <w:kern w:val="2"/>
                <w:szCs w:val="28"/>
              </w:rPr>
              <w:t> </w:t>
            </w:r>
            <w:r w:rsidRPr="00641DDA">
              <w:rPr>
                <w:rFonts w:eastAsia="Calibri"/>
                <w:kern w:val="2"/>
                <w:szCs w:val="28"/>
              </w:rPr>
              <w:t xml:space="preserve">Никольское, </w:t>
            </w:r>
            <w:r w:rsidR="003C41E4">
              <w:rPr>
                <w:rFonts w:eastAsia="Calibri"/>
                <w:kern w:val="2"/>
                <w:szCs w:val="28"/>
              </w:rPr>
              <w:br/>
            </w:r>
            <w:r w:rsidRPr="00641DDA">
              <w:rPr>
                <w:rFonts w:eastAsia="Calibri"/>
                <w:kern w:val="2"/>
                <w:szCs w:val="28"/>
              </w:rPr>
              <w:t>ул.</w:t>
            </w:r>
            <w:r>
              <w:rPr>
                <w:rFonts w:eastAsia="Calibri"/>
                <w:kern w:val="2"/>
                <w:szCs w:val="28"/>
              </w:rPr>
              <w:t> </w:t>
            </w:r>
            <w:r w:rsidRPr="00641DDA">
              <w:rPr>
                <w:rFonts w:eastAsia="Calibri"/>
                <w:kern w:val="2"/>
                <w:szCs w:val="28"/>
              </w:rPr>
              <w:t>Центральная, д.55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Ярославская обл</w:t>
            </w:r>
            <w:r w:rsidR="003C41E4">
              <w:rPr>
                <w:rFonts w:eastAsia="Calibri"/>
                <w:kern w:val="2"/>
                <w:szCs w:val="28"/>
              </w:rPr>
              <w:t>асть</w:t>
            </w:r>
            <w:r w:rsidRPr="00641DDA">
              <w:rPr>
                <w:rFonts w:eastAsia="Calibri"/>
                <w:kern w:val="2"/>
                <w:szCs w:val="28"/>
              </w:rPr>
              <w:t xml:space="preserve">, 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Рыбинский</w:t>
            </w:r>
            <w:r w:rsidR="003C41E4" w:rsidRPr="00641DDA">
              <w:rPr>
                <w:rFonts w:eastAsia="Calibri"/>
                <w:kern w:val="2"/>
                <w:szCs w:val="28"/>
              </w:rPr>
              <w:t xml:space="preserve"> р</w:t>
            </w:r>
            <w:r w:rsidR="003C41E4">
              <w:rPr>
                <w:rFonts w:eastAsia="Calibri"/>
                <w:kern w:val="2"/>
                <w:szCs w:val="28"/>
              </w:rPr>
              <w:t>айон</w:t>
            </w:r>
            <w:r w:rsidRPr="00641DDA">
              <w:rPr>
                <w:rFonts w:eastAsia="Calibri"/>
                <w:kern w:val="2"/>
                <w:szCs w:val="28"/>
              </w:rPr>
              <w:t>, с.</w:t>
            </w:r>
            <w:r>
              <w:rPr>
                <w:rFonts w:eastAsia="Calibri"/>
                <w:kern w:val="2"/>
                <w:szCs w:val="28"/>
              </w:rPr>
              <w:t> </w:t>
            </w:r>
            <w:r w:rsidRPr="00641DDA">
              <w:rPr>
                <w:rFonts w:eastAsia="Calibri"/>
                <w:kern w:val="2"/>
                <w:szCs w:val="28"/>
              </w:rPr>
              <w:t xml:space="preserve">Никольское, </w:t>
            </w:r>
            <w:r w:rsidR="003C41E4">
              <w:rPr>
                <w:rFonts w:eastAsia="Calibri"/>
                <w:kern w:val="2"/>
                <w:szCs w:val="28"/>
              </w:rPr>
              <w:br/>
            </w:r>
            <w:r w:rsidRPr="00641DDA">
              <w:rPr>
                <w:rFonts w:eastAsia="Calibri"/>
                <w:kern w:val="2"/>
                <w:szCs w:val="28"/>
              </w:rPr>
              <w:t>ул.</w:t>
            </w:r>
            <w:r>
              <w:rPr>
                <w:rFonts w:eastAsia="Calibri"/>
                <w:kern w:val="2"/>
                <w:szCs w:val="28"/>
              </w:rPr>
              <w:t> </w:t>
            </w:r>
            <w:r w:rsidRPr="00641DDA">
              <w:rPr>
                <w:rFonts w:eastAsia="Calibri"/>
                <w:kern w:val="2"/>
                <w:szCs w:val="28"/>
              </w:rPr>
              <w:t>Центральная, д.55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3C41E4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местоположение установлено относительно ориентира, расположенного в границах участка. Почтовый</w:t>
            </w:r>
            <w:r>
              <w:rPr>
                <w:rFonts w:eastAsia="Calibri"/>
                <w:kern w:val="2"/>
                <w:szCs w:val="28"/>
              </w:rPr>
              <w:t xml:space="preserve"> </w:t>
            </w:r>
            <w:r w:rsidRPr="00641DDA">
              <w:rPr>
                <w:rFonts w:eastAsia="Calibri"/>
                <w:kern w:val="2"/>
                <w:szCs w:val="28"/>
              </w:rPr>
              <w:t xml:space="preserve">адрес ориентира: 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lastRenderedPageBreak/>
              <w:t xml:space="preserve">Ярославская область, </w:t>
            </w:r>
          </w:p>
          <w:p w:rsidR="008A14EB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Рыбинский</w:t>
            </w:r>
            <w:r w:rsidR="003C41E4" w:rsidRPr="00641DDA">
              <w:rPr>
                <w:rFonts w:eastAsia="Calibri"/>
                <w:kern w:val="2"/>
                <w:szCs w:val="28"/>
              </w:rPr>
              <w:t xml:space="preserve"> </w:t>
            </w:r>
            <w:r w:rsidR="003C41E4">
              <w:rPr>
                <w:rFonts w:eastAsia="Calibri"/>
                <w:kern w:val="2"/>
                <w:szCs w:val="28"/>
              </w:rPr>
              <w:t>райо</w:t>
            </w:r>
            <w:r w:rsidR="003C41E4" w:rsidRPr="00641DDA">
              <w:rPr>
                <w:rFonts w:eastAsia="Calibri"/>
                <w:kern w:val="2"/>
                <w:szCs w:val="28"/>
              </w:rPr>
              <w:t>н</w:t>
            </w:r>
            <w:r w:rsidRPr="00641DDA">
              <w:rPr>
                <w:rFonts w:eastAsia="Calibri"/>
                <w:kern w:val="2"/>
                <w:szCs w:val="28"/>
              </w:rPr>
              <w:t>, с. Никольское</w:t>
            </w:r>
            <w:r w:rsidRPr="00474A79">
              <w:rPr>
                <w:rFonts w:eastAsia="Calibri"/>
                <w:kern w:val="2"/>
                <w:szCs w:val="28"/>
              </w:rPr>
              <w:t xml:space="preserve">, </w:t>
            </w:r>
            <w:proofErr w:type="spellStart"/>
            <w:r w:rsidRPr="00474A79">
              <w:rPr>
                <w:rFonts w:eastAsia="Calibri"/>
                <w:kern w:val="2"/>
                <w:szCs w:val="28"/>
              </w:rPr>
              <w:t>Николо-Кормский</w:t>
            </w:r>
            <w:proofErr w:type="spellEnd"/>
            <w:r w:rsidR="00474A79" w:rsidRPr="00474A79">
              <w:rPr>
                <w:rFonts w:eastAsia="Calibri"/>
                <w:kern w:val="2"/>
                <w:szCs w:val="28"/>
              </w:rPr>
              <w:t xml:space="preserve"> сель</w:t>
            </w:r>
            <w:r w:rsidR="00474A79">
              <w:rPr>
                <w:rFonts w:eastAsia="Calibri"/>
                <w:kern w:val="2"/>
                <w:szCs w:val="28"/>
              </w:rPr>
              <w:t>ский округ</w:t>
            </w:r>
            <w:r w:rsidRPr="00641DDA">
              <w:rPr>
                <w:rFonts w:eastAsia="Calibri"/>
                <w:kern w:val="2"/>
                <w:szCs w:val="28"/>
              </w:rPr>
              <w:t>, ул. Центральная, д. 55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2126" w:type="dxa"/>
          </w:tcPr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нежилое здание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нежилое здание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нежилое здание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нежилое здание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нежилое здание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нежилое здание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нежилое здание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</w:tc>
      </w:tr>
      <w:tr w:rsidR="008A14EB" w:rsidRPr="00D3750E" w:rsidTr="00973FE7">
        <w:tc>
          <w:tcPr>
            <w:tcW w:w="562" w:type="dxa"/>
            <w:tcBorders>
              <w:bottom w:val="single" w:sz="4" w:space="0" w:color="auto"/>
            </w:tcBorders>
          </w:tcPr>
          <w:p w:rsidR="008A14EB" w:rsidRPr="00D3750E" w:rsidRDefault="008A14EB" w:rsidP="003C41E4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C41E4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З</w:t>
            </w:r>
            <w:r w:rsidRPr="00641DDA">
              <w:rPr>
                <w:rFonts w:eastAsia="Calibri"/>
                <w:kern w:val="2"/>
                <w:szCs w:val="28"/>
              </w:rPr>
              <w:t>дание</w:t>
            </w:r>
            <w:r>
              <w:rPr>
                <w:rFonts w:eastAsia="Calibri"/>
                <w:kern w:val="2"/>
                <w:szCs w:val="28"/>
              </w:rPr>
              <w:t xml:space="preserve"> архива</w:t>
            </w:r>
            <w:r w:rsidRPr="00641DDA">
              <w:rPr>
                <w:rFonts w:eastAsia="Calibri"/>
                <w:kern w:val="2"/>
                <w:szCs w:val="28"/>
              </w:rPr>
              <w:t xml:space="preserve">, </w:t>
            </w:r>
          </w:p>
          <w:p w:rsidR="008A14EB" w:rsidRPr="00474A79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  <w:vertAlign w:val="superscript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76:22:010101:2576</w:t>
            </w:r>
            <w:r w:rsidR="00474A79">
              <w:rPr>
                <w:rFonts w:eastAsia="Calibri"/>
                <w:kern w:val="2"/>
                <w:szCs w:val="28"/>
                <w:vertAlign w:val="superscript"/>
              </w:rPr>
              <w:t>2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3C41E4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 xml:space="preserve">с земельным участком, </w:t>
            </w:r>
          </w:p>
          <w:p w:rsidR="008A14EB" w:rsidRPr="00474A79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  <w:vertAlign w:val="superscript"/>
              </w:rPr>
            </w:pPr>
            <w:r w:rsidRPr="00641DDA">
              <w:rPr>
                <w:rFonts w:eastAsia="Calibri"/>
                <w:kern w:val="2"/>
                <w:szCs w:val="28"/>
              </w:rPr>
              <w:t>кадастровый номер 76:22:010207:8</w:t>
            </w:r>
            <w:r w:rsidR="00474A79">
              <w:rPr>
                <w:rFonts w:eastAsia="Calibri"/>
                <w:kern w:val="2"/>
                <w:szCs w:val="28"/>
                <w:vertAlign w:val="superscript"/>
              </w:rPr>
              <w:t>3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Ярославская область</w:t>
            </w:r>
            <w:r w:rsidRPr="00641DDA">
              <w:rPr>
                <w:rFonts w:eastAsia="Calibri"/>
                <w:kern w:val="2"/>
                <w:szCs w:val="28"/>
              </w:rPr>
              <w:t>, г. Углич, ул. Северная, д. 16в</w:t>
            </w:r>
          </w:p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117E93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м</w:t>
            </w:r>
            <w:r w:rsidRPr="00117E93">
              <w:rPr>
                <w:rFonts w:eastAsia="Calibri"/>
                <w:kern w:val="2"/>
                <w:szCs w:val="28"/>
              </w:rPr>
              <w:t>естоположение установлено относительно ориентира, расположенного в границах участка. Почтовый</w:t>
            </w:r>
          </w:p>
          <w:p w:rsidR="003C41E4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117E93">
              <w:rPr>
                <w:rFonts w:eastAsia="Calibri"/>
                <w:kern w:val="2"/>
                <w:szCs w:val="28"/>
              </w:rPr>
              <w:t xml:space="preserve">адрес ориентира: </w:t>
            </w:r>
          </w:p>
          <w:p w:rsidR="008A14EB" w:rsidRPr="00641DDA" w:rsidRDefault="008A14E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117E93">
              <w:rPr>
                <w:rFonts w:eastAsia="Calibri"/>
                <w:kern w:val="2"/>
                <w:szCs w:val="28"/>
              </w:rPr>
              <w:t>Ярославская область, г.</w:t>
            </w:r>
            <w:r>
              <w:rPr>
                <w:rFonts w:eastAsia="Calibri"/>
                <w:kern w:val="2"/>
                <w:szCs w:val="28"/>
              </w:rPr>
              <w:t> </w:t>
            </w:r>
            <w:r w:rsidRPr="00117E93">
              <w:rPr>
                <w:rFonts w:eastAsia="Calibri"/>
                <w:kern w:val="2"/>
                <w:szCs w:val="28"/>
              </w:rPr>
              <w:t>Углич, ул.</w:t>
            </w:r>
            <w:r>
              <w:rPr>
                <w:rFonts w:eastAsia="Calibri"/>
                <w:kern w:val="2"/>
                <w:szCs w:val="28"/>
              </w:rPr>
              <w:t> </w:t>
            </w:r>
            <w:r w:rsidRPr="00117E93">
              <w:rPr>
                <w:rFonts w:eastAsia="Calibri"/>
                <w:kern w:val="2"/>
                <w:szCs w:val="28"/>
              </w:rPr>
              <w:t>Северная, д.</w:t>
            </w:r>
            <w:r>
              <w:rPr>
                <w:rFonts w:eastAsia="Calibri"/>
                <w:kern w:val="2"/>
                <w:szCs w:val="28"/>
              </w:rPr>
              <w:t> </w:t>
            </w:r>
            <w:r w:rsidRPr="00117E93">
              <w:rPr>
                <w:rFonts w:eastAsia="Calibri"/>
                <w:kern w:val="2"/>
                <w:szCs w:val="28"/>
              </w:rPr>
              <w:t>16в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14EB" w:rsidRPr="00641DDA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641DDA">
              <w:rPr>
                <w:rFonts w:eastAsia="Calibri"/>
                <w:kern w:val="2"/>
                <w:szCs w:val="28"/>
              </w:rPr>
              <w:t>нежилое здание</w:t>
            </w:r>
          </w:p>
        </w:tc>
      </w:tr>
      <w:tr w:rsidR="008A14EB" w:rsidRPr="00D3750E" w:rsidTr="0040083C">
        <w:tc>
          <w:tcPr>
            <w:tcW w:w="562" w:type="dxa"/>
          </w:tcPr>
          <w:p w:rsidR="008A14EB" w:rsidRPr="00F47739" w:rsidRDefault="008A14EB" w:rsidP="00F47739">
            <w:pPr>
              <w:pStyle w:val="af6"/>
              <w:ind w:left="0" w:firstLine="0"/>
              <w:jc w:val="center"/>
              <w:rPr>
                <w:szCs w:val="28"/>
              </w:rPr>
            </w:pPr>
            <w:r w:rsidRPr="00F47739">
              <w:rPr>
                <w:szCs w:val="28"/>
              </w:rPr>
              <w:t>2</w:t>
            </w:r>
            <w:r w:rsidR="00F47739" w:rsidRPr="00F47739">
              <w:rPr>
                <w:szCs w:val="28"/>
              </w:rPr>
              <w:t>7</w:t>
            </w:r>
          </w:p>
        </w:tc>
        <w:tc>
          <w:tcPr>
            <w:tcW w:w="3544" w:type="dxa"/>
          </w:tcPr>
          <w:p w:rsidR="008A14EB" w:rsidRPr="00F47739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F47739">
              <w:rPr>
                <w:rFonts w:eastAsia="Calibri"/>
                <w:kern w:val="2"/>
                <w:szCs w:val="28"/>
              </w:rPr>
              <w:t xml:space="preserve">Здание корпуса № 2, </w:t>
            </w:r>
          </w:p>
          <w:p w:rsidR="008A14EB" w:rsidRPr="00F47739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F47739">
              <w:rPr>
                <w:rFonts w:eastAsia="Calibri"/>
                <w:kern w:val="2"/>
                <w:szCs w:val="28"/>
              </w:rPr>
              <w:t>с кадастровым номером 76:16:020116:144</w:t>
            </w:r>
          </w:p>
          <w:p w:rsidR="008A14EB" w:rsidRPr="00F47739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F47739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F47739">
              <w:rPr>
                <w:rFonts w:eastAsia="Calibri"/>
                <w:kern w:val="2"/>
                <w:szCs w:val="28"/>
              </w:rPr>
              <w:t xml:space="preserve">с земельным участком, </w:t>
            </w:r>
          </w:p>
          <w:p w:rsidR="00F47739" w:rsidRPr="00F47739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F47739">
              <w:rPr>
                <w:rFonts w:eastAsia="Calibri"/>
                <w:kern w:val="2"/>
                <w:szCs w:val="28"/>
              </w:rPr>
              <w:t>кадастровы</w:t>
            </w:r>
            <w:r w:rsidR="00F47739">
              <w:rPr>
                <w:rFonts w:eastAsia="Calibri"/>
                <w:kern w:val="2"/>
                <w:szCs w:val="28"/>
              </w:rPr>
              <w:t>й</w:t>
            </w:r>
            <w:r w:rsidRPr="00F47739">
              <w:rPr>
                <w:rFonts w:eastAsia="Calibri"/>
                <w:kern w:val="2"/>
                <w:szCs w:val="28"/>
              </w:rPr>
              <w:t xml:space="preserve"> номер</w:t>
            </w:r>
            <w:r w:rsidR="00F47739">
              <w:rPr>
                <w:rFonts w:eastAsia="Calibri"/>
                <w:kern w:val="2"/>
                <w:szCs w:val="28"/>
              </w:rPr>
              <w:t xml:space="preserve"> </w:t>
            </w:r>
            <w:r w:rsidRPr="00F47739">
              <w:rPr>
                <w:rFonts w:eastAsia="Calibri"/>
                <w:kern w:val="2"/>
                <w:szCs w:val="28"/>
              </w:rPr>
              <w:t>76:16:020116:109</w:t>
            </w:r>
          </w:p>
          <w:p w:rsidR="0081646B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F47739">
              <w:rPr>
                <w:rFonts w:eastAsia="Calibri"/>
                <w:kern w:val="2"/>
                <w:szCs w:val="28"/>
              </w:rPr>
              <w:t xml:space="preserve">движимое имущество </w:t>
            </w:r>
          </w:p>
          <w:p w:rsidR="0081646B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F47739">
              <w:rPr>
                <w:rFonts w:eastAsia="Calibri"/>
                <w:kern w:val="2"/>
                <w:szCs w:val="28"/>
              </w:rPr>
              <w:t xml:space="preserve">(прочие нефинансовые </w:t>
            </w:r>
          </w:p>
          <w:p w:rsidR="008A14EB" w:rsidRPr="00F47739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F47739">
              <w:rPr>
                <w:rFonts w:eastAsia="Calibri"/>
                <w:kern w:val="2"/>
                <w:szCs w:val="28"/>
              </w:rPr>
              <w:t>активы):</w:t>
            </w:r>
          </w:p>
          <w:p w:rsidR="008A14EB" w:rsidRPr="00F47739" w:rsidRDefault="00F4773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pacing w:val="-4"/>
                <w:kern w:val="2"/>
                <w:szCs w:val="28"/>
              </w:rPr>
            </w:pPr>
            <w:r>
              <w:rPr>
                <w:rFonts w:eastAsia="Calibri"/>
                <w:spacing w:val="-4"/>
                <w:kern w:val="2"/>
                <w:szCs w:val="28"/>
              </w:rPr>
              <w:lastRenderedPageBreak/>
              <w:t>–</w:t>
            </w:r>
            <w:r w:rsidR="008A14EB" w:rsidRPr="00F47739">
              <w:rPr>
                <w:rFonts w:eastAsia="Calibri"/>
                <w:spacing w:val="-4"/>
                <w:kern w:val="2"/>
                <w:szCs w:val="28"/>
              </w:rPr>
              <w:t xml:space="preserve"> ограждение металлическое (корпус № 2);</w:t>
            </w:r>
          </w:p>
          <w:p w:rsidR="008A14EB" w:rsidRPr="00F47739" w:rsidRDefault="00F4773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–</w:t>
            </w:r>
            <w:r w:rsidR="008A14EB" w:rsidRPr="00F47739">
              <w:rPr>
                <w:rFonts w:eastAsia="Calibri"/>
                <w:kern w:val="2"/>
                <w:szCs w:val="28"/>
              </w:rPr>
              <w:t xml:space="preserve"> металлическая беседка</w:t>
            </w:r>
          </w:p>
          <w:p w:rsidR="008A14EB" w:rsidRPr="00F47739" w:rsidRDefault="008A14E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F47739">
              <w:rPr>
                <w:rFonts w:eastAsia="Calibri"/>
                <w:kern w:val="2"/>
                <w:szCs w:val="28"/>
              </w:rPr>
              <w:t>(корпус № 2);</w:t>
            </w:r>
          </w:p>
          <w:p w:rsidR="008A14EB" w:rsidRPr="00F47739" w:rsidRDefault="00F4773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– каркас навеса металлический</w:t>
            </w:r>
            <w:r w:rsidR="008A14EB" w:rsidRPr="00F47739">
              <w:rPr>
                <w:rFonts w:eastAsia="Calibri"/>
                <w:kern w:val="2"/>
                <w:szCs w:val="28"/>
              </w:rPr>
              <w:t xml:space="preserve"> с </w:t>
            </w:r>
            <w:proofErr w:type="spellStart"/>
            <w:r w:rsidR="008A14EB" w:rsidRPr="00F47739">
              <w:rPr>
                <w:rFonts w:eastAsia="Calibri"/>
                <w:kern w:val="2"/>
                <w:szCs w:val="28"/>
              </w:rPr>
              <w:t>профлистом</w:t>
            </w:r>
            <w:proofErr w:type="spellEnd"/>
            <w:r w:rsidR="008A14EB" w:rsidRPr="00F47739">
              <w:rPr>
                <w:rFonts w:eastAsia="Calibri"/>
                <w:kern w:val="2"/>
                <w:szCs w:val="28"/>
              </w:rPr>
              <w:t xml:space="preserve"> ZN 3.0 (здание корпуса № 2);</w:t>
            </w:r>
          </w:p>
          <w:p w:rsidR="008A14EB" w:rsidRPr="00F47739" w:rsidRDefault="00F4773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–</w:t>
            </w:r>
            <w:r w:rsidR="008A14EB" w:rsidRPr="00F47739">
              <w:rPr>
                <w:rFonts w:eastAsia="Calibri"/>
                <w:kern w:val="2"/>
                <w:szCs w:val="28"/>
              </w:rPr>
              <w:t xml:space="preserve"> пандус металлический 3.2 м с поручнями сер. (здание корпуса № 2);</w:t>
            </w:r>
          </w:p>
          <w:p w:rsidR="008A14EB" w:rsidRPr="00F47739" w:rsidRDefault="00F4773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–</w:t>
            </w:r>
            <w:r w:rsidR="008A14EB" w:rsidRPr="00F47739">
              <w:rPr>
                <w:rFonts w:eastAsia="Calibri"/>
                <w:kern w:val="2"/>
                <w:szCs w:val="28"/>
              </w:rPr>
              <w:t xml:space="preserve"> Соната-К-120M блок речевого оповещения (здание корпуса 2);</w:t>
            </w:r>
          </w:p>
          <w:p w:rsidR="008A14EB" w:rsidRPr="00F47739" w:rsidRDefault="00F4773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–</w:t>
            </w:r>
            <w:r w:rsidR="008A14EB" w:rsidRPr="00F47739">
              <w:rPr>
                <w:rFonts w:eastAsia="Calibri"/>
                <w:kern w:val="2"/>
                <w:szCs w:val="28"/>
              </w:rPr>
              <w:t xml:space="preserve"> C2000M прибор управления охранно-пожарный (здание корпуса 2);</w:t>
            </w:r>
          </w:p>
          <w:p w:rsidR="008A14EB" w:rsidRPr="00F47739" w:rsidRDefault="00F47739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–</w:t>
            </w:r>
            <w:r w:rsidR="008A14EB" w:rsidRPr="00F47739">
              <w:rPr>
                <w:rFonts w:eastAsia="Calibri"/>
                <w:kern w:val="2"/>
                <w:szCs w:val="28"/>
              </w:rPr>
              <w:t xml:space="preserve"> контейнер для КГМ</w:t>
            </w:r>
          </w:p>
          <w:p w:rsidR="008A14EB" w:rsidRPr="00F47739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F47739">
              <w:rPr>
                <w:rFonts w:eastAsia="Calibri"/>
                <w:kern w:val="2"/>
                <w:szCs w:val="28"/>
              </w:rPr>
              <w:t>(территория корпуса 2)</w:t>
            </w:r>
          </w:p>
        </w:tc>
        <w:tc>
          <w:tcPr>
            <w:tcW w:w="3119" w:type="dxa"/>
          </w:tcPr>
          <w:p w:rsidR="008A14EB" w:rsidRPr="00F47739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  <w:r w:rsidRPr="00F47739">
              <w:rPr>
                <w:rFonts w:eastAsia="Calibri"/>
                <w:kern w:val="2"/>
                <w:szCs w:val="28"/>
              </w:rPr>
              <w:lastRenderedPageBreak/>
              <w:t xml:space="preserve">Ярославская область, </w:t>
            </w:r>
            <w:proofErr w:type="spellStart"/>
            <w:r w:rsidRPr="00F47739">
              <w:rPr>
                <w:rFonts w:eastAsia="Calibri"/>
                <w:kern w:val="2"/>
                <w:szCs w:val="28"/>
              </w:rPr>
              <w:t>Угличский</w:t>
            </w:r>
            <w:proofErr w:type="spellEnd"/>
            <w:r w:rsidRPr="00F47739">
              <w:rPr>
                <w:rFonts w:eastAsia="Calibri"/>
                <w:kern w:val="2"/>
                <w:szCs w:val="28"/>
              </w:rPr>
              <w:t xml:space="preserve"> р</w:t>
            </w:r>
            <w:r w:rsidR="00F47739">
              <w:rPr>
                <w:rFonts w:eastAsia="Calibri"/>
                <w:kern w:val="2"/>
                <w:szCs w:val="28"/>
              </w:rPr>
              <w:t>айон</w:t>
            </w:r>
            <w:r w:rsidRPr="00F47739">
              <w:rPr>
                <w:rFonts w:eastAsia="Calibri"/>
                <w:kern w:val="2"/>
                <w:szCs w:val="28"/>
              </w:rPr>
              <w:t>, д. </w:t>
            </w:r>
            <w:proofErr w:type="spellStart"/>
            <w:r w:rsidRPr="00F47739">
              <w:rPr>
                <w:rFonts w:eastAsia="Calibri"/>
                <w:kern w:val="2"/>
                <w:szCs w:val="28"/>
              </w:rPr>
              <w:t>Шишкино</w:t>
            </w:r>
            <w:proofErr w:type="spellEnd"/>
          </w:p>
          <w:p w:rsidR="008A14EB" w:rsidRPr="00F47739" w:rsidRDefault="008A14EB" w:rsidP="00C16C92">
            <w:pPr>
              <w:ind w:firstLine="0"/>
              <w:jc w:val="left"/>
              <w:rPr>
                <w:rFonts w:eastAsia="Calibri"/>
                <w:kern w:val="2"/>
                <w:szCs w:val="28"/>
              </w:rPr>
            </w:pPr>
          </w:p>
          <w:p w:rsidR="008A14EB" w:rsidRPr="00F47739" w:rsidRDefault="008A14EB" w:rsidP="00474A79">
            <w:pPr>
              <w:ind w:firstLine="0"/>
              <w:jc w:val="left"/>
              <w:rPr>
                <w:kern w:val="2"/>
                <w:szCs w:val="28"/>
              </w:rPr>
            </w:pPr>
            <w:r w:rsidRPr="00F47739">
              <w:rPr>
                <w:rFonts w:eastAsia="Calibri"/>
                <w:kern w:val="2"/>
                <w:szCs w:val="28"/>
              </w:rPr>
              <w:t xml:space="preserve">Ярославская область, </w:t>
            </w:r>
            <w:proofErr w:type="spellStart"/>
            <w:r w:rsidRPr="00F47739">
              <w:rPr>
                <w:rFonts w:eastAsia="Calibri"/>
                <w:kern w:val="2"/>
                <w:szCs w:val="28"/>
              </w:rPr>
              <w:t>Угличский</w:t>
            </w:r>
            <w:proofErr w:type="spellEnd"/>
            <w:r w:rsidR="00F47739" w:rsidRPr="00F47739">
              <w:rPr>
                <w:rFonts w:eastAsia="Calibri"/>
                <w:kern w:val="2"/>
                <w:szCs w:val="28"/>
              </w:rPr>
              <w:t xml:space="preserve"> р</w:t>
            </w:r>
            <w:r w:rsidR="00F47739">
              <w:rPr>
                <w:rFonts w:eastAsia="Calibri"/>
                <w:kern w:val="2"/>
                <w:szCs w:val="28"/>
              </w:rPr>
              <w:t>айон</w:t>
            </w:r>
            <w:r w:rsidRPr="00F47739">
              <w:rPr>
                <w:rFonts w:eastAsia="Calibri"/>
                <w:kern w:val="2"/>
                <w:szCs w:val="28"/>
              </w:rPr>
              <w:t>, д.</w:t>
            </w:r>
            <w:r w:rsidR="00C16C92" w:rsidRPr="00F47739">
              <w:rPr>
                <w:rFonts w:eastAsia="Calibri"/>
                <w:kern w:val="2"/>
                <w:szCs w:val="28"/>
              </w:rPr>
              <w:t> </w:t>
            </w:r>
            <w:proofErr w:type="spellStart"/>
            <w:r w:rsidRPr="00F47739">
              <w:rPr>
                <w:rFonts w:eastAsia="Calibri"/>
                <w:kern w:val="2"/>
                <w:szCs w:val="28"/>
              </w:rPr>
              <w:t>Шишкино</w:t>
            </w:r>
            <w:proofErr w:type="spellEnd"/>
          </w:p>
        </w:tc>
        <w:tc>
          <w:tcPr>
            <w:tcW w:w="2126" w:type="dxa"/>
          </w:tcPr>
          <w:p w:rsidR="008A14EB" w:rsidRPr="00CC79CC" w:rsidRDefault="008A14EB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F47739">
              <w:rPr>
                <w:rFonts w:eastAsia="Calibri"/>
                <w:kern w:val="2"/>
                <w:szCs w:val="28"/>
              </w:rPr>
              <w:t>нежилое здание</w:t>
            </w:r>
          </w:p>
        </w:tc>
      </w:tr>
    </w:tbl>
    <w:p w:rsidR="008A14EB" w:rsidRPr="00902693" w:rsidRDefault="008A14EB" w:rsidP="008A14EB">
      <w:pPr>
        <w:rPr>
          <w:sz w:val="2"/>
          <w:szCs w:val="2"/>
        </w:rPr>
      </w:pPr>
    </w:p>
    <w:p w:rsidR="00474A79" w:rsidRDefault="00474A79" w:rsidP="008A14EB">
      <w:pPr>
        <w:ind w:firstLine="0"/>
        <w:jc w:val="center"/>
        <w:rPr>
          <w:szCs w:val="28"/>
        </w:rPr>
      </w:pPr>
    </w:p>
    <w:p w:rsidR="003C41E4" w:rsidRDefault="008A14EB" w:rsidP="008A14EB">
      <w:pPr>
        <w:ind w:firstLine="0"/>
        <w:jc w:val="center"/>
        <w:rPr>
          <w:b/>
          <w:szCs w:val="28"/>
        </w:rPr>
      </w:pPr>
      <w:r>
        <w:rPr>
          <w:szCs w:val="28"/>
        </w:rPr>
        <w:t>Раздел 3.</w:t>
      </w:r>
      <w:r w:rsidRPr="007C2DA7">
        <w:rPr>
          <w:szCs w:val="28"/>
        </w:rPr>
        <w:t xml:space="preserve"> </w:t>
      </w:r>
      <w:r w:rsidRPr="003C41E4">
        <w:rPr>
          <w:b/>
          <w:szCs w:val="28"/>
        </w:rPr>
        <w:t xml:space="preserve">Перечень имущества, находящегося в собственности </w:t>
      </w:r>
    </w:p>
    <w:p w:rsidR="003C41E4" w:rsidRDefault="008A14EB" w:rsidP="008A14EB">
      <w:pPr>
        <w:ind w:firstLine="0"/>
        <w:jc w:val="center"/>
        <w:rPr>
          <w:b/>
          <w:szCs w:val="28"/>
        </w:rPr>
      </w:pPr>
      <w:r w:rsidRPr="003C41E4">
        <w:rPr>
          <w:b/>
          <w:szCs w:val="28"/>
        </w:rPr>
        <w:t xml:space="preserve">Ярославской области, подлежащего внесению в качестве вклада </w:t>
      </w:r>
    </w:p>
    <w:p w:rsidR="003C41E4" w:rsidRDefault="008A14EB" w:rsidP="008A14EB">
      <w:pPr>
        <w:ind w:firstLine="0"/>
        <w:jc w:val="center"/>
        <w:rPr>
          <w:b/>
          <w:szCs w:val="28"/>
        </w:rPr>
      </w:pPr>
      <w:r w:rsidRPr="003C41E4">
        <w:rPr>
          <w:b/>
          <w:szCs w:val="28"/>
        </w:rPr>
        <w:t xml:space="preserve">в уставный капитал акционерного общества «Агентство ипотечного </w:t>
      </w:r>
    </w:p>
    <w:p w:rsidR="008A14EB" w:rsidRPr="003C41E4" w:rsidRDefault="008A14EB" w:rsidP="008A14EB">
      <w:pPr>
        <w:ind w:firstLine="0"/>
        <w:jc w:val="center"/>
        <w:rPr>
          <w:b/>
          <w:szCs w:val="28"/>
        </w:rPr>
      </w:pPr>
      <w:r w:rsidRPr="003C41E4">
        <w:rPr>
          <w:b/>
          <w:szCs w:val="28"/>
        </w:rPr>
        <w:t>жилищного кредитования Ярославской области»</w:t>
      </w:r>
    </w:p>
    <w:p w:rsidR="008A14EB" w:rsidRDefault="008A14EB" w:rsidP="008A14EB">
      <w:pPr>
        <w:ind w:firstLine="0"/>
        <w:jc w:val="center"/>
        <w:rPr>
          <w:szCs w:val="28"/>
        </w:rPr>
      </w:pPr>
    </w:p>
    <w:tbl>
      <w:tblPr>
        <w:tblStyle w:val="4"/>
        <w:tblW w:w="9351" w:type="dxa"/>
        <w:tblLook w:val="04A0" w:firstRow="1" w:lastRow="0" w:firstColumn="1" w:lastColumn="0" w:noHBand="0" w:noVBand="1"/>
      </w:tblPr>
      <w:tblGrid>
        <w:gridCol w:w="704"/>
        <w:gridCol w:w="3260"/>
        <w:gridCol w:w="3261"/>
        <w:gridCol w:w="2126"/>
      </w:tblGrid>
      <w:tr w:rsidR="008A14EB" w:rsidRPr="005F13AB" w:rsidTr="003C41E4">
        <w:tc>
          <w:tcPr>
            <w:tcW w:w="704" w:type="dxa"/>
          </w:tcPr>
          <w:p w:rsidR="008A14EB" w:rsidRPr="005F13AB" w:rsidRDefault="008A14EB" w:rsidP="008A14EB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F13AB">
              <w:rPr>
                <w:rFonts w:eastAsia="Calibri"/>
                <w:szCs w:val="28"/>
              </w:rPr>
              <w:t>№ п/п</w:t>
            </w:r>
          </w:p>
        </w:tc>
        <w:tc>
          <w:tcPr>
            <w:tcW w:w="3260" w:type="dxa"/>
          </w:tcPr>
          <w:p w:rsidR="008A14EB" w:rsidRPr="005F13AB" w:rsidRDefault="008A14EB" w:rsidP="008A14EB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F13AB">
              <w:rPr>
                <w:rFonts w:eastAsia="Calibri"/>
                <w:szCs w:val="28"/>
              </w:rPr>
              <w:t>Наименование</w:t>
            </w:r>
          </w:p>
          <w:p w:rsidR="008A14EB" w:rsidRPr="005F13AB" w:rsidRDefault="008A14EB" w:rsidP="008A14EB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F13AB">
              <w:rPr>
                <w:rFonts w:eastAsia="Calibri"/>
                <w:szCs w:val="28"/>
              </w:rPr>
              <w:t>имущества</w:t>
            </w:r>
          </w:p>
        </w:tc>
        <w:tc>
          <w:tcPr>
            <w:tcW w:w="3261" w:type="dxa"/>
          </w:tcPr>
          <w:p w:rsidR="003C41E4" w:rsidRDefault="008A14EB" w:rsidP="008A14EB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F13AB">
              <w:rPr>
                <w:rFonts w:eastAsia="Calibri"/>
                <w:szCs w:val="28"/>
              </w:rPr>
              <w:t>Место</w:t>
            </w:r>
            <w:r w:rsidR="003C41E4">
              <w:rPr>
                <w:rFonts w:eastAsia="Calibri"/>
                <w:szCs w:val="28"/>
              </w:rPr>
              <w:t xml:space="preserve"> </w:t>
            </w:r>
            <w:r w:rsidRPr="005F13AB">
              <w:rPr>
                <w:rFonts w:eastAsia="Calibri"/>
                <w:szCs w:val="28"/>
              </w:rPr>
              <w:t>нахождени</w:t>
            </w:r>
            <w:r w:rsidR="003C41E4">
              <w:rPr>
                <w:rFonts w:eastAsia="Calibri"/>
                <w:szCs w:val="28"/>
              </w:rPr>
              <w:t>я</w:t>
            </w:r>
            <w:r w:rsidRPr="005F13AB">
              <w:rPr>
                <w:rFonts w:eastAsia="Calibri"/>
                <w:szCs w:val="28"/>
              </w:rPr>
              <w:t xml:space="preserve"> </w:t>
            </w:r>
          </w:p>
          <w:p w:rsidR="008A14EB" w:rsidRPr="005F13AB" w:rsidRDefault="008A14EB" w:rsidP="008A14EB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F13AB">
              <w:rPr>
                <w:rFonts w:eastAsia="Calibri"/>
                <w:szCs w:val="28"/>
              </w:rPr>
              <w:t>имущества</w:t>
            </w:r>
          </w:p>
        </w:tc>
        <w:tc>
          <w:tcPr>
            <w:tcW w:w="2126" w:type="dxa"/>
          </w:tcPr>
          <w:p w:rsidR="008A14EB" w:rsidRPr="005F13AB" w:rsidRDefault="008A14EB" w:rsidP="008A14EB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5F13AB">
              <w:rPr>
                <w:rFonts w:eastAsia="Calibri"/>
                <w:szCs w:val="28"/>
              </w:rPr>
              <w:t>Назначение имущества</w:t>
            </w:r>
          </w:p>
        </w:tc>
      </w:tr>
      <w:tr w:rsidR="008A14EB" w:rsidRPr="005F13AB" w:rsidTr="003C41E4">
        <w:trPr>
          <w:tblHeader/>
        </w:trPr>
        <w:tc>
          <w:tcPr>
            <w:tcW w:w="704" w:type="dxa"/>
          </w:tcPr>
          <w:p w:rsidR="008A14EB" w:rsidRPr="005F13AB" w:rsidRDefault="008A14EB" w:rsidP="008A14EB">
            <w:pPr>
              <w:ind w:firstLine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</w:t>
            </w:r>
          </w:p>
        </w:tc>
        <w:tc>
          <w:tcPr>
            <w:tcW w:w="3260" w:type="dxa"/>
          </w:tcPr>
          <w:p w:rsidR="008A14EB" w:rsidRPr="005F13AB" w:rsidRDefault="008A14EB" w:rsidP="008A14EB">
            <w:pPr>
              <w:ind w:firstLine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</w:t>
            </w:r>
          </w:p>
        </w:tc>
        <w:tc>
          <w:tcPr>
            <w:tcW w:w="3261" w:type="dxa"/>
          </w:tcPr>
          <w:p w:rsidR="008A14EB" w:rsidRPr="005F13AB" w:rsidRDefault="008A14EB" w:rsidP="008A14EB">
            <w:pPr>
              <w:ind w:firstLine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</w:t>
            </w:r>
          </w:p>
        </w:tc>
        <w:tc>
          <w:tcPr>
            <w:tcW w:w="2126" w:type="dxa"/>
          </w:tcPr>
          <w:p w:rsidR="008A14EB" w:rsidRPr="005F13AB" w:rsidRDefault="008A14EB" w:rsidP="008A14EB">
            <w:pPr>
              <w:ind w:firstLine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</w:t>
            </w:r>
          </w:p>
        </w:tc>
      </w:tr>
      <w:tr w:rsidR="008A14EB" w:rsidRPr="007C2DA7" w:rsidTr="003C41E4">
        <w:trPr>
          <w:tblHeader/>
        </w:trPr>
        <w:tc>
          <w:tcPr>
            <w:tcW w:w="704" w:type="dxa"/>
          </w:tcPr>
          <w:p w:rsidR="008A14EB" w:rsidRPr="007C2DA7" w:rsidRDefault="008A14EB" w:rsidP="008A14E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260" w:type="dxa"/>
          </w:tcPr>
          <w:p w:rsidR="008A14EB" w:rsidRPr="007C2DA7" w:rsidRDefault="008A14EB" w:rsidP="008A14EB">
            <w:pPr>
              <w:ind w:firstLine="0"/>
              <w:rPr>
                <w:szCs w:val="28"/>
              </w:rPr>
            </w:pPr>
            <w:r w:rsidRPr="007C2DA7">
              <w:rPr>
                <w:szCs w:val="28"/>
              </w:rPr>
              <w:t>Недвижимое имущество:</w:t>
            </w: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</w:p>
          <w:p w:rsidR="008A14EB" w:rsidRDefault="008A14EB" w:rsidP="003C41E4">
            <w:pPr>
              <w:ind w:firstLine="0"/>
              <w:jc w:val="left"/>
              <w:rPr>
                <w:szCs w:val="28"/>
              </w:rPr>
            </w:pPr>
            <w:r w:rsidRPr="007C2DA7">
              <w:rPr>
                <w:szCs w:val="28"/>
              </w:rPr>
              <w:t xml:space="preserve">лечебное здание, </w:t>
            </w:r>
          </w:p>
          <w:p w:rsidR="008A14EB" w:rsidRPr="00CB408D" w:rsidRDefault="008A14EB" w:rsidP="003C41E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>кадастровый номер 76:23:011502:27</w:t>
            </w:r>
          </w:p>
          <w:p w:rsidR="008A14EB" w:rsidRDefault="008A14EB" w:rsidP="003C41E4">
            <w:pPr>
              <w:ind w:firstLine="0"/>
              <w:jc w:val="left"/>
              <w:rPr>
                <w:szCs w:val="28"/>
              </w:rPr>
            </w:pPr>
          </w:p>
          <w:p w:rsidR="008A14EB" w:rsidRPr="00CB408D" w:rsidRDefault="008A14EB" w:rsidP="003C41E4">
            <w:pPr>
              <w:ind w:firstLine="0"/>
              <w:jc w:val="left"/>
              <w:rPr>
                <w:szCs w:val="28"/>
              </w:rPr>
            </w:pPr>
          </w:p>
          <w:p w:rsidR="003C41E4" w:rsidRDefault="008A14EB" w:rsidP="003C41E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 xml:space="preserve">здание пищеблока, </w:t>
            </w:r>
          </w:p>
          <w:p w:rsidR="008A14EB" w:rsidRPr="00CB408D" w:rsidRDefault="008A14EB" w:rsidP="003C41E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>кадастровый номер 76:23:011502:28</w:t>
            </w:r>
          </w:p>
          <w:p w:rsidR="008A14EB" w:rsidRPr="00CB408D" w:rsidRDefault="008A14EB" w:rsidP="003C41E4">
            <w:pPr>
              <w:ind w:firstLine="0"/>
              <w:jc w:val="left"/>
              <w:rPr>
                <w:szCs w:val="28"/>
              </w:rPr>
            </w:pPr>
          </w:p>
          <w:p w:rsidR="008A14EB" w:rsidRPr="00CB408D" w:rsidRDefault="008A14EB" w:rsidP="003C41E4">
            <w:pPr>
              <w:ind w:firstLine="0"/>
              <w:jc w:val="left"/>
              <w:rPr>
                <w:szCs w:val="28"/>
              </w:rPr>
            </w:pPr>
          </w:p>
          <w:p w:rsidR="009A67B4" w:rsidRDefault="008A14EB" w:rsidP="003C41E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 xml:space="preserve">здание больницы, </w:t>
            </w:r>
          </w:p>
          <w:p w:rsidR="008A14EB" w:rsidRPr="00CB408D" w:rsidRDefault="008A14EB" w:rsidP="003C41E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>кадастровый номер 76:23:011502:30</w:t>
            </w:r>
          </w:p>
          <w:p w:rsidR="008A14EB" w:rsidRDefault="008A14EB" w:rsidP="003C41E4">
            <w:pPr>
              <w:ind w:firstLine="0"/>
              <w:jc w:val="left"/>
              <w:rPr>
                <w:szCs w:val="28"/>
              </w:rPr>
            </w:pPr>
          </w:p>
          <w:p w:rsidR="00D93590" w:rsidRPr="00CB408D" w:rsidRDefault="00D93590" w:rsidP="003C41E4">
            <w:pPr>
              <w:ind w:firstLine="0"/>
              <w:jc w:val="left"/>
              <w:rPr>
                <w:szCs w:val="28"/>
              </w:rPr>
            </w:pPr>
          </w:p>
          <w:p w:rsidR="009A67B4" w:rsidRDefault="008A14EB" w:rsidP="003C41E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lastRenderedPageBreak/>
              <w:t xml:space="preserve">лечебное здание, </w:t>
            </w:r>
          </w:p>
          <w:p w:rsidR="008A14EB" w:rsidRPr="00CB408D" w:rsidRDefault="008A14EB" w:rsidP="003C41E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>кадастровый номер 76:23:011502:32</w:t>
            </w:r>
          </w:p>
          <w:p w:rsidR="008A14EB" w:rsidRDefault="008A14EB" w:rsidP="003C41E4">
            <w:pPr>
              <w:ind w:firstLine="0"/>
              <w:jc w:val="left"/>
              <w:rPr>
                <w:szCs w:val="28"/>
              </w:rPr>
            </w:pPr>
          </w:p>
          <w:p w:rsidR="00474A79" w:rsidRPr="00CB408D" w:rsidRDefault="00474A79" w:rsidP="003C41E4">
            <w:pPr>
              <w:ind w:firstLine="0"/>
              <w:jc w:val="left"/>
              <w:rPr>
                <w:szCs w:val="28"/>
              </w:rPr>
            </w:pPr>
          </w:p>
          <w:p w:rsidR="009A67B4" w:rsidRDefault="008A14EB" w:rsidP="003C41E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 xml:space="preserve">гараж, </w:t>
            </w:r>
          </w:p>
          <w:p w:rsidR="008A14EB" w:rsidRPr="00CB408D" w:rsidRDefault="008A14EB" w:rsidP="003C41E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>кадастровый номер 76:23:011502:29</w:t>
            </w:r>
          </w:p>
          <w:p w:rsidR="008A14EB" w:rsidRDefault="008A14EB" w:rsidP="008A14EB">
            <w:pPr>
              <w:ind w:firstLine="0"/>
              <w:rPr>
                <w:szCs w:val="28"/>
              </w:rPr>
            </w:pPr>
          </w:p>
          <w:p w:rsidR="00474A79" w:rsidRPr="00CB408D" w:rsidRDefault="00474A79" w:rsidP="008A14EB">
            <w:pPr>
              <w:ind w:firstLine="0"/>
              <w:rPr>
                <w:szCs w:val="28"/>
              </w:rPr>
            </w:pPr>
          </w:p>
          <w:p w:rsidR="009A67B4" w:rsidRDefault="008A14EB" w:rsidP="009A67B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 xml:space="preserve">гараж, </w:t>
            </w:r>
          </w:p>
          <w:p w:rsidR="008A14EB" w:rsidRPr="00CB408D" w:rsidRDefault="008A14EB" w:rsidP="009A67B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>кадастровый номер 76:23:010101:188971</w:t>
            </w:r>
          </w:p>
          <w:p w:rsidR="008A14EB" w:rsidRPr="00CB408D" w:rsidRDefault="008A14EB" w:rsidP="009A67B4">
            <w:pPr>
              <w:ind w:firstLine="0"/>
              <w:jc w:val="left"/>
              <w:rPr>
                <w:szCs w:val="28"/>
              </w:rPr>
            </w:pPr>
          </w:p>
          <w:p w:rsidR="008A14EB" w:rsidRPr="009A67B4" w:rsidRDefault="008A14EB" w:rsidP="009A67B4">
            <w:pPr>
              <w:ind w:firstLine="0"/>
              <w:jc w:val="left"/>
              <w:rPr>
                <w:szCs w:val="28"/>
              </w:rPr>
            </w:pPr>
          </w:p>
          <w:p w:rsidR="008A14EB" w:rsidRPr="00CB408D" w:rsidRDefault="008A14EB" w:rsidP="009A67B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>с земельным участком,</w:t>
            </w:r>
          </w:p>
          <w:p w:rsidR="008A14EB" w:rsidRPr="007C2DA7" w:rsidRDefault="008A14EB" w:rsidP="009A67B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>кадастровый номер 76:23:011502:573</w:t>
            </w:r>
          </w:p>
        </w:tc>
        <w:tc>
          <w:tcPr>
            <w:tcW w:w="3261" w:type="dxa"/>
          </w:tcPr>
          <w:p w:rsidR="008A14EB" w:rsidRDefault="008A14EB" w:rsidP="008A14EB">
            <w:pPr>
              <w:ind w:firstLine="0"/>
              <w:rPr>
                <w:szCs w:val="28"/>
              </w:rPr>
            </w:pPr>
          </w:p>
          <w:p w:rsidR="008A14EB" w:rsidRDefault="008A14EB" w:rsidP="008A14EB">
            <w:pPr>
              <w:ind w:firstLine="0"/>
              <w:rPr>
                <w:szCs w:val="28"/>
              </w:rPr>
            </w:pPr>
          </w:p>
          <w:p w:rsidR="008A14EB" w:rsidRDefault="008A14EB" w:rsidP="003C41E4">
            <w:pPr>
              <w:ind w:firstLine="0"/>
              <w:jc w:val="left"/>
              <w:rPr>
                <w:szCs w:val="28"/>
              </w:rPr>
            </w:pPr>
            <w:r w:rsidRPr="007C2DA7">
              <w:rPr>
                <w:szCs w:val="28"/>
              </w:rPr>
              <w:t>Ярославская область,</w:t>
            </w:r>
          </w:p>
          <w:p w:rsidR="008A14EB" w:rsidRPr="00CB408D" w:rsidRDefault="008A14EB" w:rsidP="009A67B4">
            <w:pPr>
              <w:ind w:right="-107"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>г.</w:t>
            </w:r>
            <w:r>
              <w:rPr>
                <w:szCs w:val="28"/>
              </w:rPr>
              <w:t> </w:t>
            </w:r>
            <w:r w:rsidRPr="00CB408D">
              <w:rPr>
                <w:szCs w:val="28"/>
              </w:rPr>
              <w:t xml:space="preserve">Ярославль, </w:t>
            </w:r>
            <w:r w:rsidR="003C41E4">
              <w:rPr>
                <w:szCs w:val="28"/>
              </w:rPr>
              <w:br/>
            </w:r>
            <w:r w:rsidRPr="00CB408D">
              <w:rPr>
                <w:szCs w:val="28"/>
              </w:rPr>
              <w:t>ул.</w:t>
            </w:r>
            <w:r>
              <w:rPr>
                <w:szCs w:val="28"/>
              </w:rPr>
              <w:t> </w:t>
            </w:r>
            <w:r w:rsidRPr="00CB408D">
              <w:rPr>
                <w:szCs w:val="28"/>
              </w:rPr>
              <w:t xml:space="preserve">Большая </w:t>
            </w:r>
            <w:proofErr w:type="spellStart"/>
            <w:r w:rsidRPr="00CB408D">
              <w:rPr>
                <w:szCs w:val="28"/>
              </w:rPr>
              <w:t>Норская</w:t>
            </w:r>
            <w:proofErr w:type="spellEnd"/>
            <w:r w:rsidRPr="00CB408D">
              <w:rPr>
                <w:szCs w:val="28"/>
              </w:rPr>
              <w:t xml:space="preserve">, </w:t>
            </w:r>
            <w:r w:rsidR="009A67B4">
              <w:rPr>
                <w:szCs w:val="28"/>
              </w:rPr>
              <w:br/>
            </w:r>
            <w:r w:rsidRPr="00CB408D">
              <w:rPr>
                <w:szCs w:val="28"/>
              </w:rPr>
              <w:t>д.</w:t>
            </w:r>
            <w:r w:rsidR="009A67B4">
              <w:rPr>
                <w:szCs w:val="28"/>
              </w:rPr>
              <w:t xml:space="preserve"> </w:t>
            </w:r>
            <w:r w:rsidRPr="00CB408D">
              <w:rPr>
                <w:szCs w:val="28"/>
              </w:rPr>
              <w:t>14</w:t>
            </w:r>
          </w:p>
          <w:p w:rsidR="008A14EB" w:rsidRPr="00CB408D" w:rsidRDefault="008A14EB" w:rsidP="003C41E4">
            <w:pPr>
              <w:ind w:firstLine="0"/>
              <w:jc w:val="left"/>
              <w:rPr>
                <w:szCs w:val="28"/>
              </w:rPr>
            </w:pPr>
          </w:p>
          <w:p w:rsidR="008A14EB" w:rsidRPr="00CB408D" w:rsidRDefault="008A14EB" w:rsidP="003C41E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 xml:space="preserve">Ярославская область, </w:t>
            </w:r>
          </w:p>
          <w:p w:rsidR="003C41E4" w:rsidRDefault="008A14EB" w:rsidP="003C41E4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г. Ярославль, </w:t>
            </w:r>
          </w:p>
          <w:p w:rsidR="008A14EB" w:rsidRPr="00CB408D" w:rsidRDefault="003C41E4" w:rsidP="003C41E4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ул. Большая </w:t>
            </w:r>
            <w:proofErr w:type="spellStart"/>
            <w:r>
              <w:rPr>
                <w:szCs w:val="28"/>
              </w:rPr>
              <w:t>Норская</w:t>
            </w:r>
            <w:proofErr w:type="spellEnd"/>
            <w:r>
              <w:rPr>
                <w:szCs w:val="28"/>
              </w:rPr>
              <w:t xml:space="preserve">, </w:t>
            </w:r>
            <w:r w:rsidR="009A67B4">
              <w:rPr>
                <w:szCs w:val="28"/>
              </w:rPr>
              <w:br/>
            </w:r>
            <w:r>
              <w:rPr>
                <w:szCs w:val="28"/>
              </w:rPr>
              <w:t xml:space="preserve">д. </w:t>
            </w:r>
            <w:r w:rsidR="008A14EB" w:rsidRPr="00CB408D">
              <w:rPr>
                <w:szCs w:val="28"/>
              </w:rPr>
              <w:t>16</w:t>
            </w:r>
          </w:p>
          <w:p w:rsidR="008A14EB" w:rsidRPr="00CB408D" w:rsidRDefault="008A14EB" w:rsidP="003C41E4">
            <w:pPr>
              <w:ind w:firstLine="0"/>
              <w:jc w:val="left"/>
              <w:rPr>
                <w:szCs w:val="28"/>
              </w:rPr>
            </w:pPr>
          </w:p>
          <w:p w:rsidR="008A14EB" w:rsidRPr="00CB408D" w:rsidRDefault="008A14EB" w:rsidP="003C41E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 xml:space="preserve">Ярославская область, </w:t>
            </w:r>
          </w:p>
          <w:p w:rsidR="009A67B4" w:rsidRDefault="008A14EB" w:rsidP="003C41E4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г. Ярославль, </w:t>
            </w:r>
          </w:p>
          <w:p w:rsidR="008A14EB" w:rsidRPr="00CB408D" w:rsidRDefault="008A14EB" w:rsidP="003C41E4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ул. Большая </w:t>
            </w:r>
            <w:proofErr w:type="spellStart"/>
            <w:r>
              <w:rPr>
                <w:szCs w:val="28"/>
              </w:rPr>
              <w:t>Норская</w:t>
            </w:r>
            <w:proofErr w:type="spellEnd"/>
            <w:r>
              <w:rPr>
                <w:szCs w:val="28"/>
              </w:rPr>
              <w:t>, д. </w:t>
            </w:r>
            <w:r w:rsidRPr="00CB408D">
              <w:rPr>
                <w:szCs w:val="28"/>
              </w:rPr>
              <w:t>18</w:t>
            </w:r>
          </w:p>
          <w:p w:rsidR="008A14EB" w:rsidRPr="00CB408D" w:rsidRDefault="008A14EB" w:rsidP="003C41E4">
            <w:pPr>
              <w:ind w:firstLine="0"/>
              <w:jc w:val="left"/>
              <w:rPr>
                <w:szCs w:val="28"/>
              </w:rPr>
            </w:pPr>
          </w:p>
          <w:p w:rsidR="008A14EB" w:rsidRPr="00CB408D" w:rsidRDefault="008A14EB" w:rsidP="003C41E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lastRenderedPageBreak/>
              <w:t xml:space="preserve">Ярославская область, </w:t>
            </w:r>
          </w:p>
          <w:p w:rsidR="009A67B4" w:rsidRDefault="008A14EB" w:rsidP="003C41E4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г. Ярославль,</w:t>
            </w:r>
          </w:p>
          <w:p w:rsidR="008A14EB" w:rsidRPr="00CB408D" w:rsidRDefault="008A14EB" w:rsidP="003C41E4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ул. Большая </w:t>
            </w:r>
            <w:proofErr w:type="spellStart"/>
            <w:r>
              <w:rPr>
                <w:szCs w:val="28"/>
              </w:rPr>
              <w:t>Норская</w:t>
            </w:r>
            <w:proofErr w:type="spellEnd"/>
            <w:r>
              <w:rPr>
                <w:szCs w:val="28"/>
              </w:rPr>
              <w:t>, д. </w:t>
            </w:r>
            <w:r w:rsidRPr="00CB408D">
              <w:rPr>
                <w:szCs w:val="28"/>
              </w:rPr>
              <w:t>18</w:t>
            </w:r>
          </w:p>
          <w:p w:rsidR="008A14EB" w:rsidRPr="00CB408D" w:rsidRDefault="008A14EB" w:rsidP="003C41E4">
            <w:pPr>
              <w:ind w:firstLine="0"/>
              <w:jc w:val="left"/>
              <w:rPr>
                <w:szCs w:val="28"/>
              </w:rPr>
            </w:pPr>
          </w:p>
          <w:p w:rsidR="008A14EB" w:rsidRPr="00CB408D" w:rsidRDefault="008A14EB" w:rsidP="009A67B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 xml:space="preserve">Ярославская область, </w:t>
            </w:r>
          </w:p>
          <w:p w:rsidR="009A67B4" w:rsidRDefault="008A14EB" w:rsidP="009A67B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>г.</w:t>
            </w:r>
            <w:r>
              <w:rPr>
                <w:szCs w:val="28"/>
              </w:rPr>
              <w:t> </w:t>
            </w:r>
            <w:r w:rsidRPr="00CB408D">
              <w:rPr>
                <w:szCs w:val="28"/>
              </w:rPr>
              <w:t xml:space="preserve">Ярославль, </w:t>
            </w:r>
          </w:p>
          <w:p w:rsidR="008A14EB" w:rsidRPr="00CB408D" w:rsidRDefault="008A14EB" w:rsidP="009A67B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>ул.</w:t>
            </w:r>
            <w:r>
              <w:rPr>
                <w:szCs w:val="28"/>
              </w:rPr>
              <w:t> </w:t>
            </w:r>
            <w:r w:rsidRPr="00CB408D">
              <w:rPr>
                <w:szCs w:val="28"/>
              </w:rPr>
              <w:t xml:space="preserve">Большая </w:t>
            </w:r>
            <w:proofErr w:type="spellStart"/>
            <w:r w:rsidRPr="00CB408D">
              <w:rPr>
                <w:szCs w:val="28"/>
              </w:rPr>
              <w:t>Норская</w:t>
            </w:r>
            <w:proofErr w:type="spellEnd"/>
            <w:r w:rsidRPr="00CB408D">
              <w:rPr>
                <w:szCs w:val="28"/>
              </w:rPr>
              <w:t>, д.</w:t>
            </w:r>
            <w:r>
              <w:rPr>
                <w:szCs w:val="28"/>
              </w:rPr>
              <w:t> </w:t>
            </w:r>
            <w:r w:rsidRPr="00CB408D">
              <w:rPr>
                <w:szCs w:val="28"/>
              </w:rPr>
              <w:t>18</w:t>
            </w:r>
          </w:p>
          <w:p w:rsidR="008A14EB" w:rsidRPr="00CB408D" w:rsidRDefault="008A14EB" w:rsidP="009A67B4">
            <w:pPr>
              <w:ind w:firstLine="0"/>
              <w:jc w:val="left"/>
              <w:rPr>
                <w:szCs w:val="28"/>
              </w:rPr>
            </w:pPr>
          </w:p>
          <w:p w:rsidR="008A14EB" w:rsidRPr="00CB408D" w:rsidRDefault="008A14EB" w:rsidP="009A67B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 xml:space="preserve">Ярославская область, </w:t>
            </w:r>
          </w:p>
          <w:p w:rsidR="008A14EB" w:rsidRPr="00CB408D" w:rsidRDefault="008A14EB" w:rsidP="009A67B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>г.</w:t>
            </w:r>
            <w:r>
              <w:rPr>
                <w:szCs w:val="28"/>
              </w:rPr>
              <w:t> </w:t>
            </w:r>
            <w:r w:rsidRPr="00CB408D">
              <w:rPr>
                <w:szCs w:val="28"/>
              </w:rPr>
              <w:t xml:space="preserve">Ярославль, </w:t>
            </w:r>
            <w:r w:rsidR="009A67B4">
              <w:rPr>
                <w:szCs w:val="28"/>
              </w:rPr>
              <w:br/>
            </w:r>
            <w:r w:rsidRPr="00CB408D">
              <w:rPr>
                <w:szCs w:val="28"/>
              </w:rPr>
              <w:t>ул.</w:t>
            </w:r>
            <w:r>
              <w:rPr>
                <w:szCs w:val="28"/>
              </w:rPr>
              <w:t> </w:t>
            </w:r>
            <w:r w:rsidRPr="00CB408D">
              <w:rPr>
                <w:szCs w:val="28"/>
              </w:rPr>
              <w:t xml:space="preserve">Большая </w:t>
            </w:r>
            <w:proofErr w:type="spellStart"/>
            <w:r w:rsidRPr="00CB408D">
              <w:rPr>
                <w:szCs w:val="28"/>
              </w:rPr>
              <w:t>Норская</w:t>
            </w:r>
            <w:proofErr w:type="spellEnd"/>
            <w:r w:rsidRPr="00CB408D">
              <w:rPr>
                <w:szCs w:val="28"/>
              </w:rPr>
              <w:t>, д.</w:t>
            </w:r>
            <w:r>
              <w:rPr>
                <w:szCs w:val="28"/>
              </w:rPr>
              <w:t> </w:t>
            </w:r>
            <w:r w:rsidRPr="00CB408D">
              <w:rPr>
                <w:szCs w:val="28"/>
              </w:rPr>
              <w:t>18</w:t>
            </w:r>
          </w:p>
          <w:p w:rsidR="008A14EB" w:rsidRPr="009A67B4" w:rsidRDefault="008A14EB" w:rsidP="009A67B4">
            <w:pPr>
              <w:ind w:firstLine="0"/>
              <w:jc w:val="left"/>
              <w:rPr>
                <w:szCs w:val="28"/>
              </w:rPr>
            </w:pPr>
          </w:p>
          <w:p w:rsidR="008A14EB" w:rsidRPr="00CB408D" w:rsidRDefault="008A14EB" w:rsidP="009A67B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 xml:space="preserve">Ярославская область, </w:t>
            </w:r>
          </w:p>
          <w:p w:rsidR="009A67B4" w:rsidRDefault="008A14EB" w:rsidP="009A67B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 xml:space="preserve">г. Ярославль, </w:t>
            </w:r>
          </w:p>
          <w:p w:rsidR="008A14EB" w:rsidRPr="007C2DA7" w:rsidRDefault="008A14EB" w:rsidP="009A67B4">
            <w:pPr>
              <w:ind w:firstLine="0"/>
              <w:jc w:val="left"/>
              <w:rPr>
                <w:szCs w:val="28"/>
              </w:rPr>
            </w:pPr>
            <w:r w:rsidRPr="00CB408D">
              <w:rPr>
                <w:szCs w:val="28"/>
              </w:rPr>
              <w:t xml:space="preserve">ул. Большая </w:t>
            </w:r>
            <w:proofErr w:type="spellStart"/>
            <w:r w:rsidRPr="00CB408D">
              <w:rPr>
                <w:szCs w:val="28"/>
              </w:rPr>
              <w:t>Норская</w:t>
            </w:r>
            <w:proofErr w:type="spellEnd"/>
          </w:p>
        </w:tc>
        <w:tc>
          <w:tcPr>
            <w:tcW w:w="2126" w:type="dxa"/>
          </w:tcPr>
          <w:p w:rsidR="008A14EB" w:rsidRDefault="008A14EB" w:rsidP="008A14EB">
            <w:pPr>
              <w:ind w:firstLine="0"/>
              <w:rPr>
                <w:szCs w:val="28"/>
              </w:rPr>
            </w:pPr>
          </w:p>
          <w:p w:rsidR="008A14EB" w:rsidRDefault="008A14EB" w:rsidP="008A14EB">
            <w:pPr>
              <w:ind w:firstLine="0"/>
              <w:rPr>
                <w:szCs w:val="28"/>
              </w:rPr>
            </w:pPr>
          </w:p>
          <w:p w:rsidR="008A14EB" w:rsidRDefault="008A14EB" w:rsidP="008A14EB">
            <w:pPr>
              <w:ind w:firstLine="0"/>
              <w:rPr>
                <w:szCs w:val="28"/>
              </w:rPr>
            </w:pPr>
            <w:r w:rsidRPr="007C2DA7">
              <w:rPr>
                <w:szCs w:val="28"/>
              </w:rPr>
              <w:t>нежилое здание</w:t>
            </w:r>
          </w:p>
          <w:p w:rsidR="008A14EB" w:rsidRDefault="008A14EB" w:rsidP="008A14EB">
            <w:pPr>
              <w:ind w:firstLine="0"/>
              <w:rPr>
                <w:szCs w:val="28"/>
              </w:rPr>
            </w:pP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</w:p>
          <w:p w:rsidR="008A14EB" w:rsidRDefault="008A14EB" w:rsidP="008A14EB">
            <w:pPr>
              <w:ind w:firstLine="0"/>
              <w:rPr>
                <w:szCs w:val="28"/>
              </w:rPr>
            </w:pPr>
          </w:p>
          <w:p w:rsidR="008A14EB" w:rsidRDefault="008A14EB" w:rsidP="008A14EB">
            <w:pPr>
              <w:ind w:firstLine="0"/>
              <w:rPr>
                <w:szCs w:val="28"/>
              </w:rPr>
            </w:pP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  <w:r w:rsidRPr="007C2DA7">
              <w:rPr>
                <w:szCs w:val="28"/>
              </w:rPr>
              <w:t>нежилое здание</w:t>
            </w: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</w:p>
          <w:p w:rsidR="008A14EB" w:rsidRDefault="008A14EB" w:rsidP="008A14EB">
            <w:pPr>
              <w:ind w:firstLine="0"/>
              <w:rPr>
                <w:szCs w:val="28"/>
              </w:rPr>
            </w:pP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  <w:r w:rsidRPr="007C2DA7">
              <w:rPr>
                <w:szCs w:val="28"/>
              </w:rPr>
              <w:t>нежилое здание</w:t>
            </w: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  <w:r w:rsidRPr="007C2DA7">
              <w:rPr>
                <w:szCs w:val="28"/>
              </w:rPr>
              <w:lastRenderedPageBreak/>
              <w:t>нежилое здание</w:t>
            </w: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  <w:r w:rsidRPr="007C2DA7">
              <w:rPr>
                <w:szCs w:val="28"/>
              </w:rPr>
              <w:t>нежилое здание</w:t>
            </w: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  <w:r w:rsidRPr="007C2DA7">
              <w:rPr>
                <w:szCs w:val="28"/>
              </w:rPr>
              <w:t>нежилое здание</w:t>
            </w:r>
          </w:p>
          <w:p w:rsidR="008A14EB" w:rsidRPr="007C2DA7" w:rsidRDefault="008A14EB" w:rsidP="008A14EB">
            <w:pPr>
              <w:ind w:firstLine="0"/>
              <w:rPr>
                <w:szCs w:val="28"/>
              </w:rPr>
            </w:pPr>
          </w:p>
        </w:tc>
      </w:tr>
    </w:tbl>
    <w:p w:rsidR="00497B47" w:rsidRDefault="00497B47" w:rsidP="008A14EB">
      <w:pPr>
        <w:ind w:firstLine="0"/>
        <w:jc w:val="center"/>
        <w:rPr>
          <w:szCs w:val="28"/>
        </w:rPr>
      </w:pPr>
    </w:p>
    <w:p w:rsidR="00D5079C" w:rsidRDefault="00474A79" w:rsidP="00474A79">
      <w:pPr>
        <w:ind w:firstLine="0"/>
        <w:jc w:val="center"/>
        <w:rPr>
          <w:b/>
          <w:szCs w:val="28"/>
        </w:rPr>
      </w:pPr>
      <w:r w:rsidRPr="00474A79">
        <w:rPr>
          <w:szCs w:val="28"/>
        </w:rPr>
        <w:t xml:space="preserve">Раздел 4. </w:t>
      </w:r>
      <w:r w:rsidRPr="00D5079C">
        <w:rPr>
          <w:b/>
          <w:szCs w:val="28"/>
        </w:rPr>
        <w:t xml:space="preserve">Перечень имущества, находящегося в собственности </w:t>
      </w:r>
    </w:p>
    <w:p w:rsidR="00474A79" w:rsidRPr="00D5079C" w:rsidRDefault="00D5079C" w:rsidP="00D5079C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Ярославской </w:t>
      </w:r>
      <w:r w:rsidR="00474A79" w:rsidRPr="00D5079C">
        <w:rPr>
          <w:b/>
          <w:szCs w:val="28"/>
        </w:rPr>
        <w:t xml:space="preserve">области, подлежащего внесению в качестве вклада </w:t>
      </w:r>
      <w:r>
        <w:rPr>
          <w:b/>
          <w:szCs w:val="28"/>
        </w:rPr>
        <w:br/>
      </w:r>
      <w:r w:rsidR="00474A79" w:rsidRPr="00D5079C">
        <w:rPr>
          <w:b/>
          <w:szCs w:val="28"/>
        </w:rPr>
        <w:t>в уставный капитал акционерного общества «</w:t>
      </w:r>
      <w:proofErr w:type="spellStart"/>
      <w:r w:rsidR="00474A79" w:rsidRPr="00D5079C">
        <w:rPr>
          <w:b/>
          <w:szCs w:val="28"/>
        </w:rPr>
        <w:t>Яркоммунсервис</w:t>
      </w:r>
      <w:proofErr w:type="spellEnd"/>
      <w:r w:rsidR="00474A79" w:rsidRPr="00D5079C">
        <w:rPr>
          <w:b/>
          <w:szCs w:val="28"/>
        </w:rPr>
        <w:t>»</w:t>
      </w:r>
    </w:p>
    <w:p w:rsidR="00474A79" w:rsidRPr="00474A79" w:rsidRDefault="00474A79" w:rsidP="00474A79">
      <w:pPr>
        <w:ind w:firstLine="708"/>
        <w:jc w:val="center"/>
        <w:rPr>
          <w:szCs w:val="28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4395"/>
        <w:gridCol w:w="1552"/>
      </w:tblGrid>
      <w:tr w:rsidR="00474A79" w:rsidRPr="00474A79" w:rsidTr="001D7E2D">
        <w:tc>
          <w:tcPr>
            <w:tcW w:w="704" w:type="dxa"/>
            <w:shd w:val="clear" w:color="auto" w:fill="auto"/>
          </w:tcPr>
          <w:p w:rsidR="00474A79" w:rsidRPr="00474A79" w:rsidRDefault="00474A79" w:rsidP="00474A79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№</w:t>
            </w:r>
          </w:p>
          <w:p w:rsidR="00474A79" w:rsidRPr="00474A79" w:rsidRDefault="00474A79" w:rsidP="00474A79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п/п</w:t>
            </w:r>
          </w:p>
        </w:tc>
        <w:tc>
          <w:tcPr>
            <w:tcW w:w="2693" w:type="dxa"/>
            <w:shd w:val="clear" w:color="auto" w:fill="auto"/>
          </w:tcPr>
          <w:p w:rsidR="001D7E2D" w:rsidRDefault="00474A79" w:rsidP="00474A79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 xml:space="preserve">Наименование </w:t>
            </w:r>
          </w:p>
          <w:p w:rsidR="00474A79" w:rsidRPr="00474A79" w:rsidRDefault="00474A79" w:rsidP="00474A79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имущества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Место</w:t>
            </w:r>
            <w:r w:rsidR="001D7E2D">
              <w:rPr>
                <w:szCs w:val="28"/>
              </w:rPr>
              <w:t xml:space="preserve"> </w:t>
            </w:r>
            <w:r w:rsidRPr="00474A79">
              <w:rPr>
                <w:szCs w:val="28"/>
              </w:rPr>
              <w:t>нахождени</w:t>
            </w:r>
            <w:r w:rsidR="001D7E2D">
              <w:rPr>
                <w:szCs w:val="28"/>
              </w:rPr>
              <w:t>я</w:t>
            </w:r>
            <w:r w:rsidRPr="00474A79">
              <w:rPr>
                <w:szCs w:val="28"/>
              </w:rPr>
              <w:t xml:space="preserve"> имущества</w:t>
            </w:r>
          </w:p>
          <w:p w:rsidR="00474A79" w:rsidRPr="00474A79" w:rsidRDefault="00474A79" w:rsidP="00474A79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Cs w:val="28"/>
              </w:rPr>
            </w:pPr>
          </w:p>
        </w:tc>
        <w:tc>
          <w:tcPr>
            <w:tcW w:w="1552" w:type="dxa"/>
            <w:shd w:val="clear" w:color="auto" w:fill="auto"/>
          </w:tcPr>
          <w:p w:rsidR="00474A79" w:rsidRPr="00474A79" w:rsidRDefault="00474A79" w:rsidP="00474A79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Площадь (кв. м),</w:t>
            </w:r>
          </w:p>
          <w:p w:rsidR="00474A79" w:rsidRPr="00474A79" w:rsidRDefault="00474A79" w:rsidP="00474A79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протяжен-</w:t>
            </w:r>
            <w:proofErr w:type="spellStart"/>
            <w:r w:rsidRPr="00474A79">
              <w:rPr>
                <w:szCs w:val="28"/>
              </w:rPr>
              <w:t>ность</w:t>
            </w:r>
            <w:proofErr w:type="spellEnd"/>
            <w:r w:rsidRPr="00474A79">
              <w:rPr>
                <w:szCs w:val="28"/>
              </w:rPr>
              <w:t xml:space="preserve"> (м), объем (куб. м)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4395"/>
        <w:gridCol w:w="1559"/>
      </w:tblGrid>
      <w:tr w:rsidR="00474A79" w:rsidRPr="00474A79" w:rsidTr="00474A79">
        <w:trPr>
          <w:tblHeader/>
        </w:trPr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4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</w:t>
            </w:r>
            <w:r w:rsidR="001D7E2D">
              <w:rPr>
                <w:szCs w:val="28"/>
              </w:rPr>
              <w:t>стровый номер 76:05:010101:6804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Володарского (от тепловой камеры ТК-А до тепловой камеры ТК-2-2)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156,0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</w:t>
            </w:r>
            <w:r w:rsidR="001D7E2D">
              <w:rPr>
                <w:szCs w:val="28"/>
              </w:rPr>
              <w:t>стровый номер 76:05:000000:1245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Володарского (от тепловой камеры ТК-2-2 до тепловой камеры ТК-2-3)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242,0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</w:t>
            </w:r>
            <w:r w:rsidR="001D7E2D">
              <w:rPr>
                <w:szCs w:val="28"/>
              </w:rPr>
              <w:t>стровый номер 76:05:000000:1246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Володарского (от тепловой камеры ТК-2-3 до тепловой камеры ТК-24)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453,0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1D7E2D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сети теплотрассы,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lastRenderedPageBreak/>
              <w:t>кадастровый номер 76:0</w:t>
            </w:r>
            <w:r w:rsidR="001D7E2D">
              <w:rPr>
                <w:szCs w:val="28"/>
              </w:rPr>
              <w:t>5:010111:140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lastRenderedPageBreak/>
              <w:t xml:space="preserve">Ярославская область, г. Данилов, ул. Володарского (от тепловой камеры ТК-2-7 на ул. Володарского </w:t>
            </w:r>
            <w:r w:rsidRPr="00474A79">
              <w:rPr>
                <w:szCs w:val="28"/>
              </w:rPr>
              <w:lastRenderedPageBreak/>
              <w:t>до теплового узла УТ-73 на ул. Урицкого, д. 28б)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lastRenderedPageBreak/>
              <w:t>115,0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</w:t>
            </w:r>
            <w:r w:rsidR="001D7E2D">
              <w:rPr>
                <w:szCs w:val="28"/>
              </w:rPr>
              <w:t>стровый номер 76:05:010101:6851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Володарского, от УТ-38 до жилого дома № 76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27,0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</w:t>
            </w:r>
            <w:r w:rsidR="001D7E2D">
              <w:rPr>
                <w:szCs w:val="28"/>
              </w:rPr>
              <w:t>стровый номер 76:05:010101:6848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Володарского, от УТ-37 до жилого дома № 78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27,0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1D7E2D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Теплотрасса,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када</w:t>
            </w:r>
            <w:r w:rsidR="001D7E2D">
              <w:rPr>
                <w:szCs w:val="28"/>
              </w:rPr>
              <w:t>стровый номер 76:05:000000:1224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Володарского, д. 73, от теплового узла № </w:t>
            </w:r>
            <w:r w:rsidR="001D7E2D">
              <w:rPr>
                <w:szCs w:val="28"/>
              </w:rPr>
              <w:t>68 до здания МБДОУ детский сад «Солнышко»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170,0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1D7E2D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Теплотрасса,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када</w:t>
            </w:r>
            <w:r w:rsidR="001D7E2D">
              <w:rPr>
                <w:szCs w:val="28"/>
              </w:rPr>
              <w:t>стровый номер 76:05:000000:1225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1D7E2D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Володарского, д. 51, от тепловой камеры № 2</w:t>
            </w:r>
            <w:r w:rsidR="001D7E2D">
              <w:rPr>
                <w:szCs w:val="28"/>
              </w:rPr>
              <w:t xml:space="preserve"> – </w:t>
            </w:r>
            <w:r w:rsidRPr="00474A79">
              <w:rPr>
                <w:szCs w:val="28"/>
              </w:rPr>
              <w:t>9 д</w:t>
            </w:r>
            <w:r w:rsidR="001D7E2D">
              <w:rPr>
                <w:szCs w:val="28"/>
              </w:rPr>
              <w:t>о здания МБДОУ детский сад № 2 «</w:t>
            </w:r>
            <w:r w:rsidRPr="00474A79">
              <w:rPr>
                <w:szCs w:val="28"/>
              </w:rPr>
              <w:t>Радуга</w:t>
            </w:r>
            <w:r w:rsidR="001D7E2D">
              <w:rPr>
                <w:szCs w:val="28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20,0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</w:t>
            </w:r>
            <w:r w:rsidR="001D7E2D">
              <w:rPr>
                <w:szCs w:val="28"/>
              </w:rPr>
              <w:t>астровый номер 76:05:010305:105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Володарского, от ТК-2-9 до жилого дома № 53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21,0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</w:t>
            </w:r>
            <w:r w:rsidR="001D7E2D">
              <w:rPr>
                <w:szCs w:val="28"/>
              </w:rPr>
              <w:t>стровый номер 76:05:010101:6846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Володарского, от ТК 2-1 до жилого дома №74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15,0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</w:t>
            </w:r>
            <w:r w:rsidR="001D7E2D">
              <w:rPr>
                <w:szCs w:val="28"/>
              </w:rPr>
              <w:t>дастровый номер 76:05:010104:92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Володарского, от УТ-42 до жилого дома № 87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7,0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1D7E2D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</w:t>
            </w:r>
            <w:r w:rsidR="001D7E2D">
              <w:rPr>
                <w:szCs w:val="28"/>
              </w:rPr>
              <w:t>дастровый номер 76:05:010104:90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Володарского, от УТ-43 до жилого дома № 89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7,0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</w:t>
            </w:r>
            <w:r w:rsidR="001D7E2D">
              <w:rPr>
                <w:szCs w:val="28"/>
              </w:rPr>
              <w:t>астровый номер 76:05:010107:122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Володарского, от УТ-53 до жилого дома № 83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60,0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2693" w:type="dxa"/>
            <w:shd w:val="clear" w:color="auto" w:fill="auto"/>
          </w:tcPr>
          <w:p w:rsidR="001D7E2D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сети теплотрассы,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</w:t>
            </w:r>
            <w:r w:rsidR="001D7E2D">
              <w:rPr>
                <w:szCs w:val="28"/>
              </w:rPr>
              <w:t>астровый номер 76:05:010304:652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г. Данилов, ул. Володарского, </w:t>
            </w:r>
            <w:r w:rsidR="001D7E2D">
              <w:rPr>
                <w:szCs w:val="28"/>
              </w:rPr>
              <w:t xml:space="preserve">от тепловой камеры № 2 – </w:t>
            </w:r>
            <w:r w:rsidRPr="00474A79">
              <w:rPr>
                <w:szCs w:val="28"/>
              </w:rPr>
              <w:t>10 до тепловой камеры № 23, от тепловой камеры № 23 до теплового узла № 62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206,0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</w:t>
            </w:r>
            <w:r w:rsidR="001D7E2D">
              <w:rPr>
                <w:szCs w:val="28"/>
              </w:rPr>
              <w:t>дастровый номер 76:05:010106:29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1D7E2D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Даниловский</w:t>
            </w:r>
            <w:proofErr w:type="spellEnd"/>
            <w:r w:rsidR="001D7E2D">
              <w:rPr>
                <w:szCs w:val="28"/>
              </w:rPr>
              <w:t xml:space="preserve"> район</w:t>
            </w:r>
            <w:r w:rsidRPr="00474A79">
              <w:rPr>
                <w:szCs w:val="28"/>
              </w:rPr>
              <w:t xml:space="preserve">, г. Данилов, ул. Володарского, от теплового узла № 40 до узла № 2, от узла № 2 </w:t>
            </w:r>
            <w:r w:rsidRPr="00474A79">
              <w:rPr>
                <w:spacing w:val="-4"/>
                <w:szCs w:val="28"/>
              </w:rPr>
              <w:t xml:space="preserve">до узла </w:t>
            </w:r>
            <w:r w:rsidR="001D7E2D">
              <w:rPr>
                <w:spacing w:val="-4"/>
                <w:szCs w:val="28"/>
              </w:rPr>
              <w:br/>
            </w:r>
            <w:r w:rsidRPr="00474A79">
              <w:rPr>
                <w:spacing w:val="-4"/>
                <w:szCs w:val="28"/>
              </w:rPr>
              <w:t>№ 3, от узла № 3 до узла № 4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106,0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:rsidR="001D7E2D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Теплотрасса,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</w:t>
            </w:r>
            <w:r w:rsidR="001D7E2D">
              <w:rPr>
                <w:szCs w:val="28"/>
              </w:rPr>
              <w:t>астровый номер 76:05:010305:111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Володарского, д. 49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57,0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2693" w:type="dxa"/>
            <w:shd w:val="clear" w:color="auto" w:fill="auto"/>
          </w:tcPr>
          <w:p w:rsidR="001D7E2D" w:rsidRDefault="00474A79" w:rsidP="00474A79">
            <w:pPr>
              <w:ind w:firstLine="0"/>
              <w:rPr>
                <w:color w:val="000000" w:themeColor="text1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 xml:space="preserve">Нежилое помещение,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кадастровый номер 76:05:010101:6266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Яро</w:t>
            </w:r>
            <w:r w:rsidR="001D7E2D">
              <w:rPr>
                <w:color w:val="000000" w:themeColor="text1"/>
                <w:szCs w:val="28"/>
              </w:rPr>
              <w:t xml:space="preserve">славская область, </w:t>
            </w:r>
            <w:proofErr w:type="spellStart"/>
            <w:r w:rsidR="001D7E2D">
              <w:rPr>
                <w:color w:val="000000" w:themeColor="text1"/>
                <w:szCs w:val="28"/>
              </w:rPr>
              <w:t>Даниловский</w:t>
            </w:r>
            <w:proofErr w:type="spellEnd"/>
            <w:r w:rsidR="001D7E2D">
              <w:rPr>
                <w:color w:val="000000" w:themeColor="text1"/>
                <w:szCs w:val="28"/>
              </w:rPr>
              <w:t xml:space="preserve"> райо</w:t>
            </w:r>
            <w:r w:rsidRPr="00474A79">
              <w:rPr>
                <w:color w:val="000000" w:themeColor="text1"/>
                <w:szCs w:val="28"/>
              </w:rPr>
              <w:t>н, г. Данилов, ул. Володарского д. 49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20,5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18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rFonts w:eastAsia="Calibri"/>
                <w:szCs w:val="28"/>
              </w:rPr>
              <w:t>Котел Хоп</w:t>
            </w:r>
            <w:r w:rsidR="001D7E2D">
              <w:rPr>
                <w:rFonts w:eastAsia="Calibri"/>
                <w:szCs w:val="28"/>
              </w:rPr>
              <w:t>ер 100 кВт с автоматикой РГУ-М1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D7E2D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г. Данилов,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rFonts w:eastAsia="Calibri"/>
                <w:szCs w:val="28"/>
              </w:rPr>
              <w:t>ул. Володарского, д. 49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1D7E2D" w:rsidP="00474A79">
            <w:pPr>
              <w:ind w:firstLine="0"/>
              <w:rPr>
                <w:szCs w:val="28"/>
              </w:rPr>
            </w:pPr>
            <w:r>
              <w:rPr>
                <w:rFonts w:eastAsia="Calibri"/>
                <w:szCs w:val="28"/>
              </w:rPr>
              <w:t>Насос консольный – 2 штуки</w:t>
            </w:r>
            <w:r w:rsidR="00474A79"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D7E2D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г. Данилов,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rFonts w:eastAsia="Calibri"/>
                <w:szCs w:val="28"/>
              </w:rPr>
              <w:t>ул. Володарского, д. 49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1D7E2D" w:rsidP="00474A79">
            <w:pPr>
              <w:ind w:firstLine="0"/>
              <w:rPr>
                <w:szCs w:val="28"/>
              </w:rPr>
            </w:pPr>
            <w:r>
              <w:rPr>
                <w:rFonts w:eastAsia="Calibri"/>
                <w:szCs w:val="28"/>
              </w:rPr>
              <w:t>Счетчик газовый</w:t>
            </w:r>
            <w:r w:rsidR="00474A79"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D7E2D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г. Данилов,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rFonts w:eastAsia="Calibri"/>
                <w:szCs w:val="28"/>
              </w:rPr>
              <w:t>ул. Володарского, д. 49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1D7E2D" w:rsidP="00474A79">
            <w:pPr>
              <w:ind w:firstLine="0"/>
              <w:rPr>
                <w:szCs w:val="28"/>
              </w:rPr>
            </w:pPr>
            <w:r>
              <w:rPr>
                <w:rFonts w:eastAsia="Calibri"/>
                <w:szCs w:val="28"/>
              </w:rPr>
              <w:t>Счетчик электрический</w:t>
            </w:r>
            <w:r w:rsidR="00474A79"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D7E2D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г. Данилов,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rFonts w:eastAsia="Calibri"/>
                <w:szCs w:val="28"/>
              </w:rPr>
              <w:t>ул. Володарского, д. 49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1D7E2D" w:rsidP="00474A79">
            <w:pPr>
              <w:ind w:firstLine="0"/>
              <w:rPr>
                <w:szCs w:val="28"/>
              </w:rPr>
            </w:pPr>
            <w:r>
              <w:rPr>
                <w:rFonts w:eastAsia="Calibri"/>
                <w:szCs w:val="28"/>
              </w:rPr>
              <w:t>Щит электрический</w:t>
            </w:r>
            <w:r w:rsidR="00474A79" w:rsidRPr="00474A79">
              <w:rPr>
                <w:rFonts w:eastAsia="Calibri"/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D7E2D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г. Данилов,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rFonts w:eastAsia="Calibri"/>
                <w:szCs w:val="28"/>
              </w:rPr>
              <w:t xml:space="preserve">ул. Володарского, д. 49 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color w:val="000000" w:themeColor="text1"/>
              </w:rPr>
              <w:t>Магистральные сети теплотрассы</w:t>
            </w:r>
            <w:r w:rsidRPr="00474A79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1D7E2D">
            <w:pPr>
              <w:ind w:firstLine="0"/>
              <w:rPr>
                <w:szCs w:val="28"/>
              </w:rPr>
            </w:pPr>
            <w:r w:rsidRPr="00474A79">
              <w:rPr>
                <w:color w:val="000000" w:themeColor="text1"/>
              </w:rPr>
              <w:t>Ярославская обл</w:t>
            </w:r>
            <w:r w:rsidR="001D7E2D">
              <w:rPr>
                <w:color w:val="000000" w:themeColor="text1"/>
              </w:rPr>
              <w:t>асть</w:t>
            </w:r>
            <w:r w:rsidRPr="00474A79">
              <w:rPr>
                <w:color w:val="000000" w:themeColor="text1"/>
              </w:rPr>
              <w:t>, г. Данилов, ул. Володарского от ТК 2-1, У-1 до дома 74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32,0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color w:val="000000" w:themeColor="text1"/>
              </w:rPr>
              <w:t>Магистральные сети теплотрассы</w:t>
            </w:r>
            <w:r w:rsidRPr="00474A79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1D7E2D">
            <w:pPr>
              <w:ind w:firstLine="0"/>
              <w:rPr>
                <w:szCs w:val="28"/>
              </w:rPr>
            </w:pPr>
            <w:r w:rsidRPr="00474A79">
              <w:rPr>
                <w:color w:val="000000" w:themeColor="text1"/>
              </w:rPr>
              <w:t>Ярославская обл</w:t>
            </w:r>
            <w:r w:rsidR="001D7E2D">
              <w:rPr>
                <w:color w:val="000000" w:themeColor="text1"/>
              </w:rPr>
              <w:t>асть</w:t>
            </w:r>
            <w:r w:rsidRPr="00474A79">
              <w:rPr>
                <w:color w:val="000000" w:themeColor="text1"/>
              </w:rPr>
              <w:t>, г. Данилов, ул. Володарского от УТ-40 до У-2, У-3, У-4 ул. Петербургская, д. 65а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142,0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693" w:type="dxa"/>
            <w:shd w:val="clear" w:color="auto" w:fill="auto"/>
          </w:tcPr>
          <w:p w:rsidR="001D7E2D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Здание новой котельной,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када</w:t>
            </w:r>
            <w:r w:rsidR="001D7E2D">
              <w:rPr>
                <w:szCs w:val="28"/>
              </w:rPr>
              <w:t>стровый номер 76:05:010101:6344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д.7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</w:t>
            </w:r>
            <w:r w:rsidR="001D7E2D">
              <w:rPr>
                <w:szCs w:val="28"/>
              </w:rPr>
              <w:t> </w:t>
            </w:r>
            <w:r w:rsidRPr="00474A79">
              <w:rPr>
                <w:szCs w:val="28"/>
              </w:rPr>
              <w:t>558,2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26</w:t>
            </w:r>
          </w:p>
        </w:tc>
        <w:tc>
          <w:tcPr>
            <w:tcW w:w="2693" w:type="dxa"/>
            <w:shd w:val="clear" w:color="auto" w:fill="auto"/>
          </w:tcPr>
          <w:p w:rsidR="001D7E2D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Здание склада реагентов,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</w:t>
            </w:r>
            <w:r w:rsidR="001D7E2D">
              <w:rPr>
                <w:szCs w:val="28"/>
              </w:rPr>
              <w:t>астровый номер 76:05:010101:662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135,6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D7E2D" w:rsidP="00474A79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Земельный участок, кадастровый номер 76:05:010101:7328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1D7E2D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Даниловский</w:t>
            </w:r>
            <w:proofErr w:type="spellEnd"/>
            <w:r w:rsidRPr="00474A79">
              <w:rPr>
                <w:szCs w:val="28"/>
              </w:rPr>
              <w:t xml:space="preserve"> р</w:t>
            </w:r>
            <w:r w:rsidR="001D7E2D">
              <w:rPr>
                <w:szCs w:val="28"/>
              </w:rPr>
              <w:t>айо</w:t>
            </w:r>
            <w:r w:rsidRPr="00474A79">
              <w:rPr>
                <w:szCs w:val="28"/>
              </w:rPr>
              <w:t>н, г. Данилов, ул. Заводская, земельный участок 7/10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4</w:t>
            </w:r>
            <w:r w:rsidR="001D7E2D">
              <w:rPr>
                <w:szCs w:val="28"/>
              </w:rPr>
              <w:t> </w:t>
            </w:r>
            <w:r w:rsidRPr="00474A79">
              <w:rPr>
                <w:szCs w:val="28"/>
              </w:rPr>
              <w:t>731,0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28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Склад хранения резервного топлива, кад</w:t>
            </w:r>
            <w:r w:rsidR="00D22CF6">
              <w:rPr>
                <w:szCs w:val="28"/>
              </w:rPr>
              <w:t>астровый номер 76:05:010101:682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D22CF6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Даниловский</w:t>
            </w:r>
            <w:proofErr w:type="spellEnd"/>
            <w:r w:rsidRPr="00474A79">
              <w:rPr>
                <w:szCs w:val="28"/>
              </w:rPr>
              <w:t> р</w:t>
            </w:r>
            <w:r w:rsidR="00D22CF6">
              <w:rPr>
                <w:szCs w:val="28"/>
              </w:rPr>
              <w:t>айо</w:t>
            </w:r>
            <w:r w:rsidRPr="00474A79">
              <w:rPr>
                <w:szCs w:val="28"/>
              </w:rPr>
              <w:t>н,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64,7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  <w:highlight w:val="yellow"/>
              </w:rPr>
            </w:pPr>
            <w:r w:rsidRPr="00474A79">
              <w:rPr>
                <w:szCs w:val="28"/>
              </w:rPr>
              <w:lastRenderedPageBreak/>
              <w:t>29</w:t>
            </w:r>
          </w:p>
        </w:tc>
        <w:tc>
          <w:tcPr>
            <w:tcW w:w="2693" w:type="dxa"/>
            <w:shd w:val="clear" w:color="auto" w:fill="auto"/>
          </w:tcPr>
          <w:p w:rsidR="00D22CF6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Здание тепло-утилизатора,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</w:t>
            </w:r>
            <w:r w:rsidR="00D22CF6">
              <w:rPr>
                <w:szCs w:val="28"/>
              </w:rPr>
              <w:t>астровый номер 76:05:010101:668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г. Данилов, ул. Заводская,  д.7 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87,4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A946CE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Земельный участок, кадастровый номер 76:05:010101:7329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</w:t>
            </w:r>
            <w:r w:rsidR="00D22CF6">
              <w:rPr>
                <w:szCs w:val="28"/>
              </w:rPr>
              <w:t xml:space="preserve">славская область, </w:t>
            </w:r>
            <w:proofErr w:type="spellStart"/>
            <w:r w:rsidR="00D22CF6">
              <w:rPr>
                <w:szCs w:val="28"/>
              </w:rPr>
              <w:t>Даниловский</w:t>
            </w:r>
            <w:proofErr w:type="spellEnd"/>
            <w:r w:rsidR="00D22CF6">
              <w:rPr>
                <w:szCs w:val="28"/>
              </w:rPr>
              <w:t xml:space="preserve"> райо</w:t>
            </w:r>
            <w:r w:rsidRPr="00474A79">
              <w:rPr>
                <w:szCs w:val="28"/>
              </w:rPr>
              <w:t>н, г. Данилов, ул. Заводская, земельный участок 7/10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6</w:t>
            </w:r>
            <w:r w:rsidR="00D22CF6">
              <w:rPr>
                <w:szCs w:val="28"/>
              </w:rPr>
              <w:t> </w:t>
            </w:r>
            <w:r w:rsidRPr="00474A79">
              <w:rPr>
                <w:szCs w:val="28"/>
              </w:rPr>
              <w:t>112,0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A946CE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2693" w:type="dxa"/>
            <w:shd w:val="clear" w:color="auto" w:fill="auto"/>
          </w:tcPr>
          <w:p w:rsidR="00D22CF6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Здание газор</w:t>
            </w:r>
            <w:r w:rsidR="00D22CF6">
              <w:rPr>
                <w:szCs w:val="28"/>
              </w:rPr>
              <w:t>аспре</w:t>
            </w:r>
            <w:r w:rsidR="00D22CF6">
              <w:rPr>
                <w:szCs w:val="28"/>
              </w:rPr>
              <w:softHyphen/>
              <w:t>делительного пункта (ГРП)</w:t>
            </w:r>
            <w:r w:rsidRPr="00474A79">
              <w:rPr>
                <w:szCs w:val="28"/>
              </w:rPr>
              <w:t xml:space="preserve">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</w:t>
            </w:r>
            <w:r w:rsidR="00D22CF6">
              <w:rPr>
                <w:szCs w:val="28"/>
              </w:rPr>
              <w:t>астровый номер 76:05:010101:703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г. Данилов, ул. Заводская, д. 7 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61,0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A946CE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2693" w:type="dxa"/>
            <w:shd w:val="clear" w:color="auto" w:fill="auto"/>
          </w:tcPr>
          <w:p w:rsidR="00D22CF6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Здание ТЦП,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</w:t>
            </w:r>
            <w:r w:rsidR="00D22CF6">
              <w:rPr>
                <w:szCs w:val="28"/>
              </w:rPr>
              <w:t>астровый номер 76:05:010101:700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D22CF6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Даниловский</w:t>
            </w:r>
            <w:proofErr w:type="spellEnd"/>
            <w:r w:rsidRPr="00474A79">
              <w:rPr>
                <w:szCs w:val="28"/>
              </w:rPr>
              <w:t> р</w:t>
            </w:r>
            <w:r w:rsidR="00D22CF6">
              <w:rPr>
                <w:szCs w:val="28"/>
              </w:rPr>
              <w:t>айо</w:t>
            </w:r>
            <w:r w:rsidRPr="00474A79">
              <w:rPr>
                <w:szCs w:val="28"/>
              </w:rPr>
              <w:t>н,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65,4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A946CE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2693" w:type="dxa"/>
            <w:shd w:val="clear" w:color="auto" w:fill="auto"/>
          </w:tcPr>
          <w:p w:rsidR="00D22CF6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Насосная станция № 3,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</w:t>
            </w:r>
            <w:r w:rsidR="00D22CF6">
              <w:rPr>
                <w:szCs w:val="28"/>
              </w:rPr>
              <w:t>астровый номер 76:05:010101:712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D22CF6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Даниловский</w:t>
            </w:r>
            <w:proofErr w:type="spellEnd"/>
            <w:r w:rsidR="00D22CF6">
              <w:rPr>
                <w:szCs w:val="28"/>
              </w:rPr>
              <w:t xml:space="preserve"> район</w:t>
            </w:r>
            <w:r w:rsidRPr="00474A79">
              <w:rPr>
                <w:szCs w:val="28"/>
              </w:rPr>
              <w:t>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9,1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A946CE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Земельный участок, кадастровый номер 76:05:010101:597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Даниловский</w:t>
            </w:r>
            <w:proofErr w:type="spellEnd"/>
            <w:r w:rsidR="00D22CF6">
              <w:rPr>
                <w:szCs w:val="28"/>
              </w:rPr>
              <w:t xml:space="preserve"> район, г. Данилов.</w:t>
            </w:r>
            <w:r w:rsidRPr="00474A79">
              <w:rPr>
                <w:szCs w:val="28"/>
              </w:rPr>
              <w:t xml:space="preserve"> Участок находится примерно в 35 м по направлению</w:t>
            </w:r>
            <w:r w:rsidR="00D22CF6">
              <w:rPr>
                <w:szCs w:val="28"/>
              </w:rPr>
              <w:t xml:space="preserve"> </w:t>
            </w:r>
            <w:r w:rsidRPr="00474A79">
              <w:rPr>
                <w:szCs w:val="28"/>
              </w:rPr>
              <w:t>на север от ориентира нежилое строение, расположенного за пределами участка, адрес ориентира: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</w:t>
            </w:r>
            <w:r w:rsidR="00D22CF6">
              <w:rPr>
                <w:szCs w:val="28"/>
              </w:rPr>
              <w:t xml:space="preserve">славская область, </w:t>
            </w:r>
            <w:proofErr w:type="spellStart"/>
            <w:r w:rsidR="00D22CF6">
              <w:rPr>
                <w:szCs w:val="28"/>
              </w:rPr>
              <w:t>Даниловский</w:t>
            </w:r>
            <w:proofErr w:type="spellEnd"/>
            <w:r w:rsidR="00D22CF6">
              <w:rPr>
                <w:szCs w:val="28"/>
              </w:rPr>
              <w:t xml:space="preserve"> райо</w:t>
            </w:r>
            <w:r w:rsidRPr="00474A79">
              <w:rPr>
                <w:szCs w:val="28"/>
              </w:rPr>
              <w:t>н, г. Данилов, ул. Заводская, д.</w:t>
            </w:r>
            <w:r w:rsidR="00D22CF6">
              <w:rPr>
                <w:szCs w:val="28"/>
              </w:rPr>
              <w:t xml:space="preserve"> </w:t>
            </w:r>
            <w:r w:rsidRPr="00474A79">
              <w:rPr>
                <w:szCs w:val="2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9338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A946CE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Земельный участок, кадастровый номер 76:05:010101:7270</w:t>
            </w:r>
          </w:p>
        </w:tc>
        <w:tc>
          <w:tcPr>
            <w:tcW w:w="4395" w:type="dxa"/>
            <w:shd w:val="clear" w:color="auto" w:fill="auto"/>
          </w:tcPr>
          <w:p w:rsidR="00474A79" w:rsidRPr="00D22CF6" w:rsidRDefault="00474A79" w:rsidP="00D22CF6">
            <w:pPr>
              <w:ind w:firstLine="0"/>
            </w:pPr>
            <w:r w:rsidRPr="00474A79">
              <w:t xml:space="preserve">Российская Федерация, Ярославская область, </w:t>
            </w:r>
            <w:proofErr w:type="spellStart"/>
            <w:r w:rsidRPr="00474A79">
              <w:t>Даниловский</w:t>
            </w:r>
            <w:proofErr w:type="spellEnd"/>
            <w:r w:rsidRPr="00474A79">
              <w:t xml:space="preserve"> муниципальный район, городское поселение</w:t>
            </w:r>
            <w:r w:rsidR="00D22CF6">
              <w:t xml:space="preserve"> </w:t>
            </w:r>
            <w:r w:rsidRPr="00474A79">
              <w:t>Данилов, г</w:t>
            </w:r>
            <w:r w:rsidR="00D22CF6">
              <w:t>.</w:t>
            </w:r>
            <w:r w:rsidRPr="00474A79">
              <w:t xml:space="preserve"> Данилов, ул</w:t>
            </w:r>
            <w:r w:rsidR="00D22CF6">
              <w:t>.</w:t>
            </w:r>
            <w:r w:rsidRPr="00474A79">
              <w:t xml:space="preserve"> Заводская, </w:t>
            </w:r>
            <w:r w:rsidR="00D22CF6" w:rsidRPr="00D93590">
              <w:t>д.</w:t>
            </w:r>
            <w:r w:rsidRPr="00D93590">
              <w:t xml:space="preserve"> 7/8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593,0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A946CE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  <w:tc>
          <w:tcPr>
            <w:tcW w:w="2693" w:type="dxa"/>
            <w:shd w:val="clear" w:color="auto" w:fill="auto"/>
          </w:tcPr>
          <w:p w:rsidR="00D22CF6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сети теплотрассы,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када</w:t>
            </w:r>
            <w:r w:rsidR="00D22CF6">
              <w:rPr>
                <w:szCs w:val="28"/>
              </w:rPr>
              <w:t>стровый номер 76:05:010101:6820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 (от котельной до станции конденсата)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27,0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D22CF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</w:t>
            </w:r>
            <w:r w:rsidR="00D22CF6">
              <w:rPr>
                <w:szCs w:val="28"/>
              </w:rPr>
              <w:t>стровый номер 76:05:010101:6803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 (от тепловой камеры ТК-0 до тепловой камеры ТК-А)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115,0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D22CF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lastRenderedPageBreak/>
              <w:t>сети теплотрассы, када</w:t>
            </w:r>
            <w:r w:rsidR="00D22CF6">
              <w:rPr>
                <w:szCs w:val="28"/>
              </w:rPr>
              <w:t>стровый номер 76:05:010101:6805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lastRenderedPageBreak/>
              <w:t xml:space="preserve">Ярославская область, г. Данилов, ул. Заводская (от центрального </w:t>
            </w:r>
            <w:r w:rsidRPr="00474A79">
              <w:rPr>
                <w:szCs w:val="28"/>
              </w:rPr>
              <w:lastRenderedPageBreak/>
              <w:t>теплового пункта до тепловой камеры ТК-0)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lastRenderedPageBreak/>
              <w:t>93,0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D22CF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</w:t>
            </w:r>
            <w:r w:rsidR="00D22CF6">
              <w:rPr>
                <w:szCs w:val="28"/>
              </w:rPr>
              <w:t>стровый номер 76:05:010101:6818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 (от котельной до газораспределительного пункта)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36,0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D22CF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</w:t>
            </w:r>
            <w:r w:rsidR="00D22CF6">
              <w:rPr>
                <w:szCs w:val="28"/>
              </w:rPr>
              <w:t>стровый номер 76:05:010101:6822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t>Ярославская область, г. Данилов, ул. Заводская, д. 7 (от котельной до здания центрального теплового пункта)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600,0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D22CF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Магистральная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тепловая сеть, кадастровый номер 76:05:010101:</w:t>
            </w:r>
            <w:r w:rsidR="00D22CF6">
              <w:rPr>
                <w:szCs w:val="28"/>
              </w:rPr>
              <w:t>7017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t>Ярославская облас</w:t>
            </w:r>
            <w:r w:rsidR="00D22CF6">
              <w:t xml:space="preserve">ть, г. Данилов, ул. Заводская, </w:t>
            </w:r>
            <w:r w:rsidRPr="00474A79">
              <w:t xml:space="preserve">д. 7 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324,0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D22CF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42</w:t>
            </w:r>
          </w:p>
        </w:tc>
        <w:tc>
          <w:tcPr>
            <w:tcW w:w="2693" w:type="dxa"/>
            <w:shd w:val="clear" w:color="auto" w:fill="auto"/>
          </w:tcPr>
          <w:p w:rsidR="00D22CF6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Наружные сети теплоснабжения,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када</w:t>
            </w:r>
            <w:r w:rsidR="00D22CF6">
              <w:rPr>
                <w:szCs w:val="28"/>
              </w:rPr>
              <w:t>стровый номер 76:05:010101:7313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7а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178,0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D22CF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электросети </w:t>
            </w:r>
            <w:r w:rsidR="00D22CF6">
              <w:rPr>
                <w:szCs w:val="28"/>
              </w:rPr>
              <w:br/>
            </w:r>
            <w:r w:rsidRPr="00474A79">
              <w:rPr>
                <w:szCs w:val="28"/>
              </w:rPr>
              <w:t xml:space="preserve">(в </w:t>
            </w:r>
            <w:proofErr w:type="spellStart"/>
            <w:r w:rsidRPr="00474A79">
              <w:rPr>
                <w:szCs w:val="28"/>
              </w:rPr>
              <w:t>т.ч</w:t>
            </w:r>
            <w:proofErr w:type="spellEnd"/>
            <w:r w:rsidRPr="00474A79">
              <w:rPr>
                <w:szCs w:val="28"/>
              </w:rPr>
              <w:t xml:space="preserve">. 2 кабельные линии 10 </w:t>
            </w:r>
            <w:proofErr w:type="spellStart"/>
            <w:r w:rsidRPr="00474A79">
              <w:rPr>
                <w:szCs w:val="28"/>
              </w:rPr>
              <w:t>Кв</w:t>
            </w:r>
            <w:proofErr w:type="spellEnd"/>
            <w:r w:rsidRPr="00474A79">
              <w:rPr>
                <w:szCs w:val="28"/>
              </w:rPr>
              <w:t xml:space="preserve"> (2 и 11 фидер с ячейками), када</w:t>
            </w:r>
            <w:r w:rsidR="00D22CF6">
              <w:rPr>
                <w:szCs w:val="28"/>
              </w:rPr>
              <w:t>стровый номер 76:05:010101:5942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D22CF6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Даниловский</w:t>
            </w:r>
            <w:proofErr w:type="spellEnd"/>
            <w:r w:rsidRPr="00474A79">
              <w:rPr>
                <w:szCs w:val="28"/>
              </w:rPr>
              <w:t xml:space="preserve"> р</w:t>
            </w:r>
            <w:r w:rsidR="00D22CF6">
              <w:rPr>
                <w:szCs w:val="28"/>
              </w:rPr>
              <w:t>айо</w:t>
            </w:r>
            <w:r w:rsidRPr="00474A79">
              <w:rPr>
                <w:szCs w:val="28"/>
              </w:rPr>
              <w:t>н, г. Данилов, ул. Заводская, д.</w:t>
            </w:r>
            <w:r w:rsidR="00D22CF6">
              <w:rPr>
                <w:szCs w:val="28"/>
              </w:rPr>
              <w:t xml:space="preserve"> </w:t>
            </w:r>
            <w:r w:rsidRPr="00474A79">
              <w:rPr>
                <w:szCs w:val="2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2000,0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D22CF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44</w:t>
            </w:r>
          </w:p>
        </w:tc>
        <w:tc>
          <w:tcPr>
            <w:tcW w:w="2693" w:type="dxa"/>
            <w:shd w:val="clear" w:color="auto" w:fill="auto"/>
          </w:tcPr>
          <w:p w:rsidR="008259FA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Надземный газопровод высокого давления,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када</w:t>
            </w:r>
            <w:r w:rsidR="008259FA">
              <w:rPr>
                <w:szCs w:val="28"/>
              </w:rPr>
              <w:t>стровый номер 76:05:010101:5944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8259FA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Даниловский</w:t>
            </w:r>
            <w:proofErr w:type="spellEnd"/>
            <w:r w:rsidRPr="00474A79">
              <w:rPr>
                <w:szCs w:val="28"/>
              </w:rPr>
              <w:t xml:space="preserve"> р</w:t>
            </w:r>
            <w:r w:rsidR="008259FA">
              <w:rPr>
                <w:szCs w:val="28"/>
              </w:rPr>
              <w:t>айо</w:t>
            </w:r>
            <w:r w:rsidRPr="00474A79">
              <w:rPr>
                <w:szCs w:val="28"/>
              </w:rPr>
              <w:t>н,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314,0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D22CF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8259FA" w:rsidP="00474A7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Котел водогрейный ПТВМ-30М</w:t>
            </w:r>
            <w:r w:rsidR="00474A79"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D22CF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8259FA" w:rsidP="00474A7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Котел </w:t>
            </w:r>
            <w:proofErr w:type="spellStart"/>
            <w:r>
              <w:rPr>
                <w:szCs w:val="28"/>
              </w:rPr>
              <w:t>водогрей-ный</w:t>
            </w:r>
            <w:proofErr w:type="spellEnd"/>
            <w:r>
              <w:rPr>
                <w:szCs w:val="28"/>
              </w:rPr>
              <w:t xml:space="preserve"> ПТВМ-30М</w:t>
            </w:r>
            <w:r w:rsidR="00474A79"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D22CF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Воздуховод к котлу</w:t>
            </w:r>
            <w:r w:rsidR="008259FA">
              <w:rPr>
                <w:szCs w:val="28"/>
              </w:rPr>
              <w:t xml:space="preserve"> ПТВМ-30М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D22CF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Дымосос </w:t>
            </w:r>
          </w:p>
          <w:p w:rsidR="00474A79" w:rsidRPr="00474A79" w:rsidRDefault="008259FA" w:rsidP="00474A7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ДН-21</w:t>
            </w:r>
            <w:r w:rsidR="00474A79"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F746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Дымосос </w:t>
            </w:r>
          </w:p>
          <w:p w:rsidR="00474A79" w:rsidRPr="00474A79" w:rsidRDefault="001F7466" w:rsidP="00474A7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ДН-21</w:t>
            </w:r>
            <w:r w:rsidR="00474A79"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F746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1F7466" w:rsidP="00474A7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Сварочное оборудование</w:t>
            </w:r>
            <w:r w:rsidR="00474A79"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F746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1F7466" w:rsidP="00474A7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Электронасос сетевой В-2х200</w:t>
            </w:r>
            <w:r w:rsidR="00474A79"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F746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1F7466" w:rsidP="00474A7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Электронасос сетевой В-2х200</w:t>
            </w:r>
            <w:r w:rsidR="00474A79"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rPr>
          <w:trHeight w:val="743"/>
        </w:trPr>
        <w:tc>
          <w:tcPr>
            <w:tcW w:w="709" w:type="dxa"/>
            <w:shd w:val="clear" w:color="auto" w:fill="auto"/>
          </w:tcPr>
          <w:p w:rsidR="00474A79" w:rsidRPr="00474A79" w:rsidRDefault="001F746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Электронасос сетевой ЦН-</w:t>
            </w:r>
            <w:r w:rsidR="001F7466">
              <w:rPr>
                <w:szCs w:val="28"/>
              </w:rPr>
              <w:t>400-105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F746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Электронасос сетевой </w:t>
            </w:r>
            <w:r w:rsidR="001F7466">
              <w:rPr>
                <w:szCs w:val="28"/>
              </w:rPr>
              <w:t>ЦН-400-105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F746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right="-111" w:firstLine="0"/>
              <w:rPr>
                <w:szCs w:val="28"/>
              </w:rPr>
            </w:pPr>
            <w:proofErr w:type="spellStart"/>
            <w:r w:rsidRPr="00474A79">
              <w:rPr>
                <w:szCs w:val="28"/>
              </w:rPr>
              <w:t>Рециркуляционный</w:t>
            </w:r>
            <w:proofErr w:type="spellEnd"/>
            <w:r w:rsidRPr="00474A79">
              <w:rPr>
                <w:szCs w:val="28"/>
              </w:rPr>
              <w:t xml:space="preserve"> электронасос </w:t>
            </w:r>
          </w:p>
          <w:p w:rsidR="00474A79" w:rsidRPr="00474A79" w:rsidRDefault="001F7466" w:rsidP="00474A79">
            <w:pPr>
              <w:ind w:right="-111" w:firstLine="0"/>
              <w:rPr>
                <w:szCs w:val="28"/>
              </w:rPr>
            </w:pPr>
            <w:r>
              <w:rPr>
                <w:szCs w:val="28"/>
              </w:rPr>
              <w:t>НКУ-250</w:t>
            </w:r>
            <w:r w:rsidR="00474A79"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F746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right="-111" w:firstLine="0"/>
              <w:rPr>
                <w:szCs w:val="28"/>
              </w:rPr>
            </w:pPr>
            <w:proofErr w:type="spellStart"/>
            <w:r w:rsidRPr="00474A79">
              <w:rPr>
                <w:szCs w:val="28"/>
              </w:rPr>
              <w:t>Рециркуляционный</w:t>
            </w:r>
            <w:proofErr w:type="spellEnd"/>
            <w:r w:rsidRPr="00474A79">
              <w:rPr>
                <w:szCs w:val="28"/>
              </w:rPr>
              <w:t xml:space="preserve"> электронасос </w:t>
            </w:r>
          </w:p>
          <w:p w:rsidR="00474A79" w:rsidRPr="00474A79" w:rsidRDefault="00474A79" w:rsidP="00474A79">
            <w:pPr>
              <w:ind w:right="-111" w:firstLine="0"/>
              <w:rPr>
                <w:szCs w:val="28"/>
              </w:rPr>
            </w:pPr>
            <w:r w:rsidRPr="00474A79">
              <w:rPr>
                <w:szCs w:val="28"/>
              </w:rPr>
              <w:t>НКУ-250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F746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proofErr w:type="spellStart"/>
            <w:r w:rsidRPr="00474A79">
              <w:rPr>
                <w:szCs w:val="28"/>
              </w:rPr>
              <w:t>Подпиточный</w:t>
            </w:r>
            <w:proofErr w:type="spellEnd"/>
            <w:r w:rsidRPr="00474A79">
              <w:rPr>
                <w:szCs w:val="28"/>
              </w:rPr>
              <w:t xml:space="preserve"> электронасос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3 МСГ-20/6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F746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Насос дренажный НК-8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F746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Насос </w:t>
            </w:r>
            <w:proofErr w:type="spellStart"/>
            <w:r w:rsidRPr="00474A79">
              <w:rPr>
                <w:szCs w:val="28"/>
              </w:rPr>
              <w:t>опрессовки</w:t>
            </w:r>
            <w:proofErr w:type="spellEnd"/>
            <w:r w:rsidRPr="00474A79">
              <w:rPr>
                <w:szCs w:val="28"/>
              </w:rPr>
              <w:t xml:space="preserve"> тепловых сетей ЦНСГ 60/198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F746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Бак-диаратор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szCs w:val="28"/>
              </w:rPr>
              <w:t xml:space="preserve"> 50 м</w:t>
            </w:r>
            <w:r w:rsidRPr="00474A79">
              <w:rPr>
                <w:szCs w:val="28"/>
                <w:vertAlign w:val="superscript"/>
              </w:rPr>
              <w:t>3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F746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Бак подпиточный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szCs w:val="28"/>
              </w:rPr>
              <w:t xml:space="preserve"> 20 м</w:t>
            </w:r>
            <w:r w:rsidRPr="00474A79">
              <w:rPr>
                <w:szCs w:val="28"/>
                <w:vertAlign w:val="superscript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F746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Станция управления и защиты глубинного насоса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F746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Электротельфер</w:t>
            </w:r>
            <w:r w:rsidRPr="00474A79">
              <w:rPr>
                <w:szCs w:val="28"/>
                <w:vertAlign w:val="superscript"/>
              </w:rPr>
              <w:t>2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F746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1F7466" w:rsidP="00474A7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Дымосос-</w:t>
            </w:r>
            <w:r w:rsidR="00474A79" w:rsidRPr="00474A79">
              <w:rPr>
                <w:szCs w:val="28"/>
              </w:rPr>
              <w:t>вентилятор котла ПТВМ 30М ВД-12</w:t>
            </w:r>
            <w:r w:rsidR="00474A79"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F746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1F7466" w:rsidP="00474A7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Дымосос-</w:t>
            </w:r>
            <w:r w:rsidR="00474A79" w:rsidRPr="00474A79">
              <w:rPr>
                <w:szCs w:val="28"/>
              </w:rPr>
              <w:t>вентилятор котла ПТВМ 30М ВД-12</w:t>
            </w:r>
            <w:r w:rsidRPr="001F7466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8F4ADF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66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Д</w:t>
            </w:r>
            <w:r w:rsidR="008F4ADF">
              <w:rPr>
                <w:szCs w:val="28"/>
              </w:rPr>
              <w:t>ымосос-</w:t>
            </w:r>
            <w:r w:rsidRPr="00474A79">
              <w:rPr>
                <w:szCs w:val="28"/>
              </w:rPr>
              <w:t>вентилятор котла ПТВМ 30М ВД-12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8F4ADF" w:rsidP="00474A7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Дымосос-</w:t>
            </w:r>
            <w:r w:rsidR="00474A79" w:rsidRPr="00474A79">
              <w:rPr>
                <w:szCs w:val="28"/>
              </w:rPr>
              <w:t>вентилятор котла ПТВМ 30М ВД-12</w:t>
            </w:r>
            <w:r w:rsidR="00474A79"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Ящик для хранения пропана и кислорода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Ящик для хранения пропана и кислорода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Преобразователь частоты </w:t>
            </w:r>
            <w:r w:rsidR="008F4ADF">
              <w:rPr>
                <w:szCs w:val="28"/>
              </w:rPr>
              <w:br/>
            </w:r>
            <w:r w:rsidRPr="00474A79">
              <w:rPr>
                <w:szCs w:val="28"/>
              </w:rPr>
              <w:t>LGSVI1 O/S5YNU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Ротационный счетчик газа Д100мм RVG G250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Ротационный счетчик газа Д80мм RVG G60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Трансформатор сварочный ТСМ-500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8F4ADF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Теплотехническое и газ</w:t>
            </w:r>
            <w:r w:rsidR="008F4ADF">
              <w:rPr>
                <w:szCs w:val="28"/>
              </w:rPr>
              <w:t xml:space="preserve">овое оборудование, </w:t>
            </w:r>
            <w:r w:rsidRPr="00474A79">
              <w:rPr>
                <w:szCs w:val="28"/>
              </w:rPr>
              <w:t>котел и др</w:t>
            </w:r>
            <w:r w:rsidR="008F4ADF">
              <w:rPr>
                <w:szCs w:val="28"/>
              </w:rPr>
              <w:t>угое</w:t>
            </w:r>
            <w:r w:rsidRPr="00474A79">
              <w:rPr>
                <w:szCs w:val="28"/>
              </w:rPr>
              <w:t xml:space="preserve"> обор</w:t>
            </w:r>
            <w:r w:rsidR="008F4ADF">
              <w:rPr>
                <w:szCs w:val="28"/>
              </w:rPr>
              <w:t>удование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Установка дозирования ЭКО-1-1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Химическая лаборатория для контроля ВХР ТС и ГВС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right="-111" w:firstLine="0"/>
              <w:rPr>
                <w:szCs w:val="28"/>
              </w:rPr>
            </w:pPr>
            <w:r w:rsidRPr="00474A79">
              <w:rPr>
                <w:szCs w:val="28"/>
              </w:rPr>
              <w:t>Электроимпульсная установка по очистке от накипи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Электрокара </w:t>
            </w:r>
            <w:r w:rsidR="008F4ADF">
              <w:rPr>
                <w:szCs w:val="28"/>
              </w:rPr>
              <w:br/>
              <w:t>ЕП-006-2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proofErr w:type="spellStart"/>
            <w:r w:rsidRPr="00474A79">
              <w:rPr>
                <w:szCs w:val="28"/>
              </w:rPr>
              <w:t>Резервно</w:t>
            </w:r>
            <w:proofErr w:type="spellEnd"/>
            <w:r w:rsidRPr="00474A79">
              <w:rPr>
                <w:szCs w:val="28"/>
              </w:rPr>
              <w:t>-топливное хозяйство (РТХ)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8F4ADF" w:rsidP="00474A7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Трансформатор ТМЗ-1000/10 </w:t>
            </w:r>
            <w:r w:rsidR="00474A79" w:rsidRPr="00474A79">
              <w:rPr>
                <w:szCs w:val="28"/>
              </w:rPr>
              <w:t>1</w:t>
            </w:r>
            <w:r>
              <w:rPr>
                <w:szCs w:val="28"/>
              </w:rPr>
              <w:t> </w:t>
            </w:r>
            <w:r w:rsidR="00474A79" w:rsidRPr="00474A79">
              <w:rPr>
                <w:szCs w:val="28"/>
              </w:rPr>
              <w:t>000кВт №10680</w:t>
            </w:r>
            <w:r w:rsidR="00474A79"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  <w:highlight w:val="yellow"/>
              </w:rPr>
            </w:pPr>
            <w:r w:rsidRPr="00474A79">
              <w:rPr>
                <w:szCs w:val="28"/>
              </w:rPr>
              <w:t>81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Трансформатор ТМЗ-1000/10  1</w:t>
            </w:r>
            <w:r w:rsidR="008F4ADF">
              <w:rPr>
                <w:szCs w:val="28"/>
              </w:rPr>
              <w:t> </w:t>
            </w:r>
            <w:r w:rsidRPr="00474A79">
              <w:rPr>
                <w:szCs w:val="28"/>
              </w:rPr>
              <w:t>000кВт №10688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Распределительное устройство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РУ-0,4 кВ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Короб </w:t>
            </w:r>
            <w:proofErr w:type="spellStart"/>
            <w:r w:rsidRPr="00474A79">
              <w:rPr>
                <w:szCs w:val="28"/>
              </w:rPr>
              <w:t>шинопровода</w:t>
            </w:r>
            <w:proofErr w:type="spellEnd"/>
            <w:r w:rsidRPr="00474A79">
              <w:rPr>
                <w:szCs w:val="28"/>
              </w:rPr>
              <w:t xml:space="preserve"> № 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84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Короб </w:t>
            </w:r>
            <w:proofErr w:type="spellStart"/>
            <w:r w:rsidRPr="00474A79">
              <w:rPr>
                <w:szCs w:val="28"/>
              </w:rPr>
              <w:t>шинопровода</w:t>
            </w:r>
            <w:proofErr w:type="spellEnd"/>
            <w:r w:rsidRPr="00474A79">
              <w:rPr>
                <w:szCs w:val="28"/>
              </w:rPr>
              <w:t xml:space="preserve"> № 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  <w:highlight w:val="yellow"/>
              </w:rPr>
            </w:pPr>
            <w:r w:rsidRPr="00474A79">
              <w:rPr>
                <w:szCs w:val="28"/>
              </w:rPr>
              <w:t>Силовой щит № 1  0,4 кВ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Силовой щит № 2  0,4 кВ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Ограждение трансформаторов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Счетчик газа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Станок заточный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8F4ADF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90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Станок токарный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Электронасос сетевой К-90/85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  <w:highlight w:val="yellow"/>
              </w:rPr>
            </w:pPr>
            <w:proofErr w:type="spellStart"/>
            <w:r w:rsidRPr="00474A79">
              <w:rPr>
                <w:szCs w:val="28"/>
              </w:rPr>
              <w:t>Подпиточный</w:t>
            </w:r>
            <w:proofErr w:type="spellEnd"/>
            <w:r w:rsidRPr="00474A79">
              <w:rPr>
                <w:szCs w:val="28"/>
              </w:rPr>
              <w:t xml:space="preserve"> электронасос </w:t>
            </w:r>
            <w:r w:rsidR="00FD49DE">
              <w:rPr>
                <w:szCs w:val="28"/>
              </w:rPr>
              <w:br/>
            </w:r>
            <w:r w:rsidRPr="00474A79">
              <w:rPr>
                <w:szCs w:val="28"/>
              </w:rPr>
              <w:t>ЦНСГ-38/66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Станок вертикально-сверлильный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Станок вертикально-сверлильный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д. 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95</w:t>
            </w:r>
          </w:p>
        </w:tc>
        <w:tc>
          <w:tcPr>
            <w:tcW w:w="2693" w:type="dxa"/>
            <w:shd w:val="clear" w:color="auto" w:fill="auto"/>
          </w:tcPr>
          <w:p w:rsidR="00FD49DE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Теплотрасса,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кадастровый номер 76:05:010101:6789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FD49DE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от здания теплового узла №</w:t>
            </w:r>
            <w:r w:rsidR="00FD49DE">
              <w:rPr>
                <w:szCs w:val="28"/>
              </w:rPr>
              <w:t xml:space="preserve"> </w:t>
            </w:r>
            <w:r w:rsidRPr="00474A79">
              <w:rPr>
                <w:szCs w:val="28"/>
              </w:rPr>
              <w:t>19 на терр</w:t>
            </w:r>
            <w:r w:rsidR="00FD49DE">
              <w:rPr>
                <w:szCs w:val="28"/>
              </w:rPr>
              <w:t>итории ДЗДС до здания МБОУ ДОД «</w:t>
            </w:r>
            <w:r w:rsidRPr="00474A79">
              <w:rPr>
                <w:szCs w:val="28"/>
              </w:rPr>
              <w:t>Дом детского творчества</w:t>
            </w:r>
            <w:r w:rsidR="00FD49DE">
              <w:rPr>
                <w:szCs w:val="28"/>
              </w:rPr>
              <w:t>»</w:t>
            </w:r>
            <w:r w:rsidRPr="00474A79">
              <w:rPr>
                <w:szCs w:val="28"/>
              </w:rPr>
              <w:t xml:space="preserve"> по адресу: Ярославская обл</w:t>
            </w:r>
            <w:r w:rsidR="00FD49DE">
              <w:rPr>
                <w:szCs w:val="28"/>
              </w:rPr>
              <w:t>асть</w:t>
            </w:r>
            <w:r w:rsidRPr="00474A79">
              <w:rPr>
                <w:szCs w:val="28"/>
              </w:rPr>
              <w:t>, г. Данилов, ул. Заводская, д. 5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30,0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F4A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76:05:010101:6837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от УТ-23 до жилого дома № 6а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23,0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FD49DE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76:05:010101:6836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от УТ-30 до жилого дома № 8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30,0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FD49DE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Земельный участок, кадастровый номер 76:05:010101:7316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FD49DE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Российская Федерация, Ярославская область, </w:t>
            </w:r>
            <w:proofErr w:type="spellStart"/>
            <w:r w:rsidR="00FD49DE" w:rsidRPr="00474A79">
              <w:rPr>
                <w:szCs w:val="28"/>
              </w:rPr>
              <w:t>Даниловский</w:t>
            </w:r>
            <w:proofErr w:type="spellEnd"/>
            <w:r w:rsidR="00FD49DE" w:rsidRPr="00474A79">
              <w:rPr>
                <w:szCs w:val="28"/>
              </w:rPr>
              <w:t xml:space="preserve"> </w:t>
            </w:r>
            <w:r w:rsidRPr="00474A79">
              <w:rPr>
                <w:szCs w:val="28"/>
              </w:rPr>
              <w:t>район, городское поселение</w:t>
            </w:r>
            <w:r w:rsidR="00FD49DE">
              <w:rPr>
                <w:szCs w:val="28"/>
              </w:rPr>
              <w:t xml:space="preserve"> </w:t>
            </w:r>
            <w:r w:rsidRPr="00474A79">
              <w:rPr>
                <w:szCs w:val="28"/>
              </w:rPr>
              <w:t>Данил</w:t>
            </w:r>
            <w:r w:rsidR="00FD49DE">
              <w:rPr>
                <w:szCs w:val="28"/>
              </w:rPr>
              <w:t>ов, г. </w:t>
            </w:r>
            <w:r w:rsidRPr="00474A79">
              <w:rPr>
                <w:szCs w:val="28"/>
              </w:rPr>
              <w:t>Данилов, ул</w:t>
            </w:r>
            <w:r w:rsidR="00FD49DE">
              <w:rPr>
                <w:szCs w:val="28"/>
              </w:rPr>
              <w:t>.</w:t>
            </w:r>
            <w:r w:rsidRPr="00474A79">
              <w:rPr>
                <w:szCs w:val="28"/>
              </w:rPr>
              <w:t xml:space="preserve"> Заводская, </w:t>
            </w:r>
            <w:r w:rsidR="00FD49DE">
              <w:rPr>
                <w:szCs w:val="28"/>
              </w:rPr>
              <w:t>д.</w:t>
            </w:r>
            <w:r w:rsidRPr="00474A79">
              <w:rPr>
                <w:szCs w:val="28"/>
              </w:rPr>
              <w:t xml:space="preserve"> 7/9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FD49DE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520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FD49DE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76:05:010101:6847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Заводская, от УТ-33 до жилого дома № 2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45,0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FD49DE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693" w:type="dxa"/>
            <w:shd w:val="clear" w:color="auto" w:fill="auto"/>
          </w:tcPr>
          <w:p w:rsidR="00FD49DE" w:rsidRDefault="00474A79" w:rsidP="00474A79">
            <w:pPr>
              <w:ind w:firstLine="0"/>
              <w:rPr>
                <w:color w:val="000000" w:themeColor="text1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 xml:space="preserve">Теплотрасса,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кадастровый номер 76:05:000000:1226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Ярославская область, г. Данилов, от теплового узла УТ-55 у жилого дома по адресу: Ярославская область г. Данилов, ул. Земляной вал, д. 9а, до здания МБДОУ детский сад №6 по адресу: Ярославская область, г. Данилов, ул. Земляной вал, д. 7а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138,0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rPr>
          <w:trHeight w:val="562"/>
        </w:trPr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101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76:05:000000:1247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Земляной Вал (от тепловой камеры ТК-2-3 до тепловой камеры ТК-27)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294,0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rPr>
          <w:trHeight w:val="562"/>
        </w:trPr>
        <w:tc>
          <w:tcPr>
            <w:tcW w:w="709" w:type="dxa"/>
            <w:shd w:val="clear" w:color="auto" w:fill="auto"/>
          </w:tcPr>
          <w:p w:rsidR="00474A79" w:rsidRPr="00474A79" w:rsidRDefault="00FD49DE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76:05:000000:1249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</w:t>
            </w:r>
            <w:r w:rsidR="00001672">
              <w:rPr>
                <w:szCs w:val="28"/>
              </w:rPr>
              <w:t xml:space="preserve">нилов, ул. Земляной Вал (от тепловой </w:t>
            </w:r>
            <w:r w:rsidRPr="00474A79">
              <w:rPr>
                <w:szCs w:val="28"/>
              </w:rPr>
              <w:t xml:space="preserve">камеры ТК-27 до теплового узла </w:t>
            </w:r>
            <w:r w:rsidR="00001672">
              <w:rPr>
                <w:szCs w:val="28"/>
              </w:rPr>
              <w:br/>
              <w:t xml:space="preserve">УТ-76 и УТ-8, от тепловой камеры ТК-2-4 до теплового </w:t>
            </w:r>
            <w:r w:rsidRPr="00474A79">
              <w:rPr>
                <w:szCs w:val="28"/>
              </w:rPr>
              <w:t>узла УТ-56)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513,0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FD49DE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76:05:010210:221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г. Данилов, ул. Земляной Вал, от УТ-76 до </w:t>
            </w:r>
            <w:r w:rsidR="00FD49DE">
              <w:rPr>
                <w:szCs w:val="28"/>
              </w:rPr>
              <w:br/>
            </w:r>
            <w:r w:rsidRPr="00474A79">
              <w:rPr>
                <w:szCs w:val="28"/>
              </w:rPr>
              <w:t>УТ-77 и до жилого дома № 26а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48,0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FD49DE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76:05:010210:220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Земляной Вал, от УТ-78 до жилого дома № 26/59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10,0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FD49DE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  <w:highlight w:val="yellow"/>
              </w:rPr>
            </w:pPr>
            <w:r w:rsidRPr="00474A79">
              <w:rPr>
                <w:szCs w:val="28"/>
              </w:rPr>
              <w:t>сети теплотрассы, кадастровый номер 76:05:000000:1273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FD49DE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Земляной Вал, от тепловой камеры №</w:t>
            </w:r>
            <w:r w:rsidR="00FD49DE">
              <w:rPr>
                <w:szCs w:val="28"/>
              </w:rPr>
              <w:t xml:space="preserve"> </w:t>
            </w:r>
            <w:r w:rsidRPr="00474A79">
              <w:rPr>
                <w:szCs w:val="28"/>
              </w:rPr>
              <w:t>27 до тепловой камеры №</w:t>
            </w:r>
            <w:r w:rsidR="00FD49DE">
              <w:rPr>
                <w:szCs w:val="28"/>
              </w:rPr>
              <w:t> </w:t>
            </w:r>
            <w:r w:rsidRPr="00474A79">
              <w:rPr>
                <w:szCs w:val="28"/>
              </w:rPr>
              <w:t>30, от тепловой камеры №</w:t>
            </w:r>
            <w:r w:rsidR="00FD49DE">
              <w:rPr>
                <w:szCs w:val="28"/>
              </w:rPr>
              <w:t xml:space="preserve"> </w:t>
            </w:r>
            <w:r w:rsidRPr="00474A79">
              <w:rPr>
                <w:szCs w:val="28"/>
              </w:rPr>
              <w:t>30 до теплового узла № 81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296,0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FD49DE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106</w:t>
            </w:r>
          </w:p>
        </w:tc>
        <w:tc>
          <w:tcPr>
            <w:tcW w:w="2693" w:type="dxa"/>
            <w:shd w:val="clear" w:color="auto" w:fill="auto"/>
          </w:tcPr>
          <w:p w:rsidR="004F2926" w:rsidRDefault="00474A79" w:rsidP="00474A79">
            <w:pPr>
              <w:ind w:firstLine="0"/>
              <w:rPr>
                <w:color w:val="000000" w:themeColor="text1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 xml:space="preserve">Теплотрасса,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кадастровый номер 76:05:010111:137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Ярославская область, г. Данилов, Преображенская пл., д. 6, от теплового узла № 74 до з</w:t>
            </w:r>
            <w:r w:rsidR="004F2926">
              <w:rPr>
                <w:color w:val="000000" w:themeColor="text1"/>
                <w:szCs w:val="28"/>
              </w:rPr>
              <w:t>дания МБОУ ДОД детский сад № 7 «</w:t>
            </w:r>
            <w:r w:rsidRPr="00474A79">
              <w:rPr>
                <w:color w:val="000000" w:themeColor="text1"/>
                <w:szCs w:val="28"/>
              </w:rPr>
              <w:t>Улыбка</w:t>
            </w:r>
            <w:r w:rsidR="004F2926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25,0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107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76:05:000000:1250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</w:t>
            </w:r>
            <w:proofErr w:type="spellStart"/>
            <w:r w:rsidRPr="00474A79">
              <w:rPr>
                <w:szCs w:val="28"/>
              </w:rPr>
              <w:t>Шарохина</w:t>
            </w:r>
            <w:proofErr w:type="spellEnd"/>
            <w:r w:rsidRPr="00474A79">
              <w:rPr>
                <w:szCs w:val="28"/>
              </w:rPr>
              <w:t xml:space="preserve"> (от тепловой камеры ТК-2-2 до теплового узла УТ-49)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159,0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F292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108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76:05:000000:1248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</w:t>
            </w:r>
            <w:proofErr w:type="spellStart"/>
            <w:r w:rsidRPr="00474A79">
              <w:rPr>
                <w:szCs w:val="28"/>
              </w:rPr>
              <w:t>Шарохина</w:t>
            </w:r>
            <w:proofErr w:type="spellEnd"/>
            <w:r w:rsidRPr="00474A79">
              <w:rPr>
                <w:szCs w:val="28"/>
              </w:rPr>
              <w:t xml:space="preserve"> (от теплового узла УТ-49 до теплового узла УТ-65)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375,0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F292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76:05:000000:1253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bCs/>
                <w:szCs w:val="28"/>
                <w:shd w:val="clear" w:color="auto" w:fill="FFFFFF"/>
              </w:rPr>
              <w:t>Ярославская область, г. Данилов, ул. </w:t>
            </w:r>
            <w:proofErr w:type="spellStart"/>
            <w:r w:rsidRPr="00474A79">
              <w:rPr>
                <w:bCs/>
                <w:szCs w:val="28"/>
                <w:shd w:val="clear" w:color="auto" w:fill="FFFFFF"/>
              </w:rPr>
              <w:t>Шарохина</w:t>
            </w:r>
            <w:proofErr w:type="spellEnd"/>
            <w:r w:rsidRPr="00474A79">
              <w:rPr>
                <w:bCs/>
                <w:szCs w:val="28"/>
                <w:shd w:val="clear" w:color="auto" w:fill="FFFFFF"/>
              </w:rPr>
              <w:t xml:space="preserve"> (от теплового узла УТ-65 до теплового узла УТ-67, от теплового узла УТ-49 до теплового узла УТ-51, от теплового узла </w:t>
            </w:r>
            <w:r w:rsidR="004F2926">
              <w:rPr>
                <w:bCs/>
                <w:szCs w:val="28"/>
                <w:shd w:val="clear" w:color="auto" w:fill="FFFFFF"/>
              </w:rPr>
              <w:br/>
            </w:r>
            <w:r w:rsidRPr="00474A79">
              <w:rPr>
                <w:bCs/>
                <w:szCs w:val="28"/>
                <w:shd w:val="clear" w:color="auto" w:fill="FFFFFF"/>
              </w:rPr>
              <w:t>УТ-44 до теплового узла УТ-53, от теплового узла УТ-45 до теплового узла УТ-46)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186,0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F292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76:05:000000:1254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</w:t>
            </w:r>
            <w:proofErr w:type="spellStart"/>
            <w:r w:rsidRPr="00474A79">
              <w:rPr>
                <w:szCs w:val="28"/>
              </w:rPr>
              <w:t>Шарохина</w:t>
            </w:r>
            <w:proofErr w:type="spellEnd"/>
            <w:r w:rsidRPr="00474A79">
              <w:rPr>
                <w:szCs w:val="28"/>
              </w:rPr>
              <w:t xml:space="preserve"> (от теплового узла до теплового узла: от УТ-41 до УТ-42, от УТ-46 до УТ-48, от УТ-53 до УТ-54)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325,0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F292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76:05:010104:87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</w:t>
            </w:r>
            <w:proofErr w:type="spellStart"/>
            <w:r w:rsidRPr="00474A79">
              <w:rPr>
                <w:szCs w:val="28"/>
              </w:rPr>
              <w:t>Шарохина</w:t>
            </w:r>
            <w:proofErr w:type="spellEnd"/>
            <w:r w:rsidR="004F2926">
              <w:rPr>
                <w:szCs w:val="28"/>
              </w:rPr>
              <w:t xml:space="preserve"> </w:t>
            </w:r>
            <w:r w:rsidRPr="00474A79">
              <w:rPr>
                <w:szCs w:val="28"/>
              </w:rPr>
              <w:t>(от теплового узла УТ-42 до теплового узла УТ-43)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38,0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F292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76:05:010101:6844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</w:t>
            </w:r>
            <w:proofErr w:type="spellStart"/>
            <w:r w:rsidRPr="00474A79">
              <w:rPr>
                <w:szCs w:val="28"/>
              </w:rPr>
              <w:t>Шарохина</w:t>
            </w:r>
            <w:proofErr w:type="spellEnd"/>
            <w:r w:rsidRPr="00474A79">
              <w:rPr>
                <w:szCs w:val="28"/>
              </w:rPr>
              <w:t>, от УТ-36 до жилого дома № 22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14,0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F292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t>Магистральные сети теплотрассы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F2926">
            <w:pPr>
              <w:ind w:firstLine="0"/>
              <w:rPr>
                <w:szCs w:val="28"/>
              </w:rPr>
            </w:pPr>
            <w:r w:rsidRPr="00474A79">
              <w:t>Ярославская обл</w:t>
            </w:r>
            <w:r w:rsidR="004F2926">
              <w:t>асть</w:t>
            </w:r>
            <w:r w:rsidRPr="00474A79">
              <w:t>, г. Данилов, ул. </w:t>
            </w:r>
            <w:proofErr w:type="spellStart"/>
            <w:r w:rsidRPr="00474A79">
              <w:t>Шарохина</w:t>
            </w:r>
            <w:proofErr w:type="spellEnd"/>
            <w:r w:rsidRPr="00474A79">
              <w:t xml:space="preserve"> от У-1 до дома 22а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F292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76:05:010104:91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</w:t>
            </w:r>
            <w:proofErr w:type="spellStart"/>
            <w:r w:rsidRPr="00474A79">
              <w:rPr>
                <w:szCs w:val="28"/>
              </w:rPr>
              <w:t>Шарохина</w:t>
            </w:r>
            <w:proofErr w:type="spellEnd"/>
            <w:r w:rsidRPr="00474A79">
              <w:rPr>
                <w:szCs w:val="28"/>
              </w:rPr>
              <w:t>, от УТ-46 до жилого дома № 26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23,0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F292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76:05:010107:121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</w:t>
            </w:r>
            <w:proofErr w:type="spellStart"/>
            <w:r w:rsidRPr="00474A79">
              <w:rPr>
                <w:szCs w:val="28"/>
              </w:rPr>
              <w:t>Шарохина</w:t>
            </w:r>
            <w:proofErr w:type="spellEnd"/>
            <w:r w:rsidRPr="00474A79">
              <w:rPr>
                <w:szCs w:val="28"/>
              </w:rPr>
              <w:t>, от УТ-54 до жилого дома № 11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36,0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F2926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116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76:05:010107:123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</w:t>
            </w:r>
            <w:proofErr w:type="spellStart"/>
            <w:r w:rsidRPr="00474A79">
              <w:rPr>
                <w:szCs w:val="28"/>
              </w:rPr>
              <w:t>Шарохина</w:t>
            </w:r>
            <w:proofErr w:type="spellEnd"/>
            <w:r w:rsidRPr="00474A79">
              <w:rPr>
                <w:szCs w:val="28"/>
              </w:rPr>
              <w:t>, от УТ-50 до жилого дома № 13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14,0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F292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76:05:010210:222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</w:t>
            </w:r>
            <w:proofErr w:type="spellStart"/>
            <w:r w:rsidRPr="00474A79">
              <w:rPr>
                <w:szCs w:val="28"/>
              </w:rPr>
              <w:t>Шарохина</w:t>
            </w:r>
            <w:proofErr w:type="spellEnd"/>
            <w:r w:rsidRPr="00474A79">
              <w:rPr>
                <w:szCs w:val="28"/>
              </w:rPr>
              <w:t>, от УТ-64 до жилого дома № 15 корп.1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9,0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rPr>
          <w:trHeight w:val="551"/>
        </w:trPr>
        <w:tc>
          <w:tcPr>
            <w:tcW w:w="709" w:type="dxa"/>
            <w:shd w:val="clear" w:color="auto" w:fill="auto"/>
          </w:tcPr>
          <w:p w:rsidR="00474A79" w:rsidRPr="00474A79" w:rsidRDefault="004F292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118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76:05:010210:223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</w:t>
            </w:r>
            <w:proofErr w:type="spellStart"/>
            <w:r w:rsidRPr="00474A79">
              <w:rPr>
                <w:szCs w:val="28"/>
              </w:rPr>
              <w:t>Шарохина</w:t>
            </w:r>
            <w:proofErr w:type="spellEnd"/>
            <w:r w:rsidRPr="00474A79">
              <w:rPr>
                <w:szCs w:val="28"/>
              </w:rPr>
              <w:t>, от УТ-65 до УТ-66 и до жилого дома № 15 корп. 2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90,0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F292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76:05:010211:652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</w:t>
            </w:r>
            <w:proofErr w:type="spellStart"/>
            <w:r w:rsidRPr="00474A79">
              <w:rPr>
                <w:szCs w:val="28"/>
              </w:rPr>
              <w:t>Шарохина</w:t>
            </w:r>
            <w:proofErr w:type="spellEnd"/>
            <w:r w:rsidRPr="00474A79">
              <w:rPr>
                <w:szCs w:val="28"/>
              </w:rPr>
              <w:t>, от УТ-67 до жилого дома № 17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8,0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F292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76:05:010211:653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 Данилов, ул. </w:t>
            </w:r>
            <w:proofErr w:type="spellStart"/>
            <w:r w:rsidRPr="00474A79">
              <w:rPr>
                <w:szCs w:val="28"/>
              </w:rPr>
              <w:t>Шарохина</w:t>
            </w:r>
            <w:proofErr w:type="spellEnd"/>
            <w:r w:rsidRPr="00474A79">
              <w:rPr>
                <w:szCs w:val="28"/>
              </w:rPr>
              <w:t>, от УТ-67 до жилого дома № 19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21,0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F292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76:05:010107:116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</w:t>
            </w:r>
            <w:proofErr w:type="spellStart"/>
            <w:r w:rsidRPr="00474A79">
              <w:rPr>
                <w:szCs w:val="28"/>
              </w:rPr>
              <w:t>Шарохина</w:t>
            </w:r>
            <w:proofErr w:type="spellEnd"/>
            <w:r w:rsidRPr="00474A79">
              <w:rPr>
                <w:szCs w:val="28"/>
              </w:rPr>
              <w:t>, от теплового узла № 51 до теплового узла № 52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60,0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F292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122</w:t>
            </w:r>
          </w:p>
        </w:tc>
        <w:tc>
          <w:tcPr>
            <w:tcW w:w="2693" w:type="dxa"/>
            <w:shd w:val="clear" w:color="auto" w:fill="auto"/>
          </w:tcPr>
          <w:p w:rsidR="00B07696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сети теплотрассы,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кадастровый номер 76:05:010211:651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</w:t>
            </w:r>
            <w:proofErr w:type="spellStart"/>
            <w:r w:rsidRPr="00474A79">
              <w:rPr>
                <w:szCs w:val="28"/>
              </w:rPr>
              <w:t>Шарохина</w:t>
            </w:r>
            <w:proofErr w:type="spellEnd"/>
            <w:r w:rsidRPr="00474A79">
              <w:rPr>
                <w:szCs w:val="28"/>
              </w:rPr>
              <w:t xml:space="preserve"> (от теплового узла УТ-67 до теплового узла УТ-67.11)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115,0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F292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76:05:010101:6806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Петербургская (от тепловой камеры ТК-0 до тепловой камеры ТК-1-1)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192,0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F292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Магистральные сети теплотрассы, кадастровый номер 76:05:010106:27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Петербургская (от тепловой камеры ТК-1-1 до тепловой камеры ТК-1-2)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201,0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  <w:highlight w:val="yellow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F292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76:05:010106:30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Петербургская (от тепловой камеры ТК-1-2 до теплового узла УТ-39)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117,0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F292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76:05:010101:6814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г. Данилов, ул. Петербургская, Набережная </w:t>
            </w:r>
            <w:r w:rsidR="00001672">
              <w:rPr>
                <w:szCs w:val="28"/>
              </w:rPr>
              <w:br/>
            </w:r>
            <w:r w:rsidRPr="00474A79">
              <w:rPr>
                <w:szCs w:val="28"/>
              </w:rPr>
              <w:t>(от тепловой камеры ТК-1-1 до теплового узла УТ-31)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144,0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rPr>
          <w:trHeight w:val="562"/>
        </w:trPr>
        <w:tc>
          <w:tcPr>
            <w:tcW w:w="709" w:type="dxa"/>
            <w:shd w:val="clear" w:color="auto" w:fill="auto"/>
          </w:tcPr>
          <w:p w:rsidR="00474A79" w:rsidRPr="00474A79" w:rsidRDefault="00474A79" w:rsidP="00B07696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127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76:05:010101:6815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Петербургская, от пункта П-4 до теплового узла УТ-22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63,0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rPr>
          <w:trHeight w:val="562"/>
        </w:trPr>
        <w:tc>
          <w:tcPr>
            <w:tcW w:w="709" w:type="dxa"/>
            <w:shd w:val="clear" w:color="auto" w:fill="auto"/>
          </w:tcPr>
          <w:p w:rsidR="00474A79" w:rsidRPr="00474A79" w:rsidRDefault="00B0769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128</w:t>
            </w:r>
          </w:p>
        </w:tc>
        <w:tc>
          <w:tcPr>
            <w:tcW w:w="2693" w:type="dxa"/>
            <w:shd w:val="clear" w:color="auto" w:fill="auto"/>
          </w:tcPr>
          <w:p w:rsidR="00B07696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Теплотрасса,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кадастровый номер 76:05:010101:6786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Петербургс</w:t>
            </w:r>
            <w:r w:rsidR="00B07696">
              <w:rPr>
                <w:szCs w:val="28"/>
              </w:rPr>
              <w:t xml:space="preserve">кая, д. 71, от теплового узла </w:t>
            </w:r>
            <w:r w:rsidRPr="00474A79">
              <w:rPr>
                <w:szCs w:val="28"/>
              </w:rPr>
              <w:t>№ </w:t>
            </w:r>
            <w:r w:rsidR="00B07696">
              <w:rPr>
                <w:szCs w:val="28"/>
              </w:rPr>
              <w:t>32 до здания МБДОУ детский сад «Малыш»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18,0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B0769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129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76:05:010101:6842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Петербургская, от УТ-22 до жилого дома № 96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4,0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B0769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76:00:000000:184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Петербургская, от ТК-1-2 до жилого дома № 92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40,0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B0769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76:05:010105:22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г. Данилов, ул. Петербургская, от УТ-39 до </w:t>
            </w:r>
            <w:r w:rsidRPr="00474A79">
              <w:rPr>
                <w:szCs w:val="28"/>
              </w:rPr>
              <w:br/>
              <w:t>П-5 и жилого дома № 90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39,0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B0769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76:05:010101:6843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Петербургская, от УТ-36 до жилого дома № 73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17,0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B0769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76:05:010101:6850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Петербургская, от УТ-33 до жилого дома № 93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17,0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B0769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76:05:010101:6839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Петербургская, от УТ-25 до жилого дома № 94а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11,0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B0769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76:05:010101:6845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Петербургская, от УТ-22 до жилого дома № 94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24,0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B0769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76:05:010101:6841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Петербургская, от УТ-21 до жилого дома № 98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5,0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B0769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Магистральные сети теплотрассы, кадастровый номер 76:05:010101:6816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г. Данилов, ул. Петербургская (от теплового узла УТ-24 до теплового узла </w:t>
            </w:r>
            <w:r w:rsidR="00B07696">
              <w:rPr>
                <w:szCs w:val="28"/>
              </w:rPr>
              <w:br/>
            </w:r>
            <w:r w:rsidRPr="00474A79">
              <w:rPr>
                <w:szCs w:val="28"/>
              </w:rPr>
              <w:t>УТ-25)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80,0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138</w:t>
            </w:r>
          </w:p>
        </w:tc>
        <w:tc>
          <w:tcPr>
            <w:tcW w:w="2693" w:type="dxa"/>
            <w:shd w:val="clear" w:color="auto" w:fill="auto"/>
          </w:tcPr>
          <w:p w:rsidR="00B07696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сети теплотрассы,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кадастровый номер 76:05:010101:6817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Петербургская (от тепловой камеры ТК-1-1 до теплового узла УТ-34)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71,0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139</w:t>
            </w:r>
          </w:p>
        </w:tc>
        <w:tc>
          <w:tcPr>
            <w:tcW w:w="2693" w:type="dxa"/>
            <w:shd w:val="clear" w:color="auto" w:fill="auto"/>
          </w:tcPr>
          <w:p w:rsidR="00B07696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сети теплотрассы,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кадастровый номер 76:05:010101:6813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001672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Петербургская, Володарского (от теплового узла УТ-34 до теплового узла УТ-38)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82,0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lastRenderedPageBreak/>
              <w:t>140</w:t>
            </w:r>
          </w:p>
        </w:tc>
        <w:tc>
          <w:tcPr>
            <w:tcW w:w="2693" w:type="dxa"/>
            <w:shd w:val="clear" w:color="auto" w:fill="auto"/>
          </w:tcPr>
          <w:p w:rsidR="00B07696" w:rsidRDefault="00474A79" w:rsidP="00474A79">
            <w:pPr>
              <w:ind w:firstLine="0"/>
              <w:rPr>
                <w:color w:val="000000" w:themeColor="text1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 xml:space="preserve">Магистральные сети теплотрассы,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кадастровый номер 76:05:010101:6821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color w:val="000000" w:themeColor="text1"/>
              </w:rPr>
              <w:t>Ярославская область, г. Данилов, ул. Петербургская, ул. Володарского (от теплового узла УТ -34 до теплового узла УТ-36)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93,0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141</w:t>
            </w:r>
          </w:p>
        </w:tc>
        <w:tc>
          <w:tcPr>
            <w:tcW w:w="2693" w:type="dxa"/>
            <w:shd w:val="clear" w:color="auto" w:fill="auto"/>
          </w:tcPr>
          <w:p w:rsidR="00B07696" w:rsidRDefault="00474A79" w:rsidP="00474A79">
            <w:pPr>
              <w:ind w:firstLine="0"/>
              <w:rPr>
                <w:color w:val="000000" w:themeColor="text1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 xml:space="preserve">Магистральные сети теплотрассы,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кадастровый номер 76:05:010101:6823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color w:val="000000" w:themeColor="text1"/>
              </w:rPr>
              <w:t>Ярославская область, г. Данилов, ул. Петербургская, ул. Володарского (от теплового узла УТ-32 до теплового узла УТ-33)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39,0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rPr>
          <w:trHeight w:val="562"/>
        </w:trPr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142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76:05:010228:71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г. Данилов, ул. </w:t>
            </w:r>
            <w:proofErr w:type="spellStart"/>
            <w:r w:rsidRPr="00474A79">
              <w:rPr>
                <w:szCs w:val="28"/>
              </w:rPr>
              <w:t>Циммервальда</w:t>
            </w:r>
            <w:proofErr w:type="spellEnd"/>
            <w:r w:rsidRPr="00474A79">
              <w:rPr>
                <w:szCs w:val="28"/>
              </w:rPr>
              <w:t>, д.</w:t>
            </w:r>
            <w:r w:rsidR="00B07696">
              <w:rPr>
                <w:szCs w:val="28"/>
              </w:rPr>
              <w:t xml:space="preserve"> </w:t>
            </w:r>
            <w:r w:rsidRPr="00474A79">
              <w:rPr>
                <w:szCs w:val="28"/>
              </w:rPr>
              <w:t>70а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146,0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rPr>
          <w:trHeight w:val="562"/>
        </w:trPr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143</w:t>
            </w:r>
          </w:p>
        </w:tc>
        <w:tc>
          <w:tcPr>
            <w:tcW w:w="2693" w:type="dxa"/>
            <w:shd w:val="clear" w:color="auto" w:fill="auto"/>
          </w:tcPr>
          <w:p w:rsidR="00B07696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Теплотрасса,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кадастровый номер 76:05:010111:139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Урицкого, д. 28в, от теплового узла № 73 до здания МБДОУ детски</w:t>
            </w:r>
            <w:r w:rsidR="00B07696">
              <w:rPr>
                <w:szCs w:val="28"/>
              </w:rPr>
              <w:t>й сад «Теремок»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92,0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144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76:05:010111:145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Урицкого, от УТ-72 до жилого дома № 28а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8,0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145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76:05:010111:144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Урицкого, от УТ-73 до жилого дома № 28б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5,0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146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76:05:010110:141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Урицкого, от ТК-2-7 до жилого дома № 62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8,0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147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76:05:010111:141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B07696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 Данилов, ул. Урицкого, от теплового узла 74 до теплового узла 75, от теплового узла 75 до здания по адресу: Ярославская обл</w:t>
            </w:r>
            <w:r w:rsidR="00B07696">
              <w:rPr>
                <w:szCs w:val="28"/>
              </w:rPr>
              <w:t>асть</w:t>
            </w:r>
            <w:r w:rsidRPr="00474A79">
              <w:rPr>
                <w:szCs w:val="28"/>
              </w:rPr>
              <w:t>, г. Данилов, ул. Урицкого, д. 28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48,0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5C158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148</w:t>
            </w:r>
          </w:p>
        </w:tc>
        <w:tc>
          <w:tcPr>
            <w:tcW w:w="2693" w:type="dxa"/>
            <w:shd w:val="clear" w:color="auto" w:fill="auto"/>
          </w:tcPr>
          <w:p w:rsidR="005C1586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сети теплотрассы,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кадастровый номер 76:05:000000:1228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pacing w:val="4"/>
                <w:szCs w:val="28"/>
              </w:rPr>
              <w:t>Ярославская область, г. Данилов, ул. Урицкого, д.58а, от теплового узла № 81 до здания МБОУ СОШ № 12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244,0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5C158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149</w:t>
            </w:r>
          </w:p>
        </w:tc>
        <w:tc>
          <w:tcPr>
            <w:tcW w:w="2693" w:type="dxa"/>
            <w:shd w:val="clear" w:color="auto" w:fill="auto"/>
          </w:tcPr>
          <w:p w:rsidR="005C1586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Теплотрасса,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кадастровый номер 76:05:010228:68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pacing w:val="-4"/>
                <w:szCs w:val="28"/>
              </w:rPr>
              <w:t>Ярославская область, г. Данилов, ул. Урицкого, д. 56, от теплового узла № 81 до здания МБОУ СОШ № 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62,0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rPr>
          <w:trHeight w:val="1104"/>
        </w:trPr>
        <w:tc>
          <w:tcPr>
            <w:tcW w:w="709" w:type="dxa"/>
            <w:shd w:val="clear" w:color="auto" w:fill="auto"/>
          </w:tcPr>
          <w:p w:rsidR="00474A79" w:rsidRPr="00474A79" w:rsidRDefault="005C158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lastRenderedPageBreak/>
              <w:t>сети теплотрассы, кадастровый номер 76:05:010111:142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lastRenderedPageBreak/>
              <w:t>Ярославская область, г. Данилов, ул. Урицкого, от теплового узла № 73 до теплового узла № 74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lastRenderedPageBreak/>
              <w:t>28,0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rPr>
          <w:trHeight w:val="1104"/>
        </w:trPr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15</w:t>
            </w:r>
            <w:r w:rsidR="005C1586">
              <w:rPr>
                <w:szCs w:val="28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Наружные сети теплоснабжения от блочной котельной, кадастровый номер 76:05:010304:118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Урицкого, д. 11б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111,0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5C158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152</w:t>
            </w:r>
          </w:p>
        </w:tc>
        <w:tc>
          <w:tcPr>
            <w:tcW w:w="2693" w:type="dxa"/>
            <w:shd w:val="clear" w:color="auto" w:fill="auto"/>
          </w:tcPr>
          <w:p w:rsidR="005C1586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Тепловые сети,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кадастровый номер 76:05:010101:5986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Депутатска</w:t>
            </w:r>
            <w:r w:rsidR="005C1586">
              <w:rPr>
                <w:szCs w:val="28"/>
              </w:rPr>
              <w:t xml:space="preserve">я 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1726,0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5C158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153</w:t>
            </w:r>
          </w:p>
        </w:tc>
        <w:tc>
          <w:tcPr>
            <w:tcW w:w="2693" w:type="dxa"/>
            <w:shd w:val="clear" w:color="auto" w:fill="auto"/>
          </w:tcPr>
          <w:p w:rsidR="005C1586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Теплотрасса,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кадастровый номер 76:05:010516:239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Депутатская, д. 56, от теплового узла № 8 д</w:t>
            </w:r>
            <w:r w:rsidR="005C1586">
              <w:rPr>
                <w:szCs w:val="28"/>
              </w:rPr>
              <w:t>о здания МБДОУ детский сад № 5 «</w:t>
            </w:r>
            <w:proofErr w:type="spellStart"/>
            <w:r w:rsidR="005C1586">
              <w:rPr>
                <w:szCs w:val="28"/>
              </w:rPr>
              <w:t>Лесовичок</w:t>
            </w:r>
            <w:proofErr w:type="spellEnd"/>
            <w:r w:rsidR="005C1586">
              <w:rPr>
                <w:szCs w:val="28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56,0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5C158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154</w:t>
            </w:r>
          </w:p>
        </w:tc>
        <w:tc>
          <w:tcPr>
            <w:tcW w:w="2693" w:type="dxa"/>
            <w:shd w:val="clear" w:color="auto" w:fill="auto"/>
          </w:tcPr>
          <w:p w:rsidR="005C1586" w:rsidRDefault="00474A79" w:rsidP="00474A79">
            <w:pPr>
              <w:ind w:firstLine="0"/>
              <w:rPr>
                <w:color w:val="000000" w:themeColor="text1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 xml:space="preserve">Теплотрасса,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кадастровый номер 76:05:000000:1166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Ярос</w:t>
            </w:r>
            <w:r w:rsidR="005C1586">
              <w:rPr>
                <w:color w:val="000000" w:themeColor="text1"/>
                <w:szCs w:val="28"/>
              </w:rPr>
              <w:t xml:space="preserve">лавская область, </w:t>
            </w:r>
            <w:proofErr w:type="spellStart"/>
            <w:r w:rsidR="005C1586">
              <w:rPr>
                <w:color w:val="000000" w:themeColor="text1"/>
                <w:szCs w:val="28"/>
              </w:rPr>
              <w:t>Даниловский</w:t>
            </w:r>
            <w:proofErr w:type="spellEnd"/>
            <w:r w:rsidR="005C1586">
              <w:rPr>
                <w:color w:val="000000" w:themeColor="text1"/>
                <w:szCs w:val="28"/>
              </w:rPr>
              <w:t xml:space="preserve"> райо</w:t>
            </w:r>
            <w:r w:rsidRPr="00474A79">
              <w:rPr>
                <w:color w:val="000000" w:themeColor="text1"/>
                <w:szCs w:val="28"/>
              </w:rPr>
              <w:t>н, с. Покров ул. Центральная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870,0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5C1586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155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Тепловая трасса от котельной до здания по ул. Вятской, 4, кадастровый номер 76:05:010101:1493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Вятская, д. 4, от котельной до здания № 4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22,0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5C1586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156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Здание котельной, кадастровый номер 76:05:010507:39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Ярославская область, г. Данилов, ул. Вятская, д. 4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194,2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157.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Земельный участок, кадастровый номер 76:05:010507:78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</w:t>
            </w:r>
            <w:r w:rsidR="005C1586">
              <w:rPr>
                <w:szCs w:val="28"/>
              </w:rPr>
              <w:t xml:space="preserve">славская область, </w:t>
            </w:r>
            <w:proofErr w:type="spellStart"/>
            <w:r w:rsidR="005C1586">
              <w:rPr>
                <w:szCs w:val="28"/>
              </w:rPr>
              <w:t>Даниловский</w:t>
            </w:r>
            <w:proofErr w:type="spellEnd"/>
            <w:r w:rsidR="005C1586">
              <w:rPr>
                <w:szCs w:val="28"/>
              </w:rPr>
              <w:t xml:space="preserve"> район, г. Данилов, </w:t>
            </w:r>
            <w:r w:rsidRPr="00474A79">
              <w:rPr>
                <w:szCs w:val="28"/>
              </w:rPr>
              <w:t>ул. Вятская, в 7 метрах на юго-запад от д. 4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304,0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5C1586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158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5C1586">
            <w:pPr>
              <w:ind w:firstLine="0"/>
              <w:rPr>
                <w:szCs w:val="28"/>
              </w:rPr>
            </w:pPr>
            <w:r w:rsidRPr="00474A79">
              <w:rPr>
                <w:rFonts w:eastAsia="Calibri"/>
                <w:szCs w:val="28"/>
              </w:rPr>
              <w:t>Бак цилиндрический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5C1586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г. Данилов,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rFonts w:eastAsia="Calibri"/>
                <w:szCs w:val="28"/>
              </w:rPr>
              <w:t>ул. Вятская, д. 4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5C1586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159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 xml:space="preserve">Газовый котел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proofErr w:type="spellStart"/>
            <w:r w:rsidRPr="00474A79">
              <w:rPr>
                <w:rFonts w:eastAsia="Calibri"/>
                <w:szCs w:val="28"/>
                <w:lang w:val="en-US"/>
              </w:rPr>
              <w:t>Vitoplex</w:t>
            </w:r>
            <w:proofErr w:type="spellEnd"/>
            <w:r w:rsidRPr="00474A79">
              <w:rPr>
                <w:rFonts w:eastAsia="Calibri"/>
                <w:szCs w:val="28"/>
                <w:lang w:val="en-US"/>
              </w:rPr>
              <w:t xml:space="preserve"> </w:t>
            </w:r>
            <w:r w:rsidRPr="00474A79">
              <w:rPr>
                <w:rFonts w:eastAsia="Calibri"/>
                <w:szCs w:val="28"/>
              </w:rPr>
              <w:t>100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5C1586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г. Данилов,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rFonts w:eastAsia="Calibri"/>
                <w:szCs w:val="28"/>
              </w:rPr>
              <w:t>ул. Вятская, д. 4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5C1586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rFonts w:eastAsia="Calibri"/>
                <w:szCs w:val="28"/>
              </w:rPr>
              <w:t>Котел ТВК-0,2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5C1586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г. Данилов,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rFonts w:eastAsia="Calibri"/>
                <w:szCs w:val="28"/>
              </w:rPr>
              <w:t>ул. Вятская, д. 4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</w:t>
            </w:r>
            <w:r w:rsidR="00930DDF">
              <w:rPr>
                <w:szCs w:val="28"/>
              </w:rPr>
              <w:t>61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rFonts w:eastAsia="Calibri"/>
                <w:szCs w:val="28"/>
              </w:rPr>
              <w:t>Расширительный бак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930DDF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г. Данилов,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rFonts w:eastAsia="Calibri"/>
                <w:szCs w:val="28"/>
              </w:rPr>
              <w:t>ул. Вятская, д. 4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930D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162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rFonts w:eastAsia="Calibri"/>
                <w:szCs w:val="28"/>
              </w:rPr>
              <w:t>Сетевой насос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930DDF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г. Данилов,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rFonts w:eastAsia="Calibri"/>
                <w:szCs w:val="28"/>
              </w:rPr>
              <w:t>ул. Вятская, д. 4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930D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163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rFonts w:eastAsia="Calibri"/>
                <w:szCs w:val="28"/>
              </w:rPr>
              <w:t>Узел учета газопотребления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930DDF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г. Данилов,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rFonts w:eastAsia="Calibri"/>
                <w:szCs w:val="28"/>
              </w:rPr>
              <w:t>ул. Вятская, д. 4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930D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Система </w:t>
            </w:r>
            <w:proofErr w:type="spellStart"/>
            <w:r w:rsidRPr="00474A79">
              <w:rPr>
                <w:szCs w:val="28"/>
              </w:rPr>
              <w:t>автоконтроля</w:t>
            </w:r>
            <w:proofErr w:type="spellEnd"/>
            <w:r w:rsidRPr="00474A79">
              <w:rPr>
                <w:szCs w:val="28"/>
              </w:rPr>
              <w:t xml:space="preserve"> загазованности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Свердлова, д. 26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rPr>
          <w:trHeight w:val="1104"/>
        </w:trPr>
        <w:tc>
          <w:tcPr>
            <w:tcW w:w="709" w:type="dxa"/>
            <w:shd w:val="clear" w:color="auto" w:fill="auto"/>
          </w:tcPr>
          <w:p w:rsidR="00474A79" w:rsidRPr="00474A79" w:rsidRDefault="00930D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165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Система автоматики безопасности САБК_М-110-МЗ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Свердлова, д. 26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rPr>
          <w:trHeight w:val="1104"/>
        </w:trPr>
        <w:tc>
          <w:tcPr>
            <w:tcW w:w="709" w:type="dxa"/>
            <w:shd w:val="clear" w:color="auto" w:fill="auto"/>
          </w:tcPr>
          <w:p w:rsidR="00474A79" w:rsidRPr="00474A79" w:rsidRDefault="00930D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166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Водяной подогреватель 57х4000-1,0-РГ-17,6-УЗ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Свердлова, д. 26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930D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167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Водяной подогреватель 57х4000-1,0-РГ-17,6-УЗ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Свердлова, д. 26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930D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168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Система автоматики безопасности СБАК-8-110-МЗ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Свердлова, д. 26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930D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169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textAlignment w:val="baseline"/>
              <w:rPr>
                <w:szCs w:val="28"/>
              </w:rPr>
            </w:pPr>
            <w:r w:rsidRPr="00474A79">
              <w:rPr>
                <w:szCs w:val="28"/>
              </w:rPr>
              <w:t>Сетевой насос SCR 32/80-180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Свердлова, д. 26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930D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textAlignment w:val="baseline"/>
              <w:rPr>
                <w:szCs w:val="28"/>
              </w:rPr>
            </w:pPr>
            <w:r w:rsidRPr="00474A79">
              <w:rPr>
                <w:szCs w:val="28"/>
              </w:rPr>
              <w:t>Сетевой насос SCR 32/80-180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Свердлова, д. 26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930D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textAlignment w:val="baseline"/>
              <w:rPr>
                <w:szCs w:val="28"/>
              </w:rPr>
            </w:pPr>
            <w:r w:rsidRPr="00474A79">
              <w:rPr>
                <w:szCs w:val="28"/>
              </w:rPr>
              <w:t>Циркуляционный насос UPC 25-80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Свердлова, д. 26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930D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textAlignment w:val="baseline"/>
              <w:rPr>
                <w:szCs w:val="28"/>
              </w:rPr>
            </w:pPr>
            <w:r w:rsidRPr="00474A79">
              <w:rPr>
                <w:szCs w:val="28"/>
              </w:rPr>
              <w:t>Котел водогрейный КЧМ-5-К 50.03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  <w:shd w:val="clear" w:color="auto" w:fill="FFFFFF"/>
              </w:rPr>
              <w:t>Ярославская область, г. Данилов, ул. Свердлова, д. 26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930D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textAlignment w:val="baseline"/>
              <w:rPr>
                <w:szCs w:val="28"/>
              </w:rPr>
            </w:pPr>
            <w:r w:rsidRPr="00474A79">
              <w:rPr>
                <w:szCs w:val="28"/>
              </w:rPr>
              <w:t>Котел водогрейный КЧМ-5-К 50.01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  <w:shd w:val="clear" w:color="auto" w:fill="FFFFFF"/>
              </w:rPr>
              <w:t>Ярославская область, г. Данилов, ул. Свердлова, д. 26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930D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textAlignment w:val="baseline"/>
              <w:rPr>
                <w:szCs w:val="28"/>
              </w:rPr>
            </w:pPr>
            <w:r w:rsidRPr="00474A79">
              <w:rPr>
                <w:szCs w:val="28"/>
              </w:rPr>
              <w:t>Мембранный расширитель AQUASYSTEM AAQRE01R21EA1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  <w:shd w:val="clear" w:color="auto" w:fill="FFFFFF"/>
              </w:rPr>
              <w:t>Ярославская область, г. Данилов, ул. Свердлова, д. 26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930D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textAlignment w:val="baseline"/>
              <w:rPr>
                <w:szCs w:val="28"/>
              </w:rPr>
            </w:pPr>
            <w:r w:rsidRPr="00474A79">
              <w:rPr>
                <w:szCs w:val="28"/>
              </w:rPr>
              <w:t xml:space="preserve">Насос дренажный погружной </w:t>
            </w:r>
            <w:r w:rsidR="00930DDF">
              <w:rPr>
                <w:szCs w:val="28"/>
              </w:rPr>
              <w:br/>
            </w:r>
            <w:r w:rsidRPr="00474A79">
              <w:rPr>
                <w:szCs w:val="28"/>
              </w:rPr>
              <w:t>(</w:t>
            </w:r>
            <w:proofErr w:type="spellStart"/>
            <w:r w:rsidRPr="00474A79">
              <w:rPr>
                <w:szCs w:val="28"/>
              </w:rPr>
              <w:t>Джилекс</w:t>
            </w:r>
            <w:proofErr w:type="spellEnd"/>
            <w:r w:rsidRPr="00474A79">
              <w:rPr>
                <w:szCs w:val="28"/>
              </w:rPr>
              <w:t>) 180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  <w:shd w:val="clear" w:color="auto" w:fill="FFFFFF"/>
              </w:rPr>
              <w:t>Ярославская область, г. Данилов, ул. Свердлова, д. 26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930DDF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176</w:t>
            </w:r>
          </w:p>
        </w:tc>
        <w:tc>
          <w:tcPr>
            <w:tcW w:w="2693" w:type="dxa"/>
            <w:shd w:val="clear" w:color="auto" w:fill="auto"/>
          </w:tcPr>
          <w:p w:rsidR="00930DDF" w:rsidRDefault="00474A79" w:rsidP="00474A79">
            <w:pPr>
              <w:ind w:firstLine="0"/>
              <w:textAlignment w:val="baseline"/>
              <w:rPr>
                <w:szCs w:val="28"/>
              </w:rPr>
            </w:pPr>
            <w:r w:rsidRPr="00474A79">
              <w:rPr>
                <w:szCs w:val="28"/>
              </w:rPr>
              <w:t xml:space="preserve">Помещение котельной, </w:t>
            </w:r>
          </w:p>
          <w:p w:rsidR="00474A79" w:rsidRPr="00474A79" w:rsidRDefault="00474A79" w:rsidP="00474A79">
            <w:pPr>
              <w:ind w:firstLine="0"/>
              <w:textAlignment w:val="baseline"/>
              <w:rPr>
                <w:szCs w:val="28"/>
              </w:rPr>
            </w:pPr>
            <w:r w:rsidRPr="00474A79">
              <w:rPr>
                <w:szCs w:val="28"/>
              </w:rPr>
              <w:t>кадастровый номер 76:05:010315:178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Свердлова, д. 26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12,1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14174A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177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textAlignment w:val="baseline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76:05:010101:6849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г. Данилов, ул. Набережная, от УТ-25 до </w:t>
            </w:r>
          </w:p>
          <w:p w:rsidR="00474A79" w:rsidRPr="00474A79" w:rsidRDefault="00474A79" w:rsidP="00474A79">
            <w:pPr>
              <w:ind w:firstLine="0"/>
              <w:textAlignment w:val="baseline"/>
              <w:rPr>
                <w:szCs w:val="28"/>
              </w:rPr>
            </w:pPr>
            <w:r w:rsidRPr="00474A79">
              <w:rPr>
                <w:szCs w:val="28"/>
              </w:rPr>
              <w:t>УТ-26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50,0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14174A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178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textAlignment w:val="baseline"/>
              <w:rPr>
                <w:szCs w:val="28"/>
              </w:rPr>
            </w:pPr>
            <w:r w:rsidRPr="00474A79">
              <w:rPr>
                <w:szCs w:val="28"/>
              </w:rPr>
              <w:lastRenderedPageBreak/>
              <w:t>сети теплотрассы, кадастровый номер 76:05:010101:6840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lastRenderedPageBreak/>
              <w:t>Ярославская область, г. Данилов, ул. Набережная, от УТ-31 до жилого дома № 91</w:t>
            </w:r>
          </w:p>
          <w:p w:rsidR="00474A79" w:rsidRPr="00474A79" w:rsidRDefault="00474A79" w:rsidP="00474A79">
            <w:pPr>
              <w:ind w:firstLine="0"/>
              <w:textAlignment w:val="baseline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lastRenderedPageBreak/>
              <w:t>18,0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14174A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179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Магистральные </w:t>
            </w:r>
          </w:p>
          <w:p w:rsidR="00474A79" w:rsidRPr="00474A79" w:rsidRDefault="00474A79" w:rsidP="00474A79">
            <w:pPr>
              <w:ind w:firstLine="0"/>
              <w:textAlignment w:val="baseline"/>
              <w:rPr>
                <w:szCs w:val="28"/>
              </w:rPr>
            </w:pPr>
            <w:r w:rsidRPr="00474A79">
              <w:rPr>
                <w:szCs w:val="28"/>
              </w:rPr>
              <w:t>сети теплотрассы, кадастровый номер 76:05:010101:6838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область, г. Данилов, ул. Набережная, от УТ-31 до жилого дома № 89</w:t>
            </w:r>
          </w:p>
          <w:p w:rsidR="00474A79" w:rsidRPr="00474A79" w:rsidRDefault="00474A79" w:rsidP="00474A79">
            <w:pPr>
              <w:ind w:firstLine="0"/>
              <w:textAlignment w:val="baseline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38,0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14174A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180</w:t>
            </w:r>
          </w:p>
        </w:tc>
        <w:tc>
          <w:tcPr>
            <w:tcW w:w="2693" w:type="dxa"/>
            <w:shd w:val="clear" w:color="auto" w:fill="auto"/>
          </w:tcPr>
          <w:p w:rsidR="0014174A" w:rsidRDefault="00474A79" w:rsidP="00474A79">
            <w:pPr>
              <w:ind w:firstLine="0"/>
              <w:textAlignment w:val="baseline"/>
              <w:rPr>
                <w:szCs w:val="28"/>
              </w:rPr>
            </w:pPr>
            <w:r w:rsidRPr="00474A79">
              <w:rPr>
                <w:spacing w:val="-6"/>
                <w:szCs w:val="28"/>
              </w:rPr>
              <w:t>Тепловая трасса от котельной до здания по ул. Набережная, 62,</w:t>
            </w:r>
            <w:r w:rsidRPr="00474A79">
              <w:rPr>
                <w:szCs w:val="28"/>
              </w:rPr>
              <w:t xml:space="preserve"> </w:t>
            </w:r>
          </w:p>
          <w:p w:rsidR="00474A79" w:rsidRPr="00474A79" w:rsidRDefault="00474A79" w:rsidP="00474A79">
            <w:pPr>
              <w:ind w:firstLine="0"/>
              <w:textAlignment w:val="baseline"/>
              <w:rPr>
                <w:szCs w:val="28"/>
              </w:rPr>
            </w:pPr>
            <w:r w:rsidRPr="00474A79">
              <w:rPr>
                <w:szCs w:val="28"/>
              </w:rPr>
              <w:t>кадастровый номер 76:05:010101:1422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textAlignment w:val="baseline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Даниловский</w:t>
            </w:r>
            <w:proofErr w:type="spellEnd"/>
            <w:r w:rsidRPr="00474A79">
              <w:rPr>
                <w:szCs w:val="28"/>
              </w:rPr>
              <w:t xml:space="preserve"> р-н, г. Данилов, ул. Набережная, от котельной до здания № 62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125,0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14174A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181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Помещение № 2, кадастровый номер 76:05:010101:5953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Ярославская область, г. Данилов, ул. Набережная, д. 62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32,5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rPr>
          <w:trHeight w:val="562"/>
        </w:trPr>
        <w:tc>
          <w:tcPr>
            <w:tcW w:w="709" w:type="dxa"/>
            <w:shd w:val="clear" w:color="auto" w:fill="auto"/>
          </w:tcPr>
          <w:p w:rsidR="00474A79" w:rsidRPr="00474A79" w:rsidRDefault="00474A79" w:rsidP="0014174A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Расширительный бак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14174A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4174A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>, г. Данилов, ул. Набережная, д. 62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rPr>
          <w:trHeight w:val="562"/>
        </w:trPr>
        <w:tc>
          <w:tcPr>
            <w:tcW w:w="709" w:type="dxa"/>
            <w:shd w:val="clear" w:color="auto" w:fill="auto"/>
          </w:tcPr>
          <w:p w:rsidR="00474A79" w:rsidRPr="00474A79" w:rsidRDefault="00474A79" w:rsidP="0014174A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183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 xml:space="preserve">Счетчик газа </w:t>
            </w:r>
            <w:r w:rsidRPr="00474A79">
              <w:rPr>
                <w:rFonts w:eastAsia="Calibri"/>
                <w:szCs w:val="28"/>
                <w:lang w:val="en-US"/>
              </w:rPr>
              <w:t>G</w:t>
            </w:r>
            <w:r w:rsidRPr="00474A79">
              <w:rPr>
                <w:rFonts w:eastAsia="Calibri"/>
                <w:szCs w:val="28"/>
              </w:rPr>
              <w:t xml:space="preserve"> 100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14174A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4174A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>, г. Данилов, ул. Набережная, д. 62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14174A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184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Блок питания, кабель-адаптер, принтер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</w:t>
            </w:r>
            <w:r w:rsidR="0014174A">
              <w:rPr>
                <w:rFonts w:eastAsia="Calibri"/>
                <w:szCs w:val="28"/>
              </w:rPr>
              <w:t>авская область</w:t>
            </w:r>
            <w:r w:rsidRPr="00474A79">
              <w:rPr>
                <w:rFonts w:eastAsia="Calibri"/>
                <w:szCs w:val="28"/>
              </w:rPr>
              <w:t>, г. Данилов, ул. Набережная, д. 62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14174A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185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 xml:space="preserve">Горелка газовая модулируемая </w:t>
            </w:r>
            <w:r w:rsidRPr="00474A79">
              <w:rPr>
                <w:rFonts w:eastAsia="Calibri"/>
                <w:szCs w:val="28"/>
                <w:lang w:val="en-US"/>
              </w:rPr>
              <w:t>WM</w:t>
            </w:r>
            <w:r w:rsidRPr="00474A79">
              <w:rPr>
                <w:rFonts w:eastAsia="Calibri"/>
                <w:szCs w:val="28"/>
              </w:rPr>
              <w:t>-</w:t>
            </w:r>
            <w:r w:rsidRPr="00474A79">
              <w:rPr>
                <w:rFonts w:eastAsia="Calibri"/>
                <w:szCs w:val="28"/>
                <w:lang w:val="en-US"/>
              </w:rPr>
              <w:t>G</w:t>
            </w:r>
            <w:r w:rsidRPr="00474A79">
              <w:rPr>
                <w:rFonts w:eastAsia="Calibri"/>
                <w:szCs w:val="28"/>
              </w:rPr>
              <w:t xml:space="preserve"> 10/3</w:t>
            </w:r>
            <w:r w:rsidRPr="00474A79">
              <w:rPr>
                <w:rFonts w:eastAsia="Calibri"/>
                <w:szCs w:val="28"/>
                <w:lang w:val="en-US"/>
              </w:rPr>
              <w:t>A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14174A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4174A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>, г. Данилов, ул. Набережная, д. 62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14174A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186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 xml:space="preserve">Горелка газовая модулируемая </w:t>
            </w:r>
            <w:r w:rsidRPr="00474A79">
              <w:rPr>
                <w:rFonts w:eastAsia="Calibri"/>
                <w:szCs w:val="28"/>
                <w:lang w:val="en-US"/>
              </w:rPr>
              <w:t>WM</w:t>
            </w:r>
            <w:r w:rsidRPr="00474A79">
              <w:rPr>
                <w:rFonts w:eastAsia="Calibri"/>
                <w:szCs w:val="28"/>
              </w:rPr>
              <w:t>-</w:t>
            </w:r>
            <w:r w:rsidRPr="00474A79">
              <w:rPr>
                <w:rFonts w:eastAsia="Calibri"/>
                <w:szCs w:val="28"/>
                <w:lang w:val="en-US"/>
              </w:rPr>
              <w:t>G</w:t>
            </w:r>
            <w:r w:rsidRPr="00474A79">
              <w:rPr>
                <w:rFonts w:eastAsia="Calibri"/>
                <w:szCs w:val="28"/>
              </w:rPr>
              <w:t xml:space="preserve"> 10/3</w:t>
            </w:r>
            <w:r w:rsidRPr="00474A79">
              <w:rPr>
                <w:rFonts w:eastAsia="Calibri"/>
                <w:szCs w:val="28"/>
                <w:lang w:val="en-US"/>
              </w:rPr>
              <w:t>A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обл., г. Данилов, ул. Набережная, д. 62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14174A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187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proofErr w:type="spellStart"/>
            <w:r w:rsidRPr="00474A79">
              <w:rPr>
                <w:rFonts w:eastAsia="Calibri"/>
                <w:szCs w:val="28"/>
              </w:rPr>
              <w:t>Дифманометр</w:t>
            </w:r>
            <w:proofErr w:type="spellEnd"/>
            <w:r w:rsidRPr="00474A79">
              <w:rPr>
                <w:rFonts w:eastAsia="Calibri"/>
                <w:szCs w:val="28"/>
              </w:rPr>
              <w:t xml:space="preserve"> ДСП-160-М1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14174A" w:rsidP="00474A79">
            <w:pPr>
              <w:ind w:firstLine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Ярославская область</w:t>
            </w:r>
            <w:r w:rsidR="00474A79" w:rsidRPr="00474A79">
              <w:rPr>
                <w:rFonts w:eastAsia="Calibri"/>
                <w:szCs w:val="28"/>
              </w:rPr>
              <w:t>, г. Данилов, ул. Набережная, д. 62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4174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Комплекс для измерения количества газа СГ-ЭКВз-Р-0,2-250/1,6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14174A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4174A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>, г. Данилов, ул. Набережная, д. 62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4174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189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 xml:space="preserve">Котел водогрейный стальной 3-х ходовой для жидкого и газового топлива </w:t>
            </w:r>
            <w:proofErr w:type="spellStart"/>
            <w:r w:rsidRPr="00474A79">
              <w:rPr>
                <w:szCs w:val="28"/>
                <w:lang w:val="en-US"/>
              </w:rPr>
              <w:t>Vitolpex</w:t>
            </w:r>
            <w:proofErr w:type="spellEnd"/>
            <w:r w:rsidRPr="00474A79">
              <w:rPr>
                <w:szCs w:val="28"/>
              </w:rPr>
              <w:t xml:space="preserve"> 200 </w:t>
            </w:r>
            <w:r w:rsidRPr="00474A79">
              <w:rPr>
                <w:szCs w:val="28"/>
                <w:lang w:val="en-US"/>
              </w:rPr>
              <w:t>SX</w:t>
            </w:r>
            <w:r w:rsidRPr="00474A79">
              <w:rPr>
                <w:szCs w:val="28"/>
              </w:rPr>
              <w:t xml:space="preserve"> 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14174A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4174A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>, г. Данилов, ул. Набережная, д. 62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0A7E7B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 xml:space="preserve">Котел водогрейный стальной 3-х ходовой для жидкого и </w:t>
            </w:r>
            <w:r w:rsidRPr="00474A79">
              <w:rPr>
                <w:szCs w:val="28"/>
              </w:rPr>
              <w:lastRenderedPageBreak/>
              <w:t xml:space="preserve">газового топлива </w:t>
            </w:r>
            <w:proofErr w:type="spellStart"/>
            <w:r w:rsidRPr="00474A79">
              <w:rPr>
                <w:szCs w:val="28"/>
                <w:lang w:val="en-US"/>
              </w:rPr>
              <w:t>Vitolpex</w:t>
            </w:r>
            <w:proofErr w:type="spellEnd"/>
            <w:r w:rsidRPr="00474A79">
              <w:rPr>
                <w:szCs w:val="28"/>
              </w:rPr>
              <w:t xml:space="preserve"> 200 </w:t>
            </w:r>
            <w:r w:rsidRPr="00474A79">
              <w:rPr>
                <w:szCs w:val="28"/>
                <w:lang w:val="en-US"/>
              </w:rPr>
              <w:t>SX</w:t>
            </w:r>
            <w:r w:rsidRPr="00474A79">
              <w:rPr>
                <w:szCs w:val="28"/>
              </w:rPr>
              <w:t xml:space="preserve"> 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D11854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lastRenderedPageBreak/>
              <w:t>Ярославская обл</w:t>
            </w:r>
            <w:r w:rsidR="00D11854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>, г. Данилов, ул. Набережная, д. 62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0A7E7B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 xml:space="preserve">Логический контроллер </w:t>
            </w:r>
            <w:r w:rsidR="00D11854">
              <w:rPr>
                <w:szCs w:val="28"/>
              </w:rPr>
              <w:br/>
            </w:r>
            <w:r w:rsidRPr="00474A79">
              <w:rPr>
                <w:szCs w:val="28"/>
              </w:rPr>
              <w:t>САУ-МП.Щ1.11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D11854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D11854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>, г. Данилов, ул. Набережная, д. 62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0A7E7B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>Логический контроллер САУ-МП.Щ1.11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D11854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D11854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>, г. Данилов, ул. Набережная, д. 62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0A7E7B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>Манометр показывающий КМ-22Р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D11854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D11854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>, г. Данилов, ул. Набережная, д. 62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0A7E7B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>Манометр показывающий КМ-22Р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D11854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D11854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>, г. Данилов, ул. Набережная, д. 62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rPr>
          <w:trHeight w:val="562"/>
        </w:trPr>
        <w:tc>
          <w:tcPr>
            <w:tcW w:w="709" w:type="dxa"/>
            <w:shd w:val="clear" w:color="auto" w:fill="auto"/>
          </w:tcPr>
          <w:p w:rsidR="00474A79" w:rsidRPr="00474A79" w:rsidRDefault="000A7E7B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 xml:space="preserve">Манометр </w:t>
            </w:r>
            <w:proofErr w:type="spellStart"/>
            <w:r w:rsidRPr="00474A79">
              <w:rPr>
                <w:rFonts w:eastAsia="Calibri"/>
                <w:spacing w:val="-4"/>
                <w:szCs w:val="28"/>
              </w:rPr>
              <w:t>электроконтактный</w:t>
            </w:r>
            <w:proofErr w:type="spellEnd"/>
            <w:r w:rsidRPr="00474A79">
              <w:rPr>
                <w:rFonts w:eastAsia="Calibri"/>
                <w:szCs w:val="28"/>
              </w:rPr>
              <w:t xml:space="preserve"> – 6 штук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D11854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D11854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>, г. Данилов, ул. Набережная, д. 62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rPr>
          <w:trHeight w:val="562"/>
        </w:trPr>
        <w:tc>
          <w:tcPr>
            <w:tcW w:w="709" w:type="dxa"/>
            <w:shd w:val="clear" w:color="auto" w:fill="auto"/>
          </w:tcPr>
          <w:p w:rsidR="00474A79" w:rsidRPr="00474A79" w:rsidRDefault="000A7E7B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 xml:space="preserve">Клапан </w:t>
            </w:r>
            <w:r w:rsidR="00D11854">
              <w:rPr>
                <w:rFonts w:eastAsia="Calibri"/>
                <w:szCs w:val="28"/>
              </w:rPr>
              <w:br/>
            </w:r>
            <w:r w:rsidRPr="00474A79">
              <w:rPr>
                <w:rFonts w:eastAsia="Calibri"/>
                <w:szCs w:val="28"/>
              </w:rPr>
              <w:t>ВН4Н-0,5Ду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D11854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D11854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>, г. Данилов, ул. Набережная, д. 62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0A7E7B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>Тепловая трасса от газовой котельной, кадастровый номер 76:05:010101:3465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D11854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Даниловский</w:t>
            </w:r>
            <w:proofErr w:type="spellEnd"/>
            <w:r w:rsidRPr="00474A79">
              <w:rPr>
                <w:szCs w:val="28"/>
              </w:rPr>
              <w:t xml:space="preserve"> р</w:t>
            </w:r>
            <w:r w:rsidR="00D11854">
              <w:rPr>
                <w:szCs w:val="28"/>
              </w:rPr>
              <w:t>айо</w:t>
            </w:r>
            <w:r w:rsidRPr="00474A79">
              <w:rPr>
                <w:szCs w:val="28"/>
              </w:rPr>
              <w:t>н, с. Середа, ул. Ленина, д. 22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56,0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0A7E7B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198</w:t>
            </w:r>
          </w:p>
        </w:tc>
        <w:tc>
          <w:tcPr>
            <w:tcW w:w="2693" w:type="dxa"/>
            <w:shd w:val="clear" w:color="auto" w:fill="auto"/>
          </w:tcPr>
          <w:p w:rsidR="00D11854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Теплотрасса, </w:t>
            </w:r>
          </w:p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>кадастровый номер 76:05:150101:10032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>Яро</w:t>
            </w:r>
            <w:r w:rsidR="00D11854">
              <w:rPr>
                <w:szCs w:val="28"/>
              </w:rPr>
              <w:t xml:space="preserve">славская область, </w:t>
            </w:r>
            <w:proofErr w:type="spellStart"/>
            <w:r w:rsidR="00D11854">
              <w:rPr>
                <w:szCs w:val="28"/>
              </w:rPr>
              <w:t>Даниловский</w:t>
            </w:r>
            <w:proofErr w:type="spellEnd"/>
            <w:r w:rsidR="00D11854">
              <w:rPr>
                <w:szCs w:val="28"/>
              </w:rPr>
              <w:t xml:space="preserve"> райо</w:t>
            </w:r>
            <w:r w:rsidRPr="00474A79">
              <w:rPr>
                <w:szCs w:val="28"/>
              </w:rPr>
              <w:t xml:space="preserve">н, с. Середа, ул. Ленина, двухтрубная теплотрасса от УТ-2 до д. 19 </w:t>
            </w:r>
            <w:r w:rsidR="00D11854">
              <w:rPr>
                <w:szCs w:val="28"/>
              </w:rPr>
              <w:t xml:space="preserve">по </w:t>
            </w:r>
            <w:r w:rsidRPr="00474A79">
              <w:rPr>
                <w:szCs w:val="28"/>
              </w:rPr>
              <w:t>ул. Ленина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80,0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0A7E7B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Здание котельной, кадастровый номер 76:05:010101:3527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color w:val="000000" w:themeColor="text1"/>
                <w:szCs w:val="28"/>
              </w:rPr>
              <w:t>Даниловский</w:t>
            </w:r>
            <w:proofErr w:type="spellEnd"/>
            <w:r w:rsidRPr="00474A79">
              <w:rPr>
                <w:color w:val="000000" w:themeColor="text1"/>
                <w:szCs w:val="28"/>
              </w:rPr>
              <w:t xml:space="preserve"> район, с. Середа, ул. Ленина, д. 22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28,7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200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>Земельный участок, кадастровый номер 76:05:150101:10075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>Яро</w:t>
            </w:r>
            <w:r w:rsidR="00D11854">
              <w:rPr>
                <w:szCs w:val="28"/>
              </w:rPr>
              <w:t xml:space="preserve">славская область, </w:t>
            </w:r>
            <w:proofErr w:type="spellStart"/>
            <w:r w:rsidR="00D11854">
              <w:rPr>
                <w:szCs w:val="28"/>
              </w:rPr>
              <w:t>Даниловский</w:t>
            </w:r>
            <w:proofErr w:type="spellEnd"/>
            <w:r w:rsidR="00D11854">
              <w:rPr>
                <w:szCs w:val="28"/>
              </w:rPr>
              <w:t xml:space="preserve"> райо</w:t>
            </w:r>
            <w:r w:rsidRPr="00474A79">
              <w:rPr>
                <w:szCs w:val="28"/>
              </w:rPr>
              <w:t>н, с. Середа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222,0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0A7E7B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Насос циркуляционный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D11854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</w:t>
            </w:r>
            <w:proofErr w:type="spellStart"/>
            <w:r w:rsidRPr="00474A79">
              <w:rPr>
                <w:rFonts w:eastAsia="Calibri"/>
                <w:szCs w:val="28"/>
              </w:rPr>
              <w:t>Даниловский</w:t>
            </w:r>
            <w:proofErr w:type="spellEnd"/>
            <w:r w:rsidRPr="00474A79">
              <w:rPr>
                <w:rFonts w:eastAsia="Calibri"/>
                <w:szCs w:val="28"/>
              </w:rPr>
              <w:t xml:space="preserve"> </w:t>
            </w:r>
            <w:r w:rsidR="00D11854">
              <w:rPr>
                <w:rFonts w:eastAsia="Calibri"/>
                <w:szCs w:val="28"/>
              </w:rPr>
              <w:t>райо</w:t>
            </w:r>
            <w:r w:rsidRPr="00474A79">
              <w:rPr>
                <w:rFonts w:eastAsia="Calibri"/>
                <w:szCs w:val="28"/>
              </w:rPr>
              <w:t>н, с. Середа, ул. Ленина, д. 22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0A7E7B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Вычислитель количества теплоты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D11854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D11854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</w:t>
            </w:r>
            <w:proofErr w:type="spellStart"/>
            <w:r w:rsidRPr="00474A79">
              <w:rPr>
                <w:rFonts w:eastAsia="Calibri"/>
                <w:szCs w:val="28"/>
              </w:rPr>
              <w:t>Даниловский</w:t>
            </w:r>
            <w:proofErr w:type="spellEnd"/>
            <w:r w:rsidRPr="00474A79">
              <w:rPr>
                <w:rFonts w:eastAsia="Calibri"/>
                <w:szCs w:val="28"/>
              </w:rPr>
              <w:t xml:space="preserve"> р</w:t>
            </w:r>
            <w:r w:rsidR="00D11854">
              <w:rPr>
                <w:rFonts w:eastAsia="Calibri"/>
                <w:szCs w:val="28"/>
              </w:rPr>
              <w:t>айо</w:t>
            </w:r>
            <w:r w:rsidRPr="00474A79">
              <w:rPr>
                <w:rFonts w:eastAsia="Calibri"/>
                <w:szCs w:val="28"/>
              </w:rPr>
              <w:t>н, с. Середа, ул. Ленина, д. 22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0A7E7B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  <w:lang w:eastAsia="ar-SA"/>
              </w:rPr>
              <w:t>Расширительный бак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D11854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D11854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</w:t>
            </w:r>
            <w:proofErr w:type="spellStart"/>
            <w:r w:rsidRPr="00474A79">
              <w:rPr>
                <w:rFonts w:eastAsia="Calibri"/>
                <w:szCs w:val="28"/>
              </w:rPr>
              <w:t>Даниловский</w:t>
            </w:r>
            <w:proofErr w:type="spellEnd"/>
            <w:r w:rsidRPr="00474A79">
              <w:rPr>
                <w:rFonts w:eastAsia="Calibri"/>
                <w:szCs w:val="28"/>
              </w:rPr>
              <w:t xml:space="preserve"> р</w:t>
            </w:r>
            <w:r w:rsidR="00D11854">
              <w:rPr>
                <w:rFonts w:eastAsia="Calibri"/>
                <w:szCs w:val="28"/>
              </w:rPr>
              <w:t>айо</w:t>
            </w:r>
            <w:r w:rsidRPr="00474A79">
              <w:rPr>
                <w:rFonts w:eastAsia="Calibri"/>
                <w:szCs w:val="28"/>
              </w:rPr>
              <w:t>н, с. Середа, ул. Ленина, д. 22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rPr>
          <w:trHeight w:val="607"/>
        </w:trPr>
        <w:tc>
          <w:tcPr>
            <w:tcW w:w="709" w:type="dxa"/>
            <w:shd w:val="clear" w:color="auto" w:fill="auto"/>
          </w:tcPr>
          <w:p w:rsidR="00474A79" w:rsidRPr="00474A79" w:rsidRDefault="000A7E7B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  <w:lang w:eastAsia="ar-SA"/>
              </w:rPr>
              <w:t xml:space="preserve">Котел </w:t>
            </w:r>
            <w:r w:rsidRPr="00474A79">
              <w:rPr>
                <w:szCs w:val="28"/>
                <w:lang w:val="en-US" w:eastAsia="ar-SA"/>
              </w:rPr>
              <w:t>Vitogas-FCT0085AS02997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D11854" w:rsidRDefault="00474A79" w:rsidP="00D11854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</w:t>
            </w:r>
            <w:r w:rsidR="00D11854">
              <w:rPr>
                <w:szCs w:val="28"/>
              </w:rPr>
              <w:t>асть</w:t>
            </w:r>
            <w:r w:rsidRPr="00474A79">
              <w:rPr>
                <w:szCs w:val="28"/>
              </w:rPr>
              <w:t xml:space="preserve">, </w:t>
            </w:r>
            <w:proofErr w:type="spellStart"/>
            <w:r w:rsidRPr="00474A79">
              <w:rPr>
                <w:szCs w:val="28"/>
              </w:rPr>
              <w:t>Даниловский</w:t>
            </w:r>
            <w:proofErr w:type="spellEnd"/>
            <w:r w:rsidRPr="00474A79">
              <w:rPr>
                <w:szCs w:val="28"/>
              </w:rPr>
              <w:t xml:space="preserve"> р</w:t>
            </w:r>
            <w:r w:rsidR="00D11854">
              <w:rPr>
                <w:szCs w:val="28"/>
              </w:rPr>
              <w:t>айон</w:t>
            </w:r>
            <w:r w:rsidRPr="00474A79">
              <w:rPr>
                <w:szCs w:val="28"/>
              </w:rPr>
              <w:t>, с. Середа, ул. Ленина, д. 22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01BA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205</w:t>
            </w:r>
          </w:p>
        </w:tc>
        <w:tc>
          <w:tcPr>
            <w:tcW w:w="2693" w:type="dxa"/>
            <w:shd w:val="clear" w:color="auto" w:fill="auto"/>
          </w:tcPr>
          <w:p w:rsidR="00D11854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Тепловые сети, </w:t>
            </w:r>
          </w:p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>кадастровый номер 76:05:190101:9407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D11854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Даниловский</w:t>
            </w:r>
            <w:proofErr w:type="spellEnd"/>
            <w:r w:rsidR="00D11854" w:rsidRPr="00474A79">
              <w:rPr>
                <w:szCs w:val="28"/>
              </w:rPr>
              <w:t xml:space="preserve"> р</w:t>
            </w:r>
            <w:r w:rsidR="00D11854">
              <w:rPr>
                <w:szCs w:val="28"/>
              </w:rPr>
              <w:t>айо</w:t>
            </w:r>
            <w:r w:rsidR="00D11854" w:rsidRPr="00474A79">
              <w:rPr>
                <w:szCs w:val="28"/>
              </w:rPr>
              <w:t>н</w:t>
            </w:r>
            <w:r w:rsidRPr="00474A79">
              <w:rPr>
                <w:szCs w:val="28"/>
              </w:rPr>
              <w:t xml:space="preserve">, </w:t>
            </w:r>
            <w:proofErr w:type="spellStart"/>
            <w:r w:rsidRPr="00474A79">
              <w:rPr>
                <w:szCs w:val="28"/>
              </w:rPr>
              <w:t>Середское</w:t>
            </w:r>
            <w:proofErr w:type="spellEnd"/>
            <w:r w:rsidR="00D11854">
              <w:rPr>
                <w:szCs w:val="28"/>
              </w:rPr>
              <w:t xml:space="preserve"> сельское поселение</w:t>
            </w:r>
            <w:r w:rsidRPr="00474A79">
              <w:rPr>
                <w:szCs w:val="28"/>
              </w:rPr>
              <w:t>, д. </w:t>
            </w:r>
            <w:proofErr w:type="spellStart"/>
            <w:r w:rsidRPr="00474A79">
              <w:rPr>
                <w:szCs w:val="28"/>
              </w:rPr>
              <w:t>Федурино</w:t>
            </w:r>
            <w:proofErr w:type="spellEnd"/>
            <w:r w:rsidRPr="00474A79">
              <w:rPr>
                <w:szCs w:val="28"/>
              </w:rPr>
              <w:t>, ул. Полевая от д. №</w:t>
            </w:r>
            <w:r w:rsidR="00D11854">
              <w:rPr>
                <w:szCs w:val="28"/>
              </w:rPr>
              <w:t xml:space="preserve"> </w:t>
            </w:r>
            <w:r w:rsidRPr="00474A79">
              <w:rPr>
                <w:szCs w:val="28"/>
              </w:rPr>
              <w:t>8 до д. №</w:t>
            </w:r>
            <w:r w:rsidR="00D11854">
              <w:rPr>
                <w:szCs w:val="28"/>
              </w:rPr>
              <w:t xml:space="preserve"> </w:t>
            </w:r>
            <w:r w:rsidRPr="00474A79">
              <w:rPr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86,0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01BA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>Теплотрасса, кадастровый номер 76:05:190101:9367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Даниловский</w:t>
            </w:r>
            <w:proofErr w:type="spellEnd"/>
            <w:r w:rsidRPr="00474A79">
              <w:rPr>
                <w:szCs w:val="28"/>
              </w:rPr>
              <w:t xml:space="preserve"> р-н, д. </w:t>
            </w:r>
            <w:proofErr w:type="spellStart"/>
            <w:r w:rsidRPr="00474A79">
              <w:rPr>
                <w:szCs w:val="28"/>
              </w:rPr>
              <w:t>Федурино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339,0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01BA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color w:val="000000" w:themeColor="text1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 xml:space="preserve">Помещение </w:t>
            </w:r>
          </w:p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№ 45, кадастровый номер 76:05:190101:9363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color w:val="000000" w:themeColor="text1"/>
                <w:szCs w:val="28"/>
              </w:rPr>
              <w:t>Даниловский</w:t>
            </w:r>
            <w:proofErr w:type="spellEnd"/>
            <w:r w:rsidRPr="00474A79">
              <w:rPr>
                <w:color w:val="000000" w:themeColor="text1"/>
                <w:szCs w:val="28"/>
              </w:rPr>
              <w:t xml:space="preserve"> район, д. </w:t>
            </w:r>
            <w:proofErr w:type="spellStart"/>
            <w:r w:rsidRPr="00474A79">
              <w:rPr>
                <w:color w:val="000000" w:themeColor="text1"/>
                <w:szCs w:val="28"/>
              </w:rPr>
              <w:t>Федурино</w:t>
            </w:r>
            <w:proofErr w:type="spellEnd"/>
            <w:r w:rsidRPr="00474A79">
              <w:rPr>
                <w:color w:val="000000" w:themeColor="text1"/>
                <w:szCs w:val="28"/>
              </w:rPr>
              <w:t>, ул. Полевая, д. 8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73,1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208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>Котел твердотопливный водогрейный ТВК-0,35М1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01BAA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</w:t>
            </w:r>
            <w:proofErr w:type="spellStart"/>
            <w:r w:rsidRPr="00474A79">
              <w:rPr>
                <w:rFonts w:eastAsia="Calibri"/>
                <w:szCs w:val="28"/>
              </w:rPr>
              <w:t>Даниловский</w:t>
            </w:r>
            <w:proofErr w:type="spellEnd"/>
            <w:r w:rsidRPr="00474A79">
              <w:rPr>
                <w:rFonts w:eastAsia="Calibri"/>
                <w:szCs w:val="28"/>
              </w:rPr>
              <w:t xml:space="preserve"> </w:t>
            </w:r>
            <w:r w:rsidR="00101BAA">
              <w:rPr>
                <w:rFonts w:eastAsia="Calibri"/>
                <w:szCs w:val="28"/>
              </w:rPr>
              <w:t>райо</w:t>
            </w:r>
            <w:r w:rsidRPr="00474A79">
              <w:rPr>
                <w:rFonts w:eastAsia="Calibri"/>
                <w:szCs w:val="28"/>
              </w:rPr>
              <w:t>н, д. </w:t>
            </w:r>
            <w:proofErr w:type="spellStart"/>
            <w:r w:rsidRPr="00474A79">
              <w:rPr>
                <w:rFonts w:eastAsia="Calibri"/>
                <w:szCs w:val="28"/>
              </w:rPr>
              <w:t>Федурино</w:t>
            </w:r>
            <w:proofErr w:type="spellEnd"/>
            <w:r w:rsidRPr="00474A79">
              <w:rPr>
                <w:rFonts w:eastAsia="Calibri"/>
                <w:szCs w:val="28"/>
              </w:rPr>
              <w:t>, ул. Полевая, д. 8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01BA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 xml:space="preserve">Котел твердотопливный водогрейный </w:t>
            </w:r>
            <w:r w:rsidR="00101BAA">
              <w:rPr>
                <w:szCs w:val="28"/>
              </w:rPr>
              <w:br/>
            </w:r>
            <w:r w:rsidRPr="00474A79">
              <w:rPr>
                <w:szCs w:val="28"/>
              </w:rPr>
              <w:t>ТВК-0,35М1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101BAA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01BAA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</w:t>
            </w:r>
            <w:proofErr w:type="spellStart"/>
            <w:r w:rsidRPr="00474A79">
              <w:rPr>
                <w:rFonts w:eastAsia="Calibri"/>
                <w:szCs w:val="28"/>
              </w:rPr>
              <w:t>Даниловский</w:t>
            </w:r>
            <w:proofErr w:type="spellEnd"/>
            <w:r w:rsidRPr="00474A79">
              <w:rPr>
                <w:rFonts w:eastAsia="Calibri"/>
                <w:szCs w:val="28"/>
              </w:rPr>
              <w:t xml:space="preserve"> р</w:t>
            </w:r>
            <w:r w:rsidR="00101BAA">
              <w:rPr>
                <w:rFonts w:eastAsia="Calibri"/>
                <w:szCs w:val="28"/>
              </w:rPr>
              <w:t>айо</w:t>
            </w:r>
            <w:r w:rsidRPr="00474A79">
              <w:rPr>
                <w:rFonts w:eastAsia="Calibri"/>
                <w:szCs w:val="28"/>
              </w:rPr>
              <w:t>н, д. </w:t>
            </w:r>
            <w:proofErr w:type="spellStart"/>
            <w:r w:rsidRPr="00474A79">
              <w:rPr>
                <w:rFonts w:eastAsia="Calibri"/>
                <w:szCs w:val="28"/>
              </w:rPr>
              <w:t>Федурино</w:t>
            </w:r>
            <w:proofErr w:type="spellEnd"/>
            <w:r w:rsidRPr="00474A79">
              <w:rPr>
                <w:rFonts w:eastAsia="Calibri"/>
                <w:szCs w:val="28"/>
              </w:rPr>
              <w:t>, ул. Полевая, д. 8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01BA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210</w:t>
            </w:r>
          </w:p>
        </w:tc>
        <w:tc>
          <w:tcPr>
            <w:tcW w:w="2693" w:type="dxa"/>
            <w:shd w:val="clear" w:color="auto" w:fill="auto"/>
          </w:tcPr>
          <w:p w:rsidR="00474A79" w:rsidRPr="00101BAA" w:rsidRDefault="00474A79" w:rsidP="00474A79">
            <w:pPr>
              <w:ind w:firstLine="0"/>
              <w:rPr>
                <w:szCs w:val="28"/>
                <w:lang w:eastAsia="ar-SA"/>
              </w:rPr>
            </w:pPr>
            <w:r w:rsidRPr="00474A79">
              <w:rPr>
                <w:szCs w:val="28"/>
              </w:rPr>
              <w:t>Мембранный расширительный бак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101BAA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01BAA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</w:t>
            </w:r>
            <w:proofErr w:type="spellStart"/>
            <w:r w:rsidRPr="00474A79">
              <w:rPr>
                <w:rFonts w:eastAsia="Calibri"/>
                <w:szCs w:val="28"/>
              </w:rPr>
              <w:t>Даниловский</w:t>
            </w:r>
            <w:proofErr w:type="spellEnd"/>
            <w:r w:rsidRPr="00474A79">
              <w:rPr>
                <w:rFonts w:eastAsia="Calibri"/>
                <w:szCs w:val="28"/>
              </w:rPr>
              <w:t xml:space="preserve"> </w:t>
            </w:r>
            <w:r w:rsidR="00101BAA">
              <w:rPr>
                <w:rFonts w:eastAsia="Calibri"/>
                <w:szCs w:val="28"/>
              </w:rPr>
              <w:t>райо</w:t>
            </w:r>
            <w:r w:rsidRPr="00474A79">
              <w:rPr>
                <w:rFonts w:eastAsia="Calibri"/>
                <w:szCs w:val="28"/>
              </w:rPr>
              <w:t>н, д. </w:t>
            </w:r>
            <w:proofErr w:type="spellStart"/>
            <w:r w:rsidRPr="00474A79">
              <w:rPr>
                <w:rFonts w:eastAsia="Calibri"/>
                <w:szCs w:val="28"/>
              </w:rPr>
              <w:t>Федурино</w:t>
            </w:r>
            <w:proofErr w:type="spellEnd"/>
            <w:r w:rsidRPr="00474A79">
              <w:rPr>
                <w:rFonts w:eastAsia="Calibri"/>
                <w:szCs w:val="28"/>
              </w:rPr>
              <w:t>, ул. Полевая, д. 8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01BA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211</w:t>
            </w:r>
          </w:p>
        </w:tc>
        <w:tc>
          <w:tcPr>
            <w:tcW w:w="2693" w:type="dxa"/>
            <w:shd w:val="clear" w:color="auto" w:fill="auto"/>
          </w:tcPr>
          <w:p w:rsidR="00101BAA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Теплотрасса, </w:t>
            </w:r>
          </w:p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>кадастровый номер 76:05:130901:9238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>Яро</w:t>
            </w:r>
            <w:r w:rsidR="00101BAA">
              <w:rPr>
                <w:szCs w:val="28"/>
              </w:rPr>
              <w:t xml:space="preserve">славская область, </w:t>
            </w:r>
            <w:proofErr w:type="spellStart"/>
            <w:r w:rsidR="00101BAA">
              <w:rPr>
                <w:szCs w:val="28"/>
              </w:rPr>
              <w:t>Даниловский</w:t>
            </w:r>
            <w:proofErr w:type="spellEnd"/>
            <w:r w:rsidR="00101BAA">
              <w:rPr>
                <w:szCs w:val="28"/>
              </w:rPr>
              <w:t xml:space="preserve"> райо</w:t>
            </w:r>
            <w:r w:rsidRPr="00474A79">
              <w:rPr>
                <w:szCs w:val="28"/>
              </w:rPr>
              <w:t>н, д. </w:t>
            </w:r>
            <w:proofErr w:type="spellStart"/>
            <w:r w:rsidRPr="00474A79">
              <w:rPr>
                <w:szCs w:val="28"/>
              </w:rPr>
              <w:t>Макарово</w:t>
            </w:r>
            <w:proofErr w:type="spellEnd"/>
            <w:r w:rsidRPr="00474A79">
              <w:rPr>
                <w:szCs w:val="28"/>
              </w:rPr>
              <w:t>, Слободская С/А, ул. Вологодская д.</w:t>
            </w:r>
            <w:r w:rsidR="00101BAA">
              <w:rPr>
                <w:szCs w:val="28"/>
              </w:rPr>
              <w:t xml:space="preserve"> </w:t>
            </w:r>
            <w:r w:rsidRPr="00474A79">
              <w:rPr>
                <w:szCs w:val="28"/>
              </w:rPr>
              <w:t xml:space="preserve">18, тепловая трасса от котельной 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418,0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01BA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212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Нежилое помещение, кадастровый номер 76:05:130901:9379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101BAA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Ярославская область, р</w:t>
            </w:r>
            <w:r w:rsidR="00101BAA">
              <w:rPr>
                <w:color w:val="000000" w:themeColor="text1"/>
                <w:szCs w:val="28"/>
              </w:rPr>
              <w:t>айо</w:t>
            </w:r>
            <w:r w:rsidRPr="00474A79">
              <w:rPr>
                <w:color w:val="000000" w:themeColor="text1"/>
                <w:szCs w:val="28"/>
              </w:rPr>
              <w:t xml:space="preserve">н </w:t>
            </w:r>
            <w:proofErr w:type="spellStart"/>
            <w:r w:rsidRPr="00474A79">
              <w:rPr>
                <w:color w:val="000000" w:themeColor="text1"/>
                <w:szCs w:val="28"/>
              </w:rPr>
              <w:t>Даниловский</w:t>
            </w:r>
            <w:proofErr w:type="spellEnd"/>
            <w:r w:rsidRPr="00474A79">
              <w:rPr>
                <w:color w:val="000000" w:themeColor="text1"/>
                <w:szCs w:val="28"/>
              </w:rPr>
              <w:t>, д. </w:t>
            </w:r>
            <w:proofErr w:type="spellStart"/>
            <w:r w:rsidRPr="00474A79">
              <w:rPr>
                <w:color w:val="000000" w:themeColor="text1"/>
                <w:szCs w:val="28"/>
              </w:rPr>
              <w:t>Макарово</w:t>
            </w:r>
            <w:proofErr w:type="spellEnd"/>
            <w:r w:rsidRPr="00474A79">
              <w:rPr>
                <w:color w:val="000000" w:themeColor="text1"/>
                <w:szCs w:val="28"/>
              </w:rPr>
              <w:t xml:space="preserve"> (Слободская </w:t>
            </w:r>
            <w:r w:rsidR="00101BAA">
              <w:rPr>
                <w:color w:val="000000" w:themeColor="text1"/>
                <w:szCs w:val="28"/>
              </w:rPr>
              <w:t>С/А</w:t>
            </w:r>
            <w:r w:rsidRPr="00474A79">
              <w:rPr>
                <w:color w:val="000000" w:themeColor="text1"/>
                <w:szCs w:val="28"/>
              </w:rPr>
              <w:t>), ул. Вологодская, д. 18, пом. № 2</w:t>
            </w:r>
            <w:r w:rsidR="00101BAA">
              <w:rPr>
                <w:color w:val="000000" w:themeColor="text1"/>
                <w:szCs w:val="28"/>
              </w:rPr>
              <w:t xml:space="preserve"> – </w:t>
            </w:r>
            <w:r w:rsidRPr="00474A79">
              <w:rPr>
                <w:color w:val="000000" w:themeColor="text1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78,4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color w:val="000000" w:themeColor="text1"/>
                <w:szCs w:val="28"/>
              </w:rPr>
              <w:t>213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 xml:space="preserve">Вентилятор </w:t>
            </w:r>
          </w:p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ВР-300-45-3,15</w:t>
            </w:r>
            <w:r w:rsidRPr="00474A79">
              <w:rPr>
                <w:szCs w:val="28"/>
                <w:vertAlign w:val="superscript"/>
              </w:rPr>
              <w:t>2</w:t>
            </w:r>
          </w:p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101BAA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01BAA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</w:t>
            </w:r>
            <w:proofErr w:type="spellStart"/>
            <w:r w:rsidRPr="00474A79">
              <w:rPr>
                <w:rFonts w:eastAsia="Calibri"/>
                <w:szCs w:val="28"/>
              </w:rPr>
              <w:t>Даниловский</w:t>
            </w:r>
            <w:proofErr w:type="spellEnd"/>
            <w:r w:rsidRPr="00474A79">
              <w:rPr>
                <w:rFonts w:eastAsia="Calibri"/>
                <w:szCs w:val="28"/>
              </w:rPr>
              <w:t xml:space="preserve"> </w:t>
            </w:r>
            <w:r w:rsidR="00101BAA">
              <w:rPr>
                <w:rFonts w:eastAsia="Calibri"/>
                <w:szCs w:val="28"/>
              </w:rPr>
              <w:t>райо</w:t>
            </w:r>
            <w:r w:rsidRPr="00474A79">
              <w:rPr>
                <w:rFonts w:eastAsia="Calibri"/>
                <w:szCs w:val="28"/>
              </w:rPr>
              <w:t>н, д. </w:t>
            </w:r>
            <w:proofErr w:type="spellStart"/>
            <w:r w:rsidRPr="00474A79">
              <w:rPr>
                <w:rFonts w:eastAsia="Calibri"/>
                <w:szCs w:val="28"/>
              </w:rPr>
              <w:t>Макарово</w:t>
            </w:r>
            <w:proofErr w:type="spellEnd"/>
            <w:r w:rsidRPr="00474A79">
              <w:rPr>
                <w:rFonts w:eastAsia="Calibri"/>
                <w:szCs w:val="28"/>
              </w:rPr>
              <w:t>, ул. Вологодская, д.18, пом. 2</w:t>
            </w:r>
            <w:r w:rsidR="00101BAA">
              <w:rPr>
                <w:rFonts w:eastAsia="Calibri"/>
                <w:szCs w:val="28"/>
              </w:rPr>
              <w:t xml:space="preserve"> – </w:t>
            </w:r>
            <w:r w:rsidRPr="00474A79">
              <w:rPr>
                <w:rFonts w:eastAsia="Calibri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01BA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214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Вентилятор</w:t>
            </w:r>
          </w:p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ВР-300-45-3,15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01BAA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</w:t>
            </w:r>
            <w:proofErr w:type="spellStart"/>
            <w:r w:rsidRPr="00474A79">
              <w:rPr>
                <w:rFonts w:eastAsia="Calibri"/>
                <w:szCs w:val="28"/>
              </w:rPr>
              <w:t>Даниловский</w:t>
            </w:r>
            <w:proofErr w:type="spellEnd"/>
            <w:r w:rsidRPr="00474A79">
              <w:rPr>
                <w:rFonts w:eastAsia="Calibri"/>
                <w:szCs w:val="28"/>
              </w:rPr>
              <w:t xml:space="preserve"> </w:t>
            </w:r>
            <w:r w:rsidR="00101BAA">
              <w:rPr>
                <w:rFonts w:eastAsia="Calibri"/>
                <w:szCs w:val="28"/>
              </w:rPr>
              <w:t>райо</w:t>
            </w:r>
            <w:r w:rsidRPr="00474A79">
              <w:rPr>
                <w:rFonts w:eastAsia="Calibri"/>
                <w:szCs w:val="28"/>
              </w:rPr>
              <w:t>н, д. </w:t>
            </w:r>
            <w:proofErr w:type="spellStart"/>
            <w:r w:rsidRPr="00474A79">
              <w:rPr>
                <w:rFonts w:eastAsia="Calibri"/>
                <w:szCs w:val="28"/>
              </w:rPr>
              <w:t>Макарово</w:t>
            </w:r>
            <w:proofErr w:type="spellEnd"/>
            <w:r w:rsidRPr="00474A79">
              <w:rPr>
                <w:rFonts w:eastAsia="Calibri"/>
                <w:szCs w:val="28"/>
              </w:rPr>
              <w:t>, ул. Вологодская, д.</w:t>
            </w:r>
            <w:r w:rsidR="00101BAA">
              <w:rPr>
                <w:rFonts w:eastAsia="Calibri"/>
                <w:szCs w:val="28"/>
              </w:rPr>
              <w:t xml:space="preserve"> </w:t>
            </w:r>
            <w:r w:rsidRPr="00474A79">
              <w:rPr>
                <w:rFonts w:eastAsia="Calibri"/>
                <w:szCs w:val="28"/>
              </w:rPr>
              <w:t>18, пом. 2</w:t>
            </w:r>
            <w:r w:rsidR="00101BAA">
              <w:rPr>
                <w:rFonts w:eastAsia="Calibri"/>
                <w:szCs w:val="28"/>
              </w:rPr>
              <w:t xml:space="preserve"> – </w:t>
            </w:r>
            <w:r w:rsidRPr="00474A79">
              <w:rPr>
                <w:rFonts w:eastAsia="Calibri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01BA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215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Котел водогрейный ТВК-0,2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101BAA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01BAA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</w:t>
            </w:r>
            <w:proofErr w:type="spellStart"/>
            <w:r w:rsidRPr="00474A79">
              <w:rPr>
                <w:rFonts w:eastAsia="Calibri"/>
                <w:szCs w:val="28"/>
              </w:rPr>
              <w:t>Даниловский</w:t>
            </w:r>
            <w:proofErr w:type="spellEnd"/>
            <w:r w:rsidRPr="00474A79">
              <w:rPr>
                <w:rFonts w:eastAsia="Calibri"/>
                <w:szCs w:val="28"/>
              </w:rPr>
              <w:t xml:space="preserve"> р</w:t>
            </w:r>
            <w:r w:rsidR="00101BAA">
              <w:rPr>
                <w:rFonts w:eastAsia="Calibri"/>
                <w:szCs w:val="28"/>
              </w:rPr>
              <w:t>айо</w:t>
            </w:r>
            <w:r w:rsidRPr="00474A79">
              <w:rPr>
                <w:rFonts w:eastAsia="Calibri"/>
                <w:szCs w:val="28"/>
              </w:rPr>
              <w:t>н, д. </w:t>
            </w:r>
            <w:proofErr w:type="spellStart"/>
            <w:r w:rsidRPr="00474A79">
              <w:rPr>
                <w:rFonts w:eastAsia="Calibri"/>
                <w:szCs w:val="28"/>
              </w:rPr>
              <w:t>Макарово</w:t>
            </w:r>
            <w:proofErr w:type="spellEnd"/>
            <w:r w:rsidRPr="00474A79">
              <w:rPr>
                <w:rFonts w:eastAsia="Calibri"/>
                <w:szCs w:val="28"/>
              </w:rPr>
              <w:t>, ул. Вологодская, д.18, пом. 2</w:t>
            </w:r>
            <w:r w:rsidR="00101BAA">
              <w:rPr>
                <w:rFonts w:eastAsia="Calibri"/>
                <w:szCs w:val="28"/>
              </w:rPr>
              <w:t xml:space="preserve"> – </w:t>
            </w:r>
            <w:r w:rsidRPr="00474A79">
              <w:rPr>
                <w:rFonts w:eastAsia="Calibri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01BA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216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 xml:space="preserve">Котел водогрейный КВр-0,35К на твердом топливе, 2013 год изготовления, </w:t>
            </w:r>
            <w:r w:rsidRPr="00474A79">
              <w:rPr>
                <w:rFonts w:eastAsia="Calibri"/>
                <w:szCs w:val="28"/>
              </w:rPr>
              <w:lastRenderedPageBreak/>
              <w:t xml:space="preserve">заводской номер 21229 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lastRenderedPageBreak/>
              <w:t xml:space="preserve">Ярославская обл., </w:t>
            </w:r>
            <w:proofErr w:type="spellStart"/>
            <w:r w:rsidRPr="00474A79">
              <w:rPr>
                <w:rFonts w:eastAsia="Calibri"/>
                <w:szCs w:val="28"/>
              </w:rPr>
              <w:t>Даниловский</w:t>
            </w:r>
            <w:proofErr w:type="spellEnd"/>
            <w:r w:rsidRPr="00474A79">
              <w:rPr>
                <w:rFonts w:eastAsia="Calibri"/>
                <w:szCs w:val="28"/>
              </w:rPr>
              <w:t xml:space="preserve"> </w:t>
            </w:r>
          </w:p>
          <w:p w:rsidR="00474A79" w:rsidRPr="00474A79" w:rsidRDefault="0011152C" w:rsidP="0011152C">
            <w:pPr>
              <w:ind w:firstLine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райо</w:t>
            </w:r>
            <w:r w:rsidR="00474A79" w:rsidRPr="00474A79">
              <w:rPr>
                <w:rFonts w:eastAsia="Calibri"/>
                <w:szCs w:val="28"/>
              </w:rPr>
              <w:t>н, д. </w:t>
            </w:r>
            <w:proofErr w:type="spellStart"/>
            <w:r w:rsidR="00474A79" w:rsidRPr="00474A79">
              <w:rPr>
                <w:rFonts w:eastAsia="Calibri"/>
                <w:szCs w:val="28"/>
              </w:rPr>
              <w:t>Макарово</w:t>
            </w:r>
            <w:proofErr w:type="spellEnd"/>
            <w:r w:rsidR="00474A79" w:rsidRPr="00474A79">
              <w:rPr>
                <w:rFonts w:eastAsia="Calibri"/>
                <w:szCs w:val="28"/>
              </w:rPr>
              <w:t>, ул. Вологодская, д. 18, пом. 2</w:t>
            </w:r>
            <w:r>
              <w:rPr>
                <w:rFonts w:eastAsia="Calibri"/>
                <w:szCs w:val="28"/>
              </w:rPr>
              <w:t xml:space="preserve"> – </w:t>
            </w:r>
            <w:r w:rsidR="00474A79" w:rsidRPr="00474A79">
              <w:rPr>
                <w:rFonts w:eastAsia="Calibri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01BA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217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Насос К 45/30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11152C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1152C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</w:t>
            </w:r>
            <w:proofErr w:type="spellStart"/>
            <w:r w:rsidRPr="00474A79">
              <w:rPr>
                <w:rFonts w:eastAsia="Calibri"/>
                <w:szCs w:val="28"/>
              </w:rPr>
              <w:t>Даниловский</w:t>
            </w:r>
            <w:proofErr w:type="spellEnd"/>
            <w:r w:rsidRPr="00474A79">
              <w:rPr>
                <w:rFonts w:eastAsia="Calibri"/>
                <w:szCs w:val="28"/>
              </w:rPr>
              <w:t xml:space="preserve"> р</w:t>
            </w:r>
            <w:r w:rsidR="0011152C">
              <w:rPr>
                <w:rFonts w:eastAsia="Calibri"/>
                <w:szCs w:val="28"/>
              </w:rPr>
              <w:t>айо</w:t>
            </w:r>
            <w:r w:rsidRPr="00474A79">
              <w:rPr>
                <w:rFonts w:eastAsia="Calibri"/>
                <w:szCs w:val="28"/>
              </w:rPr>
              <w:t>н, д. </w:t>
            </w:r>
            <w:proofErr w:type="spellStart"/>
            <w:r w:rsidRPr="00474A79">
              <w:rPr>
                <w:rFonts w:eastAsia="Calibri"/>
                <w:szCs w:val="28"/>
              </w:rPr>
              <w:t>Макарово</w:t>
            </w:r>
            <w:proofErr w:type="spellEnd"/>
            <w:r w:rsidRPr="00474A79">
              <w:rPr>
                <w:rFonts w:eastAsia="Calibri"/>
                <w:szCs w:val="28"/>
              </w:rPr>
              <w:t>, ул. Вологодская, д. 18, пом. 2</w:t>
            </w:r>
            <w:r w:rsidR="0011152C">
              <w:rPr>
                <w:rFonts w:eastAsia="Calibri"/>
                <w:szCs w:val="28"/>
              </w:rPr>
              <w:t xml:space="preserve"> – </w:t>
            </w:r>
            <w:r w:rsidRPr="00474A79">
              <w:rPr>
                <w:rFonts w:eastAsia="Calibri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01BA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218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Насос К 8/18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11152C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1152C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</w:t>
            </w:r>
            <w:proofErr w:type="spellStart"/>
            <w:r w:rsidRPr="00474A79">
              <w:rPr>
                <w:rFonts w:eastAsia="Calibri"/>
                <w:szCs w:val="28"/>
              </w:rPr>
              <w:t>Даниловский</w:t>
            </w:r>
            <w:proofErr w:type="spellEnd"/>
            <w:r w:rsidRPr="00474A79">
              <w:rPr>
                <w:rFonts w:eastAsia="Calibri"/>
                <w:szCs w:val="28"/>
              </w:rPr>
              <w:t xml:space="preserve"> </w:t>
            </w:r>
            <w:r w:rsidR="0011152C">
              <w:rPr>
                <w:rFonts w:eastAsia="Calibri"/>
                <w:szCs w:val="28"/>
              </w:rPr>
              <w:t>райо</w:t>
            </w:r>
            <w:r w:rsidRPr="00474A79">
              <w:rPr>
                <w:rFonts w:eastAsia="Calibri"/>
                <w:szCs w:val="28"/>
              </w:rPr>
              <w:t>н, д. </w:t>
            </w:r>
            <w:proofErr w:type="spellStart"/>
            <w:r w:rsidRPr="00474A79">
              <w:rPr>
                <w:rFonts w:eastAsia="Calibri"/>
                <w:szCs w:val="28"/>
              </w:rPr>
              <w:t>Макарово</w:t>
            </w:r>
            <w:proofErr w:type="spellEnd"/>
            <w:r w:rsidRPr="00474A79">
              <w:rPr>
                <w:rFonts w:eastAsia="Calibri"/>
                <w:szCs w:val="28"/>
              </w:rPr>
              <w:t>, ул. Вологодская, д. 18, пом. 2</w:t>
            </w:r>
            <w:r w:rsidR="0011152C">
              <w:rPr>
                <w:rFonts w:eastAsia="Calibri"/>
                <w:szCs w:val="28"/>
              </w:rPr>
              <w:t xml:space="preserve"> – </w:t>
            </w:r>
            <w:r w:rsidRPr="00474A79">
              <w:rPr>
                <w:rFonts w:eastAsia="Calibri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rPr>
          <w:trHeight w:val="838"/>
        </w:trPr>
        <w:tc>
          <w:tcPr>
            <w:tcW w:w="709" w:type="dxa"/>
            <w:shd w:val="clear" w:color="auto" w:fill="auto"/>
          </w:tcPr>
          <w:p w:rsidR="00474A79" w:rsidRPr="00474A79" w:rsidRDefault="00101BA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219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 xml:space="preserve">Насос </w:t>
            </w:r>
          </w:p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ЦНЛ 100-190-7,5/2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11152C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1152C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</w:t>
            </w:r>
            <w:proofErr w:type="spellStart"/>
            <w:r w:rsidRPr="00474A79">
              <w:rPr>
                <w:rFonts w:eastAsia="Calibri"/>
                <w:szCs w:val="28"/>
              </w:rPr>
              <w:t>Даниловский</w:t>
            </w:r>
            <w:proofErr w:type="spellEnd"/>
            <w:r w:rsidRPr="00474A79">
              <w:rPr>
                <w:rFonts w:eastAsia="Calibri"/>
                <w:szCs w:val="28"/>
              </w:rPr>
              <w:t xml:space="preserve"> </w:t>
            </w:r>
            <w:r w:rsidR="0011152C">
              <w:rPr>
                <w:rFonts w:eastAsia="Calibri"/>
                <w:szCs w:val="28"/>
              </w:rPr>
              <w:t>райо</w:t>
            </w:r>
            <w:r w:rsidRPr="00474A79">
              <w:rPr>
                <w:rFonts w:eastAsia="Calibri"/>
                <w:szCs w:val="28"/>
              </w:rPr>
              <w:t>н, д. </w:t>
            </w:r>
            <w:proofErr w:type="spellStart"/>
            <w:r w:rsidRPr="00474A79">
              <w:rPr>
                <w:rFonts w:eastAsia="Calibri"/>
                <w:szCs w:val="28"/>
              </w:rPr>
              <w:t>Макарово</w:t>
            </w:r>
            <w:proofErr w:type="spellEnd"/>
            <w:r w:rsidRPr="00474A79">
              <w:rPr>
                <w:rFonts w:eastAsia="Calibri"/>
                <w:szCs w:val="28"/>
              </w:rPr>
              <w:t>, ул. Вологодская, д. 18, пом. 2</w:t>
            </w:r>
            <w:r w:rsidR="0011152C">
              <w:rPr>
                <w:rFonts w:eastAsia="Calibri"/>
                <w:szCs w:val="28"/>
              </w:rPr>
              <w:t xml:space="preserve"> – </w:t>
            </w:r>
            <w:r w:rsidRPr="00474A79">
              <w:rPr>
                <w:rFonts w:eastAsia="Calibri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rPr>
          <w:trHeight w:val="838"/>
        </w:trPr>
        <w:tc>
          <w:tcPr>
            <w:tcW w:w="709" w:type="dxa"/>
            <w:shd w:val="clear" w:color="auto" w:fill="auto"/>
          </w:tcPr>
          <w:p w:rsidR="00474A79" w:rsidRPr="00474A79" w:rsidRDefault="00101BA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Шкаф ВРУ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11152C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1152C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</w:t>
            </w:r>
            <w:proofErr w:type="spellStart"/>
            <w:r w:rsidRPr="00474A79">
              <w:rPr>
                <w:rFonts w:eastAsia="Calibri"/>
                <w:szCs w:val="28"/>
              </w:rPr>
              <w:t>Даниловский</w:t>
            </w:r>
            <w:proofErr w:type="spellEnd"/>
            <w:r w:rsidRPr="00474A79">
              <w:rPr>
                <w:rFonts w:eastAsia="Calibri"/>
                <w:szCs w:val="28"/>
              </w:rPr>
              <w:t xml:space="preserve"> р</w:t>
            </w:r>
            <w:r w:rsidR="0011152C">
              <w:rPr>
                <w:rFonts w:eastAsia="Calibri"/>
                <w:szCs w:val="28"/>
              </w:rPr>
              <w:t>айо</w:t>
            </w:r>
            <w:r w:rsidRPr="00474A79">
              <w:rPr>
                <w:rFonts w:eastAsia="Calibri"/>
                <w:szCs w:val="28"/>
              </w:rPr>
              <w:t>н, д. </w:t>
            </w:r>
            <w:proofErr w:type="spellStart"/>
            <w:r w:rsidRPr="00474A79">
              <w:rPr>
                <w:rFonts w:eastAsia="Calibri"/>
                <w:szCs w:val="28"/>
              </w:rPr>
              <w:t>Макарово</w:t>
            </w:r>
            <w:proofErr w:type="spellEnd"/>
            <w:r w:rsidRPr="00474A79">
              <w:rPr>
                <w:rFonts w:eastAsia="Calibri"/>
                <w:szCs w:val="28"/>
              </w:rPr>
              <w:t>, ул. Вологодская, д. 18, пом. 2</w:t>
            </w:r>
            <w:r w:rsidR="0011152C">
              <w:rPr>
                <w:rFonts w:eastAsia="Calibri"/>
                <w:szCs w:val="28"/>
              </w:rPr>
              <w:t xml:space="preserve"> – </w:t>
            </w:r>
            <w:r w:rsidRPr="00474A79">
              <w:rPr>
                <w:rFonts w:eastAsia="Calibri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01BA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Щит управления вентилятором и дымососом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11152C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1152C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</w:t>
            </w:r>
            <w:proofErr w:type="spellStart"/>
            <w:r w:rsidRPr="00474A79">
              <w:rPr>
                <w:rFonts w:eastAsia="Calibri"/>
                <w:szCs w:val="28"/>
              </w:rPr>
              <w:t>Даниловский</w:t>
            </w:r>
            <w:proofErr w:type="spellEnd"/>
            <w:r w:rsidRPr="00474A79">
              <w:rPr>
                <w:rFonts w:eastAsia="Calibri"/>
                <w:szCs w:val="28"/>
              </w:rPr>
              <w:t xml:space="preserve"> </w:t>
            </w:r>
            <w:r w:rsidR="0011152C">
              <w:rPr>
                <w:rFonts w:eastAsia="Calibri"/>
                <w:szCs w:val="28"/>
              </w:rPr>
              <w:t>райо</w:t>
            </w:r>
            <w:r w:rsidRPr="00474A79">
              <w:rPr>
                <w:rFonts w:eastAsia="Calibri"/>
                <w:szCs w:val="28"/>
              </w:rPr>
              <w:t>н, д. </w:t>
            </w:r>
            <w:proofErr w:type="spellStart"/>
            <w:r w:rsidRPr="00474A79">
              <w:rPr>
                <w:rFonts w:eastAsia="Calibri"/>
                <w:szCs w:val="28"/>
              </w:rPr>
              <w:t>Макарово</w:t>
            </w:r>
            <w:proofErr w:type="spellEnd"/>
            <w:r w:rsidRPr="00474A79">
              <w:rPr>
                <w:rFonts w:eastAsia="Calibri"/>
                <w:szCs w:val="28"/>
              </w:rPr>
              <w:t>, ул. Вологодская, д. 18, пом. 2</w:t>
            </w:r>
            <w:r w:rsidR="0011152C">
              <w:rPr>
                <w:rFonts w:eastAsia="Calibri"/>
                <w:szCs w:val="28"/>
              </w:rPr>
              <w:t xml:space="preserve"> – </w:t>
            </w:r>
            <w:r w:rsidRPr="00474A79">
              <w:rPr>
                <w:rFonts w:eastAsia="Calibri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01BA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 xml:space="preserve">Щит управления </w:t>
            </w:r>
            <w:proofErr w:type="spellStart"/>
            <w:r w:rsidRPr="00474A79">
              <w:rPr>
                <w:rFonts w:eastAsia="Calibri"/>
                <w:szCs w:val="28"/>
              </w:rPr>
              <w:t>подпитными</w:t>
            </w:r>
            <w:proofErr w:type="spellEnd"/>
            <w:r w:rsidRPr="00474A79">
              <w:rPr>
                <w:rFonts w:eastAsia="Calibri"/>
                <w:szCs w:val="28"/>
              </w:rPr>
              <w:t xml:space="preserve"> насосами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1152C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</w:t>
            </w:r>
            <w:proofErr w:type="spellStart"/>
            <w:r w:rsidRPr="00474A79">
              <w:rPr>
                <w:rFonts w:eastAsia="Calibri"/>
                <w:szCs w:val="28"/>
              </w:rPr>
              <w:t>Даниловский</w:t>
            </w:r>
            <w:proofErr w:type="spellEnd"/>
            <w:r w:rsidRPr="00474A79">
              <w:rPr>
                <w:rFonts w:eastAsia="Calibri"/>
                <w:szCs w:val="28"/>
              </w:rPr>
              <w:t xml:space="preserve"> </w:t>
            </w:r>
            <w:r w:rsidR="0011152C">
              <w:rPr>
                <w:rFonts w:eastAsia="Calibri"/>
                <w:szCs w:val="28"/>
              </w:rPr>
              <w:t>райо</w:t>
            </w:r>
            <w:r w:rsidRPr="00474A79">
              <w:rPr>
                <w:rFonts w:eastAsia="Calibri"/>
                <w:szCs w:val="28"/>
              </w:rPr>
              <w:t>н, д. </w:t>
            </w:r>
            <w:proofErr w:type="spellStart"/>
            <w:r w:rsidRPr="00474A79">
              <w:rPr>
                <w:rFonts w:eastAsia="Calibri"/>
                <w:szCs w:val="28"/>
              </w:rPr>
              <w:t>Макарово</w:t>
            </w:r>
            <w:proofErr w:type="spellEnd"/>
            <w:r w:rsidRPr="00474A79">
              <w:rPr>
                <w:rFonts w:eastAsia="Calibri"/>
                <w:szCs w:val="28"/>
              </w:rPr>
              <w:t>, ул. Вологодская, д. 18, пом. 2</w:t>
            </w:r>
            <w:r w:rsidR="0011152C">
              <w:rPr>
                <w:rFonts w:eastAsia="Calibri"/>
                <w:szCs w:val="28"/>
              </w:rPr>
              <w:t xml:space="preserve"> – </w:t>
            </w:r>
            <w:r w:rsidRPr="00474A79">
              <w:rPr>
                <w:rFonts w:eastAsia="Calibri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01BA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Щит учета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11152C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11152C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 xml:space="preserve">, </w:t>
            </w:r>
            <w:proofErr w:type="spellStart"/>
            <w:r w:rsidRPr="00474A79">
              <w:rPr>
                <w:rFonts w:eastAsia="Calibri"/>
                <w:szCs w:val="28"/>
              </w:rPr>
              <w:t>Даниловский</w:t>
            </w:r>
            <w:proofErr w:type="spellEnd"/>
            <w:r w:rsidRPr="00474A79">
              <w:rPr>
                <w:rFonts w:eastAsia="Calibri"/>
                <w:szCs w:val="28"/>
              </w:rPr>
              <w:t xml:space="preserve"> </w:t>
            </w:r>
            <w:r w:rsidR="0011152C">
              <w:rPr>
                <w:rFonts w:eastAsia="Calibri"/>
                <w:szCs w:val="28"/>
              </w:rPr>
              <w:t>райо</w:t>
            </w:r>
            <w:r w:rsidRPr="00474A79">
              <w:rPr>
                <w:rFonts w:eastAsia="Calibri"/>
                <w:szCs w:val="28"/>
              </w:rPr>
              <w:t>н, д. </w:t>
            </w:r>
            <w:proofErr w:type="spellStart"/>
            <w:r w:rsidRPr="00474A79">
              <w:rPr>
                <w:rFonts w:eastAsia="Calibri"/>
                <w:szCs w:val="28"/>
              </w:rPr>
              <w:t>Макарово</w:t>
            </w:r>
            <w:proofErr w:type="spellEnd"/>
            <w:r w:rsidRPr="00474A79">
              <w:rPr>
                <w:rFonts w:eastAsia="Calibri"/>
                <w:szCs w:val="28"/>
              </w:rPr>
              <w:t>, ул. Вологодская, д. 18, пом. 2</w:t>
            </w:r>
            <w:r w:rsidR="0011152C">
              <w:rPr>
                <w:rFonts w:eastAsia="Calibri"/>
                <w:szCs w:val="28"/>
              </w:rPr>
              <w:t xml:space="preserve"> – </w:t>
            </w:r>
            <w:r w:rsidRPr="00474A79">
              <w:rPr>
                <w:rFonts w:eastAsia="Calibri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01BA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224</w:t>
            </w:r>
          </w:p>
        </w:tc>
        <w:tc>
          <w:tcPr>
            <w:tcW w:w="2693" w:type="dxa"/>
            <w:shd w:val="clear" w:color="auto" w:fill="auto"/>
          </w:tcPr>
          <w:p w:rsidR="0011152C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Теплотрасса, </w:t>
            </w:r>
          </w:p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>кадастровый номер 76:05:050101:9291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 xml:space="preserve">от тепловой камеры № 2 до здания МБОУ </w:t>
            </w:r>
            <w:proofErr w:type="spellStart"/>
            <w:r w:rsidRPr="00474A79">
              <w:rPr>
                <w:szCs w:val="28"/>
              </w:rPr>
              <w:t>Горушинская</w:t>
            </w:r>
            <w:proofErr w:type="spellEnd"/>
            <w:r w:rsidRPr="00474A79">
              <w:rPr>
                <w:szCs w:val="28"/>
              </w:rPr>
              <w:t xml:space="preserve"> НОШ – детский сад (школа) по адресу: Ярославская область, </w:t>
            </w:r>
            <w:proofErr w:type="spellStart"/>
            <w:r w:rsidRPr="00474A79">
              <w:rPr>
                <w:szCs w:val="28"/>
              </w:rPr>
              <w:t>Даниловский</w:t>
            </w:r>
            <w:proofErr w:type="spellEnd"/>
            <w:r w:rsidRPr="00474A79">
              <w:rPr>
                <w:szCs w:val="28"/>
              </w:rPr>
              <w:t xml:space="preserve"> район, п. Горушка, ул. Гагарина, д. 6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20,0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01BA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225</w:t>
            </w:r>
          </w:p>
        </w:tc>
        <w:tc>
          <w:tcPr>
            <w:tcW w:w="2693" w:type="dxa"/>
            <w:shd w:val="clear" w:color="auto" w:fill="auto"/>
          </w:tcPr>
          <w:p w:rsidR="0011152C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Теплотрасса, </w:t>
            </w:r>
          </w:p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>кадастровый номер 76:05:050101:9289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 xml:space="preserve">от тепловой камеры № 4 до здания МБОУ </w:t>
            </w:r>
            <w:proofErr w:type="spellStart"/>
            <w:r w:rsidRPr="00474A79">
              <w:rPr>
                <w:szCs w:val="28"/>
              </w:rPr>
              <w:t>Горушинская</w:t>
            </w:r>
            <w:proofErr w:type="spellEnd"/>
            <w:r w:rsidRPr="00474A79">
              <w:rPr>
                <w:szCs w:val="28"/>
              </w:rPr>
              <w:t xml:space="preserve"> НОШ – детский сад (д/с) по адресу: Ярославская область, </w:t>
            </w:r>
            <w:proofErr w:type="spellStart"/>
            <w:r w:rsidRPr="00474A79">
              <w:rPr>
                <w:szCs w:val="28"/>
              </w:rPr>
              <w:t>Даниловский</w:t>
            </w:r>
            <w:proofErr w:type="spellEnd"/>
            <w:r w:rsidRPr="00474A79">
              <w:rPr>
                <w:szCs w:val="28"/>
              </w:rPr>
              <w:t xml:space="preserve"> район, п. Горушка, ул. Тупиковая, д.</w:t>
            </w:r>
            <w:r w:rsidR="0011152C">
              <w:rPr>
                <w:szCs w:val="28"/>
              </w:rPr>
              <w:t xml:space="preserve"> </w:t>
            </w:r>
            <w:r w:rsidRPr="00474A79">
              <w:rPr>
                <w:szCs w:val="28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90,0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01BAA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226</w:t>
            </w:r>
          </w:p>
        </w:tc>
        <w:tc>
          <w:tcPr>
            <w:tcW w:w="2693" w:type="dxa"/>
            <w:shd w:val="clear" w:color="auto" w:fill="auto"/>
          </w:tcPr>
          <w:p w:rsidR="0011152C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Теплотрасса, </w:t>
            </w:r>
          </w:p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>кадастровый номер 76:05:000000:1167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>Яро</w:t>
            </w:r>
            <w:r w:rsidR="0011152C">
              <w:rPr>
                <w:szCs w:val="28"/>
              </w:rPr>
              <w:t xml:space="preserve">славская область, </w:t>
            </w:r>
            <w:proofErr w:type="spellStart"/>
            <w:r w:rsidR="0011152C">
              <w:rPr>
                <w:szCs w:val="28"/>
              </w:rPr>
              <w:t>Даниловский</w:t>
            </w:r>
            <w:proofErr w:type="spellEnd"/>
            <w:r w:rsidR="0011152C">
              <w:rPr>
                <w:szCs w:val="28"/>
              </w:rPr>
              <w:t xml:space="preserve"> район, с. </w:t>
            </w:r>
            <w:proofErr w:type="spellStart"/>
            <w:r w:rsidRPr="00474A79">
              <w:rPr>
                <w:szCs w:val="28"/>
              </w:rPr>
              <w:t>Семлово</w:t>
            </w:r>
            <w:proofErr w:type="spellEnd"/>
            <w:r w:rsidRPr="00474A79">
              <w:rPr>
                <w:szCs w:val="28"/>
              </w:rPr>
              <w:t xml:space="preserve">, ул. Школьная 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975,0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1152C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227</w:t>
            </w:r>
          </w:p>
        </w:tc>
        <w:tc>
          <w:tcPr>
            <w:tcW w:w="2693" w:type="dxa"/>
            <w:shd w:val="clear" w:color="auto" w:fill="auto"/>
          </w:tcPr>
          <w:p w:rsidR="0011152C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Теплотрасса, </w:t>
            </w:r>
          </w:p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>кадастровый номер 76:05:030101:9370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szCs w:val="28"/>
              </w:rPr>
              <w:t>Яро</w:t>
            </w:r>
            <w:r w:rsidR="0011152C">
              <w:rPr>
                <w:szCs w:val="28"/>
              </w:rPr>
              <w:t xml:space="preserve">славская область, </w:t>
            </w:r>
            <w:proofErr w:type="spellStart"/>
            <w:r w:rsidR="0011152C">
              <w:rPr>
                <w:szCs w:val="28"/>
              </w:rPr>
              <w:t>Даниловский</w:t>
            </w:r>
            <w:proofErr w:type="spellEnd"/>
            <w:r w:rsidR="0011152C">
              <w:rPr>
                <w:szCs w:val="28"/>
              </w:rPr>
              <w:t xml:space="preserve"> райо</w:t>
            </w:r>
            <w:r w:rsidRPr="00474A79">
              <w:rPr>
                <w:szCs w:val="28"/>
              </w:rPr>
              <w:t xml:space="preserve">н, с. Спас, ул. Школьная 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667,0</w:t>
            </w:r>
          </w:p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1152C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Магистральные сети теплотрассы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8B6630">
            <w:pPr>
              <w:ind w:firstLine="0"/>
              <w:rPr>
                <w:rFonts w:eastAsia="Calibri"/>
                <w:szCs w:val="28"/>
              </w:rPr>
            </w:pPr>
            <w:r w:rsidRPr="00474A79">
              <w:rPr>
                <w:rFonts w:eastAsia="Calibri"/>
                <w:szCs w:val="28"/>
              </w:rPr>
              <w:t>Ярославская обл</w:t>
            </w:r>
            <w:r w:rsidR="008B6630">
              <w:rPr>
                <w:rFonts w:eastAsia="Calibri"/>
                <w:szCs w:val="28"/>
              </w:rPr>
              <w:t>асть</w:t>
            </w:r>
            <w:r w:rsidRPr="00474A79">
              <w:rPr>
                <w:rFonts w:eastAsia="Calibri"/>
                <w:szCs w:val="28"/>
              </w:rPr>
              <w:t>, г. Данилов, ул. Кирова, д. 43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56,7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1152C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rFonts w:eastAsia="Calibri"/>
                <w:szCs w:val="28"/>
              </w:rPr>
            </w:pPr>
            <w:r w:rsidRPr="00474A79">
              <w:t>Магистральные сети теплотрассы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8B6630">
            <w:pPr>
              <w:ind w:firstLine="0"/>
              <w:rPr>
                <w:rFonts w:eastAsia="Calibri"/>
                <w:szCs w:val="28"/>
              </w:rPr>
            </w:pPr>
            <w:r w:rsidRPr="00474A79">
              <w:t>Ярославская обл</w:t>
            </w:r>
            <w:r w:rsidR="008B6630">
              <w:t>асть</w:t>
            </w:r>
            <w:r w:rsidRPr="00474A79">
              <w:t>, г. Данилов, ул. Кирова, д. 41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96,5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1152C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230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Теплосеть, кадастровый номер 76:08:000000:555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w w:val="105"/>
                <w:szCs w:val="28"/>
              </w:rPr>
              <w:t>Некоузский</w:t>
            </w:r>
            <w:proofErr w:type="spellEnd"/>
            <w:r w:rsidRPr="00474A79">
              <w:rPr>
                <w:w w:val="105"/>
                <w:szCs w:val="28"/>
              </w:rPr>
              <w:t xml:space="preserve"> район, п. Октябрь</w:t>
            </w:r>
          </w:p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>ТК32 – Садовая, 11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568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1152C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231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Теплосеть, кадастровый номер 76:08:000000:556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w w:val="105"/>
                <w:szCs w:val="28"/>
              </w:rPr>
              <w:t>Некоузский</w:t>
            </w:r>
            <w:proofErr w:type="spellEnd"/>
            <w:r w:rsidRPr="00474A79">
              <w:rPr>
                <w:w w:val="105"/>
                <w:szCs w:val="28"/>
              </w:rPr>
              <w:t xml:space="preserve"> район, п. Октябрь</w:t>
            </w:r>
          </w:p>
          <w:p w:rsidR="00474A79" w:rsidRPr="008B6630" w:rsidRDefault="00474A79" w:rsidP="008B6630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>УТ14 – Вокзал – ул. Транспортная, д. 5а,</w:t>
            </w:r>
            <w:r w:rsidR="008B6630">
              <w:rPr>
                <w:w w:val="105"/>
                <w:szCs w:val="28"/>
              </w:rPr>
              <w:t xml:space="preserve"> </w:t>
            </w:r>
            <w:r w:rsidRPr="00474A79">
              <w:rPr>
                <w:w w:val="105"/>
                <w:szCs w:val="28"/>
              </w:rPr>
              <w:t>ДК – ул. Ленина, д. 2/5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1</w:t>
            </w:r>
            <w:r w:rsidR="008B6630">
              <w:rPr>
                <w:szCs w:val="28"/>
              </w:rPr>
              <w:t> </w:t>
            </w:r>
            <w:r w:rsidRPr="00474A79">
              <w:rPr>
                <w:szCs w:val="28"/>
              </w:rPr>
              <w:t>304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1152C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232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Теплосеть, кадастровый номер 76:08:000000:557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w w:val="105"/>
                <w:szCs w:val="28"/>
              </w:rPr>
              <w:t>Некоузский</w:t>
            </w:r>
            <w:proofErr w:type="spellEnd"/>
            <w:r w:rsidRPr="00474A79">
              <w:rPr>
                <w:w w:val="105"/>
                <w:szCs w:val="28"/>
              </w:rPr>
              <w:t xml:space="preserve"> район, п. Октябрь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котельная – ТК22 (общ.) – ул. Техническая, 15/13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</w:t>
            </w:r>
            <w:r w:rsidR="008B6630">
              <w:rPr>
                <w:szCs w:val="28"/>
              </w:rPr>
              <w:t> </w:t>
            </w:r>
            <w:r w:rsidRPr="00474A79">
              <w:rPr>
                <w:szCs w:val="28"/>
              </w:rPr>
              <w:t>464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11152C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233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Теплосеть, кадастровый номер 76:08:000000:558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w w:val="105"/>
                <w:szCs w:val="28"/>
              </w:rPr>
              <w:t>Некоузский</w:t>
            </w:r>
            <w:proofErr w:type="spellEnd"/>
            <w:r w:rsidRPr="00474A79">
              <w:rPr>
                <w:w w:val="105"/>
                <w:szCs w:val="28"/>
              </w:rPr>
              <w:t xml:space="preserve"> район, п. Октябрь</w:t>
            </w:r>
          </w:p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ТК1 – ул. Комсомольская, д. 50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580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1152C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234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Теплосеть, кадастровый номер 76:08:000000:564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w w:val="105"/>
                <w:szCs w:val="28"/>
              </w:rPr>
              <w:t>Некоузский</w:t>
            </w:r>
            <w:proofErr w:type="spellEnd"/>
            <w:r w:rsidRPr="00474A79">
              <w:rPr>
                <w:w w:val="105"/>
                <w:szCs w:val="28"/>
              </w:rPr>
              <w:t xml:space="preserve"> район, п. Октябрь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ТК23 – Транспортная, 36 – ул. Ленина, 17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532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1152C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235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Теплосеть, кадастровый номер 76:08:000000:560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w w:val="105"/>
                <w:szCs w:val="28"/>
              </w:rPr>
              <w:t>Некоузский</w:t>
            </w:r>
            <w:proofErr w:type="spellEnd"/>
            <w:r w:rsidRPr="00474A79">
              <w:rPr>
                <w:w w:val="105"/>
                <w:szCs w:val="28"/>
              </w:rPr>
              <w:t xml:space="preserve"> район, п. Октябрь</w:t>
            </w:r>
          </w:p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ТК22-ТК31 – ул. Ленина, 22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877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1152C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236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Теплосеть, кадастровый номер 76:08:060708:77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w w:val="105"/>
                <w:szCs w:val="28"/>
              </w:rPr>
              <w:t>Некоузский</w:t>
            </w:r>
            <w:proofErr w:type="spellEnd"/>
            <w:r w:rsidRPr="00474A79">
              <w:rPr>
                <w:w w:val="105"/>
                <w:szCs w:val="28"/>
              </w:rPr>
              <w:t xml:space="preserve"> район, п. Октябрь</w:t>
            </w:r>
          </w:p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ТК14 – ул. Строительная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696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FFFFFF" w:themeFill="background1"/>
          </w:tcPr>
          <w:p w:rsidR="00474A79" w:rsidRPr="00474A79" w:rsidRDefault="0011152C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237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Теплосеть, кадастровый номер 76:08:060710:88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w w:val="105"/>
                <w:szCs w:val="28"/>
              </w:rPr>
              <w:t>Некоузский</w:t>
            </w:r>
            <w:proofErr w:type="spellEnd"/>
            <w:r w:rsidRPr="00474A79">
              <w:rPr>
                <w:w w:val="105"/>
                <w:szCs w:val="28"/>
              </w:rPr>
              <w:t xml:space="preserve"> район, п. Октябрь</w:t>
            </w:r>
          </w:p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>ТК14 – детский дом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(ул. Ленина, 4)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  <w:r w:rsidRPr="00474A79">
              <w:rPr>
                <w:szCs w:val="28"/>
              </w:rPr>
              <w:t>887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1152C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238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Теплосеть, кадастровый номер 76:08:000000:559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w w:val="105"/>
                <w:szCs w:val="28"/>
              </w:rPr>
              <w:t>Некоузский</w:t>
            </w:r>
            <w:proofErr w:type="spellEnd"/>
            <w:r w:rsidRPr="00474A79">
              <w:rPr>
                <w:w w:val="105"/>
                <w:szCs w:val="28"/>
              </w:rPr>
              <w:t xml:space="preserve"> район, п. Октябрь</w:t>
            </w:r>
          </w:p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ТК31 – ул. Мира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  <w:r w:rsidRPr="00474A79">
              <w:rPr>
                <w:szCs w:val="28"/>
              </w:rPr>
              <w:t>686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11152C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239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Здание котельной,</w:t>
            </w:r>
            <w:r w:rsidRPr="00474A79">
              <w:rPr>
                <w:szCs w:val="28"/>
              </w:rPr>
              <w:br/>
              <w:t>кадастровый номер 76:08:010101:4052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 Октябрь, ул. Комсомольская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  <w:r w:rsidRPr="00474A79">
              <w:rPr>
                <w:szCs w:val="28"/>
              </w:rPr>
              <w:t>1</w:t>
            </w:r>
            <w:r w:rsidR="008B6630">
              <w:rPr>
                <w:szCs w:val="28"/>
              </w:rPr>
              <w:t> </w:t>
            </w:r>
            <w:r w:rsidRPr="00474A79">
              <w:rPr>
                <w:szCs w:val="28"/>
              </w:rPr>
              <w:t>590,3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B663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Земельный участок, кадастровый номер 76:08:060711:7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8B6630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Октябрьский </w:t>
            </w:r>
            <w:r w:rsidR="008B6630">
              <w:rPr>
                <w:szCs w:val="28"/>
              </w:rPr>
              <w:t>сельский округ</w:t>
            </w:r>
            <w:r w:rsidRPr="00474A79">
              <w:rPr>
                <w:szCs w:val="28"/>
              </w:rPr>
              <w:t>, п. Октябрь, ул. Комсомольская, д. 39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  <w:r w:rsidRPr="00474A79">
              <w:rPr>
                <w:szCs w:val="28"/>
              </w:rPr>
              <w:t>9</w:t>
            </w:r>
            <w:r w:rsidR="008B6630">
              <w:rPr>
                <w:szCs w:val="28"/>
              </w:rPr>
              <w:t> </w:t>
            </w:r>
            <w:r w:rsidRPr="00474A79">
              <w:rPr>
                <w:szCs w:val="28"/>
              </w:rPr>
              <w:t>249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B663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Котел паровой ДКВр-6,5-13</w:t>
            </w:r>
            <w:r w:rsidRPr="00474A79">
              <w:rPr>
                <w:szCs w:val="28"/>
                <w:vertAlign w:val="superscript"/>
              </w:rPr>
              <w:t>2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B663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Котел ДКВР-6,5/13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szCs w:val="28"/>
              </w:rPr>
              <w:t xml:space="preserve">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B663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243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Котел ДКВР-6,5/13</w:t>
            </w:r>
            <w:r w:rsidRPr="00474A79">
              <w:rPr>
                <w:szCs w:val="28"/>
                <w:vertAlign w:val="superscript"/>
              </w:rPr>
              <w:t>2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B663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>Деаэратор</w:t>
            </w:r>
            <w:r w:rsidRPr="00474A79">
              <w:rPr>
                <w:szCs w:val="28"/>
                <w:vertAlign w:val="superscript"/>
              </w:rPr>
              <w:t>2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B663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Экономайзер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B663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Труба дымовая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FFFFFF"/>
          </w:tcPr>
          <w:p w:rsidR="00474A79" w:rsidRPr="00474A79" w:rsidRDefault="008B663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pacing w:val="-8"/>
                <w:w w:val="105"/>
                <w:szCs w:val="28"/>
              </w:rPr>
              <w:t>Водоподогреватель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spacing w:val="-8"/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B663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Насос 8НДВ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B663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Насос К 50/20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B663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250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Насос 3К 45/30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B663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251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Насос 3К 45/30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8B6630">
            <w:pPr>
              <w:tabs>
                <w:tab w:val="left" w:pos="284"/>
              </w:tabs>
              <w:suppressAutoHyphens/>
              <w:ind w:right="-107"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</w:t>
            </w:r>
            <w:r w:rsidR="008B6630">
              <w:rPr>
                <w:szCs w:val="28"/>
              </w:rPr>
              <w:t>коузский</w:t>
            </w:r>
            <w:proofErr w:type="spellEnd"/>
            <w:r w:rsidR="008B6630">
              <w:rPr>
                <w:szCs w:val="28"/>
              </w:rPr>
              <w:t xml:space="preserve"> район, п. Октябрь, ул. </w:t>
            </w:r>
            <w:proofErr w:type="spellStart"/>
            <w:r w:rsidR="008B6630">
              <w:rPr>
                <w:szCs w:val="28"/>
              </w:rPr>
              <w:t>Комсомоль-ская</w:t>
            </w:r>
            <w:proofErr w:type="spellEnd"/>
            <w:r w:rsidR="008B6630">
              <w:rPr>
                <w:szCs w:val="28"/>
              </w:rPr>
              <w:t xml:space="preserve">, д. 39 (в </w:t>
            </w:r>
            <w:r w:rsidRPr="00474A79">
              <w:rPr>
                <w:szCs w:val="28"/>
              </w:rPr>
              <w:t>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B663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252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Насос НДМ-4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</w:t>
            </w:r>
            <w:proofErr w:type="spellStart"/>
            <w:r w:rsidRPr="00474A79">
              <w:rPr>
                <w:szCs w:val="28"/>
              </w:rPr>
              <w:t>Комсомоль</w:t>
            </w:r>
            <w:r w:rsidR="008B6630">
              <w:rPr>
                <w:szCs w:val="28"/>
              </w:rPr>
              <w:t>-</w:t>
            </w:r>
            <w:r w:rsidRPr="00474A79">
              <w:rPr>
                <w:szCs w:val="28"/>
              </w:rPr>
              <w:t>ская</w:t>
            </w:r>
            <w:proofErr w:type="spellEnd"/>
            <w:r w:rsidRPr="00474A79">
              <w:rPr>
                <w:szCs w:val="28"/>
              </w:rPr>
              <w:t>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8B663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253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Насос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К 100-80-160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</w:t>
            </w:r>
            <w:proofErr w:type="spellStart"/>
            <w:r w:rsidRPr="00474A79">
              <w:rPr>
                <w:szCs w:val="28"/>
              </w:rPr>
              <w:t>Комсомоль</w:t>
            </w:r>
            <w:r w:rsidR="008B6630">
              <w:rPr>
                <w:szCs w:val="28"/>
              </w:rPr>
              <w:t>-</w:t>
            </w:r>
            <w:r w:rsidRPr="00474A79">
              <w:rPr>
                <w:szCs w:val="28"/>
              </w:rPr>
              <w:t>ская</w:t>
            </w:r>
            <w:proofErr w:type="spellEnd"/>
            <w:r w:rsidRPr="00474A79">
              <w:rPr>
                <w:szCs w:val="28"/>
              </w:rPr>
              <w:t>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254</w:t>
            </w:r>
          </w:p>
        </w:tc>
        <w:tc>
          <w:tcPr>
            <w:tcW w:w="2693" w:type="dxa"/>
            <w:shd w:val="clear" w:color="auto" w:fill="FFFFFF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Насос ЦНСГ 60/132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FFFFFF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</w:t>
            </w:r>
            <w:proofErr w:type="spellStart"/>
            <w:r w:rsidRPr="00474A79">
              <w:rPr>
                <w:szCs w:val="28"/>
              </w:rPr>
              <w:t>Комсомоль</w:t>
            </w:r>
            <w:r w:rsidR="008B6630">
              <w:rPr>
                <w:szCs w:val="28"/>
              </w:rPr>
              <w:t>-</w:t>
            </w:r>
            <w:r w:rsidRPr="00474A79">
              <w:rPr>
                <w:szCs w:val="28"/>
              </w:rPr>
              <w:t>ская</w:t>
            </w:r>
            <w:proofErr w:type="spellEnd"/>
            <w:r w:rsidRPr="00474A79">
              <w:rPr>
                <w:szCs w:val="28"/>
              </w:rPr>
              <w:t>, д. 39 (в здании котельной)</w:t>
            </w:r>
          </w:p>
        </w:tc>
        <w:tc>
          <w:tcPr>
            <w:tcW w:w="1559" w:type="dxa"/>
            <w:shd w:val="clear" w:color="auto" w:fill="FFFFFF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255</w:t>
            </w:r>
          </w:p>
        </w:tc>
        <w:tc>
          <w:tcPr>
            <w:tcW w:w="2693" w:type="dxa"/>
            <w:shd w:val="clear" w:color="auto" w:fill="FFFFFF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Насос ПДВ 25/20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FFFFFF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</w:t>
            </w:r>
            <w:proofErr w:type="spellStart"/>
            <w:r w:rsidRPr="00474A79">
              <w:rPr>
                <w:szCs w:val="28"/>
              </w:rPr>
              <w:t>Комсомоль</w:t>
            </w:r>
            <w:r w:rsidR="003F3EE0">
              <w:rPr>
                <w:szCs w:val="28"/>
              </w:rPr>
              <w:t>-</w:t>
            </w:r>
            <w:r w:rsidRPr="00474A79">
              <w:rPr>
                <w:szCs w:val="28"/>
              </w:rPr>
              <w:t>ская</w:t>
            </w:r>
            <w:proofErr w:type="spellEnd"/>
            <w:r w:rsidRPr="00474A79">
              <w:rPr>
                <w:szCs w:val="28"/>
              </w:rPr>
              <w:t>, д. 39 (в здании котельной)</w:t>
            </w:r>
          </w:p>
        </w:tc>
        <w:tc>
          <w:tcPr>
            <w:tcW w:w="1559" w:type="dxa"/>
            <w:shd w:val="clear" w:color="auto" w:fill="FFFFFF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256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Насос 90/20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257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Насос К45/30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258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Насос К 45/30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259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Насос К 45/30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260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Насос 1112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3F3EE0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261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Насос 4МСГ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262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Насос К 45/30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263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Насос 1Д315-50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264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Насос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НМЩ 2-40-1,6 0,6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265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Насос 1Д315-71а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266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Насос СД 50/56 (22.0/3000)</w:t>
            </w:r>
            <w:r w:rsidRPr="00474A79">
              <w:rPr>
                <w:szCs w:val="28"/>
                <w:vertAlign w:val="superscript"/>
              </w:rPr>
              <w:t xml:space="preserve"> 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267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Насос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1Д315/50 б/д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268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Насос </w:t>
            </w:r>
          </w:p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>1Д315/50 б/д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269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szCs w:val="28"/>
              </w:rPr>
              <w:t>Насос Ш 40-4-19.5 5/ 4дв.</w:t>
            </w:r>
            <w:r w:rsidRPr="00474A79">
              <w:rPr>
                <w:szCs w:val="28"/>
                <w:vertAlign w:val="superscript"/>
              </w:rPr>
              <w:t xml:space="preserve"> 2</w:t>
            </w:r>
            <w:r w:rsidRPr="00474A79">
              <w:rPr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270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>Насос GRUNDFOS UPS 65/60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271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Насос UPS 50-60/2Г 2206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272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Насос ЦНСГ 13-105 (11.1/3000)</w:t>
            </w:r>
            <w:r w:rsidRPr="00474A79">
              <w:rPr>
                <w:szCs w:val="28"/>
                <w:vertAlign w:val="superscript"/>
              </w:rPr>
              <w:t xml:space="preserve"> 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273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Насос НМШ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274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>Насосный агрегат К150-125-315 30кВт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275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Насосный агрегат К150-125-315 30кВт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276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Вентилятор ВДН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267"/>
              </w:tabs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277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Вентилятор ВДН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278</w:t>
            </w:r>
          </w:p>
        </w:tc>
        <w:tc>
          <w:tcPr>
            <w:tcW w:w="2693" w:type="dxa"/>
            <w:shd w:val="clear" w:color="auto" w:fill="auto"/>
          </w:tcPr>
          <w:p w:rsidR="003F3EE0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Вентилятор ВДН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8-ПР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279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Фильтр В-В </w:t>
            </w:r>
          </w:p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>(3 шт.)</w:t>
            </w:r>
            <w:r w:rsidRPr="00474A79">
              <w:rPr>
                <w:szCs w:val="28"/>
                <w:vertAlign w:val="superscript"/>
              </w:rPr>
              <w:t xml:space="preserve"> 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280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Фильтр В-В </w:t>
            </w:r>
          </w:p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>(2 шт.)</w:t>
            </w:r>
            <w:r w:rsidRPr="00474A79">
              <w:rPr>
                <w:szCs w:val="28"/>
                <w:vertAlign w:val="superscript"/>
              </w:rPr>
              <w:t xml:space="preserve"> 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281</w:t>
            </w:r>
          </w:p>
        </w:tc>
        <w:tc>
          <w:tcPr>
            <w:tcW w:w="2693" w:type="dxa"/>
            <w:shd w:val="clear" w:color="auto" w:fill="auto"/>
          </w:tcPr>
          <w:p w:rsidR="003F3EE0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Дымосос </w:t>
            </w:r>
          </w:p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>ДН-12,5х1000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282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szCs w:val="28"/>
              </w:rPr>
              <w:t>Дымосос ДН № 11,2 (под 22*1000) ПР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283</w:t>
            </w:r>
          </w:p>
        </w:tc>
        <w:tc>
          <w:tcPr>
            <w:tcW w:w="2693" w:type="dxa"/>
            <w:shd w:val="clear" w:color="auto" w:fill="auto"/>
          </w:tcPr>
          <w:p w:rsidR="003F3EE0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Дымосос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ДН № 12.5сх 3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284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Водоподогреватель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285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Солерастворитель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286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Воздуховод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287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Воздуховод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288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szCs w:val="28"/>
              </w:rPr>
              <w:t>Пароводяной подогреватель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289</w:t>
            </w:r>
          </w:p>
        </w:tc>
        <w:tc>
          <w:tcPr>
            <w:tcW w:w="2693" w:type="dxa"/>
            <w:shd w:val="clear" w:color="auto" w:fill="auto"/>
          </w:tcPr>
          <w:p w:rsidR="003F3EE0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Подогреватель пароводяной</w:t>
            </w:r>
            <w:r w:rsidRPr="00474A79">
              <w:rPr>
                <w:szCs w:val="28"/>
              </w:rPr>
              <w:t xml:space="preserve"> </w:t>
            </w:r>
          </w:p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szCs w:val="28"/>
              </w:rPr>
              <w:t>ПП 1-53-0,7-2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290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Пластинчатый теплообменник TL650SHSK/KBKL/105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291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Пластинчатый теплообменник ТL650SHSK/KBKL/105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292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Нагреватель мазута проточный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3F3EE0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293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Нагреватель мазута проточный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294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Электродвигатель А-250С6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295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Электродвигатель А250С622 кВт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296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Цистерна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49 м</w:t>
            </w:r>
            <w:r w:rsidRPr="00474A79">
              <w:rPr>
                <w:w w:val="105"/>
                <w:szCs w:val="28"/>
                <w:vertAlign w:val="superscript"/>
              </w:rPr>
              <w:t>3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</w:t>
            </w:r>
            <w:proofErr w:type="spellStart"/>
            <w:r w:rsidRPr="00474A79">
              <w:rPr>
                <w:szCs w:val="28"/>
              </w:rPr>
              <w:t>Комсомоль</w:t>
            </w:r>
            <w:r w:rsidR="003F3EE0">
              <w:rPr>
                <w:szCs w:val="28"/>
              </w:rPr>
              <w:t>-</w:t>
            </w:r>
            <w:r w:rsidRPr="00474A79">
              <w:rPr>
                <w:szCs w:val="28"/>
              </w:rPr>
              <w:t>ская</w:t>
            </w:r>
            <w:proofErr w:type="spellEnd"/>
            <w:r w:rsidRPr="00474A79">
              <w:rPr>
                <w:szCs w:val="28"/>
              </w:rPr>
              <w:t>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297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>Цистерна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49 м</w:t>
            </w:r>
            <w:r w:rsidRPr="00474A79">
              <w:rPr>
                <w:w w:val="105"/>
                <w:szCs w:val="28"/>
                <w:vertAlign w:val="superscript"/>
              </w:rPr>
              <w:t>3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298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pacing w:val="-4"/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>Цистерна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50 м3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299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Емкость для мазута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50 м</w:t>
            </w:r>
            <w:r w:rsidRPr="00474A79">
              <w:rPr>
                <w:w w:val="105"/>
                <w:szCs w:val="28"/>
                <w:vertAlign w:val="superscript"/>
              </w:rPr>
              <w:t>3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Емкость для мазута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50 м</w:t>
            </w:r>
            <w:r w:rsidRPr="00474A79">
              <w:rPr>
                <w:w w:val="105"/>
                <w:szCs w:val="28"/>
                <w:vertAlign w:val="superscript"/>
              </w:rPr>
              <w:t>3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FFFFFF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301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Счетчик холодной воды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FFFFFF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302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Счетчик холодной воды ВМХ-80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FFFFFF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303</w:t>
            </w:r>
          </w:p>
        </w:tc>
        <w:tc>
          <w:tcPr>
            <w:tcW w:w="2693" w:type="dxa"/>
            <w:shd w:val="clear" w:color="auto" w:fill="auto"/>
          </w:tcPr>
          <w:p w:rsidR="003F3EE0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Счетчик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ППТ-10/6,4 МНЗ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FFFFFF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t>304</w:t>
            </w:r>
          </w:p>
        </w:tc>
        <w:tc>
          <w:tcPr>
            <w:tcW w:w="2693" w:type="dxa"/>
            <w:shd w:val="clear" w:color="auto" w:fill="auto"/>
          </w:tcPr>
          <w:p w:rsidR="003F3EE0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Счетчик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ППТ-10/64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FFFFFF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t>305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>ВВП-11 2000-219 (секция №</w:t>
            </w:r>
            <w:r w:rsidR="003F3EE0">
              <w:rPr>
                <w:w w:val="105"/>
                <w:szCs w:val="28"/>
              </w:rPr>
              <w:t xml:space="preserve"> </w:t>
            </w:r>
            <w:r w:rsidRPr="00474A79">
              <w:rPr>
                <w:w w:val="105"/>
                <w:szCs w:val="28"/>
              </w:rPr>
              <w:t xml:space="preserve">11,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ПВ1- 219*2-Г-1.0-5.75-Т)</w:t>
            </w:r>
            <w:r w:rsidRPr="00474A79">
              <w:rPr>
                <w:szCs w:val="28"/>
                <w:vertAlign w:val="superscript"/>
              </w:rPr>
              <w:t xml:space="preserve"> 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FFFFFF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t>306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>ВВП-11 2000-219 (секция №11,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ПВ1- 219*2-Г-1.0-5.75-Т)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п. Октябрь, ул. Комсомольская, д. 39 (в 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FFFFFF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t>307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</w:pPr>
            <w:r w:rsidRPr="00474A79">
              <w:t xml:space="preserve">Трактор Т-25А,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t>год ввода в эксплуатацию – 1985, заводской номер машины (рамы) – 39367, двигатель № 902175, основной ведущий мост (мосты) – 394345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t xml:space="preserve">Ярославская область, </w:t>
            </w:r>
            <w:proofErr w:type="spellStart"/>
            <w:r w:rsidRPr="00474A79">
              <w:t>Некоузский</w:t>
            </w:r>
            <w:proofErr w:type="spellEnd"/>
            <w:r w:rsidRPr="00474A79">
              <w:t xml:space="preserve"> район, п. Октябрь, ул. Комсомольская, д. 39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FFFFFF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t>308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t xml:space="preserve">Экскаватор-погрузчик ЭО-2626, год ввода в эксплуатацию – 2011, заводской номер машины (рамы) – 571/808121686, двигатель № 617077, основной ведущий </w:t>
            </w:r>
            <w:r w:rsidRPr="00474A79">
              <w:lastRenderedPageBreak/>
              <w:t>мост (мосты) – 682071, 28144-04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lastRenderedPageBreak/>
              <w:t xml:space="preserve">Ярославская область, </w:t>
            </w:r>
            <w:proofErr w:type="spellStart"/>
            <w:r w:rsidRPr="00474A79">
              <w:t>Некоузский</w:t>
            </w:r>
            <w:proofErr w:type="spellEnd"/>
            <w:r w:rsidRPr="00474A79">
              <w:t xml:space="preserve"> район, п. Октябрь, ул. Комсомольская, д. 39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FFFFFF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t>309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</w:pPr>
            <w:r w:rsidRPr="00474A79">
              <w:t>Трактор МТЗ-82,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t>год ввода в эксплуатацию – 1990, заводской номер машины (рамы) – 290625, модель, номер двигателя – Д-240, 599080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t xml:space="preserve">Ярославская область, </w:t>
            </w:r>
            <w:proofErr w:type="spellStart"/>
            <w:r w:rsidRPr="00474A79">
              <w:t>Некоузский</w:t>
            </w:r>
            <w:proofErr w:type="spellEnd"/>
            <w:r w:rsidRPr="00474A79">
              <w:t xml:space="preserve"> район, п. Октябрь, ул. Комсомольская, д. 39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FFFFFF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t>310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</w:pPr>
            <w:r w:rsidRPr="00474A79">
              <w:t xml:space="preserve">Трактор ДТ-75, 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t>год ввода в эксплуатацию – 1985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t xml:space="preserve">Ярославская область, </w:t>
            </w:r>
            <w:proofErr w:type="spellStart"/>
            <w:r w:rsidRPr="00474A79">
              <w:t>Некоузский</w:t>
            </w:r>
            <w:proofErr w:type="spellEnd"/>
            <w:r w:rsidRPr="00474A79">
              <w:t xml:space="preserve"> район, п. Октябрь, ул. </w:t>
            </w:r>
            <w:proofErr w:type="spellStart"/>
            <w:r w:rsidRPr="00474A79">
              <w:t>Комсомоль</w:t>
            </w:r>
            <w:r w:rsidR="003F3EE0">
              <w:t>-</w:t>
            </w:r>
            <w:r w:rsidRPr="00474A79">
              <w:t>ская</w:t>
            </w:r>
            <w:proofErr w:type="spellEnd"/>
            <w:r w:rsidRPr="00474A79">
              <w:t>, д. 39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FFFFFF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t>311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t>Вертикально-сверлильный станок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t xml:space="preserve">Ярославская область, </w:t>
            </w:r>
            <w:proofErr w:type="spellStart"/>
            <w:r w:rsidRPr="00474A79">
              <w:t>Некоузский</w:t>
            </w:r>
            <w:proofErr w:type="spellEnd"/>
            <w:r w:rsidRPr="00474A79">
              <w:t xml:space="preserve"> район, п. Октябрь, ул. </w:t>
            </w:r>
            <w:proofErr w:type="spellStart"/>
            <w:r w:rsidRPr="00474A79">
              <w:t>Комсомоль</w:t>
            </w:r>
            <w:r w:rsidR="003F3EE0">
              <w:t>-</w:t>
            </w:r>
            <w:r w:rsidRPr="00474A79">
              <w:t>ская</w:t>
            </w:r>
            <w:proofErr w:type="spellEnd"/>
            <w:r w:rsidRPr="00474A79">
              <w:t>, д. 39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FFFFFF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t>312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t>Вертикально-сверлильный станок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t xml:space="preserve">Ярославская область, </w:t>
            </w:r>
            <w:proofErr w:type="spellStart"/>
            <w:r w:rsidRPr="00474A79">
              <w:t>Некоузский</w:t>
            </w:r>
            <w:proofErr w:type="spellEnd"/>
            <w:r w:rsidRPr="00474A79">
              <w:t xml:space="preserve"> район, п. Октябрь, ул. </w:t>
            </w:r>
            <w:proofErr w:type="spellStart"/>
            <w:r w:rsidRPr="00474A79">
              <w:t>Комсомоль</w:t>
            </w:r>
            <w:r w:rsidR="003F3EE0">
              <w:t>-</w:t>
            </w:r>
            <w:r w:rsidRPr="00474A79">
              <w:t>ская</w:t>
            </w:r>
            <w:proofErr w:type="spellEnd"/>
            <w:r w:rsidRPr="00474A79">
              <w:t>, д. 39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FFFFFF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t>313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t>Дизель-генератор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t xml:space="preserve">Ярославская область, </w:t>
            </w:r>
            <w:proofErr w:type="spellStart"/>
            <w:r w:rsidRPr="00474A79">
              <w:t>Некоузский</w:t>
            </w:r>
            <w:proofErr w:type="spellEnd"/>
            <w:r w:rsidRPr="00474A79">
              <w:t xml:space="preserve"> район, п. Октябрь, ул. </w:t>
            </w:r>
            <w:proofErr w:type="spellStart"/>
            <w:r w:rsidRPr="00474A79">
              <w:t>Комсомоль</w:t>
            </w:r>
            <w:r w:rsidR="003F3EE0">
              <w:t>-</w:t>
            </w:r>
            <w:r w:rsidRPr="00474A79">
              <w:t>ская</w:t>
            </w:r>
            <w:proofErr w:type="spellEnd"/>
            <w:r w:rsidRPr="00474A79">
              <w:t>, д. 39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314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t>Выпрямитель сварочный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t xml:space="preserve">Ярославская область, </w:t>
            </w:r>
            <w:proofErr w:type="spellStart"/>
            <w:r w:rsidRPr="00474A79">
              <w:t>Некоузский</w:t>
            </w:r>
            <w:proofErr w:type="spellEnd"/>
            <w:r w:rsidRPr="00474A79">
              <w:t xml:space="preserve"> район, п. Октябрь, ул. </w:t>
            </w:r>
            <w:proofErr w:type="spellStart"/>
            <w:r w:rsidRPr="00474A79">
              <w:t>Комсомоль</w:t>
            </w:r>
            <w:r w:rsidR="003F3EE0">
              <w:t>-</w:t>
            </w:r>
            <w:r w:rsidRPr="00474A79">
              <w:t>ская</w:t>
            </w:r>
            <w:proofErr w:type="spellEnd"/>
            <w:r w:rsidRPr="00474A79">
              <w:t>, д. 39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315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t xml:space="preserve">Помпа </w:t>
            </w:r>
            <w:proofErr w:type="spellStart"/>
            <w:r w:rsidRPr="00474A79">
              <w:t>Honda</w:t>
            </w:r>
            <w:proofErr w:type="spellEnd"/>
            <w:r w:rsidRPr="00474A79">
              <w:t xml:space="preserve"> SHE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  <w:highlight w:val="yellow"/>
              </w:rPr>
            </w:pPr>
            <w:r w:rsidRPr="00474A79">
              <w:t xml:space="preserve">Ярославская область, </w:t>
            </w:r>
            <w:proofErr w:type="spellStart"/>
            <w:r w:rsidRPr="00474A79">
              <w:t>Некоузский</w:t>
            </w:r>
            <w:proofErr w:type="spellEnd"/>
            <w:r w:rsidRPr="00474A79">
              <w:t xml:space="preserve"> район, п. Октябрь, ул. </w:t>
            </w:r>
            <w:proofErr w:type="spellStart"/>
            <w:r w:rsidRPr="00474A79">
              <w:t>Комсомоль</w:t>
            </w:r>
            <w:r w:rsidR="003F3EE0">
              <w:t>-</w:t>
            </w:r>
            <w:r w:rsidRPr="00474A79">
              <w:t>ская</w:t>
            </w:r>
            <w:proofErr w:type="spellEnd"/>
            <w:r w:rsidRPr="00474A79">
              <w:t>, д. 39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316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t>Компрессор С415М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t xml:space="preserve">Ярославская область, </w:t>
            </w:r>
            <w:proofErr w:type="spellStart"/>
            <w:r w:rsidRPr="00474A79">
              <w:t>Некоузский</w:t>
            </w:r>
            <w:proofErr w:type="spellEnd"/>
            <w:r w:rsidRPr="00474A79">
              <w:t xml:space="preserve"> район, п. Октябрь, ул. </w:t>
            </w:r>
            <w:proofErr w:type="spellStart"/>
            <w:r w:rsidRPr="00474A79">
              <w:t>Комсомоль</w:t>
            </w:r>
            <w:r w:rsidR="003F3EE0">
              <w:t>-</w:t>
            </w:r>
            <w:r w:rsidRPr="00474A79">
              <w:t>ская</w:t>
            </w:r>
            <w:proofErr w:type="spellEnd"/>
            <w:r w:rsidRPr="00474A79">
              <w:t>, д. 39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FFFFFF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t>317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Теплосеть, кадастровый номер 76:08:060504:964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Ярославская область, Некоуз</w:t>
            </w:r>
            <w:r w:rsidR="00506851">
              <w:rPr>
                <w:w w:val="105"/>
                <w:szCs w:val="28"/>
              </w:rPr>
              <w:t>-</w:t>
            </w:r>
            <w:proofErr w:type="spellStart"/>
            <w:r w:rsidRPr="00474A79">
              <w:rPr>
                <w:w w:val="105"/>
                <w:szCs w:val="28"/>
              </w:rPr>
              <w:t>ский</w:t>
            </w:r>
            <w:proofErr w:type="spellEnd"/>
            <w:r w:rsidRPr="00474A79">
              <w:rPr>
                <w:w w:val="105"/>
                <w:szCs w:val="28"/>
              </w:rPr>
              <w:t xml:space="preserve"> район, с. Воскресенское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  <w:r w:rsidRPr="00474A79">
              <w:rPr>
                <w:szCs w:val="28"/>
              </w:rPr>
              <w:t>2490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3F3EE0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318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Здание котельной, кадастровый номер 76:08:060504:724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Ярославская область, Некоуз</w:t>
            </w:r>
            <w:r w:rsidR="003F3EE0">
              <w:rPr>
                <w:w w:val="105"/>
                <w:szCs w:val="28"/>
              </w:rPr>
              <w:t>-</w:t>
            </w:r>
            <w:proofErr w:type="spellStart"/>
            <w:r w:rsidRPr="00474A79">
              <w:rPr>
                <w:w w:val="105"/>
                <w:szCs w:val="28"/>
              </w:rPr>
              <w:t>ский</w:t>
            </w:r>
            <w:proofErr w:type="spellEnd"/>
            <w:r w:rsidRPr="00474A79">
              <w:rPr>
                <w:w w:val="105"/>
                <w:szCs w:val="28"/>
              </w:rPr>
              <w:t xml:space="preserve"> район, с. Воскресенское, ул. Луговая, д. 2а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  <w:r w:rsidRPr="00474A79">
              <w:rPr>
                <w:szCs w:val="28"/>
              </w:rPr>
              <w:t>74,2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506851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319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Земельный участок, кадастровый номер 76:08:060504:616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506851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муниципальный район, Октябрь</w:t>
            </w:r>
            <w:r w:rsidR="002B7A12">
              <w:rPr>
                <w:szCs w:val="28"/>
              </w:rPr>
              <w:t>-</w:t>
            </w:r>
            <w:proofErr w:type="spellStart"/>
            <w:r w:rsidRPr="00474A79">
              <w:rPr>
                <w:szCs w:val="28"/>
              </w:rPr>
              <w:t>ское</w:t>
            </w:r>
            <w:proofErr w:type="spellEnd"/>
            <w:r w:rsidR="00506851">
              <w:rPr>
                <w:szCs w:val="28"/>
              </w:rPr>
              <w:t xml:space="preserve"> сельское поселение</w:t>
            </w:r>
            <w:r w:rsidRPr="00474A79">
              <w:rPr>
                <w:szCs w:val="28"/>
              </w:rPr>
              <w:t>, с. Воскресенское, ул. Луговая, 2а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  <w:r w:rsidRPr="00474A79">
              <w:rPr>
                <w:szCs w:val="28"/>
              </w:rPr>
              <w:t xml:space="preserve">808 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506851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Электроагрегат дизельный ПСМ АД 30С-Т400-1РГ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с. Воскресенское, ул. Лу</w:t>
            </w:r>
            <w:r w:rsidR="002B7A12">
              <w:rPr>
                <w:szCs w:val="28"/>
              </w:rPr>
              <w:t>-</w:t>
            </w:r>
            <w:proofErr w:type="spellStart"/>
            <w:r w:rsidRPr="00474A79">
              <w:rPr>
                <w:szCs w:val="28"/>
              </w:rPr>
              <w:t>говая</w:t>
            </w:r>
            <w:proofErr w:type="spellEnd"/>
            <w:r w:rsidRPr="00474A79">
              <w:rPr>
                <w:szCs w:val="28"/>
              </w:rPr>
              <w:t xml:space="preserve">, д. 2а </w:t>
            </w:r>
            <w:r w:rsidRPr="00474A79">
              <w:t>(в 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506851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321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>Котел водный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</w:p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с. Воскресенское, ул. Лу</w:t>
            </w:r>
            <w:r w:rsidR="002B7A12">
              <w:rPr>
                <w:szCs w:val="28"/>
              </w:rPr>
              <w:t>-</w:t>
            </w:r>
            <w:proofErr w:type="spellStart"/>
            <w:r w:rsidRPr="00474A79">
              <w:rPr>
                <w:szCs w:val="28"/>
              </w:rPr>
              <w:t>говая</w:t>
            </w:r>
            <w:proofErr w:type="spellEnd"/>
            <w:r w:rsidRPr="00474A79">
              <w:rPr>
                <w:szCs w:val="28"/>
              </w:rPr>
              <w:t xml:space="preserve">, д. 2а </w:t>
            </w:r>
            <w:r w:rsidRPr="00474A79">
              <w:t>(в 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rPr>
                <w:szCs w:val="28"/>
              </w:rPr>
            </w:pPr>
            <w:r w:rsidRPr="00474A79">
              <w:rPr>
                <w:szCs w:val="28"/>
              </w:rPr>
              <w:t>322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>Труба дымовая</w:t>
            </w:r>
            <w:r w:rsidRPr="00474A79">
              <w:rPr>
                <w:szCs w:val="28"/>
                <w:vertAlign w:val="superscript"/>
              </w:rPr>
              <w:t>2</w:t>
            </w:r>
          </w:p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</w:p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с. Воскресенское, ул. Лу</w:t>
            </w:r>
            <w:r w:rsidR="002B7A12">
              <w:rPr>
                <w:szCs w:val="28"/>
              </w:rPr>
              <w:t>-</w:t>
            </w:r>
            <w:proofErr w:type="spellStart"/>
            <w:r w:rsidRPr="00474A79">
              <w:rPr>
                <w:szCs w:val="28"/>
              </w:rPr>
              <w:t>говая</w:t>
            </w:r>
            <w:proofErr w:type="spellEnd"/>
            <w:r w:rsidRPr="00474A79">
              <w:rPr>
                <w:szCs w:val="28"/>
              </w:rPr>
              <w:t xml:space="preserve">, д. 2а </w:t>
            </w:r>
            <w:r w:rsidRPr="00474A79">
              <w:t>(в 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506851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323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pacing w:val="-4"/>
                <w:w w:val="105"/>
                <w:szCs w:val="28"/>
              </w:rPr>
              <w:t>Насос К-80-50-200 с электродвигателем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с. Воскресенское, ул. Лу</w:t>
            </w:r>
            <w:r w:rsidR="002B7A12">
              <w:rPr>
                <w:szCs w:val="28"/>
              </w:rPr>
              <w:t>-</w:t>
            </w:r>
            <w:proofErr w:type="spellStart"/>
            <w:r w:rsidRPr="00474A79">
              <w:rPr>
                <w:szCs w:val="28"/>
              </w:rPr>
              <w:t>говая</w:t>
            </w:r>
            <w:proofErr w:type="spellEnd"/>
            <w:r w:rsidRPr="00474A79">
              <w:rPr>
                <w:szCs w:val="28"/>
              </w:rPr>
              <w:t xml:space="preserve">, д. 2а </w:t>
            </w:r>
            <w:r w:rsidRPr="00474A79">
              <w:t>(в здании котельной)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506851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324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Теплосеть, кадастровый номер 76:08:060801:834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w w:val="105"/>
                <w:szCs w:val="28"/>
              </w:rPr>
              <w:t>Некоузский</w:t>
            </w:r>
            <w:proofErr w:type="spellEnd"/>
            <w:r w:rsidRPr="00474A79">
              <w:rPr>
                <w:w w:val="105"/>
                <w:szCs w:val="28"/>
              </w:rPr>
              <w:t xml:space="preserve"> район, с. </w:t>
            </w:r>
            <w:proofErr w:type="spellStart"/>
            <w:r w:rsidRPr="00474A79">
              <w:rPr>
                <w:w w:val="105"/>
                <w:szCs w:val="28"/>
              </w:rPr>
              <w:t>Мокеиха</w:t>
            </w:r>
            <w:proofErr w:type="spellEnd"/>
          </w:p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 xml:space="preserve">депо – ТК3 – д. </w:t>
            </w:r>
            <w:proofErr w:type="spellStart"/>
            <w:r w:rsidRPr="00474A79">
              <w:rPr>
                <w:w w:val="105"/>
                <w:szCs w:val="28"/>
              </w:rPr>
              <w:t>Сергеевское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  <w:r w:rsidRPr="00474A79">
              <w:rPr>
                <w:szCs w:val="28"/>
              </w:rPr>
              <w:t>1236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506851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325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Теплосеть, кадастровый номер 76:08:060801:833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w w:val="105"/>
                <w:szCs w:val="28"/>
              </w:rPr>
              <w:t>Некоузский</w:t>
            </w:r>
            <w:proofErr w:type="spellEnd"/>
            <w:r w:rsidRPr="00474A79">
              <w:rPr>
                <w:w w:val="105"/>
                <w:szCs w:val="28"/>
              </w:rPr>
              <w:t xml:space="preserve"> район, с. </w:t>
            </w:r>
            <w:proofErr w:type="spellStart"/>
            <w:r w:rsidRPr="00474A79">
              <w:rPr>
                <w:w w:val="105"/>
                <w:szCs w:val="28"/>
              </w:rPr>
              <w:t>Мокеиха</w:t>
            </w:r>
            <w:proofErr w:type="spellEnd"/>
          </w:p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>ТК6 – ул. Железнодорожная</w:t>
            </w:r>
          </w:p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  <w:r w:rsidRPr="00474A79">
              <w:rPr>
                <w:szCs w:val="28"/>
              </w:rPr>
              <w:t>614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506851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326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Теплосеть, кадастровый номер 76:08:060801:832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>Ярославская область, Некоуз</w:t>
            </w:r>
            <w:r w:rsidR="002B7A12">
              <w:rPr>
                <w:w w:val="105"/>
                <w:szCs w:val="28"/>
              </w:rPr>
              <w:t>-</w:t>
            </w:r>
            <w:proofErr w:type="spellStart"/>
            <w:r w:rsidRPr="00474A79">
              <w:rPr>
                <w:w w:val="105"/>
                <w:szCs w:val="28"/>
              </w:rPr>
              <w:t>ский</w:t>
            </w:r>
            <w:proofErr w:type="spellEnd"/>
            <w:r w:rsidR="002B7A12">
              <w:rPr>
                <w:w w:val="105"/>
                <w:szCs w:val="28"/>
              </w:rPr>
              <w:t xml:space="preserve"> район</w:t>
            </w:r>
            <w:r w:rsidRPr="00474A79">
              <w:rPr>
                <w:w w:val="105"/>
                <w:szCs w:val="28"/>
              </w:rPr>
              <w:t>, с. </w:t>
            </w:r>
            <w:proofErr w:type="spellStart"/>
            <w:r w:rsidRPr="00474A79">
              <w:rPr>
                <w:w w:val="105"/>
                <w:szCs w:val="28"/>
              </w:rPr>
              <w:t>Мокеиха</w:t>
            </w:r>
            <w:proofErr w:type="spellEnd"/>
            <w:r w:rsidRPr="00474A79">
              <w:rPr>
                <w:w w:val="105"/>
                <w:szCs w:val="28"/>
              </w:rPr>
              <w:t xml:space="preserve">, </w:t>
            </w:r>
          </w:p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 xml:space="preserve">УТ2 – </w:t>
            </w:r>
            <w:proofErr w:type="spellStart"/>
            <w:r w:rsidRPr="00474A79">
              <w:rPr>
                <w:w w:val="105"/>
                <w:szCs w:val="28"/>
              </w:rPr>
              <w:t>пожарка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  <w:r w:rsidRPr="00474A79">
              <w:rPr>
                <w:szCs w:val="28"/>
              </w:rPr>
              <w:t>6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506851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327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Теплосеть, кадастровый номер 76:08:060801:831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w w:val="105"/>
                <w:szCs w:val="28"/>
              </w:rPr>
              <w:t>Некоузский</w:t>
            </w:r>
            <w:proofErr w:type="spellEnd"/>
            <w:r w:rsidRPr="00474A79">
              <w:rPr>
                <w:w w:val="105"/>
                <w:szCs w:val="28"/>
              </w:rPr>
              <w:t xml:space="preserve"> район, с. </w:t>
            </w:r>
            <w:proofErr w:type="spellStart"/>
            <w:r w:rsidRPr="00474A79">
              <w:rPr>
                <w:w w:val="105"/>
                <w:szCs w:val="28"/>
              </w:rPr>
              <w:t>Мокеиха</w:t>
            </w:r>
            <w:proofErr w:type="spellEnd"/>
            <w:r w:rsidR="002B7A12">
              <w:rPr>
                <w:w w:val="105"/>
                <w:szCs w:val="28"/>
              </w:rPr>
              <w:t>,</w:t>
            </w:r>
          </w:p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котельная № 3 – ул. Централь</w:t>
            </w:r>
            <w:r w:rsidR="002B7A12">
              <w:rPr>
                <w:w w:val="105"/>
                <w:szCs w:val="28"/>
              </w:rPr>
              <w:t>-</w:t>
            </w:r>
            <w:proofErr w:type="spellStart"/>
            <w:r w:rsidRPr="00474A79">
              <w:rPr>
                <w:w w:val="105"/>
                <w:szCs w:val="28"/>
              </w:rPr>
              <w:t>ная</w:t>
            </w:r>
            <w:proofErr w:type="spellEnd"/>
            <w:r w:rsidRPr="00474A79">
              <w:rPr>
                <w:w w:val="105"/>
                <w:szCs w:val="28"/>
              </w:rPr>
              <w:t>, ДК – ул. Пограничная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  <w:r w:rsidRPr="00474A79">
              <w:rPr>
                <w:szCs w:val="28"/>
              </w:rPr>
              <w:t>2450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506851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328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proofErr w:type="spellStart"/>
            <w:r w:rsidRPr="00474A79">
              <w:rPr>
                <w:w w:val="105"/>
                <w:szCs w:val="28"/>
              </w:rPr>
              <w:t>Блочно</w:t>
            </w:r>
            <w:proofErr w:type="spellEnd"/>
            <w:r w:rsidRPr="00474A79">
              <w:rPr>
                <w:w w:val="105"/>
                <w:szCs w:val="28"/>
              </w:rPr>
              <w:t xml:space="preserve">-модульная котельная установка </w:t>
            </w:r>
            <w:r w:rsidR="002B7A12">
              <w:rPr>
                <w:w w:val="105"/>
                <w:szCs w:val="28"/>
              </w:rPr>
              <w:br/>
            </w:r>
            <w:r w:rsidRPr="00474A79">
              <w:rPr>
                <w:w w:val="105"/>
                <w:szCs w:val="28"/>
              </w:rPr>
              <w:t>БМКУ-В-5,0 МВт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с. </w:t>
            </w:r>
            <w:proofErr w:type="spellStart"/>
            <w:r w:rsidRPr="00474A79">
              <w:rPr>
                <w:szCs w:val="28"/>
              </w:rPr>
              <w:t>Мокеиха</w:t>
            </w:r>
            <w:proofErr w:type="spellEnd"/>
            <w:r w:rsidRPr="00474A79">
              <w:rPr>
                <w:szCs w:val="28"/>
              </w:rPr>
              <w:t>, ул. Центральная, д. 16а</w:t>
            </w:r>
          </w:p>
          <w:p w:rsidR="00474A79" w:rsidRPr="00474A79" w:rsidRDefault="00474A79" w:rsidP="00474A79">
            <w:pPr>
              <w:ind w:firstLine="0"/>
              <w:rPr>
                <w:szCs w:val="28"/>
              </w:rPr>
            </w:pPr>
          </w:p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506851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329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Земельный участок, </w:t>
            </w:r>
            <w:r w:rsidRPr="00474A79">
              <w:rPr>
                <w:spacing w:val="-4"/>
                <w:szCs w:val="28"/>
              </w:rPr>
              <w:t>кадастровый номер 76:08:060801:839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w w:val="105"/>
                <w:szCs w:val="28"/>
              </w:rPr>
            </w:pPr>
            <w:r w:rsidRPr="00474A79">
              <w:rPr>
                <w:szCs w:val="28"/>
              </w:rPr>
              <w:t xml:space="preserve">Ярославская </w:t>
            </w:r>
            <w:r w:rsidR="002B7A12">
              <w:rPr>
                <w:w w:val="105"/>
                <w:szCs w:val="28"/>
              </w:rPr>
              <w:t xml:space="preserve">область, </w:t>
            </w:r>
            <w:proofErr w:type="spellStart"/>
            <w:r w:rsidR="002B7A12">
              <w:rPr>
                <w:w w:val="105"/>
                <w:szCs w:val="28"/>
              </w:rPr>
              <w:t>Некоузский</w:t>
            </w:r>
            <w:proofErr w:type="spellEnd"/>
            <w:r w:rsidR="002B7A12">
              <w:rPr>
                <w:w w:val="105"/>
                <w:szCs w:val="28"/>
              </w:rPr>
              <w:t xml:space="preserve"> райо</w:t>
            </w:r>
            <w:r w:rsidRPr="00474A79">
              <w:rPr>
                <w:w w:val="105"/>
                <w:szCs w:val="28"/>
              </w:rPr>
              <w:t>н, с. </w:t>
            </w:r>
            <w:proofErr w:type="spellStart"/>
            <w:r w:rsidRPr="00474A79">
              <w:rPr>
                <w:w w:val="105"/>
                <w:szCs w:val="28"/>
              </w:rPr>
              <w:t>Мокеиха</w:t>
            </w:r>
            <w:proofErr w:type="spellEnd"/>
            <w:r w:rsidRPr="00474A79">
              <w:rPr>
                <w:w w:val="105"/>
                <w:szCs w:val="28"/>
              </w:rPr>
              <w:t>, ул. </w:t>
            </w:r>
            <w:proofErr w:type="gramStart"/>
            <w:r w:rsidRPr="00474A79">
              <w:rPr>
                <w:w w:val="105"/>
                <w:szCs w:val="28"/>
              </w:rPr>
              <w:t>Централь</w:t>
            </w:r>
            <w:r w:rsidR="002B7A12">
              <w:rPr>
                <w:w w:val="105"/>
                <w:szCs w:val="28"/>
              </w:rPr>
              <w:t>-</w:t>
            </w:r>
            <w:proofErr w:type="spellStart"/>
            <w:r w:rsidRPr="00474A79">
              <w:rPr>
                <w:w w:val="105"/>
                <w:szCs w:val="28"/>
              </w:rPr>
              <w:t>ная</w:t>
            </w:r>
            <w:proofErr w:type="spellEnd"/>
            <w:proofErr w:type="gramEnd"/>
            <w:r w:rsidRPr="00474A79">
              <w:rPr>
                <w:w w:val="105"/>
                <w:szCs w:val="28"/>
              </w:rPr>
              <w:t>, д. 16а</w:t>
            </w:r>
          </w:p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  <w:r w:rsidRPr="00474A79">
              <w:rPr>
                <w:spacing w:val="-4"/>
                <w:szCs w:val="28"/>
              </w:rPr>
              <w:t>3576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2B7A12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330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Установка </w:t>
            </w:r>
            <w:proofErr w:type="spellStart"/>
            <w:r w:rsidRPr="00474A79">
              <w:rPr>
                <w:szCs w:val="28"/>
              </w:rPr>
              <w:t>электрогенератор</w:t>
            </w:r>
            <w:r w:rsidRPr="00474A79">
              <w:rPr>
                <w:szCs w:val="28"/>
              </w:rPr>
              <w:softHyphen/>
              <w:t>ная</w:t>
            </w:r>
            <w:proofErr w:type="spellEnd"/>
            <w:r w:rsidRPr="00474A79">
              <w:rPr>
                <w:szCs w:val="28"/>
              </w:rPr>
              <w:t xml:space="preserve"> NORD STAR NS 200С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с. </w:t>
            </w:r>
            <w:proofErr w:type="spellStart"/>
            <w:r w:rsidRPr="00474A79">
              <w:rPr>
                <w:szCs w:val="28"/>
              </w:rPr>
              <w:t>Мокеиха</w:t>
            </w:r>
            <w:proofErr w:type="spellEnd"/>
            <w:r w:rsidRPr="00474A79">
              <w:rPr>
                <w:szCs w:val="28"/>
              </w:rPr>
              <w:t>, ул. Централь</w:t>
            </w:r>
            <w:r w:rsidR="002B7A12">
              <w:rPr>
                <w:szCs w:val="28"/>
              </w:rPr>
              <w:t>-</w:t>
            </w:r>
            <w:proofErr w:type="spellStart"/>
            <w:r w:rsidRPr="00474A79">
              <w:rPr>
                <w:szCs w:val="28"/>
              </w:rPr>
              <w:t>ная</w:t>
            </w:r>
            <w:proofErr w:type="spellEnd"/>
            <w:r w:rsidRPr="00474A79">
              <w:rPr>
                <w:szCs w:val="28"/>
              </w:rPr>
              <w:t>, д. 16а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2B7A12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331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Кран гусеничный</w:t>
            </w:r>
            <w:r w:rsidRPr="00474A79">
              <w:rPr>
                <w:szCs w:val="28"/>
                <w:vertAlign w:val="superscript"/>
              </w:rPr>
              <w:t>2</w:t>
            </w:r>
            <w:r w:rsidRPr="00474A79">
              <w:rPr>
                <w:w w:val="105"/>
                <w:szCs w:val="28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с. </w:t>
            </w:r>
            <w:proofErr w:type="spellStart"/>
            <w:r w:rsidRPr="00474A79">
              <w:rPr>
                <w:szCs w:val="28"/>
              </w:rPr>
              <w:t>Мокеиха</w:t>
            </w:r>
            <w:proofErr w:type="spellEnd"/>
            <w:r w:rsidRPr="00474A79">
              <w:rPr>
                <w:szCs w:val="28"/>
              </w:rPr>
              <w:t>, ул. Централь</w:t>
            </w:r>
            <w:r w:rsidR="002B7A12">
              <w:rPr>
                <w:szCs w:val="28"/>
              </w:rPr>
              <w:t>-</w:t>
            </w:r>
            <w:proofErr w:type="spellStart"/>
            <w:r w:rsidRPr="00474A79">
              <w:rPr>
                <w:szCs w:val="28"/>
              </w:rPr>
              <w:t>ная</w:t>
            </w:r>
            <w:proofErr w:type="spellEnd"/>
            <w:r w:rsidRPr="00474A79">
              <w:rPr>
                <w:szCs w:val="28"/>
              </w:rPr>
              <w:t>, д. 16а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2B7A12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332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 xml:space="preserve">Трактор ДТ-75, </w:t>
            </w:r>
            <w:r w:rsidRPr="00474A79">
              <w:t xml:space="preserve">год ввода в </w:t>
            </w:r>
            <w:proofErr w:type="spellStart"/>
            <w:r w:rsidRPr="00474A79">
              <w:t>эксплуа</w:t>
            </w:r>
            <w:r w:rsidR="002B7A12">
              <w:t>-</w:t>
            </w:r>
            <w:r w:rsidRPr="00474A79">
              <w:t>тацию</w:t>
            </w:r>
            <w:proofErr w:type="spellEnd"/>
            <w:r w:rsidRPr="00474A79">
              <w:t xml:space="preserve"> – 1990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с. </w:t>
            </w:r>
            <w:proofErr w:type="spellStart"/>
            <w:r w:rsidRPr="00474A79">
              <w:rPr>
                <w:szCs w:val="28"/>
              </w:rPr>
              <w:t>Мокеиха</w:t>
            </w:r>
            <w:proofErr w:type="spellEnd"/>
            <w:r w:rsidRPr="00474A79">
              <w:rPr>
                <w:szCs w:val="28"/>
              </w:rPr>
              <w:t>, ул. Централь</w:t>
            </w:r>
            <w:r w:rsidR="002B7A12">
              <w:rPr>
                <w:szCs w:val="28"/>
              </w:rPr>
              <w:t>-</w:t>
            </w:r>
            <w:proofErr w:type="spellStart"/>
            <w:r w:rsidRPr="00474A79">
              <w:rPr>
                <w:szCs w:val="28"/>
              </w:rPr>
              <w:t>ная</w:t>
            </w:r>
            <w:proofErr w:type="spellEnd"/>
            <w:r w:rsidRPr="00474A79">
              <w:rPr>
                <w:szCs w:val="28"/>
              </w:rPr>
              <w:t>, д. 16а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2B7A12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333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 xml:space="preserve">Трактор ДТ-75Н, </w:t>
            </w:r>
            <w:r w:rsidRPr="00474A79">
              <w:t>год ввода в эксплуатацию – 1983, заводской номер машины – 206110, модель, номер двигателя – СМД-18М, 736887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с. </w:t>
            </w:r>
            <w:proofErr w:type="spellStart"/>
            <w:r w:rsidRPr="00474A79">
              <w:rPr>
                <w:szCs w:val="28"/>
              </w:rPr>
              <w:t>Мокеиха</w:t>
            </w:r>
            <w:proofErr w:type="spellEnd"/>
            <w:r w:rsidRPr="00474A79">
              <w:rPr>
                <w:szCs w:val="28"/>
              </w:rPr>
              <w:t>, ул. Централь</w:t>
            </w:r>
            <w:r w:rsidR="002B7A12">
              <w:rPr>
                <w:szCs w:val="28"/>
              </w:rPr>
              <w:t>-</w:t>
            </w:r>
            <w:proofErr w:type="spellStart"/>
            <w:r w:rsidRPr="00474A79">
              <w:rPr>
                <w:szCs w:val="28"/>
              </w:rPr>
              <w:t>ная</w:t>
            </w:r>
            <w:proofErr w:type="spellEnd"/>
            <w:r w:rsidRPr="00474A79">
              <w:rPr>
                <w:szCs w:val="28"/>
              </w:rPr>
              <w:t>, д. 16а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2B7A12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334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>Трактор Т-40А,</w:t>
            </w:r>
          </w:p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t>год ввода в эксплуатацию – 1983, заводской номер машины – 209543, модель, номер двигателя – Д-37, 2015875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 xml:space="preserve">Ярославская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район, с. </w:t>
            </w:r>
            <w:proofErr w:type="spellStart"/>
            <w:r w:rsidRPr="00474A79">
              <w:rPr>
                <w:szCs w:val="28"/>
              </w:rPr>
              <w:t>Мокеиха</w:t>
            </w:r>
            <w:proofErr w:type="spellEnd"/>
            <w:r w:rsidRPr="00474A79">
              <w:rPr>
                <w:szCs w:val="28"/>
              </w:rPr>
              <w:t>, ул. Централь</w:t>
            </w:r>
            <w:r w:rsidR="002B7A12">
              <w:rPr>
                <w:szCs w:val="28"/>
              </w:rPr>
              <w:t>-</w:t>
            </w:r>
            <w:proofErr w:type="spellStart"/>
            <w:r w:rsidRPr="00474A79">
              <w:rPr>
                <w:szCs w:val="28"/>
              </w:rPr>
              <w:t>ная</w:t>
            </w:r>
            <w:proofErr w:type="spellEnd"/>
            <w:r w:rsidRPr="00474A79">
              <w:rPr>
                <w:szCs w:val="28"/>
              </w:rPr>
              <w:t>, д. 16а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pacing w:val="-4"/>
                <w:szCs w:val="28"/>
              </w:rPr>
            </w:pP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2B7A12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335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w w:val="105"/>
                <w:szCs w:val="28"/>
              </w:rPr>
            </w:pPr>
            <w:r w:rsidRPr="00474A79">
              <w:rPr>
                <w:w w:val="105"/>
                <w:szCs w:val="28"/>
              </w:rPr>
              <w:t>Гараж, кадастровый номер 76:08:060701:327</w:t>
            </w:r>
            <w:r w:rsidRPr="00474A79">
              <w:rPr>
                <w:szCs w:val="28"/>
                <w:vertAlign w:val="superscript"/>
              </w:rPr>
              <w:t>2</w:t>
            </w:r>
          </w:p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w w:val="105"/>
                <w:szCs w:val="28"/>
              </w:rPr>
              <w:t>Российская Федерация, Ярослав</w:t>
            </w:r>
            <w:r w:rsidR="002B7A12">
              <w:rPr>
                <w:w w:val="105"/>
                <w:szCs w:val="28"/>
              </w:rPr>
              <w:t>-</w:t>
            </w:r>
            <w:proofErr w:type="spellStart"/>
            <w:r w:rsidRPr="00474A79">
              <w:rPr>
                <w:w w:val="105"/>
                <w:szCs w:val="28"/>
              </w:rPr>
              <w:t>ская</w:t>
            </w:r>
            <w:proofErr w:type="spellEnd"/>
            <w:r w:rsidRPr="00474A79">
              <w:rPr>
                <w:w w:val="105"/>
                <w:szCs w:val="28"/>
              </w:rPr>
              <w:t xml:space="preserve"> область, </w:t>
            </w:r>
            <w:proofErr w:type="spellStart"/>
            <w:r w:rsidRPr="00474A79">
              <w:rPr>
                <w:w w:val="105"/>
                <w:szCs w:val="28"/>
              </w:rPr>
              <w:t>Некоузский</w:t>
            </w:r>
            <w:proofErr w:type="spellEnd"/>
            <w:r w:rsidRPr="00474A79">
              <w:rPr>
                <w:w w:val="105"/>
                <w:szCs w:val="28"/>
              </w:rPr>
              <w:t xml:space="preserve"> </w:t>
            </w:r>
            <w:proofErr w:type="spellStart"/>
            <w:r w:rsidRPr="00474A79">
              <w:rPr>
                <w:w w:val="105"/>
                <w:szCs w:val="28"/>
              </w:rPr>
              <w:t>муни</w:t>
            </w:r>
            <w:r w:rsidR="002B7A12">
              <w:rPr>
                <w:w w:val="105"/>
                <w:szCs w:val="28"/>
              </w:rPr>
              <w:t>-</w:t>
            </w:r>
            <w:r w:rsidRPr="00474A79">
              <w:rPr>
                <w:w w:val="105"/>
                <w:szCs w:val="28"/>
              </w:rPr>
              <w:t>ципальный</w:t>
            </w:r>
            <w:proofErr w:type="spellEnd"/>
            <w:r w:rsidRPr="00474A79">
              <w:rPr>
                <w:w w:val="105"/>
                <w:szCs w:val="28"/>
              </w:rPr>
              <w:t xml:space="preserve"> район, Октябрьское сельское поселение, п. Октябрь, ул. Транспортная, стр. 7б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  <w:r w:rsidRPr="00474A79">
              <w:rPr>
                <w:szCs w:val="28"/>
              </w:rPr>
              <w:t>325,5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2B7A12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336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Земельный участок, кадастровый номер 76:08:060710:30</w:t>
            </w:r>
          </w:p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Российская Федерация, Ярослав</w:t>
            </w:r>
            <w:r w:rsidR="002B7A12">
              <w:rPr>
                <w:szCs w:val="28"/>
              </w:rPr>
              <w:t>-</w:t>
            </w:r>
            <w:proofErr w:type="spellStart"/>
            <w:r w:rsidRPr="00474A79">
              <w:rPr>
                <w:szCs w:val="28"/>
              </w:rPr>
              <w:t>ская</w:t>
            </w:r>
            <w:proofErr w:type="spellEnd"/>
            <w:r w:rsidRPr="00474A79">
              <w:rPr>
                <w:szCs w:val="28"/>
              </w:rPr>
              <w:t xml:space="preserve"> область, </w:t>
            </w:r>
            <w:proofErr w:type="spellStart"/>
            <w:r w:rsidRPr="00474A79">
              <w:rPr>
                <w:szCs w:val="28"/>
              </w:rPr>
              <w:t>Некоузский</w:t>
            </w:r>
            <w:proofErr w:type="spellEnd"/>
            <w:r w:rsidRPr="00474A79">
              <w:rPr>
                <w:szCs w:val="28"/>
              </w:rPr>
              <w:t xml:space="preserve"> </w:t>
            </w:r>
            <w:proofErr w:type="spellStart"/>
            <w:r w:rsidRPr="00474A79">
              <w:rPr>
                <w:szCs w:val="28"/>
              </w:rPr>
              <w:t>муни</w:t>
            </w:r>
            <w:r w:rsidR="002B7A12">
              <w:rPr>
                <w:szCs w:val="28"/>
              </w:rPr>
              <w:t>-</w:t>
            </w:r>
            <w:r w:rsidRPr="00474A79">
              <w:rPr>
                <w:szCs w:val="28"/>
              </w:rPr>
              <w:t>ципальный</w:t>
            </w:r>
            <w:proofErr w:type="spellEnd"/>
            <w:r w:rsidRPr="00474A79">
              <w:rPr>
                <w:szCs w:val="28"/>
              </w:rPr>
              <w:t xml:space="preserve"> р</w:t>
            </w:r>
            <w:r w:rsidR="002B7A12">
              <w:rPr>
                <w:szCs w:val="28"/>
              </w:rPr>
              <w:t>айо</w:t>
            </w:r>
            <w:r w:rsidRPr="00474A79">
              <w:rPr>
                <w:szCs w:val="28"/>
              </w:rPr>
              <w:t>н, Октябрьское</w:t>
            </w:r>
            <w:r w:rsidR="002B7A12">
              <w:rPr>
                <w:szCs w:val="28"/>
              </w:rPr>
              <w:t xml:space="preserve"> сельское поселение</w:t>
            </w:r>
            <w:r w:rsidRPr="00474A79">
              <w:rPr>
                <w:szCs w:val="28"/>
              </w:rPr>
              <w:t>, п. Октябрь,</w:t>
            </w:r>
            <w:r w:rsidR="002B7A12">
              <w:rPr>
                <w:szCs w:val="28"/>
              </w:rPr>
              <w:t xml:space="preserve"> </w:t>
            </w:r>
            <w:r w:rsidRPr="00474A79">
              <w:rPr>
                <w:szCs w:val="28"/>
              </w:rPr>
              <w:t>ул. Транспортная, 7б</w:t>
            </w: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  <w:r w:rsidRPr="00474A79">
              <w:rPr>
                <w:szCs w:val="28"/>
              </w:rPr>
              <w:t>810</w:t>
            </w:r>
          </w:p>
        </w:tc>
      </w:tr>
      <w:tr w:rsidR="00474A79" w:rsidRPr="00474A79" w:rsidTr="00474A79">
        <w:tc>
          <w:tcPr>
            <w:tcW w:w="709" w:type="dxa"/>
            <w:shd w:val="clear" w:color="auto" w:fill="auto"/>
          </w:tcPr>
          <w:p w:rsidR="00474A79" w:rsidRPr="00474A79" w:rsidRDefault="002B7A12" w:rsidP="00474A7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337</w:t>
            </w:r>
          </w:p>
        </w:tc>
        <w:tc>
          <w:tcPr>
            <w:tcW w:w="2693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Наружные сети теплоснабжения, кадастровый номер 76:13:030905:558</w:t>
            </w:r>
            <w:r w:rsidRPr="00474A79">
              <w:rPr>
                <w:szCs w:val="28"/>
                <w:vertAlign w:val="superscript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  <w:r w:rsidRPr="00474A79">
              <w:rPr>
                <w:szCs w:val="28"/>
              </w:rPr>
              <w:t>Ярославская обл</w:t>
            </w:r>
            <w:r w:rsidR="002B7A12">
              <w:rPr>
                <w:szCs w:val="28"/>
              </w:rPr>
              <w:t>асть, Ростовский райо</w:t>
            </w:r>
            <w:r w:rsidRPr="00474A79">
              <w:rPr>
                <w:szCs w:val="28"/>
              </w:rPr>
              <w:t>н, Петровское</w:t>
            </w:r>
            <w:r w:rsidR="002B7A12">
              <w:rPr>
                <w:szCs w:val="28"/>
              </w:rPr>
              <w:t xml:space="preserve"> сельское поселение</w:t>
            </w:r>
            <w:r w:rsidRPr="00474A79">
              <w:rPr>
                <w:szCs w:val="28"/>
              </w:rPr>
              <w:t xml:space="preserve">, </w:t>
            </w:r>
            <w:proofErr w:type="spellStart"/>
            <w:r w:rsidRPr="00474A79">
              <w:rPr>
                <w:szCs w:val="28"/>
              </w:rPr>
              <w:t>рп</w:t>
            </w:r>
            <w:proofErr w:type="spellEnd"/>
            <w:r w:rsidRPr="00474A79">
              <w:rPr>
                <w:szCs w:val="28"/>
              </w:rPr>
              <w:t xml:space="preserve"> Петровское, в/г 825</w:t>
            </w:r>
          </w:p>
          <w:p w:rsidR="00474A79" w:rsidRPr="00474A79" w:rsidRDefault="00474A79" w:rsidP="00474A79">
            <w:pPr>
              <w:tabs>
                <w:tab w:val="left" w:pos="284"/>
              </w:tabs>
              <w:suppressAutoHyphens/>
              <w:ind w:firstLine="0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74A79" w:rsidRPr="00474A79" w:rsidRDefault="00474A79" w:rsidP="00474A79">
            <w:pPr>
              <w:ind w:firstLine="0"/>
              <w:jc w:val="center"/>
              <w:outlineLvl w:val="0"/>
              <w:rPr>
                <w:szCs w:val="28"/>
              </w:rPr>
            </w:pPr>
            <w:r w:rsidRPr="00474A79">
              <w:rPr>
                <w:szCs w:val="28"/>
              </w:rPr>
              <w:t>210</w:t>
            </w:r>
          </w:p>
        </w:tc>
      </w:tr>
    </w:tbl>
    <w:p w:rsidR="008A14EB" w:rsidRPr="00696194" w:rsidRDefault="008A14EB" w:rsidP="008A14EB">
      <w:pPr>
        <w:ind w:firstLine="0"/>
        <w:rPr>
          <w:szCs w:val="28"/>
        </w:rPr>
      </w:pPr>
    </w:p>
    <w:p w:rsidR="008A14EB" w:rsidRPr="002B7A12" w:rsidRDefault="008A14EB" w:rsidP="008A14EB">
      <w:pPr>
        <w:ind w:left="5103" w:hanging="4536"/>
        <w:rPr>
          <w:szCs w:val="28"/>
        </w:rPr>
      </w:pPr>
      <w:proofErr w:type="gramStart"/>
      <w:r w:rsidRPr="002B7A12">
        <w:rPr>
          <w:szCs w:val="28"/>
          <w:vertAlign w:val="superscript"/>
        </w:rPr>
        <w:t>1  </w:t>
      </w:r>
      <w:r w:rsidRPr="002B7A12">
        <w:rPr>
          <w:szCs w:val="28"/>
        </w:rPr>
        <w:t>Имущество</w:t>
      </w:r>
      <w:proofErr w:type="gramEnd"/>
      <w:r w:rsidRPr="002B7A12">
        <w:rPr>
          <w:szCs w:val="28"/>
        </w:rPr>
        <w:t xml:space="preserve"> является объектом культурного наследия.</w:t>
      </w:r>
    </w:p>
    <w:p w:rsidR="008A14EB" w:rsidRPr="002B7A12" w:rsidRDefault="008A14EB" w:rsidP="008A14EB">
      <w:pPr>
        <w:rPr>
          <w:szCs w:val="28"/>
        </w:rPr>
      </w:pPr>
      <w:proofErr w:type="gramStart"/>
      <w:r w:rsidRPr="002B7A12">
        <w:rPr>
          <w:szCs w:val="28"/>
          <w:vertAlign w:val="superscript"/>
        </w:rPr>
        <w:t>2  </w:t>
      </w:r>
      <w:r w:rsidRPr="002B7A12">
        <w:rPr>
          <w:szCs w:val="28"/>
        </w:rPr>
        <w:t>Имущество</w:t>
      </w:r>
      <w:proofErr w:type="gramEnd"/>
      <w:r w:rsidRPr="002B7A12">
        <w:rPr>
          <w:szCs w:val="28"/>
        </w:rPr>
        <w:t xml:space="preserve"> подлежит приватизации после передачи в казну Ярославской области в установленном порядке.</w:t>
      </w:r>
    </w:p>
    <w:p w:rsidR="008A14EB" w:rsidRPr="00586C8B" w:rsidRDefault="008A14EB" w:rsidP="008A14EB">
      <w:pPr>
        <w:ind w:left="5103" w:hanging="4536"/>
        <w:rPr>
          <w:szCs w:val="28"/>
        </w:rPr>
      </w:pPr>
      <w:proofErr w:type="gramStart"/>
      <w:r w:rsidRPr="002B7A12">
        <w:rPr>
          <w:szCs w:val="28"/>
          <w:vertAlign w:val="superscript"/>
        </w:rPr>
        <w:t>3</w:t>
      </w:r>
      <w:r w:rsidRPr="002B7A12">
        <w:rPr>
          <w:szCs w:val="28"/>
        </w:rPr>
        <w:t>  Имущество</w:t>
      </w:r>
      <w:proofErr w:type="gramEnd"/>
      <w:r w:rsidRPr="002B7A12">
        <w:rPr>
          <w:szCs w:val="28"/>
        </w:rPr>
        <w:t xml:space="preserve"> подлежит приватизации после снятия обременений.</w:t>
      </w:r>
    </w:p>
    <w:p w:rsidR="008A14EB" w:rsidRDefault="008A14EB" w:rsidP="008A14EB">
      <w:pPr>
        <w:ind w:firstLine="0"/>
        <w:jc w:val="center"/>
        <w:rPr>
          <w:szCs w:val="28"/>
        </w:rPr>
      </w:pPr>
    </w:p>
    <w:p w:rsidR="00572F15" w:rsidRPr="00A57AFF" w:rsidRDefault="00572F1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</w:p>
    <w:sectPr w:rsidR="00572F15" w:rsidRPr="00A57AFF" w:rsidSect="00777ED7">
      <w:headerReference w:type="even" r:id="rId11"/>
      <w:headerReference w:type="default" r:id="rId12"/>
      <w:pgSz w:w="11906" w:h="16838" w:code="9"/>
      <w:pgMar w:top="993" w:right="567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EE0" w:rsidRDefault="003F3EE0">
      <w:r>
        <w:separator/>
      </w:r>
    </w:p>
    <w:p w:rsidR="003F3EE0" w:rsidRDefault="003F3EE0"/>
    <w:p w:rsidR="003F3EE0" w:rsidRDefault="003F3EE0"/>
  </w:endnote>
  <w:endnote w:type="continuationSeparator" w:id="0">
    <w:p w:rsidR="003F3EE0" w:rsidRDefault="003F3EE0">
      <w:r>
        <w:continuationSeparator/>
      </w:r>
    </w:p>
    <w:p w:rsidR="003F3EE0" w:rsidRDefault="003F3EE0"/>
    <w:p w:rsidR="003F3EE0" w:rsidRDefault="003F3E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EE0" w:rsidRDefault="003F3EE0">
      <w:r>
        <w:separator/>
      </w:r>
    </w:p>
    <w:p w:rsidR="003F3EE0" w:rsidRDefault="003F3EE0"/>
    <w:p w:rsidR="003F3EE0" w:rsidRDefault="003F3EE0"/>
  </w:footnote>
  <w:footnote w:type="continuationSeparator" w:id="0">
    <w:p w:rsidR="003F3EE0" w:rsidRDefault="003F3EE0">
      <w:r>
        <w:continuationSeparator/>
      </w:r>
    </w:p>
    <w:p w:rsidR="003F3EE0" w:rsidRDefault="003F3EE0"/>
    <w:p w:rsidR="003F3EE0" w:rsidRDefault="003F3E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EE0" w:rsidRDefault="003F3EE0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F3EE0" w:rsidRDefault="003F3EE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3F3EE0" w:rsidRDefault="003F3EE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34C">
          <w:rPr>
            <w:noProof/>
          </w:rPr>
          <w:t>4</w:t>
        </w:r>
        <w:r>
          <w:fldChar w:fldCharType="end"/>
        </w:r>
      </w:p>
    </w:sdtContent>
  </w:sdt>
  <w:p w:rsidR="003F3EE0" w:rsidRDefault="003F3EE0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65204"/>
    <w:multiLevelType w:val="multilevel"/>
    <w:tmpl w:val="752489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1126C7"/>
    <w:multiLevelType w:val="hybridMultilevel"/>
    <w:tmpl w:val="72F0DCA4"/>
    <w:lvl w:ilvl="0" w:tplc="C8109B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4" w15:restartNumberingAfterBreak="0">
    <w:nsid w:val="2A8A2534"/>
    <w:multiLevelType w:val="hybridMultilevel"/>
    <w:tmpl w:val="C818F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 w15:restartNumberingAfterBreak="0">
    <w:nsid w:val="2CAF0314"/>
    <w:multiLevelType w:val="multilevel"/>
    <w:tmpl w:val="3E5E0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CB272B9"/>
    <w:multiLevelType w:val="multilevel"/>
    <w:tmpl w:val="FF74A7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3E73DD1"/>
    <w:multiLevelType w:val="multilevel"/>
    <w:tmpl w:val="595201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8EC4B3B"/>
    <w:multiLevelType w:val="hybridMultilevel"/>
    <w:tmpl w:val="9BF6C57A"/>
    <w:lvl w:ilvl="0" w:tplc="C8109B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5" w15:restartNumberingAfterBreak="0">
    <w:nsid w:val="4ABA0D82"/>
    <w:multiLevelType w:val="hybridMultilevel"/>
    <w:tmpl w:val="BEB84B6C"/>
    <w:lvl w:ilvl="0" w:tplc="C2AA7E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42C6E6E"/>
    <w:multiLevelType w:val="hybridMultilevel"/>
    <w:tmpl w:val="19481EF2"/>
    <w:lvl w:ilvl="0" w:tplc="C8109B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34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38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3"/>
  </w:num>
  <w:num w:numId="2">
    <w:abstractNumId w:val="40"/>
  </w:num>
  <w:num w:numId="3">
    <w:abstractNumId w:val="13"/>
  </w:num>
  <w:num w:numId="4">
    <w:abstractNumId w:val="1"/>
  </w:num>
  <w:num w:numId="5">
    <w:abstractNumId w:val="26"/>
  </w:num>
  <w:num w:numId="6">
    <w:abstractNumId w:val="23"/>
  </w:num>
  <w:num w:numId="7">
    <w:abstractNumId w:val="21"/>
  </w:num>
  <w:num w:numId="8">
    <w:abstractNumId w:val="34"/>
  </w:num>
  <w:num w:numId="9">
    <w:abstractNumId w:val="11"/>
  </w:num>
  <w:num w:numId="10">
    <w:abstractNumId w:val="19"/>
  </w:num>
  <w:num w:numId="11">
    <w:abstractNumId w:val="35"/>
  </w:num>
  <w:num w:numId="12">
    <w:abstractNumId w:val="36"/>
  </w:num>
  <w:num w:numId="13">
    <w:abstractNumId w:val="7"/>
  </w:num>
  <w:num w:numId="14">
    <w:abstractNumId w:val="37"/>
  </w:num>
  <w:num w:numId="15">
    <w:abstractNumId w:val="12"/>
  </w:num>
  <w:num w:numId="16">
    <w:abstractNumId w:val="32"/>
  </w:num>
  <w:num w:numId="17">
    <w:abstractNumId w:val="27"/>
  </w:num>
  <w:num w:numId="18">
    <w:abstractNumId w:val="39"/>
  </w:num>
  <w:num w:numId="19">
    <w:abstractNumId w:val="38"/>
  </w:num>
  <w:num w:numId="20">
    <w:abstractNumId w:val="18"/>
  </w:num>
  <w:num w:numId="21">
    <w:abstractNumId w:val="31"/>
  </w:num>
  <w:num w:numId="22">
    <w:abstractNumId w:val="24"/>
  </w:num>
  <w:num w:numId="23">
    <w:abstractNumId w:val="10"/>
  </w:num>
  <w:num w:numId="24">
    <w:abstractNumId w:val="29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30"/>
  </w:num>
  <w:num w:numId="31">
    <w:abstractNumId w:val="9"/>
  </w:num>
  <w:num w:numId="32">
    <w:abstractNumId w:val="25"/>
  </w:num>
  <w:num w:numId="33">
    <w:abstractNumId w:val="15"/>
  </w:num>
  <w:num w:numId="34">
    <w:abstractNumId w:val="6"/>
  </w:num>
  <w:num w:numId="35">
    <w:abstractNumId w:val="16"/>
  </w:num>
  <w:num w:numId="36">
    <w:abstractNumId w:val="20"/>
  </w:num>
  <w:num w:numId="37">
    <w:abstractNumId w:val="17"/>
  </w:num>
  <w:num w:numId="38">
    <w:abstractNumId w:val="28"/>
  </w:num>
  <w:num w:numId="39">
    <w:abstractNumId w:val="8"/>
  </w:num>
  <w:num w:numId="40">
    <w:abstractNumId w:val="14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autoHyphenation/>
  <w:hyphenationZone w:val="357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467"/>
    <w:rsid w:val="000005F7"/>
    <w:rsid w:val="00001672"/>
    <w:rsid w:val="00001BD4"/>
    <w:rsid w:val="00001DDC"/>
    <w:rsid w:val="00002D87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8D0"/>
    <w:rsid w:val="00016CA8"/>
    <w:rsid w:val="00016CC0"/>
    <w:rsid w:val="00016D14"/>
    <w:rsid w:val="00020ADC"/>
    <w:rsid w:val="000211FA"/>
    <w:rsid w:val="000222C9"/>
    <w:rsid w:val="0002420F"/>
    <w:rsid w:val="0002491A"/>
    <w:rsid w:val="00025369"/>
    <w:rsid w:val="00025703"/>
    <w:rsid w:val="00025DDB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52B"/>
    <w:rsid w:val="00042FA4"/>
    <w:rsid w:val="0004326A"/>
    <w:rsid w:val="00043298"/>
    <w:rsid w:val="000432A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A7E7B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3883"/>
    <w:rsid w:val="000D4538"/>
    <w:rsid w:val="000D4A2C"/>
    <w:rsid w:val="000D4AE5"/>
    <w:rsid w:val="000D5465"/>
    <w:rsid w:val="000D5599"/>
    <w:rsid w:val="000D5D17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E7CC6"/>
    <w:rsid w:val="000F0A99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1BAA"/>
    <w:rsid w:val="0010259B"/>
    <w:rsid w:val="00102DA2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373"/>
    <w:rsid w:val="0011152C"/>
    <w:rsid w:val="0011193D"/>
    <w:rsid w:val="00112051"/>
    <w:rsid w:val="00112654"/>
    <w:rsid w:val="00112FE3"/>
    <w:rsid w:val="0011334F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2904"/>
    <w:rsid w:val="00133629"/>
    <w:rsid w:val="00133E2B"/>
    <w:rsid w:val="001362C4"/>
    <w:rsid w:val="00136636"/>
    <w:rsid w:val="00136C9F"/>
    <w:rsid w:val="001408C9"/>
    <w:rsid w:val="0014122C"/>
    <w:rsid w:val="00141314"/>
    <w:rsid w:val="0014174A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47917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1AC"/>
    <w:rsid w:val="00160292"/>
    <w:rsid w:val="0016042C"/>
    <w:rsid w:val="00161FBB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01D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4756"/>
    <w:rsid w:val="00194EC2"/>
    <w:rsid w:val="001A0771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BC1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1EC"/>
    <w:rsid w:val="001D5248"/>
    <w:rsid w:val="001D5AF4"/>
    <w:rsid w:val="001D5C73"/>
    <w:rsid w:val="001D5DF9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D7E2D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9CC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66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001B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1A5A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9D6"/>
    <w:rsid w:val="002A0BF2"/>
    <w:rsid w:val="002A1105"/>
    <w:rsid w:val="002A26FB"/>
    <w:rsid w:val="002A286D"/>
    <w:rsid w:val="002A414C"/>
    <w:rsid w:val="002A4B4B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3F3"/>
    <w:rsid w:val="002B7A12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E74C2"/>
    <w:rsid w:val="002F0017"/>
    <w:rsid w:val="002F15AB"/>
    <w:rsid w:val="002F180C"/>
    <w:rsid w:val="002F182E"/>
    <w:rsid w:val="002F1CDA"/>
    <w:rsid w:val="002F2EB0"/>
    <w:rsid w:val="002F4F63"/>
    <w:rsid w:val="002F5391"/>
    <w:rsid w:val="002F58E1"/>
    <w:rsid w:val="002F6167"/>
    <w:rsid w:val="002F642C"/>
    <w:rsid w:val="002F6CF5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06E2A"/>
    <w:rsid w:val="003103AA"/>
    <w:rsid w:val="00310F64"/>
    <w:rsid w:val="00311070"/>
    <w:rsid w:val="00311276"/>
    <w:rsid w:val="00311A90"/>
    <w:rsid w:val="00311B32"/>
    <w:rsid w:val="003136E8"/>
    <w:rsid w:val="00313719"/>
    <w:rsid w:val="0031371B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27E98"/>
    <w:rsid w:val="0033049B"/>
    <w:rsid w:val="00330657"/>
    <w:rsid w:val="00330914"/>
    <w:rsid w:val="00330B5C"/>
    <w:rsid w:val="0033166F"/>
    <w:rsid w:val="00331A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6DA3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AAC"/>
    <w:rsid w:val="00365163"/>
    <w:rsid w:val="00365619"/>
    <w:rsid w:val="00366B63"/>
    <w:rsid w:val="003672E2"/>
    <w:rsid w:val="003679A5"/>
    <w:rsid w:val="00367E70"/>
    <w:rsid w:val="003709FE"/>
    <w:rsid w:val="00370B99"/>
    <w:rsid w:val="0037169C"/>
    <w:rsid w:val="00372A69"/>
    <w:rsid w:val="003735A0"/>
    <w:rsid w:val="003737B0"/>
    <w:rsid w:val="00373C7E"/>
    <w:rsid w:val="00374122"/>
    <w:rsid w:val="003750F7"/>
    <w:rsid w:val="003764BE"/>
    <w:rsid w:val="00376DB4"/>
    <w:rsid w:val="00380E96"/>
    <w:rsid w:val="00381071"/>
    <w:rsid w:val="00381AC1"/>
    <w:rsid w:val="00381F7D"/>
    <w:rsid w:val="00382F70"/>
    <w:rsid w:val="0038336E"/>
    <w:rsid w:val="0038374B"/>
    <w:rsid w:val="00384A4C"/>
    <w:rsid w:val="00384FC2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2725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1957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41E4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EE0"/>
    <w:rsid w:val="003F3FFA"/>
    <w:rsid w:val="003F48DD"/>
    <w:rsid w:val="003F55D9"/>
    <w:rsid w:val="003F5809"/>
    <w:rsid w:val="003F6066"/>
    <w:rsid w:val="003F7A1D"/>
    <w:rsid w:val="004006A4"/>
    <w:rsid w:val="0040083C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265E0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4A79"/>
    <w:rsid w:val="00475A15"/>
    <w:rsid w:val="00476553"/>
    <w:rsid w:val="00476D8A"/>
    <w:rsid w:val="0047742C"/>
    <w:rsid w:val="00480122"/>
    <w:rsid w:val="004818E1"/>
    <w:rsid w:val="00482729"/>
    <w:rsid w:val="00482D74"/>
    <w:rsid w:val="0048342C"/>
    <w:rsid w:val="004835D8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2C"/>
    <w:rsid w:val="0049345E"/>
    <w:rsid w:val="004948FC"/>
    <w:rsid w:val="00494AB3"/>
    <w:rsid w:val="004953E6"/>
    <w:rsid w:val="00495483"/>
    <w:rsid w:val="00495A1E"/>
    <w:rsid w:val="00495F00"/>
    <w:rsid w:val="00496214"/>
    <w:rsid w:val="00496F3F"/>
    <w:rsid w:val="00497B47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A"/>
    <w:rsid w:val="004B142E"/>
    <w:rsid w:val="004B2EE2"/>
    <w:rsid w:val="004B2FF5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35C0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926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8E9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6851"/>
    <w:rsid w:val="005072E3"/>
    <w:rsid w:val="00507B6D"/>
    <w:rsid w:val="00507FCB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4E2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725"/>
    <w:rsid w:val="00591B27"/>
    <w:rsid w:val="00592023"/>
    <w:rsid w:val="00594D99"/>
    <w:rsid w:val="00595C27"/>
    <w:rsid w:val="0059639B"/>
    <w:rsid w:val="00596D62"/>
    <w:rsid w:val="00596D8F"/>
    <w:rsid w:val="00596ED8"/>
    <w:rsid w:val="0059775F"/>
    <w:rsid w:val="0059790D"/>
    <w:rsid w:val="005A034E"/>
    <w:rsid w:val="005A055F"/>
    <w:rsid w:val="005A0ABD"/>
    <w:rsid w:val="005A0EE7"/>
    <w:rsid w:val="005A1D40"/>
    <w:rsid w:val="005A2605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4B67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586"/>
    <w:rsid w:val="005C1E7E"/>
    <w:rsid w:val="005C1EE0"/>
    <w:rsid w:val="005C22EC"/>
    <w:rsid w:val="005C2E55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2B71"/>
    <w:rsid w:val="005E380F"/>
    <w:rsid w:val="005E465A"/>
    <w:rsid w:val="005E504E"/>
    <w:rsid w:val="005E6095"/>
    <w:rsid w:val="005E66A5"/>
    <w:rsid w:val="005E747B"/>
    <w:rsid w:val="005F0168"/>
    <w:rsid w:val="005F1DE6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1433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4F5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2B35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18A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5F45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4BE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30CD4"/>
    <w:rsid w:val="007316E2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0C2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67B1F"/>
    <w:rsid w:val="00770A07"/>
    <w:rsid w:val="00770DF3"/>
    <w:rsid w:val="00771D0C"/>
    <w:rsid w:val="00772A8C"/>
    <w:rsid w:val="007733B8"/>
    <w:rsid w:val="00773757"/>
    <w:rsid w:val="00773A38"/>
    <w:rsid w:val="00773C0E"/>
    <w:rsid w:val="0077432A"/>
    <w:rsid w:val="00774865"/>
    <w:rsid w:val="00774EC4"/>
    <w:rsid w:val="00775686"/>
    <w:rsid w:val="007756CC"/>
    <w:rsid w:val="00776746"/>
    <w:rsid w:val="00777445"/>
    <w:rsid w:val="00777ED7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87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0E6"/>
    <w:rsid w:val="007F7FAA"/>
    <w:rsid w:val="00802B09"/>
    <w:rsid w:val="008035DC"/>
    <w:rsid w:val="008036ED"/>
    <w:rsid w:val="008041BE"/>
    <w:rsid w:val="0080454A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4B2F"/>
    <w:rsid w:val="00814D45"/>
    <w:rsid w:val="008158A2"/>
    <w:rsid w:val="00815C86"/>
    <w:rsid w:val="00815F1F"/>
    <w:rsid w:val="00816437"/>
    <w:rsid w:val="0081646B"/>
    <w:rsid w:val="00817DC3"/>
    <w:rsid w:val="00821710"/>
    <w:rsid w:val="00821F2C"/>
    <w:rsid w:val="008221C5"/>
    <w:rsid w:val="00822931"/>
    <w:rsid w:val="00823BD0"/>
    <w:rsid w:val="00825947"/>
    <w:rsid w:val="008259FA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468A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4E17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545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97BBA"/>
    <w:rsid w:val="008A07F2"/>
    <w:rsid w:val="008A0BF7"/>
    <w:rsid w:val="008A14EB"/>
    <w:rsid w:val="008A1AFA"/>
    <w:rsid w:val="008A1D98"/>
    <w:rsid w:val="008A2107"/>
    <w:rsid w:val="008A2465"/>
    <w:rsid w:val="008A280F"/>
    <w:rsid w:val="008A2D7E"/>
    <w:rsid w:val="008A3489"/>
    <w:rsid w:val="008A34C8"/>
    <w:rsid w:val="008A3E54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2FC7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630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4ADF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DDF"/>
    <w:rsid w:val="00930ED5"/>
    <w:rsid w:val="00930FCE"/>
    <w:rsid w:val="00931358"/>
    <w:rsid w:val="00932170"/>
    <w:rsid w:val="00932AD2"/>
    <w:rsid w:val="00933365"/>
    <w:rsid w:val="00933861"/>
    <w:rsid w:val="00933B3B"/>
    <w:rsid w:val="00933E2C"/>
    <w:rsid w:val="00934AFB"/>
    <w:rsid w:val="00935321"/>
    <w:rsid w:val="00937770"/>
    <w:rsid w:val="0094015B"/>
    <w:rsid w:val="009408B8"/>
    <w:rsid w:val="00941733"/>
    <w:rsid w:val="00941AF9"/>
    <w:rsid w:val="009436C0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D16"/>
    <w:rsid w:val="0095128D"/>
    <w:rsid w:val="00951F70"/>
    <w:rsid w:val="009527FD"/>
    <w:rsid w:val="00952F31"/>
    <w:rsid w:val="009530B9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3FE7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87117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169"/>
    <w:rsid w:val="009A4618"/>
    <w:rsid w:val="009A4A73"/>
    <w:rsid w:val="009A4BB8"/>
    <w:rsid w:val="009A5045"/>
    <w:rsid w:val="009A595B"/>
    <w:rsid w:val="009A621F"/>
    <w:rsid w:val="009A67B4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1820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17F6B"/>
    <w:rsid w:val="00A20ABE"/>
    <w:rsid w:val="00A219B6"/>
    <w:rsid w:val="00A2460B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37481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4D8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6C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44C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3FFB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878"/>
    <w:rsid w:val="00B04BC6"/>
    <w:rsid w:val="00B05216"/>
    <w:rsid w:val="00B05597"/>
    <w:rsid w:val="00B055F5"/>
    <w:rsid w:val="00B06E0C"/>
    <w:rsid w:val="00B07696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591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4D2C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12EE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5C89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47B"/>
    <w:rsid w:val="00BE5CE6"/>
    <w:rsid w:val="00BE6A0D"/>
    <w:rsid w:val="00BE71B6"/>
    <w:rsid w:val="00BE7597"/>
    <w:rsid w:val="00BF09CD"/>
    <w:rsid w:val="00BF1139"/>
    <w:rsid w:val="00BF1F5D"/>
    <w:rsid w:val="00BF25C8"/>
    <w:rsid w:val="00BF3152"/>
    <w:rsid w:val="00BF36DF"/>
    <w:rsid w:val="00BF49A5"/>
    <w:rsid w:val="00BF4EB4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3AFA"/>
    <w:rsid w:val="00C048A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C92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180"/>
    <w:rsid w:val="00C42D94"/>
    <w:rsid w:val="00C443F2"/>
    <w:rsid w:val="00C44964"/>
    <w:rsid w:val="00C44F93"/>
    <w:rsid w:val="00C45845"/>
    <w:rsid w:val="00C458A9"/>
    <w:rsid w:val="00C465B4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5791E"/>
    <w:rsid w:val="00C60301"/>
    <w:rsid w:val="00C6035E"/>
    <w:rsid w:val="00C60E10"/>
    <w:rsid w:val="00C60FFB"/>
    <w:rsid w:val="00C6113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68"/>
    <w:rsid w:val="00C75C88"/>
    <w:rsid w:val="00C7678E"/>
    <w:rsid w:val="00C774E6"/>
    <w:rsid w:val="00C77657"/>
    <w:rsid w:val="00C82B07"/>
    <w:rsid w:val="00C835CC"/>
    <w:rsid w:val="00C849D3"/>
    <w:rsid w:val="00C85152"/>
    <w:rsid w:val="00C866EB"/>
    <w:rsid w:val="00C86B7E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0E4E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7DD"/>
    <w:rsid w:val="00CB4878"/>
    <w:rsid w:val="00CB5FB5"/>
    <w:rsid w:val="00CC013B"/>
    <w:rsid w:val="00CC0CD4"/>
    <w:rsid w:val="00CC0FBA"/>
    <w:rsid w:val="00CC11E0"/>
    <w:rsid w:val="00CC216F"/>
    <w:rsid w:val="00CC2446"/>
    <w:rsid w:val="00CC25DD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BEC"/>
    <w:rsid w:val="00CE6FA2"/>
    <w:rsid w:val="00CE7FAD"/>
    <w:rsid w:val="00CF022B"/>
    <w:rsid w:val="00CF1E5E"/>
    <w:rsid w:val="00CF235D"/>
    <w:rsid w:val="00CF28C4"/>
    <w:rsid w:val="00CF2ED0"/>
    <w:rsid w:val="00CF2F8E"/>
    <w:rsid w:val="00CF3A40"/>
    <w:rsid w:val="00CF494E"/>
    <w:rsid w:val="00CF4BF2"/>
    <w:rsid w:val="00CF5385"/>
    <w:rsid w:val="00CF59C8"/>
    <w:rsid w:val="00D00377"/>
    <w:rsid w:val="00D00531"/>
    <w:rsid w:val="00D01220"/>
    <w:rsid w:val="00D01C43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1854"/>
    <w:rsid w:val="00D120E1"/>
    <w:rsid w:val="00D12285"/>
    <w:rsid w:val="00D1330B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220E"/>
    <w:rsid w:val="00D22CF6"/>
    <w:rsid w:val="00D23A1D"/>
    <w:rsid w:val="00D24344"/>
    <w:rsid w:val="00D254D7"/>
    <w:rsid w:val="00D25B94"/>
    <w:rsid w:val="00D27113"/>
    <w:rsid w:val="00D27259"/>
    <w:rsid w:val="00D27A7D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72F"/>
    <w:rsid w:val="00D3686A"/>
    <w:rsid w:val="00D37161"/>
    <w:rsid w:val="00D376F5"/>
    <w:rsid w:val="00D404BC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79C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0F84"/>
    <w:rsid w:val="00D71451"/>
    <w:rsid w:val="00D73F9A"/>
    <w:rsid w:val="00D749BA"/>
    <w:rsid w:val="00D74BFD"/>
    <w:rsid w:val="00D74FF9"/>
    <w:rsid w:val="00D76E11"/>
    <w:rsid w:val="00D771AE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590"/>
    <w:rsid w:val="00D93A89"/>
    <w:rsid w:val="00D96256"/>
    <w:rsid w:val="00D97825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5546"/>
    <w:rsid w:val="00DA620A"/>
    <w:rsid w:val="00DA696A"/>
    <w:rsid w:val="00DA7636"/>
    <w:rsid w:val="00DB03AA"/>
    <w:rsid w:val="00DB09C2"/>
    <w:rsid w:val="00DB0AC8"/>
    <w:rsid w:val="00DB1623"/>
    <w:rsid w:val="00DB1BD2"/>
    <w:rsid w:val="00DB2A5B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52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0F9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0FF"/>
    <w:rsid w:val="00E052BE"/>
    <w:rsid w:val="00E05512"/>
    <w:rsid w:val="00E0668D"/>
    <w:rsid w:val="00E077E4"/>
    <w:rsid w:val="00E07D54"/>
    <w:rsid w:val="00E10FF3"/>
    <w:rsid w:val="00E11271"/>
    <w:rsid w:val="00E113E7"/>
    <w:rsid w:val="00E12E22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4CEB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34C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2C85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3F66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09A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D8"/>
    <w:rsid w:val="00EA5D8A"/>
    <w:rsid w:val="00EA6298"/>
    <w:rsid w:val="00EB01A0"/>
    <w:rsid w:val="00EB023D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2924"/>
    <w:rsid w:val="00EE3509"/>
    <w:rsid w:val="00EE3582"/>
    <w:rsid w:val="00EE3B16"/>
    <w:rsid w:val="00EE3D6A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3C58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597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739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57F08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FCD"/>
    <w:rsid w:val="00F701DA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60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9DE"/>
    <w:rsid w:val="00FD4BB0"/>
    <w:rsid w:val="00FD6A89"/>
    <w:rsid w:val="00FD6AE8"/>
    <w:rsid w:val="00FD7043"/>
    <w:rsid w:val="00FD7A08"/>
    <w:rsid w:val="00FE0537"/>
    <w:rsid w:val="00FE1B44"/>
    <w:rsid w:val="00FE1B49"/>
    <w:rsid w:val="00FE2AB6"/>
    <w:rsid w:val="00FE370C"/>
    <w:rsid w:val="00FE4132"/>
    <w:rsid w:val="00FE471F"/>
    <w:rsid w:val="00FE64FD"/>
    <w:rsid w:val="00FE6F05"/>
    <w:rsid w:val="00FF05CA"/>
    <w:rsid w:val="00FF069F"/>
    <w:rsid w:val="00FF0DE8"/>
    <w:rsid w:val="00FF1282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596313B2-566E-4762-96FB-401B8A3AE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link w:val="3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uiPriority w:val="99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E48DF"/>
    <w:rPr>
      <w:sz w:val="28"/>
      <w:szCs w:val="24"/>
    </w:rPr>
  </w:style>
  <w:style w:type="paragraph" w:styleId="ab">
    <w:name w:val="Balloon Text"/>
    <w:basedOn w:val="a0"/>
    <w:link w:val="ac"/>
    <w:uiPriority w:val="99"/>
    <w:rsid w:val="00BF5498"/>
    <w:rPr>
      <w:rFonts w:ascii="Tahoma" w:hAnsi="Tahoma" w:cs="Tahoma"/>
      <w:sz w:val="16"/>
      <w:szCs w:val="16"/>
    </w:rPr>
  </w:style>
  <w:style w:type="paragraph" w:styleId="ad">
    <w:name w:val="Body Text"/>
    <w:aliases w:val="Основной текст Знак2,Основной текст Знак1 Знак,Основной текст Знак Знак Знак,Body Text Char Знак Знак Знак,Основной текст Знак Знак1,Body Text Char Знак Знак1"/>
    <w:basedOn w:val="a0"/>
    <w:link w:val="ae"/>
    <w:rsid w:val="00A57E20"/>
    <w:rPr>
      <w:b/>
      <w:bCs/>
      <w:i/>
      <w:iCs/>
      <w:szCs w:val="20"/>
    </w:rPr>
  </w:style>
  <w:style w:type="paragraph" w:customStyle="1" w:styleId="af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f0">
    <w:name w:val="Номер статьи без названия"/>
    <w:qFormat/>
    <w:rsid w:val="0018436B"/>
    <w:rPr>
      <w:b/>
      <w:bCs/>
    </w:rPr>
  </w:style>
  <w:style w:type="paragraph" w:customStyle="1" w:styleId="af1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2">
    <w:name w:val="Plain Text"/>
    <w:basedOn w:val="a0"/>
    <w:link w:val="af3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4">
    <w:name w:val="Title"/>
    <w:basedOn w:val="a0"/>
    <w:link w:val="af5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5">
    <w:name w:val="Заголовок Знак"/>
    <w:link w:val="af4"/>
    <w:rsid w:val="00C613CB"/>
    <w:rPr>
      <w:b/>
      <w:bCs/>
      <w:sz w:val="28"/>
    </w:rPr>
  </w:style>
  <w:style w:type="paragraph" w:styleId="af6">
    <w:name w:val="List Paragraph"/>
    <w:basedOn w:val="a0"/>
    <w:uiPriority w:val="99"/>
    <w:qFormat/>
    <w:rsid w:val="003930C0"/>
    <w:pPr>
      <w:ind w:left="708"/>
    </w:pPr>
  </w:style>
  <w:style w:type="character" w:styleId="af7">
    <w:name w:val="annotation reference"/>
    <w:uiPriority w:val="99"/>
    <w:rsid w:val="00301084"/>
    <w:rPr>
      <w:sz w:val="16"/>
      <w:szCs w:val="16"/>
    </w:rPr>
  </w:style>
  <w:style w:type="paragraph" w:styleId="af8">
    <w:name w:val="annotation text"/>
    <w:basedOn w:val="a0"/>
    <w:link w:val="af9"/>
    <w:uiPriority w:val="99"/>
    <w:rsid w:val="00301084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rsid w:val="00301084"/>
  </w:style>
  <w:style w:type="paragraph" w:styleId="afa">
    <w:name w:val="annotation subject"/>
    <w:basedOn w:val="af8"/>
    <w:next w:val="af8"/>
    <w:link w:val="afb"/>
    <w:uiPriority w:val="99"/>
    <w:rsid w:val="00301084"/>
    <w:rPr>
      <w:b/>
      <w:bCs/>
    </w:rPr>
  </w:style>
  <w:style w:type="character" w:customStyle="1" w:styleId="afb">
    <w:name w:val="Тема примечания Знак"/>
    <w:link w:val="afa"/>
    <w:uiPriority w:val="99"/>
    <w:rsid w:val="00301084"/>
    <w:rPr>
      <w:b/>
      <w:bCs/>
    </w:rPr>
  </w:style>
  <w:style w:type="table" w:styleId="afc">
    <w:name w:val="Table Grid"/>
    <w:basedOn w:val="a2"/>
    <w:uiPriority w:val="59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  <w:style w:type="character" w:customStyle="1" w:styleId="30">
    <w:name w:val="Заголовок 3 Знак"/>
    <w:aliases w:val="Проект вносит Знак"/>
    <w:basedOn w:val="a1"/>
    <w:link w:val="3"/>
    <w:rsid w:val="008A14EB"/>
    <w:rPr>
      <w:b/>
      <w:bCs/>
      <w:szCs w:val="24"/>
    </w:rPr>
  </w:style>
  <w:style w:type="character" w:customStyle="1" w:styleId="ac">
    <w:name w:val="Текст выноски Знак"/>
    <w:basedOn w:val="a1"/>
    <w:link w:val="ab"/>
    <w:uiPriority w:val="99"/>
    <w:rsid w:val="008A14EB"/>
    <w:rPr>
      <w:rFonts w:ascii="Tahoma" w:hAnsi="Tahoma" w:cs="Tahoma"/>
      <w:sz w:val="16"/>
      <w:szCs w:val="16"/>
    </w:rPr>
  </w:style>
  <w:style w:type="table" w:styleId="afe">
    <w:name w:val="Light List"/>
    <w:basedOn w:val="a2"/>
    <w:uiPriority w:val="61"/>
    <w:rsid w:val="008A14EB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itemtext1">
    <w:name w:val="itemtext1"/>
    <w:basedOn w:val="a1"/>
    <w:rsid w:val="008A14EB"/>
    <w:rPr>
      <w:rFonts w:ascii="Segoe UI" w:hAnsi="Segoe UI" w:cs="Segoe UI" w:hint="default"/>
      <w:color w:val="000000"/>
    </w:rPr>
  </w:style>
  <w:style w:type="character" w:styleId="aff">
    <w:name w:val="Emphasis"/>
    <w:basedOn w:val="a1"/>
    <w:uiPriority w:val="20"/>
    <w:qFormat/>
    <w:rsid w:val="008A14EB"/>
    <w:rPr>
      <w:i/>
      <w:iCs/>
    </w:rPr>
  </w:style>
  <w:style w:type="paragraph" w:styleId="aff0">
    <w:name w:val="Normal (Web)"/>
    <w:basedOn w:val="a0"/>
    <w:uiPriority w:val="99"/>
    <w:unhideWhenUsed/>
    <w:rsid w:val="008A14EB"/>
    <w:pPr>
      <w:spacing w:before="100" w:beforeAutospacing="1" w:after="100" w:afterAutospacing="1"/>
      <w:ind w:firstLine="0"/>
      <w:jc w:val="left"/>
    </w:pPr>
    <w:rPr>
      <w:sz w:val="24"/>
    </w:rPr>
  </w:style>
  <w:style w:type="numbering" w:customStyle="1" w:styleId="11">
    <w:name w:val="Нет списка1"/>
    <w:next w:val="a3"/>
    <w:uiPriority w:val="99"/>
    <w:semiHidden/>
    <w:unhideWhenUsed/>
    <w:rsid w:val="008A14EB"/>
  </w:style>
  <w:style w:type="character" w:customStyle="1" w:styleId="ae">
    <w:name w:val="Основной текст Знак"/>
    <w:aliases w:val="Основной текст Знак2 Знак,Основной текст Знак1 Знак Знак,Основной текст Знак Знак Знак Знак,Body Text Char Знак Знак Знак Знак,Основной текст Знак Знак1 Знак,Body Text Char Знак Знак1 Знак"/>
    <w:basedOn w:val="a1"/>
    <w:link w:val="ad"/>
    <w:rsid w:val="008A14EB"/>
    <w:rPr>
      <w:b/>
      <w:bCs/>
      <w:i/>
      <w:iCs/>
      <w:sz w:val="28"/>
    </w:rPr>
  </w:style>
  <w:style w:type="table" w:customStyle="1" w:styleId="12">
    <w:name w:val="Сетка таблицы1"/>
    <w:basedOn w:val="a2"/>
    <w:next w:val="afc"/>
    <w:uiPriority w:val="59"/>
    <w:rsid w:val="008A1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c"/>
    <w:uiPriority w:val="59"/>
    <w:rsid w:val="008A14E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Strong"/>
    <w:uiPriority w:val="22"/>
    <w:qFormat/>
    <w:rsid w:val="008A14EB"/>
    <w:rPr>
      <w:b/>
      <w:bCs/>
    </w:rPr>
  </w:style>
  <w:style w:type="paragraph" w:customStyle="1" w:styleId="ConsPlusTitle">
    <w:name w:val="ConsPlusTitle"/>
    <w:uiPriority w:val="99"/>
    <w:rsid w:val="008A14E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character" w:customStyle="1" w:styleId="13">
    <w:name w:val="Заголовок №1_"/>
    <w:link w:val="14"/>
    <w:rsid w:val="008A14EB"/>
    <w:rPr>
      <w:b/>
      <w:bCs/>
      <w:spacing w:val="110"/>
      <w:sz w:val="58"/>
      <w:szCs w:val="58"/>
      <w:shd w:val="clear" w:color="auto" w:fill="FFFFFF"/>
    </w:rPr>
  </w:style>
  <w:style w:type="character" w:customStyle="1" w:styleId="21">
    <w:name w:val="Основной текст (2)_"/>
    <w:link w:val="22"/>
    <w:rsid w:val="008A14EB"/>
    <w:rPr>
      <w:b/>
      <w:bCs/>
      <w:spacing w:val="10"/>
      <w:shd w:val="clear" w:color="auto" w:fill="FFFFFF"/>
    </w:rPr>
  </w:style>
  <w:style w:type="character" w:customStyle="1" w:styleId="aff2">
    <w:name w:val="Основной текст_"/>
    <w:link w:val="15"/>
    <w:rsid w:val="008A14EB"/>
    <w:rPr>
      <w:sz w:val="25"/>
      <w:szCs w:val="25"/>
      <w:shd w:val="clear" w:color="auto" w:fill="FFFFFF"/>
    </w:rPr>
  </w:style>
  <w:style w:type="character" w:customStyle="1" w:styleId="2pt">
    <w:name w:val="Основной текст + Интервал 2 pt"/>
    <w:rsid w:val="008A14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5"/>
      <w:szCs w:val="25"/>
      <w:u w:val="none"/>
      <w:lang w:val="ru-RU"/>
    </w:rPr>
  </w:style>
  <w:style w:type="character" w:customStyle="1" w:styleId="Exact">
    <w:name w:val="Основной текст Exact"/>
    <w:rsid w:val="008A14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u w:val="none"/>
    </w:rPr>
  </w:style>
  <w:style w:type="paragraph" w:customStyle="1" w:styleId="14">
    <w:name w:val="Заголовок №1"/>
    <w:basedOn w:val="a0"/>
    <w:link w:val="13"/>
    <w:rsid w:val="008A14EB"/>
    <w:pPr>
      <w:widowControl w:val="0"/>
      <w:shd w:val="clear" w:color="auto" w:fill="FFFFFF"/>
      <w:spacing w:after="240" w:line="0" w:lineRule="atLeast"/>
      <w:ind w:firstLine="0"/>
      <w:jc w:val="center"/>
      <w:outlineLvl w:val="0"/>
    </w:pPr>
    <w:rPr>
      <w:b/>
      <w:bCs/>
      <w:spacing w:val="110"/>
      <w:sz w:val="58"/>
      <w:szCs w:val="58"/>
    </w:rPr>
  </w:style>
  <w:style w:type="paragraph" w:customStyle="1" w:styleId="22">
    <w:name w:val="Основной текст (2)"/>
    <w:basedOn w:val="a0"/>
    <w:link w:val="21"/>
    <w:rsid w:val="008A14EB"/>
    <w:pPr>
      <w:widowControl w:val="0"/>
      <w:shd w:val="clear" w:color="auto" w:fill="FFFFFF"/>
      <w:spacing w:before="240" w:after="600" w:line="0" w:lineRule="atLeast"/>
      <w:ind w:firstLine="0"/>
      <w:jc w:val="left"/>
    </w:pPr>
    <w:rPr>
      <w:b/>
      <w:bCs/>
      <w:spacing w:val="10"/>
      <w:sz w:val="20"/>
      <w:szCs w:val="20"/>
    </w:rPr>
  </w:style>
  <w:style w:type="paragraph" w:customStyle="1" w:styleId="15">
    <w:name w:val="Основной текст1"/>
    <w:basedOn w:val="a0"/>
    <w:link w:val="aff2"/>
    <w:rsid w:val="008A14EB"/>
    <w:pPr>
      <w:widowControl w:val="0"/>
      <w:shd w:val="clear" w:color="auto" w:fill="FFFFFF"/>
      <w:spacing w:before="600" w:after="720" w:line="0" w:lineRule="atLeast"/>
      <w:ind w:firstLine="0"/>
      <w:jc w:val="left"/>
    </w:pPr>
    <w:rPr>
      <w:sz w:val="25"/>
      <w:szCs w:val="25"/>
    </w:rPr>
  </w:style>
  <w:style w:type="numbering" w:customStyle="1" w:styleId="111">
    <w:name w:val="Нет списка11"/>
    <w:next w:val="a3"/>
    <w:semiHidden/>
    <w:unhideWhenUsed/>
    <w:rsid w:val="008A14EB"/>
  </w:style>
  <w:style w:type="character" w:customStyle="1" w:styleId="FontStyle14">
    <w:name w:val="Font Style14"/>
    <w:uiPriority w:val="99"/>
    <w:rsid w:val="008A14EB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8A14EB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</w:rPr>
  </w:style>
  <w:style w:type="character" w:customStyle="1" w:styleId="FontStyle12">
    <w:name w:val="Font Style12"/>
    <w:rsid w:val="008A14EB"/>
    <w:rPr>
      <w:rFonts w:ascii="Times New Roman" w:hAnsi="Times New Roman" w:cs="Times New Roman"/>
      <w:b/>
      <w:bCs/>
      <w:sz w:val="26"/>
      <w:szCs w:val="26"/>
    </w:rPr>
  </w:style>
  <w:style w:type="paragraph" w:styleId="aff3">
    <w:name w:val="Body Text Indent"/>
    <w:basedOn w:val="a0"/>
    <w:link w:val="aff4"/>
    <w:rsid w:val="008A14EB"/>
    <w:pPr>
      <w:spacing w:after="120"/>
      <w:ind w:left="283" w:firstLine="0"/>
      <w:jc w:val="left"/>
    </w:pPr>
    <w:rPr>
      <w:sz w:val="20"/>
      <w:szCs w:val="20"/>
    </w:rPr>
  </w:style>
  <w:style w:type="character" w:customStyle="1" w:styleId="aff4">
    <w:name w:val="Основной текст с отступом Знак"/>
    <w:basedOn w:val="a1"/>
    <w:link w:val="aff3"/>
    <w:rsid w:val="008A14EB"/>
  </w:style>
  <w:style w:type="paragraph" w:customStyle="1" w:styleId="ConsNonformat">
    <w:name w:val="ConsNonformat"/>
    <w:semiHidden/>
    <w:rsid w:val="008A14EB"/>
    <w:pPr>
      <w:widowControl w:val="0"/>
    </w:pPr>
    <w:rPr>
      <w:rFonts w:ascii="Courier New" w:hAnsi="Courier New"/>
      <w:sz w:val="18"/>
    </w:rPr>
  </w:style>
  <w:style w:type="character" w:customStyle="1" w:styleId="16">
    <w:name w:val="Название Знак1"/>
    <w:basedOn w:val="a1"/>
    <w:uiPriority w:val="10"/>
    <w:rsid w:val="008A14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Заголовок Знак1"/>
    <w:basedOn w:val="a1"/>
    <w:rsid w:val="008A14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31">
    <w:name w:val="Основной текст 31"/>
    <w:basedOn w:val="a0"/>
    <w:rsid w:val="008A14EB"/>
    <w:pPr>
      <w:suppressAutoHyphens/>
      <w:ind w:firstLine="0"/>
    </w:pPr>
    <w:rPr>
      <w:sz w:val="22"/>
      <w:szCs w:val="20"/>
    </w:rPr>
  </w:style>
  <w:style w:type="paragraph" w:customStyle="1" w:styleId="p3">
    <w:name w:val="p3"/>
    <w:basedOn w:val="a0"/>
    <w:rsid w:val="008A14EB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WW-WW8Num1ztrue1">
    <w:name w:val="WW-WW8Num1ztrue1"/>
    <w:uiPriority w:val="99"/>
    <w:rsid w:val="008A14EB"/>
  </w:style>
  <w:style w:type="paragraph" w:customStyle="1" w:styleId="TableParagraph">
    <w:name w:val="Table Paragraph"/>
    <w:basedOn w:val="a0"/>
    <w:uiPriority w:val="1"/>
    <w:qFormat/>
    <w:rsid w:val="008A14EB"/>
    <w:pPr>
      <w:widowControl w:val="0"/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paragraph" w:styleId="aff5">
    <w:name w:val="footnote text"/>
    <w:basedOn w:val="a0"/>
    <w:link w:val="aff6"/>
    <w:uiPriority w:val="99"/>
    <w:unhideWhenUsed/>
    <w:rsid w:val="008A14EB"/>
    <w:pPr>
      <w:widowControl w:val="0"/>
      <w:ind w:firstLine="0"/>
      <w:jc w:val="left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rsid w:val="008A14EB"/>
    <w:rPr>
      <w:rFonts w:ascii="Courier New" w:eastAsia="Courier New" w:hAnsi="Courier New" w:cs="Courier New"/>
      <w:color w:val="000000"/>
    </w:rPr>
  </w:style>
  <w:style w:type="character" w:styleId="aff7">
    <w:name w:val="footnote reference"/>
    <w:uiPriority w:val="99"/>
    <w:unhideWhenUsed/>
    <w:rsid w:val="008A14EB"/>
    <w:rPr>
      <w:vertAlign w:val="superscript"/>
    </w:rPr>
  </w:style>
  <w:style w:type="paragraph" w:customStyle="1" w:styleId="Heading">
    <w:name w:val="Heading"/>
    <w:rsid w:val="008A14E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8A14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2">
    <w:name w:val="Body Text 3"/>
    <w:basedOn w:val="a0"/>
    <w:link w:val="33"/>
    <w:rsid w:val="008A14EB"/>
    <w:pPr>
      <w:ind w:firstLine="0"/>
      <w:jc w:val="left"/>
    </w:pPr>
    <w:rPr>
      <w:rFonts w:eastAsia="Calibri"/>
      <w:sz w:val="24"/>
      <w:szCs w:val="20"/>
    </w:rPr>
  </w:style>
  <w:style w:type="character" w:customStyle="1" w:styleId="33">
    <w:name w:val="Основной текст 3 Знак"/>
    <w:basedOn w:val="a1"/>
    <w:link w:val="32"/>
    <w:rsid w:val="008A14EB"/>
    <w:rPr>
      <w:rFonts w:eastAsia="Calibri"/>
      <w:sz w:val="24"/>
    </w:rPr>
  </w:style>
  <w:style w:type="paragraph" w:styleId="aff8">
    <w:name w:val="No Spacing"/>
    <w:uiPriority w:val="1"/>
    <w:qFormat/>
    <w:rsid w:val="008A14EB"/>
    <w:rPr>
      <w:rFonts w:ascii="Verdana" w:eastAsia="Verdana" w:hAnsi="Verdana"/>
      <w:sz w:val="15"/>
      <w:szCs w:val="16"/>
    </w:rPr>
  </w:style>
  <w:style w:type="paragraph" w:styleId="aff9">
    <w:name w:val="Document Map"/>
    <w:basedOn w:val="a0"/>
    <w:link w:val="affa"/>
    <w:rsid w:val="008A14EB"/>
    <w:pPr>
      <w:shd w:val="clear" w:color="auto" w:fill="000080"/>
      <w:ind w:firstLine="0"/>
      <w:jc w:val="left"/>
    </w:pPr>
    <w:rPr>
      <w:rFonts w:ascii="Tahoma" w:hAnsi="Tahoma" w:cs="Tahoma"/>
      <w:sz w:val="24"/>
    </w:rPr>
  </w:style>
  <w:style w:type="character" w:customStyle="1" w:styleId="affa">
    <w:name w:val="Схема документа Знак"/>
    <w:basedOn w:val="a1"/>
    <w:link w:val="aff9"/>
    <w:rsid w:val="008A14EB"/>
    <w:rPr>
      <w:rFonts w:ascii="Tahoma" w:hAnsi="Tahoma" w:cs="Tahoma"/>
      <w:sz w:val="24"/>
      <w:szCs w:val="24"/>
      <w:shd w:val="clear" w:color="auto" w:fill="000080"/>
    </w:rPr>
  </w:style>
  <w:style w:type="character" w:customStyle="1" w:styleId="affb">
    <w:name w:val="Гипертекстовая ссылка"/>
    <w:rsid w:val="008A14EB"/>
    <w:rPr>
      <w:color w:val="008000"/>
    </w:rPr>
  </w:style>
  <w:style w:type="paragraph" w:customStyle="1" w:styleId="xl65">
    <w:name w:val="xl65"/>
    <w:basedOn w:val="a0"/>
    <w:rsid w:val="008A1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66">
    <w:name w:val="xl66"/>
    <w:basedOn w:val="a0"/>
    <w:rsid w:val="008A1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67">
    <w:name w:val="xl67"/>
    <w:basedOn w:val="a0"/>
    <w:rsid w:val="008A1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68">
    <w:name w:val="xl68"/>
    <w:basedOn w:val="a0"/>
    <w:rsid w:val="008A1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69">
    <w:name w:val="xl69"/>
    <w:basedOn w:val="a0"/>
    <w:rsid w:val="008A1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70">
    <w:name w:val="xl70"/>
    <w:basedOn w:val="a0"/>
    <w:rsid w:val="008A1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71">
    <w:name w:val="xl71"/>
    <w:basedOn w:val="a0"/>
    <w:rsid w:val="008A1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72">
    <w:name w:val="xl72"/>
    <w:basedOn w:val="a0"/>
    <w:rsid w:val="008A1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73">
    <w:name w:val="xl73"/>
    <w:basedOn w:val="a0"/>
    <w:rsid w:val="008A1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74">
    <w:name w:val="xl74"/>
    <w:basedOn w:val="a0"/>
    <w:rsid w:val="008A1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jc w:val="center"/>
    </w:pPr>
    <w:rPr>
      <w:sz w:val="18"/>
      <w:szCs w:val="18"/>
    </w:rPr>
  </w:style>
  <w:style w:type="numbering" w:customStyle="1" w:styleId="1110">
    <w:name w:val="Нет списка111"/>
    <w:next w:val="a3"/>
    <w:semiHidden/>
    <w:rsid w:val="008A14EB"/>
  </w:style>
  <w:style w:type="table" w:customStyle="1" w:styleId="1111">
    <w:name w:val="Сетка таблицы111"/>
    <w:basedOn w:val="a2"/>
    <w:next w:val="afc"/>
    <w:rsid w:val="008A14EB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3"/>
    <w:semiHidden/>
    <w:rsid w:val="008A14EB"/>
  </w:style>
  <w:style w:type="table" w:customStyle="1" w:styleId="11111">
    <w:name w:val="Сетка таблицы1111"/>
    <w:basedOn w:val="a2"/>
    <w:next w:val="afc"/>
    <w:rsid w:val="008A14EB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c"/>
    <w:rsid w:val="008A14E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Indent 2"/>
    <w:basedOn w:val="a0"/>
    <w:link w:val="25"/>
    <w:rsid w:val="008A14EB"/>
    <w:pPr>
      <w:ind w:firstLine="720"/>
    </w:pPr>
  </w:style>
  <w:style w:type="character" w:customStyle="1" w:styleId="25">
    <w:name w:val="Основной текст с отступом 2 Знак"/>
    <w:basedOn w:val="a1"/>
    <w:link w:val="24"/>
    <w:rsid w:val="008A14EB"/>
    <w:rPr>
      <w:sz w:val="28"/>
      <w:szCs w:val="24"/>
    </w:rPr>
  </w:style>
  <w:style w:type="paragraph" w:styleId="26">
    <w:name w:val="Body Text 2"/>
    <w:basedOn w:val="a0"/>
    <w:link w:val="27"/>
    <w:rsid w:val="008A14EB"/>
    <w:pPr>
      <w:ind w:firstLine="0"/>
      <w:jc w:val="center"/>
    </w:pPr>
    <w:rPr>
      <w:b/>
      <w:bCs/>
    </w:rPr>
  </w:style>
  <w:style w:type="character" w:customStyle="1" w:styleId="27">
    <w:name w:val="Основной текст 2 Знак"/>
    <w:basedOn w:val="a1"/>
    <w:link w:val="26"/>
    <w:rsid w:val="008A14EB"/>
    <w:rPr>
      <w:b/>
      <w:bCs/>
      <w:sz w:val="28"/>
      <w:szCs w:val="24"/>
    </w:rPr>
  </w:style>
  <w:style w:type="paragraph" w:styleId="affc">
    <w:name w:val="Subtitle"/>
    <w:basedOn w:val="a0"/>
    <w:link w:val="affd"/>
    <w:qFormat/>
    <w:rsid w:val="008A14EB"/>
    <w:pPr>
      <w:ind w:firstLine="0"/>
    </w:pPr>
    <w:rPr>
      <w:sz w:val="24"/>
      <w:szCs w:val="20"/>
    </w:rPr>
  </w:style>
  <w:style w:type="character" w:customStyle="1" w:styleId="affd">
    <w:name w:val="Подзаголовок Знак"/>
    <w:basedOn w:val="a1"/>
    <w:link w:val="affc"/>
    <w:rsid w:val="008A14EB"/>
    <w:rPr>
      <w:sz w:val="24"/>
    </w:rPr>
  </w:style>
  <w:style w:type="paragraph" w:customStyle="1" w:styleId="ConsPlusNonformat">
    <w:name w:val="ConsPlusNonformat"/>
    <w:rsid w:val="008A14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3">
    <w:name w:val="Текст Знак"/>
    <w:link w:val="af2"/>
    <w:locked/>
    <w:rsid w:val="008A14EB"/>
    <w:rPr>
      <w:rFonts w:ascii="Courier New" w:hAnsi="Courier New" w:cs="Courier New"/>
    </w:rPr>
  </w:style>
  <w:style w:type="character" w:customStyle="1" w:styleId="19">
    <w:name w:val="Текст Знак1"/>
    <w:basedOn w:val="a1"/>
    <w:rsid w:val="008A14EB"/>
    <w:rPr>
      <w:rFonts w:ascii="Consolas" w:eastAsia="Times New Roman" w:hAnsi="Consolas" w:cs="Calibri"/>
      <w:sz w:val="21"/>
      <w:szCs w:val="21"/>
    </w:rPr>
  </w:style>
  <w:style w:type="paragraph" w:customStyle="1" w:styleId="ConsPlusCell">
    <w:name w:val="ConsPlusCell"/>
    <w:uiPriority w:val="99"/>
    <w:rsid w:val="008A14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fe">
    <w:name w:val="Revision"/>
    <w:hidden/>
    <w:uiPriority w:val="99"/>
    <w:semiHidden/>
    <w:rsid w:val="008A14EB"/>
    <w:rPr>
      <w:rFonts w:cs="Calibri"/>
      <w:sz w:val="28"/>
      <w:szCs w:val="22"/>
      <w:lang w:eastAsia="en-US"/>
    </w:rPr>
  </w:style>
  <w:style w:type="character" w:styleId="afff">
    <w:name w:val="Book Title"/>
    <w:uiPriority w:val="33"/>
    <w:qFormat/>
    <w:rsid w:val="008A14EB"/>
    <w:rPr>
      <w:b/>
      <w:bCs/>
      <w:smallCaps/>
      <w:spacing w:val="5"/>
    </w:rPr>
  </w:style>
  <w:style w:type="table" w:customStyle="1" w:styleId="1a">
    <w:name w:val="Светлый список1"/>
    <w:basedOn w:val="a2"/>
    <w:next w:val="afe"/>
    <w:uiPriority w:val="61"/>
    <w:rsid w:val="008A14EB"/>
    <w:rPr>
      <w:rFonts w:ascii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1b">
    <w:name w:val="Заголовок1"/>
    <w:basedOn w:val="a0"/>
    <w:next w:val="af4"/>
    <w:qFormat/>
    <w:rsid w:val="008A14EB"/>
    <w:pPr>
      <w:ind w:firstLine="0"/>
      <w:jc w:val="center"/>
    </w:pPr>
    <w:rPr>
      <w:rFonts w:asciiTheme="minorHAnsi" w:eastAsiaTheme="minorHAnsi" w:hAnsiTheme="minorHAnsi" w:cstheme="minorBidi"/>
      <w:b/>
      <w:szCs w:val="22"/>
      <w:lang w:eastAsia="en-US"/>
    </w:rPr>
  </w:style>
  <w:style w:type="numbering" w:customStyle="1" w:styleId="111110">
    <w:name w:val="Нет списка11111"/>
    <w:next w:val="a3"/>
    <w:semiHidden/>
    <w:rsid w:val="008A14EB"/>
  </w:style>
  <w:style w:type="table" w:customStyle="1" w:styleId="111111">
    <w:name w:val="Сетка таблицы11111"/>
    <w:basedOn w:val="a2"/>
    <w:next w:val="afc"/>
    <w:rsid w:val="008A14EB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Текст1"/>
    <w:basedOn w:val="a0"/>
    <w:next w:val="af2"/>
    <w:rsid w:val="008A14EB"/>
    <w:pPr>
      <w:ind w:firstLine="0"/>
      <w:jc w:val="left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28">
    <w:name w:val="Заголовок Знак2"/>
    <w:basedOn w:val="a1"/>
    <w:uiPriority w:val="10"/>
    <w:rsid w:val="008A14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9">
    <w:name w:val="Текст Знак2"/>
    <w:basedOn w:val="a1"/>
    <w:uiPriority w:val="99"/>
    <w:semiHidden/>
    <w:rsid w:val="008A14EB"/>
    <w:rPr>
      <w:rFonts w:ascii="Consolas" w:hAnsi="Consolas"/>
      <w:sz w:val="21"/>
      <w:szCs w:val="21"/>
    </w:rPr>
  </w:style>
  <w:style w:type="table" w:customStyle="1" w:styleId="34">
    <w:name w:val="Сетка таблицы3"/>
    <w:basedOn w:val="a2"/>
    <w:next w:val="afc"/>
    <w:uiPriority w:val="39"/>
    <w:rsid w:val="008A14EB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a">
    <w:name w:val="Нет списка2"/>
    <w:next w:val="a3"/>
    <w:uiPriority w:val="99"/>
    <w:semiHidden/>
    <w:unhideWhenUsed/>
    <w:rsid w:val="008A14EB"/>
  </w:style>
  <w:style w:type="table" w:customStyle="1" w:styleId="4">
    <w:name w:val="Сетка таблицы4"/>
    <w:basedOn w:val="a2"/>
    <w:next w:val="afc"/>
    <w:uiPriority w:val="39"/>
    <w:rsid w:val="008A14EB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BCF9F4-7627-4E30-BD09-62D6EBA11EFC}">
  <ds:schemaRefs>
    <ds:schemaRef ds:uri="http://purl.org/dc/terms/"/>
    <ds:schemaRef ds:uri="a853e5a8-fa1e-4dd3-a1b5-1604bfb35b05"/>
    <ds:schemaRef ds:uri="05bb7913-6745-425b-9415-f9dbd3e56b95"/>
    <ds:schemaRef ds:uri="http://www.w3.org/XML/1998/namespace"/>
    <ds:schemaRef ds:uri="af44e648-6311-40f1-ad37-1234555fd9ba"/>
    <ds:schemaRef ds:uri="67a9cb4f-e58d-445a-8e0b-2b8d792f9e38"/>
    <ds:schemaRef ds:uri="bc1d99f4-2047-4b43-99f0-e8f2a593a624"/>
    <ds:schemaRef ds:uri="1e82c985-6cf2-4d43-b8b5-a430af7accc6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5256eb8c-d5dd-498a-ad6f-7fa801666f9a"/>
    <ds:schemaRef ds:uri="081b8c99-5a1b-4ba1-9a3e-0d0cea83319e"/>
    <ds:schemaRef ds:uri="http://schemas.microsoft.com/office/infopath/2007/PartnerControls"/>
    <ds:schemaRef ds:uri="e2080b48-eafa-461e-b501-38555d38caa1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D128615-A973-4196-BF3F-86B1DF111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81</Pages>
  <Words>14727</Words>
  <Characters>83945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98476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Яровицына Наталья Владимировна</dc:creator>
  <cp:lastModifiedBy>Новожилова Татьяна Николаевна</cp:lastModifiedBy>
  <cp:revision>62</cp:revision>
  <cp:lastPrinted>2024-11-26T13:24:00Z</cp:lastPrinted>
  <dcterms:created xsi:type="dcterms:W3CDTF">2024-11-21T13:23:00Z</dcterms:created>
  <dcterms:modified xsi:type="dcterms:W3CDTF">2024-11-27T10:50:00Z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