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49D" w:rsidRDefault="0047249D" w:rsidP="005B4EE3">
      <w:pPr>
        <w:widowControl w:val="0"/>
        <w:tabs>
          <w:tab w:val="left" w:pos="1134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записка</w:t>
      </w:r>
      <w:r w:rsidR="005B4E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проекту закона Ярославской области </w:t>
      </w:r>
    </w:p>
    <w:p w:rsidR="00EA2F10" w:rsidRDefault="0047249D" w:rsidP="004468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46860">
        <w:rPr>
          <w:rFonts w:ascii="Times New Roman" w:hAnsi="Times New Roman"/>
          <w:sz w:val="28"/>
          <w:szCs w:val="28"/>
        </w:rPr>
        <w:t xml:space="preserve">«О </w:t>
      </w:r>
      <w:r w:rsidR="00EA2F10">
        <w:rPr>
          <w:rFonts w:ascii="Times New Roman" w:hAnsi="Times New Roman"/>
          <w:bCs/>
          <w:sz w:val="28"/>
          <w:szCs w:val="28"/>
        </w:rPr>
        <w:t xml:space="preserve">внесении изменений в </w:t>
      </w:r>
      <w:r w:rsidR="00446860" w:rsidRPr="00446860">
        <w:rPr>
          <w:rFonts w:ascii="Times New Roman" w:hAnsi="Times New Roman"/>
          <w:sz w:val="28"/>
          <w:szCs w:val="28"/>
        </w:rPr>
        <w:t xml:space="preserve">Закон </w:t>
      </w:r>
      <w:r w:rsidRPr="00446860">
        <w:rPr>
          <w:rFonts w:ascii="Times New Roman" w:hAnsi="Times New Roman"/>
          <w:sz w:val="28"/>
          <w:szCs w:val="28"/>
        </w:rPr>
        <w:t>Ярославской</w:t>
      </w:r>
      <w:r>
        <w:rPr>
          <w:rFonts w:ascii="Times New Roman" w:hAnsi="Times New Roman"/>
          <w:sz w:val="28"/>
          <w:szCs w:val="28"/>
        </w:rPr>
        <w:t xml:space="preserve"> области </w:t>
      </w:r>
    </w:p>
    <w:p w:rsidR="0047249D" w:rsidRDefault="0047249D" w:rsidP="0044686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регулировании отдельных отношений в сфере недропользования»</w:t>
      </w:r>
    </w:p>
    <w:p w:rsidR="0047249D" w:rsidRDefault="0047249D" w:rsidP="0047249D">
      <w:pPr>
        <w:widowControl w:val="0"/>
        <w:tabs>
          <w:tab w:val="left" w:pos="1134"/>
        </w:tabs>
        <w:spacing w:after="0" w:line="240" w:lineRule="auto"/>
        <w:contextualSpacing/>
        <w:jc w:val="both"/>
        <w:outlineLvl w:val="2"/>
        <w:rPr>
          <w:rFonts w:ascii="Times New Roman" w:hAnsi="Times New Roman"/>
          <w:bCs/>
          <w:sz w:val="24"/>
          <w:szCs w:val="24"/>
        </w:rPr>
      </w:pPr>
    </w:p>
    <w:p w:rsidR="0047249D" w:rsidRDefault="0047249D" w:rsidP="0044686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закона Ярославской области «О </w:t>
      </w:r>
      <w:r w:rsidR="00EA2F10">
        <w:rPr>
          <w:rFonts w:ascii="Times New Roman" w:hAnsi="Times New Roman"/>
          <w:bCs/>
          <w:sz w:val="28"/>
          <w:szCs w:val="28"/>
        </w:rPr>
        <w:t xml:space="preserve">внесении изменений в </w:t>
      </w:r>
      <w:r w:rsidR="00EA2F10" w:rsidRPr="00446860">
        <w:rPr>
          <w:rFonts w:ascii="Times New Roman" w:hAnsi="Times New Roman"/>
          <w:sz w:val="28"/>
          <w:szCs w:val="28"/>
        </w:rPr>
        <w:t xml:space="preserve">Закон </w:t>
      </w:r>
      <w:r w:rsidR="00446860">
        <w:rPr>
          <w:rFonts w:ascii="Times New Roman" w:hAnsi="Times New Roman"/>
          <w:sz w:val="28"/>
          <w:szCs w:val="28"/>
        </w:rPr>
        <w:t>Ярославской области «О </w:t>
      </w:r>
      <w:r>
        <w:rPr>
          <w:rFonts w:ascii="Times New Roman" w:hAnsi="Times New Roman"/>
          <w:sz w:val="28"/>
          <w:szCs w:val="28"/>
        </w:rPr>
        <w:t xml:space="preserve">регулировании отдельных отношений в сфере недропользования» (далее – проект закона) разработан в целях приведения положений Закона Ярославской области от 09.06.2009 № 30-з «О регулировании отдельных отношений в сфере недропользования» (далее – Закон области) в соответствие </w:t>
      </w:r>
      <w:r w:rsidR="005B4EE3">
        <w:rPr>
          <w:rFonts w:ascii="Times New Roman" w:hAnsi="Times New Roman"/>
          <w:sz w:val="28"/>
          <w:szCs w:val="28"/>
        </w:rPr>
        <w:t xml:space="preserve">положениям </w:t>
      </w:r>
      <w:r>
        <w:rPr>
          <w:rFonts w:ascii="Times New Roman" w:hAnsi="Times New Roman"/>
          <w:bCs/>
          <w:sz w:val="28"/>
          <w:szCs w:val="28"/>
        </w:rPr>
        <w:t>федерально</w:t>
      </w:r>
      <w:r w:rsidR="005B4EE3">
        <w:rPr>
          <w:rFonts w:ascii="Times New Roman" w:hAnsi="Times New Roman"/>
          <w:bCs/>
          <w:sz w:val="28"/>
          <w:szCs w:val="28"/>
        </w:rPr>
        <w:t>го</w:t>
      </w:r>
      <w:r>
        <w:rPr>
          <w:rFonts w:ascii="Times New Roman" w:hAnsi="Times New Roman"/>
          <w:bCs/>
          <w:sz w:val="28"/>
          <w:szCs w:val="28"/>
        </w:rPr>
        <w:t xml:space="preserve"> зак</w:t>
      </w:r>
      <w:r w:rsidR="007035D1">
        <w:rPr>
          <w:rFonts w:ascii="Times New Roman" w:hAnsi="Times New Roman"/>
          <w:bCs/>
          <w:sz w:val="28"/>
          <w:szCs w:val="28"/>
        </w:rPr>
        <w:t>онодательств</w:t>
      </w:r>
      <w:r w:rsidR="005B4EE3">
        <w:rPr>
          <w:rFonts w:ascii="Times New Roman" w:hAnsi="Times New Roman"/>
          <w:bCs/>
          <w:sz w:val="28"/>
          <w:szCs w:val="28"/>
        </w:rPr>
        <w:t>а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1A1B19" w:rsidRDefault="001A1B19" w:rsidP="00C767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713B6">
        <w:rPr>
          <w:rFonts w:ascii="Times New Roman" w:hAnsi="Times New Roman"/>
          <w:sz w:val="28"/>
          <w:szCs w:val="28"/>
        </w:rPr>
        <w:t>Федеральным законом от 30.04.2021 № 123-ФЗ «О внесении изменений в Закон Российской Федерации «О недрах», статью 1 Федерального закона «О лицензировании отдельных видов деятельности» и признании утратившими силу Постановления Верховного Совета Российской Федерации «О порядке введения в действие Положения о порядке лицензирования пользования недрами» и отдельных положений законодательных актов Российской Федерации»</w:t>
      </w:r>
      <w:r w:rsidR="0043734B">
        <w:rPr>
          <w:rFonts w:ascii="Times New Roman" w:hAnsi="Times New Roman"/>
          <w:sz w:val="28"/>
          <w:szCs w:val="28"/>
        </w:rPr>
        <w:t xml:space="preserve"> (далее – Федеральный закон)</w:t>
      </w:r>
      <w:r w:rsidRPr="003713B6">
        <w:rPr>
          <w:rFonts w:ascii="Times New Roman" w:hAnsi="Times New Roman"/>
          <w:sz w:val="28"/>
          <w:szCs w:val="28"/>
        </w:rPr>
        <w:t xml:space="preserve">, вступающим в силу с </w:t>
      </w:r>
      <w:r>
        <w:rPr>
          <w:rFonts w:ascii="Times New Roman" w:hAnsi="Times New Roman"/>
          <w:sz w:val="28"/>
          <w:szCs w:val="28"/>
        </w:rPr>
        <w:t>01.01.</w:t>
      </w:r>
      <w:r w:rsidRPr="003713B6">
        <w:rPr>
          <w:rFonts w:ascii="Times New Roman" w:hAnsi="Times New Roman"/>
          <w:sz w:val="28"/>
          <w:szCs w:val="28"/>
        </w:rPr>
        <w:t>2022</w:t>
      </w:r>
      <w:r>
        <w:rPr>
          <w:rFonts w:ascii="Times New Roman" w:hAnsi="Times New Roman"/>
          <w:sz w:val="28"/>
          <w:szCs w:val="28"/>
        </w:rPr>
        <w:t>,</w:t>
      </w:r>
      <w:r w:rsidRPr="003713B6">
        <w:rPr>
          <w:rFonts w:ascii="Times New Roman" w:hAnsi="Times New Roman"/>
          <w:sz w:val="28"/>
          <w:szCs w:val="28"/>
        </w:rPr>
        <w:t xml:space="preserve"> в </w:t>
      </w:r>
      <w:r w:rsidR="0043734B" w:rsidRPr="003713B6">
        <w:rPr>
          <w:rFonts w:ascii="Times New Roman" w:hAnsi="Times New Roman"/>
          <w:sz w:val="28"/>
          <w:szCs w:val="28"/>
        </w:rPr>
        <w:t>Закон</w:t>
      </w:r>
      <w:proofErr w:type="gramEnd"/>
      <w:r w:rsidR="0043734B" w:rsidRPr="003713B6">
        <w:rPr>
          <w:rFonts w:ascii="Times New Roman" w:hAnsi="Times New Roman"/>
          <w:sz w:val="28"/>
          <w:szCs w:val="28"/>
        </w:rPr>
        <w:t xml:space="preserve"> Российской Феде</w:t>
      </w:r>
      <w:r w:rsidR="0043734B">
        <w:rPr>
          <w:rFonts w:ascii="Times New Roman" w:hAnsi="Times New Roman"/>
          <w:sz w:val="28"/>
          <w:szCs w:val="28"/>
        </w:rPr>
        <w:t xml:space="preserve">рации </w:t>
      </w:r>
      <w:r w:rsidR="00C76783">
        <w:rPr>
          <w:rFonts w:ascii="Times New Roman" w:eastAsiaTheme="minorHAnsi" w:hAnsi="Times New Roman"/>
          <w:sz w:val="28"/>
          <w:szCs w:val="28"/>
        </w:rPr>
        <w:t xml:space="preserve">от 21.02.1992 № 2395-1 </w:t>
      </w:r>
      <w:r w:rsidR="0043734B">
        <w:rPr>
          <w:rFonts w:ascii="Times New Roman" w:hAnsi="Times New Roman"/>
          <w:sz w:val="28"/>
          <w:szCs w:val="28"/>
        </w:rPr>
        <w:t>«О </w:t>
      </w:r>
      <w:r w:rsidR="0043734B" w:rsidRPr="003713B6">
        <w:rPr>
          <w:rFonts w:ascii="Times New Roman" w:hAnsi="Times New Roman"/>
          <w:sz w:val="28"/>
          <w:szCs w:val="28"/>
        </w:rPr>
        <w:t>недрах»</w:t>
      </w:r>
      <w:r w:rsidR="0043734B">
        <w:rPr>
          <w:rFonts w:ascii="Times New Roman" w:hAnsi="Times New Roman"/>
          <w:sz w:val="28"/>
          <w:szCs w:val="28"/>
        </w:rPr>
        <w:t xml:space="preserve"> </w:t>
      </w:r>
      <w:r w:rsidRPr="003713B6">
        <w:rPr>
          <w:rFonts w:ascii="Times New Roman" w:hAnsi="Times New Roman"/>
          <w:sz w:val="28"/>
          <w:szCs w:val="28"/>
        </w:rPr>
        <w:t xml:space="preserve">вносятся изменения, направленные на совершенствование правового регулирования пользования недрами. </w:t>
      </w:r>
    </w:p>
    <w:p w:rsidR="001A1B19" w:rsidRDefault="0043734B" w:rsidP="001A1B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C76783">
        <w:rPr>
          <w:rFonts w:ascii="Times New Roman" w:hAnsi="Times New Roman"/>
          <w:sz w:val="28"/>
          <w:szCs w:val="28"/>
        </w:rPr>
        <w:t>целях реализации</w:t>
      </w:r>
      <w:r>
        <w:rPr>
          <w:rFonts w:ascii="Times New Roman" w:hAnsi="Times New Roman"/>
          <w:sz w:val="28"/>
          <w:szCs w:val="28"/>
        </w:rPr>
        <w:t xml:space="preserve"> положени</w:t>
      </w:r>
      <w:r w:rsidR="00C76783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Федерального закона п</w:t>
      </w:r>
      <w:r w:rsidR="001A1B19">
        <w:rPr>
          <w:rFonts w:ascii="Times New Roman" w:hAnsi="Times New Roman"/>
          <w:sz w:val="28"/>
          <w:szCs w:val="28"/>
        </w:rPr>
        <w:t>роектом закона предлагается внести изменения в Закон области в части:</w:t>
      </w:r>
    </w:p>
    <w:p w:rsidR="001A1B19" w:rsidRPr="00636D54" w:rsidRDefault="001A1B19" w:rsidP="00636D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уточнения полномочий Правительства Ярославской области при </w:t>
      </w:r>
      <w:r w:rsidRPr="00636D54">
        <w:rPr>
          <w:rFonts w:ascii="Times New Roman" w:hAnsi="Times New Roman"/>
          <w:sz w:val="28"/>
          <w:szCs w:val="28"/>
        </w:rPr>
        <w:t>проведен</w:t>
      </w:r>
      <w:proofErr w:type="gramStart"/>
      <w:r w:rsidRPr="00636D54">
        <w:rPr>
          <w:rFonts w:ascii="Times New Roman" w:hAnsi="Times New Roman"/>
          <w:sz w:val="28"/>
          <w:szCs w:val="28"/>
        </w:rPr>
        <w:t>ии ау</w:t>
      </w:r>
      <w:proofErr w:type="gramEnd"/>
      <w:r w:rsidRPr="00636D54">
        <w:rPr>
          <w:rFonts w:ascii="Times New Roman" w:hAnsi="Times New Roman"/>
          <w:sz w:val="28"/>
          <w:szCs w:val="28"/>
        </w:rPr>
        <w:t xml:space="preserve">кционов </w:t>
      </w:r>
      <w:r w:rsidRPr="00636D54">
        <w:rPr>
          <w:rFonts w:ascii="Times New Roman" w:eastAsiaTheme="minorHAnsi" w:hAnsi="Times New Roman"/>
          <w:sz w:val="28"/>
          <w:szCs w:val="28"/>
        </w:rPr>
        <w:t>на право пользования участками недр местного значения</w:t>
      </w:r>
      <w:r w:rsidR="00CD0914" w:rsidRPr="00636D54">
        <w:rPr>
          <w:rFonts w:ascii="Times New Roman" w:eastAsiaTheme="minorHAnsi" w:hAnsi="Times New Roman"/>
          <w:sz w:val="28"/>
          <w:szCs w:val="28"/>
        </w:rPr>
        <w:t xml:space="preserve"> (статья 4)</w:t>
      </w:r>
      <w:r w:rsidRPr="00636D54">
        <w:rPr>
          <w:rFonts w:ascii="Times New Roman" w:eastAsiaTheme="minorHAnsi" w:hAnsi="Times New Roman"/>
          <w:sz w:val="28"/>
          <w:szCs w:val="28"/>
        </w:rPr>
        <w:t xml:space="preserve">; </w:t>
      </w:r>
    </w:p>
    <w:p w:rsidR="001A1B19" w:rsidRPr="00636D54" w:rsidRDefault="001A1B19" w:rsidP="00636D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36D54">
        <w:rPr>
          <w:rFonts w:ascii="Times New Roman" w:eastAsiaTheme="minorHAnsi" w:hAnsi="Times New Roman"/>
          <w:sz w:val="28"/>
          <w:szCs w:val="28"/>
        </w:rPr>
        <w:t>2) изложения в новой редакции стать</w:t>
      </w:r>
      <w:r w:rsidR="0043734B" w:rsidRPr="00636D54">
        <w:rPr>
          <w:rFonts w:ascii="Times New Roman" w:eastAsiaTheme="minorHAnsi" w:hAnsi="Times New Roman"/>
          <w:sz w:val="28"/>
          <w:szCs w:val="28"/>
        </w:rPr>
        <w:t>и</w:t>
      </w:r>
      <w:r w:rsidRPr="00636D54">
        <w:rPr>
          <w:rFonts w:ascii="Times New Roman" w:eastAsiaTheme="minorHAnsi" w:hAnsi="Times New Roman"/>
          <w:sz w:val="28"/>
          <w:szCs w:val="28"/>
        </w:rPr>
        <w:t xml:space="preserve"> 5 о лицензировании пользования недрами; </w:t>
      </w:r>
    </w:p>
    <w:p w:rsidR="001A1B19" w:rsidRPr="00636D54" w:rsidRDefault="00636D54" w:rsidP="00636D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D54">
        <w:rPr>
          <w:rFonts w:ascii="Times New Roman" w:hAnsi="Times New Roman"/>
          <w:sz w:val="28"/>
          <w:szCs w:val="28"/>
        </w:rPr>
        <w:t>3</w:t>
      </w:r>
      <w:r w:rsidR="001A1B19" w:rsidRPr="00636D54">
        <w:rPr>
          <w:rFonts w:ascii="Times New Roman" w:hAnsi="Times New Roman"/>
          <w:sz w:val="28"/>
          <w:szCs w:val="28"/>
        </w:rPr>
        <w:t xml:space="preserve">) </w:t>
      </w:r>
      <w:r w:rsidR="00AC256D" w:rsidRPr="00636D54">
        <w:rPr>
          <w:rFonts w:ascii="Times New Roman" w:hAnsi="Times New Roman"/>
          <w:sz w:val="28"/>
          <w:szCs w:val="28"/>
        </w:rPr>
        <w:t>уточнения</w:t>
      </w:r>
      <w:r w:rsidR="003E0776" w:rsidRPr="00636D5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A1B19" w:rsidRPr="00636D54">
        <w:rPr>
          <w:rFonts w:ascii="Times New Roman" w:hAnsi="Times New Roman"/>
          <w:sz w:val="28"/>
          <w:szCs w:val="28"/>
        </w:rPr>
        <w:t>наименовани</w:t>
      </w:r>
      <w:r w:rsidR="0043734B" w:rsidRPr="00636D54">
        <w:rPr>
          <w:rFonts w:ascii="Times New Roman" w:hAnsi="Times New Roman"/>
          <w:sz w:val="28"/>
          <w:szCs w:val="28"/>
        </w:rPr>
        <w:t>й</w:t>
      </w:r>
      <w:r w:rsidR="001A1B19" w:rsidRPr="00636D54">
        <w:rPr>
          <w:rFonts w:ascii="Times New Roman" w:hAnsi="Times New Roman"/>
          <w:sz w:val="28"/>
          <w:szCs w:val="28"/>
        </w:rPr>
        <w:t xml:space="preserve"> порядков предоставления права пользования</w:t>
      </w:r>
      <w:proofErr w:type="gramEnd"/>
      <w:r w:rsidR="001A1B19" w:rsidRPr="00636D54">
        <w:rPr>
          <w:rFonts w:ascii="Times New Roman" w:hAnsi="Times New Roman"/>
          <w:sz w:val="28"/>
          <w:szCs w:val="28"/>
        </w:rPr>
        <w:t xml:space="preserve"> участк</w:t>
      </w:r>
      <w:r w:rsidR="00F334F7" w:rsidRPr="00636D54">
        <w:rPr>
          <w:rFonts w:ascii="Times New Roman" w:hAnsi="Times New Roman"/>
          <w:sz w:val="28"/>
          <w:szCs w:val="28"/>
        </w:rPr>
        <w:t xml:space="preserve">ами </w:t>
      </w:r>
      <w:r w:rsidR="001A1B19" w:rsidRPr="00636D54">
        <w:rPr>
          <w:rFonts w:ascii="Times New Roman" w:hAnsi="Times New Roman"/>
          <w:sz w:val="28"/>
          <w:szCs w:val="28"/>
        </w:rPr>
        <w:t>недр местного значения</w:t>
      </w:r>
      <w:r w:rsidRPr="00636D54">
        <w:rPr>
          <w:rFonts w:ascii="Times New Roman" w:hAnsi="Times New Roman"/>
          <w:sz w:val="28"/>
          <w:szCs w:val="28"/>
        </w:rPr>
        <w:t>, дополнения новыми полномочиями Правительства Ярославской области по установлению порядк</w:t>
      </w:r>
      <w:r w:rsidR="00E61CE7">
        <w:rPr>
          <w:rFonts w:ascii="Times New Roman" w:hAnsi="Times New Roman"/>
          <w:sz w:val="28"/>
          <w:szCs w:val="28"/>
        </w:rPr>
        <w:t>а</w:t>
      </w:r>
      <w:r w:rsidRPr="00636D54">
        <w:rPr>
          <w:rFonts w:ascii="Times New Roman" w:hAnsi="Times New Roman"/>
          <w:sz w:val="28"/>
          <w:szCs w:val="28"/>
        </w:rPr>
        <w:t xml:space="preserve"> </w:t>
      </w:r>
      <w:r w:rsidRPr="00636D54">
        <w:rPr>
          <w:rFonts w:ascii="Times New Roman" w:hAnsi="Times New Roman"/>
          <w:sz w:val="28"/>
          <w:szCs w:val="28"/>
        </w:rPr>
        <w:t xml:space="preserve">предоставления права пользования участком недр местного значения </w:t>
      </w:r>
      <w:r>
        <w:rPr>
          <w:rFonts w:ascii="Times New Roman" w:hAnsi="Times New Roman"/>
          <w:sz w:val="28"/>
          <w:szCs w:val="28"/>
        </w:rPr>
        <w:t xml:space="preserve">и </w:t>
      </w:r>
      <w:r w:rsidR="00E61CE7">
        <w:rPr>
          <w:rFonts w:ascii="Times New Roman" w:hAnsi="Times New Roman"/>
          <w:sz w:val="28"/>
          <w:szCs w:val="28"/>
        </w:rPr>
        <w:t xml:space="preserve">порядка </w:t>
      </w:r>
      <w:bookmarkStart w:id="0" w:name="_GoBack"/>
      <w:bookmarkEnd w:id="0"/>
      <w:r w:rsidRPr="00636D54">
        <w:rPr>
          <w:rFonts w:ascii="Times New Roman" w:hAnsi="Times New Roman"/>
          <w:sz w:val="28"/>
          <w:szCs w:val="28"/>
        </w:rPr>
        <w:t>прекращения права пользования недрами, приостановления ограничения права пользования недрами в отношении участков недр местного значения</w:t>
      </w:r>
      <w:r w:rsidRPr="00636D54">
        <w:rPr>
          <w:rFonts w:ascii="Times New Roman" w:hAnsi="Times New Roman"/>
          <w:sz w:val="28"/>
          <w:szCs w:val="28"/>
        </w:rPr>
        <w:t xml:space="preserve"> </w:t>
      </w:r>
      <w:r w:rsidR="00AC256D" w:rsidRPr="00636D54">
        <w:rPr>
          <w:rFonts w:ascii="Times New Roman" w:hAnsi="Times New Roman"/>
          <w:sz w:val="28"/>
          <w:szCs w:val="28"/>
        </w:rPr>
        <w:t xml:space="preserve"> (статья 7)</w:t>
      </w:r>
      <w:r w:rsidR="0043734B" w:rsidRPr="00636D54">
        <w:rPr>
          <w:rFonts w:ascii="Times New Roman" w:hAnsi="Times New Roman"/>
          <w:sz w:val="28"/>
          <w:szCs w:val="28"/>
        </w:rPr>
        <w:t>;</w:t>
      </w:r>
    </w:p>
    <w:p w:rsidR="0043734B" w:rsidRDefault="00636D54" w:rsidP="00636D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36D54">
        <w:rPr>
          <w:rFonts w:ascii="Times New Roman" w:hAnsi="Times New Roman"/>
          <w:sz w:val="28"/>
          <w:szCs w:val="28"/>
        </w:rPr>
        <w:t>4</w:t>
      </w:r>
      <w:r w:rsidR="0043734B" w:rsidRPr="00636D54">
        <w:rPr>
          <w:rFonts w:ascii="Times New Roman" w:hAnsi="Times New Roman"/>
          <w:sz w:val="28"/>
          <w:szCs w:val="28"/>
        </w:rPr>
        <w:t xml:space="preserve">) </w:t>
      </w:r>
      <w:r w:rsidR="00AC256D" w:rsidRPr="00636D54">
        <w:rPr>
          <w:rFonts w:ascii="Times New Roman" w:hAnsi="Times New Roman"/>
          <w:sz w:val="28"/>
          <w:szCs w:val="28"/>
        </w:rPr>
        <w:t>корректировки</w:t>
      </w:r>
      <w:r w:rsidR="003E0776" w:rsidRPr="00636D54">
        <w:rPr>
          <w:rFonts w:ascii="Times New Roman" w:hAnsi="Times New Roman"/>
          <w:sz w:val="28"/>
          <w:szCs w:val="28"/>
        </w:rPr>
        <w:t xml:space="preserve"> положений о</w:t>
      </w:r>
      <w:r w:rsidR="0043734B" w:rsidRPr="00636D54">
        <w:rPr>
          <w:rFonts w:ascii="Times New Roman" w:hAnsi="Times New Roman"/>
          <w:sz w:val="28"/>
          <w:szCs w:val="28"/>
        </w:rPr>
        <w:t xml:space="preserve"> </w:t>
      </w:r>
      <w:r w:rsidR="0043734B" w:rsidRPr="00636D54">
        <w:rPr>
          <w:rFonts w:ascii="Times New Roman" w:eastAsiaTheme="minorHAnsi" w:hAnsi="Times New Roman"/>
          <w:sz w:val="28"/>
          <w:szCs w:val="28"/>
        </w:rPr>
        <w:t>согласовании технических проектов разработки месторождений общераспространенных полезных ископаемых</w:t>
      </w:r>
      <w:r w:rsidR="0043734B">
        <w:rPr>
          <w:rFonts w:ascii="Times New Roman" w:eastAsiaTheme="minorHAnsi" w:hAnsi="Times New Roman"/>
          <w:sz w:val="28"/>
          <w:szCs w:val="28"/>
        </w:rPr>
        <w:t xml:space="preserve"> и оформлении документов, которые удостоверяют уточненные границы горного отвода</w:t>
      </w:r>
      <w:r w:rsidR="00AC256D">
        <w:rPr>
          <w:rFonts w:ascii="Times New Roman" w:eastAsiaTheme="minorHAnsi" w:hAnsi="Times New Roman"/>
          <w:sz w:val="28"/>
          <w:szCs w:val="28"/>
        </w:rPr>
        <w:t xml:space="preserve"> (статьи 1, 9</w:t>
      </w:r>
      <w:r w:rsidR="00AC256D" w:rsidRPr="00AC256D">
        <w:rPr>
          <w:rFonts w:ascii="Times New Roman" w:eastAsiaTheme="minorHAnsi" w:hAnsi="Times New Roman"/>
          <w:sz w:val="28"/>
          <w:szCs w:val="28"/>
          <w:vertAlign w:val="superscript"/>
        </w:rPr>
        <w:t>1</w:t>
      </w:r>
      <w:r w:rsidR="00AC256D">
        <w:rPr>
          <w:rFonts w:ascii="Times New Roman" w:eastAsiaTheme="minorHAnsi" w:hAnsi="Times New Roman"/>
          <w:sz w:val="28"/>
          <w:szCs w:val="28"/>
        </w:rPr>
        <w:t xml:space="preserve"> и 9</w:t>
      </w:r>
      <w:r w:rsidR="00AC256D" w:rsidRPr="00AC256D">
        <w:rPr>
          <w:rFonts w:ascii="Times New Roman" w:eastAsiaTheme="minorHAnsi" w:hAnsi="Times New Roman"/>
          <w:sz w:val="28"/>
          <w:szCs w:val="28"/>
          <w:vertAlign w:val="superscript"/>
        </w:rPr>
        <w:t>2</w:t>
      </w:r>
      <w:r w:rsidR="00AC256D">
        <w:rPr>
          <w:rFonts w:ascii="Times New Roman" w:eastAsiaTheme="minorHAnsi" w:hAnsi="Times New Roman"/>
          <w:sz w:val="28"/>
          <w:szCs w:val="28"/>
        </w:rPr>
        <w:t>)</w:t>
      </w:r>
      <w:r w:rsidR="0043734B">
        <w:rPr>
          <w:rFonts w:ascii="Times New Roman" w:eastAsiaTheme="minorHAnsi" w:hAnsi="Times New Roman"/>
          <w:sz w:val="28"/>
          <w:szCs w:val="28"/>
        </w:rPr>
        <w:t>;</w:t>
      </w:r>
    </w:p>
    <w:p w:rsidR="0043734B" w:rsidRDefault="00636D54" w:rsidP="004373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5</w:t>
      </w:r>
      <w:r w:rsidR="0043734B">
        <w:rPr>
          <w:rFonts w:ascii="Times New Roman" w:eastAsiaTheme="minorHAnsi" w:hAnsi="Times New Roman"/>
          <w:sz w:val="28"/>
          <w:szCs w:val="28"/>
        </w:rPr>
        <w:t xml:space="preserve">) </w:t>
      </w:r>
      <w:r w:rsidR="003E0776">
        <w:rPr>
          <w:rFonts w:ascii="Times New Roman" w:eastAsiaTheme="minorHAnsi" w:hAnsi="Times New Roman"/>
          <w:sz w:val="28"/>
          <w:szCs w:val="28"/>
        </w:rPr>
        <w:t xml:space="preserve">уточнения </w:t>
      </w:r>
      <w:r w:rsidR="0079758E">
        <w:rPr>
          <w:rFonts w:ascii="Times New Roman" w:eastAsiaTheme="minorHAnsi" w:hAnsi="Times New Roman"/>
          <w:sz w:val="28"/>
          <w:szCs w:val="28"/>
        </w:rPr>
        <w:t xml:space="preserve">формулировки по </w:t>
      </w:r>
      <w:r w:rsidR="0043734B">
        <w:rPr>
          <w:rFonts w:ascii="Times New Roman" w:eastAsiaTheme="minorHAnsi" w:hAnsi="Times New Roman"/>
          <w:sz w:val="28"/>
          <w:szCs w:val="28"/>
        </w:rPr>
        <w:t>установлени</w:t>
      </w:r>
      <w:r w:rsidR="0079758E">
        <w:rPr>
          <w:rFonts w:ascii="Times New Roman" w:eastAsiaTheme="minorHAnsi" w:hAnsi="Times New Roman"/>
          <w:sz w:val="28"/>
          <w:szCs w:val="28"/>
        </w:rPr>
        <w:t>ю</w:t>
      </w:r>
      <w:r w:rsidR="0043734B">
        <w:rPr>
          <w:rFonts w:ascii="Times New Roman" w:eastAsiaTheme="minorHAnsi" w:hAnsi="Times New Roman"/>
          <w:sz w:val="28"/>
          <w:szCs w:val="28"/>
        </w:rPr>
        <w:t xml:space="preserve"> размеров разовых платежей за пользование недрами</w:t>
      </w:r>
      <w:r w:rsidR="00CD0914">
        <w:rPr>
          <w:rFonts w:ascii="Times New Roman" w:eastAsiaTheme="minorHAnsi" w:hAnsi="Times New Roman"/>
          <w:sz w:val="28"/>
          <w:szCs w:val="28"/>
        </w:rPr>
        <w:t xml:space="preserve"> (статья 11)</w:t>
      </w:r>
      <w:r w:rsidR="0043734B">
        <w:rPr>
          <w:rFonts w:ascii="Times New Roman" w:eastAsiaTheme="minorHAnsi" w:hAnsi="Times New Roman"/>
          <w:sz w:val="28"/>
          <w:szCs w:val="28"/>
        </w:rPr>
        <w:t>.</w:t>
      </w:r>
    </w:p>
    <w:p w:rsidR="00D50A45" w:rsidRDefault="0047249D" w:rsidP="00636D54">
      <w:pPr>
        <w:spacing w:after="0" w:line="240" w:lineRule="auto"/>
        <w:ind w:firstLine="709"/>
        <w:jc w:val="both"/>
      </w:pPr>
      <w:r w:rsidRPr="006F391F">
        <w:rPr>
          <w:rFonts w:ascii="Times New Roman" w:hAnsi="Times New Roman"/>
          <w:sz w:val="28"/>
          <w:szCs w:val="28"/>
        </w:rPr>
        <w:t xml:space="preserve">Принятие проекта </w:t>
      </w:r>
      <w:r w:rsidR="005B4EE3">
        <w:rPr>
          <w:rFonts w:ascii="Times New Roman" w:hAnsi="Times New Roman"/>
          <w:sz w:val="28"/>
          <w:szCs w:val="28"/>
        </w:rPr>
        <w:t xml:space="preserve">закона </w:t>
      </w:r>
      <w:r w:rsidRPr="006F391F">
        <w:rPr>
          <w:rFonts w:ascii="Times New Roman" w:hAnsi="Times New Roman"/>
          <w:sz w:val="28"/>
          <w:szCs w:val="28"/>
        </w:rPr>
        <w:t xml:space="preserve">не повлечет увеличения (уменьшения) расходов или доходов областного бюджета и не потребует признания </w:t>
      </w:r>
      <w:proofErr w:type="gramStart"/>
      <w:r w:rsidRPr="006F391F">
        <w:rPr>
          <w:rFonts w:ascii="Times New Roman" w:hAnsi="Times New Roman"/>
          <w:sz w:val="28"/>
          <w:szCs w:val="28"/>
        </w:rPr>
        <w:t>утратившими</w:t>
      </w:r>
      <w:proofErr w:type="gramEnd"/>
      <w:r w:rsidRPr="006F391F">
        <w:rPr>
          <w:rFonts w:ascii="Times New Roman" w:hAnsi="Times New Roman"/>
          <w:sz w:val="28"/>
          <w:szCs w:val="28"/>
        </w:rPr>
        <w:t xml:space="preserve"> силу, приостановления действия, изменения или принятия иных </w:t>
      </w:r>
      <w:r w:rsidR="008A3186">
        <w:rPr>
          <w:rFonts w:ascii="Times New Roman" w:hAnsi="Times New Roman"/>
          <w:sz w:val="28"/>
          <w:szCs w:val="28"/>
        </w:rPr>
        <w:t>законодательных</w:t>
      </w:r>
      <w:r w:rsidRPr="006F391F">
        <w:rPr>
          <w:rFonts w:ascii="Times New Roman" w:hAnsi="Times New Roman"/>
          <w:sz w:val="28"/>
          <w:szCs w:val="28"/>
        </w:rPr>
        <w:t xml:space="preserve"> актов Ярославской области.</w:t>
      </w:r>
      <w:r w:rsidR="00446860">
        <w:t xml:space="preserve"> </w:t>
      </w:r>
    </w:p>
    <w:sectPr w:rsidR="00D50A45" w:rsidSect="00645E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62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D14" w:rsidRDefault="00E96D14">
      <w:pPr>
        <w:spacing w:after="0" w:line="240" w:lineRule="auto"/>
      </w:pPr>
      <w:r>
        <w:separator/>
      </w:r>
    </w:p>
  </w:endnote>
  <w:endnote w:type="continuationSeparator" w:id="0">
    <w:p w:rsidR="00E96D14" w:rsidRDefault="00E96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CB" w:rsidRDefault="00E61CE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CB" w:rsidRDefault="00E61CE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CB" w:rsidRDefault="00E61CE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D14" w:rsidRDefault="00E96D14">
      <w:pPr>
        <w:spacing w:after="0" w:line="240" w:lineRule="auto"/>
      </w:pPr>
      <w:r>
        <w:separator/>
      </w:r>
    </w:p>
  </w:footnote>
  <w:footnote w:type="continuationSeparator" w:id="0">
    <w:p w:rsidR="00E96D14" w:rsidRDefault="00E96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CB" w:rsidRDefault="00E61CE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CB" w:rsidRDefault="00E61CE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CB" w:rsidRDefault="00E61CE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AC5"/>
    <w:rsid w:val="00003982"/>
    <w:rsid w:val="00012F03"/>
    <w:rsid w:val="000571B8"/>
    <w:rsid w:val="000673BA"/>
    <w:rsid w:val="0008553F"/>
    <w:rsid w:val="000A6D92"/>
    <w:rsid w:val="000B7E22"/>
    <w:rsid w:val="000D4B7C"/>
    <w:rsid w:val="000F7B5F"/>
    <w:rsid w:val="00103414"/>
    <w:rsid w:val="001602A8"/>
    <w:rsid w:val="001A1B19"/>
    <w:rsid w:val="001A79A1"/>
    <w:rsid w:val="00233174"/>
    <w:rsid w:val="0026599E"/>
    <w:rsid w:val="002E4268"/>
    <w:rsid w:val="00301F36"/>
    <w:rsid w:val="00314959"/>
    <w:rsid w:val="00321347"/>
    <w:rsid w:val="00347219"/>
    <w:rsid w:val="003718B7"/>
    <w:rsid w:val="003936CC"/>
    <w:rsid w:val="003B7425"/>
    <w:rsid w:val="003C3681"/>
    <w:rsid w:val="003E0776"/>
    <w:rsid w:val="003F6B81"/>
    <w:rsid w:val="0040553B"/>
    <w:rsid w:val="00407E2D"/>
    <w:rsid w:val="0041504D"/>
    <w:rsid w:val="004159B4"/>
    <w:rsid w:val="0042103E"/>
    <w:rsid w:val="0042312E"/>
    <w:rsid w:val="0043734B"/>
    <w:rsid w:val="00442D8F"/>
    <w:rsid w:val="00446860"/>
    <w:rsid w:val="004564B9"/>
    <w:rsid w:val="0047249D"/>
    <w:rsid w:val="004867D5"/>
    <w:rsid w:val="00490B20"/>
    <w:rsid w:val="004B3299"/>
    <w:rsid w:val="004B5E17"/>
    <w:rsid w:val="004D6277"/>
    <w:rsid w:val="00504435"/>
    <w:rsid w:val="00511787"/>
    <w:rsid w:val="00525E87"/>
    <w:rsid w:val="00531039"/>
    <w:rsid w:val="00534107"/>
    <w:rsid w:val="0054377E"/>
    <w:rsid w:val="00576D07"/>
    <w:rsid w:val="00591A52"/>
    <w:rsid w:val="00597CBE"/>
    <w:rsid w:val="005A0EF8"/>
    <w:rsid w:val="005A2EF7"/>
    <w:rsid w:val="005B4EE3"/>
    <w:rsid w:val="005C3BFD"/>
    <w:rsid w:val="005D0865"/>
    <w:rsid w:val="00611431"/>
    <w:rsid w:val="00615F11"/>
    <w:rsid w:val="00632D36"/>
    <w:rsid w:val="00636D54"/>
    <w:rsid w:val="00645E89"/>
    <w:rsid w:val="00647DCE"/>
    <w:rsid w:val="00652C9B"/>
    <w:rsid w:val="006645E1"/>
    <w:rsid w:val="00681230"/>
    <w:rsid w:val="006B54E5"/>
    <w:rsid w:val="006B6925"/>
    <w:rsid w:val="00702E18"/>
    <w:rsid w:val="007035D1"/>
    <w:rsid w:val="00730DB7"/>
    <w:rsid w:val="00766375"/>
    <w:rsid w:val="007676B0"/>
    <w:rsid w:val="00792487"/>
    <w:rsid w:val="0079758E"/>
    <w:rsid w:val="007B6E62"/>
    <w:rsid w:val="007C5CDF"/>
    <w:rsid w:val="007C6E24"/>
    <w:rsid w:val="007D3C6A"/>
    <w:rsid w:val="007F7CF4"/>
    <w:rsid w:val="0080164A"/>
    <w:rsid w:val="00805DF8"/>
    <w:rsid w:val="008068A0"/>
    <w:rsid w:val="008502F4"/>
    <w:rsid w:val="008506AE"/>
    <w:rsid w:val="008700E3"/>
    <w:rsid w:val="00875933"/>
    <w:rsid w:val="00890FCD"/>
    <w:rsid w:val="008A3186"/>
    <w:rsid w:val="008C6698"/>
    <w:rsid w:val="008D1353"/>
    <w:rsid w:val="008E099C"/>
    <w:rsid w:val="008F14F5"/>
    <w:rsid w:val="00902A60"/>
    <w:rsid w:val="0093310E"/>
    <w:rsid w:val="00946297"/>
    <w:rsid w:val="009864E5"/>
    <w:rsid w:val="009A1FEE"/>
    <w:rsid w:val="009A5C0C"/>
    <w:rsid w:val="009C7B19"/>
    <w:rsid w:val="00A119A1"/>
    <w:rsid w:val="00A34A54"/>
    <w:rsid w:val="00A53E92"/>
    <w:rsid w:val="00A57697"/>
    <w:rsid w:val="00A60BCD"/>
    <w:rsid w:val="00A752CF"/>
    <w:rsid w:val="00A77501"/>
    <w:rsid w:val="00AB1E9B"/>
    <w:rsid w:val="00AB3C4B"/>
    <w:rsid w:val="00AC256D"/>
    <w:rsid w:val="00AE14A0"/>
    <w:rsid w:val="00AE5024"/>
    <w:rsid w:val="00AF57EA"/>
    <w:rsid w:val="00AF6139"/>
    <w:rsid w:val="00B02D66"/>
    <w:rsid w:val="00B04E3B"/>
    <w:rsid w:val="00B220E4"/>
    <w:rsid w:val="00B50A56"/>
    <w:rsid w:val="00B60A64"/>
    <w:rsid w:val="00B63DC2"/>
    <w:rsid w:val="00B80A36"/>
    <w:rsid w:val="00B91615"/>
    <w:rsid w:val="00BD5987"/>
    <w:rsid w:val="00BE57FD"/>
    <w:rsid w:val="00BF10AC"/>
    <w:rsid w:val="00C335C2"/>
    <w:rsid w:val="00C50A49"/>
    <w:rsid w:val="00C5229E"/>
    <w:rsid w:val="00C76783"/>
    <w:rsid w:val="00C937DD"/>
    <w:rsid w:val="00C96C98"/>
    <w:rsid w:val="00CA2C18"/>
    <w:rsid w:val="00CB00E2"/>
    <w:rsid w:val="00CB06A3"/>
    <w:rsid w:val="00CD0914"/>
    <w:rsid w:val="00CD2D6B"/>
    <w:rsid w:val="00CD3FC1"/>
    <w:rsid w:val="00CF26CE"/>
    <w:rsid w:val="00D0759A"/>
    <w:rsid w:val="00D14BFC"/>
    <w:rsid w:val="00D50A45"/>
    <w:rsid w:val="00D710DC"/>
    <w:rsid w:val="00D857CA"/>
    <w:rsid w:val="00DA0FA8"/>
    <w:rsid w:val="00DB005C"/>
    <w:rsid w:val="00DE4035"/>
    <w:rsid w:val="00E0596F"/>
    <w:rsid w:val="00E17B93"/>
    <w:rsid w:val="00E214BD"/>
    <w:rsid w:val="00E21C2D"/>
    <w:rsid w:val="00E25888"/>
    <w:rsid w:val="00E35933"/>
    <w:rsid w:val="00E6073E"/>
    <w:rsid w:val="00E61CE7"/>
    <w:rsid w:val="00E84DDD"/>
    <w:rsid w:val="00E90196"/>
    <w:rsid w:val="00E96D14"/>
    <w:rsid w:val="00EA2F10"/>
    <w:rsid w:val="00EA42A1"/>
    <w:rsid w:val="00EB7114"/>
    <w:rsid w:val="00EC1C6F"/>
    <w:rsid w:val="00EC26A5"/>
    <w:rsid w:val="00EC533C"/>
    <w:rsid w:val="00EF37E3"/>
    <w:rsid w:val="00F047C2"/>
    <w:rsid w:val="00F247A9"/>
    <w:rsid w:val="00F334F7"/>
    <w:rsid w:val="00F443B6"/>
    <w:rsid w:val="00FA2F1A"/>
    <w:rsid w:val="00FC6418"/>
    <w:rsid w:val="00FD5532"/>
    <w:rsid w:val="00FD792C"/>
    <w:rsid w:val="00FE2245"/>
    <w:rsid w:val="00FE23EB"/>
    <w:rsid w:val="00FE3AC5"/>
    <w:rsid w:val="00FF3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4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249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47249D"/>
  </w:style>
  <w:style w:type="paragraph" w:styleId="a5">
    <w:name w:val="footer"/>
    <w:basedOn w:val="a"/>
    <w:link w:val="a6"/>
    <w:uiPriority w:val="99"/>
    <w:unhideWhenUsed/>
    <w:rsid w:val="0047249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Нижний колонтитул Знак"/>
    <w:basedOn w:val="a0"/>
    <w:link w:val="a5"/>
    <w:uiPriority w:val="99"/>
    <w:rsid w:val="0047249D"/>
  </w:style>
  <w:style w:type="paragraph" w:customStyle="1" w:styleId="ConsPlusNormal">
    <w:name w:val="ConsPlusNormal"/>
    <w:rsid w:val="0047249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7">
    <w:name w:val="Hyperlink"/>
    <w:basedOn w:val="a0"/>
    <w:uiPriority w:val="99"/>
    <w:unhideWhenUsed/>
    <w:rsid w:val="001602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4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249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47249D"/>
  </w:style>
  <w:style w:type="paragraph" w:styleId="a5">
    <w:name w:val="footer"/>
    <w:basedOn w:val="a"/>
    <w:link w:val="a6"/>
    <w:uiPriority w:val="99"/>
    <w:unhideWhenUsed/>
    <w:rsid w:val="0047249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Нижний колонтитул Знак"/>
    <w:basedOn w:val="a0"/>
    <w:link w:val="a5"/>
    <w:uiPriority w:val="99"/>
    <w:rsid w:val="0047249D"/>
  </w:style>
  <w:style w:type="paragraph" w:customStyle="1" w:styleId="ConsPlusNormal">
    <w:name w:val="ConsPlusNormal"/>
    <w:rsid w:val="0047249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7">
    <w:name w:val="Hyperlink"/>
    <w:basedOn w:val="a0"/>
    <w:uiPriority w:val="99"/>
    <w:unhideWhenUsed/>
    <w:rsid w:val="001602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Каминова Екатерина Алексеевна</dc:creator>
  <cp:lastModifiedBy>Гаврилова Елена Николаевна</cp:lastModifiedBy>
  <cp:revision>14</cp:revision>
  <cp:lastPrinted>2021-05-11T08:42:00Z</cp:lastPrinted>
  <dcterms:created xsi:type="dcterms:W3CDTF">2021-11-17T05:37:00Z</dcterms:created>
  <dcterms:modified xsi:type="dcterms:W3CDTF">2021-12-03T07:58:00Z</dcterms:modified>
</cp:coreProperties>
</file>