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AE6E1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DF8" w:rsidRDefault="001F6DF8">
      <w:r>
        <w:separator/>
      </w:r>
    </w:p>
  </w:endnote>
  <w:endnote w:type="continuationSeparator" w:id="0">
    <w:p w:rsidR="001F6DF8" w:rsidRDefault="001F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DF8" w:rsidRDefault="001F6DF8">
      <w:r>
        <w:separator/>
      </w:r>
    </w:p>
  </w:footnote>
  <w:footnote w:type="continuationSeparator" w:id="0">
    <w:p w:rsidR="001F6DF8" w:rsidRDefault="001F6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1F6DF8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6E11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C6114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1F96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0FF2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E7391-58F3-4B53-8257-F00B7EE7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5</cp:revision>
  <cp:lastPrinted>2023-09-18T08:10:00Z</cp:lastPrinted>
  <dcterms:created xsi:type="dcterms:W3CDTF">2024-08-09T05:39:00Z</dcterms:created>
  <dcterms:modified xsi:type="dcterms:W3CDTF">2024-08-30T06:35:00Z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