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2B0A6C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DF194A">
        <w:rPr>
          <w:rFonts w:ascii="Times New Roman" w:hAnsi="Times New Roman" w:cs="Times New Roman"/>
          <w:bCs/>
          <w:sz w:val="28"/>
          <w:szCs w:val="28"/>
        </w:rPr>
        <w:t>«О внесении изменений в</w:t>
      </w:r>
      <w:r w:rsidR="00F65588" w:rsidRPr="00F65588">
        <w:rPr>
          <w:rFonts w:ascii="Times New Roman" w:hAnsi="Times New Roman" w:cs="Times New Roman"/>
          <w:bCs/>
          <w:sz w:val="28"/>
          <w:szCs w:val="28"/>
        </w:rPr>
        <w:t xml:space="preserve"> Закон Ярославской области «О</w:t>
      </w:r>
      <w:r w:rsidR="00F65588">
        <w:rPr>
          <w:rFonts w:ascii="Times New Roman" w:hAnsi="Times New Roman" w:cs="Times New Roman"/>
          <w:bCs/>
          <w:sz w:val="28"/>
          <w:szCs w:val="28"/>
        </w:rPr>
        <w:t> </w:t>
      </w:r>
      <w:r w:rsidR="00F65588" w:rsidRPr="00F65588">
        <w:rPr>
          <w:rFonts w:ascii="Times New Roman" w:hAnsi="Times New Roman" w:cs="Times New Roman"/>
          <w:bCs/>
          <w:sz w:val="28"/>
          <w:szCs w:val="28"/>
        </w:rPr>
        <w:t>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регулярных перевозок пассажиров и багажа автомобильным транспортом и городским наземным электрическим транспортом»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B359D3" w:rsidRPr="00B359D3" w:rsidRDefault="00465C09" w:rsidP="002B0A6C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F65588">
        <w:rPr>
          <w:bCs/>
          <w:szCs w:val="28"/>
        </w:rPr>
        <w:t>з</w:t>
      </w:r>
      <w:r w:rsidR="00F65588" w:rsidRPr="00F65588">
        <w:rPr>
          <w:bCs/>
          <w:szCs w:val="28"/>
        </w:rPr>
        <w:t xml:space="preserve">аместитель Председателя Правительства Ярославской области – министр дорожного хозяйства </w:t>
      </w:r>
      <w:r w:rsidR="00F65588">
        <w:rPr>
          <w:bCs/>
          <w:szCs w:val="28"/>
        </w:rPr>
        <w:t>и транспорта Ярославской области Душко Р.В</w:t>
      </w:r>
      <w:r w:rsidR="00B359D3" w:rsidRPr="00B359D3">
        <w:rPr>
          <w:bCs/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B44379">
        <w:rPr>
          <w:rFonts w:ascii="Times New Roman" w:hAnsi="Times New Roman"/>
          <w:sz w:val="28"/>
        </w:rPr>
        <w:t>7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05EA" w:rsidRPr="00432B9B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A34" w:rsidRDefault="00B33A34">
      <w:r>
        <w:separator/>
      </w:r>
    </w:p>
  </w:endnote>
  <w:endnote w:type="continuationSeparator" w:id="0">
    <w:p w:rsidR="00B33A34" w:rsidRDefault="00B33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A34" w:rsidRDefault="00B33A34">
      <w:r>
        <w:separator/>
      </w:r>
    </w:p>
  </w:footnote>
  <w:footnote w:type="continuationSeparator" w:id="0">
    <w:p w:rsidR="00B33A34" w:rsidRDefault="00B33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A616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B0A6C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2B9B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6381D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1D4"/>
    <w:rsid w:val="0089152B"/>
    <w:rsid w:val="008A439D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3A34"/>
    <w:rsid w:val="00B34CEE"/>
    <w:rsid w:val="00B359D3"/>
    <w:rsid w:val="00B3710A"/>
    <w:rsid w:val="00B430B5"/>
    <w:rsid w:val="00B44379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DF194A"/>
    <w:rsid w:val="00E23E8E"/>
    <w:rsid w:val="00E24CE3"/>
    <w:rsid w:val="00E26561"/>
    <w:rsid w:val="00E32A8E"/>
    <w:rsid w:val="00E32BAC"/>
    <w:rsid w:val="00E55F5E"/>
    <w:rsid w:val="00E5751C"/>
    <w:rsid w:val="00E57533"/>
    <w:rsid w:val="00E62F9E"/>
    <w:rsid w:val="00E67B15"/>
    <w:rsid w:val="00E70EE2"/>
    <w:rsid w:val="00E73EDC"/>
    <w:rsid w:val="00E81B0F"/>
    <w:rsid w:val="00E86382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65588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EFC65-CD2F-4EFF-9004-614E8AD70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2025-10-15T07:28:00Z</dcterms:created>
  <dcterms:modified xsi:type="dcterms:W3CDTF">2025-10-15T07:28:00Z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