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120829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120829" w:rsidRPr="00120829">
        <w:rPr>
          <w:bCs/>
          <w:iCs/>
          <w:sz w:val="28"/>
          <w:szCs w:val="28"/>
        </w:rPr>
        <w:t>О внесении изменений в Закон Ярославской области «</w:t>
      </w:r>
      <w:r w:rsidR="00F84840" w:rsidRPr="00F84840">
        <w:rPr>
          <w:bCs/>
          <w:iCs/>
          <w:sz w:val="28"/>
          <w:szCs w:val="28"/>
        </w:rPr>
        <w:t xml:space="preserve">О прогнозном плане (программе) приватизации имущества, находящегося в собственности Ярославской области, на 2024 </w:t>
      </w:r>
      <w:r w:rsidR="00F84840">
        <w:rPr>
          <w:bCs/>
          <w:iCs/>
          <w:sz w:val="28"/>
          <w:szCs w:val="28"/>
        </w:rPr>
        <w:t>–</w:t>
      </w:r>
      <w:r w:rsidR="00F84840" w:rsidRPr="00F84840">
        <w:rPr>
          <w:bCs/>
          <w:iCs/>
          <w:sz w:val="28"/>
          <w:szCs w:val="28"/>
        </w:rPr>
        <w:t xml:space="preserve"> 2026 годы</w:t>
      </w:r>
      <w:r w:rsidR="00120829" w:rsidRPr="00120829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3D600E" w:rsidRPr="00E4364B" w:rsidRDefault="003D600E" w:rsidP="0074127C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</w:t>
      </w:r>
      <w:proofErr w:type="gramStart"/>
      <w:r w:rsidRPr="003B3995">
        <w:rPr>
          <w:szCs w:val="28"/>
        </w:rPr>
        <w:t>назначен</w:t>
      </w:r>
      <w:proofErr w:type="gramEnd"/>
      <w:r w:rsidRPr="003B3995">
        <w:rPr>
          <w:szCs w:val="28"/>
        </w:rPr>
        <w:t xml:space="preserve"> </w:t>
      </w:r>
      <w:r w:rsidR="0074127C" w:rsidRPr="0074127C">
        <w:rPr>
          <w:szCs w:val="28"/>
        </w:rPr>
        <w:t>исполняющий обязанности министра имущественных отношений Ярославской области Здоров Н.О.</w:t>
      </w:r>
    </w:p>
    <w:p w:rsidR="0074127C" w:rsidRDefault="0074127C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F84840">
        <w:rPr>
          <w:rFonts w:ascii="Times New Roman" w:hAnsi="Times New Roman"/>
          <w:sz w:val="28"/>
        </w:rPr>
        <w:t>____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DA14D0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A41" w:rsidRDefault="000D1A41">
      <w:r>
        <w:separator/>
      </w:r>
    </w:p>
  </w:endnote>
  <w:endnote w:type="continuationSeparator" w:id="0">
    <w:p w:rsidR="000D1A41" w:rsidRDefault="000D1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A41" w:rsidRDefault="000D1A41">
      <w:r>
        <w:separator/>
      </w:r>
    </w:p>
  </w:footnote>
  <w:footnote w:type="continuationSeparator" w:id="0">
    <w:p w:rsidR="000D1A41" w:rsidRDefault="000D1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2DA6"/>
    <w:rsid w:val="00095DA7"/>
    <w:rsid w:val="000B4E78"/>
    <w:rsid w:val="000C4C30"/>
    <w:rsid w:val="000D1A41"/>
    <w:rsid w:val="000E3D8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96661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2361F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714BC"/>
    <w:rsid w:val="00F81637"/>
    <w:rsid w:val="00F84840"/>
    <w:rsid w:val="00F857B0"/>
    <w:rsid w:val="00F93CAA"/>
    <w:rsid w:val="00F96592"/>
    <w:rsid w:val="00FA5911"/>
    <w:rsid w:val="00FB1452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8BFF7-97E1-4148-80E9-B2C3BA6F3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2024-02-06T07:16:00Z</cp:lastPrinted>
  <dcterms:created xsi:type="dcterms:W3CDTF">2024-06-21T10:00:00Z</dcterms:created>
  <dcterms:modified xsi:type="dcterms:W3CDTF">2024-06-21T10:00:00Z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