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634D" w:rsidRPr="0086634D" w:rsidTr="0086634D">
        <w:tc>
          <w:tcPr>
            <w:tcW w:w="426" w:type="dxa"/>
            <w:vAlign w:val="bottom"/>
            <w:hideMark/>
          </w:tcPr>
          <w:p w:rsidR="0086634D" w:rsidRPr="0086634D" w:rsidRDefault="0086634D" w:rsidP="008663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6634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634D" w:rsidRPr="0086634D" w:rsidRDefault="0086634D" w:rsidP="008663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6634D">
              <w:rPr>
                <w:rFonts w:ascii="Times New Roman" w:hAnsi="Times New Roman" w:cs="Times New Roman"/>
                <w:sz w:val="28"/>
                <w:szCs w:val="28"/>
              </w:rPr>
              <w:t>28.05.2019</w:t>
            </w:r>
          </w:p>
        </w:tc>
        <w:tc>
          <w:tcPr>
            <w:tcW w:w="4111" w:type="dxa"/>
            <w:vAlign w:val="bottom"/>
          </w:tcPr>
          <w:p w:rsidR="0086634D" w:rsidRPr="0086634D" w:rsidRDefault="0086634D" w:rsidP="008663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6634D" w:rsidRPr="0086634D" w:rsidRDefault="0086634D" w:rsidP="008663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663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634D" w:rsidRPr="0086634D" w:rsidRDefault="0086634D" w:rsidP="008663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139</w:t>
            </w:r>
            <w:bookmarkStart w:id="0" w:name="_GoBack"/>
            <w:bookmarkEnd w:id="0"/>
          </w:p>
        </w:tc>
      </w:tr>
    </w:tbl>
    <w:p w:rsidR="00E6406E" w:rsidRPr="00E6406E" w:rsidRDefault="00E6406E" w:rsidP="00E64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406E" w:rsidRPr="00E6406E" w:rsidRDefault="00E6406E" w:rsidP="00E64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E6406E" w:rsidRDefault="00436B44" w:rsidP="00E64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36B44" w:rsidRPr="00E6406E" w:rsidRDefault="0031065F" w:rsidP="00E64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</w:t>
      </w:r>
      <w:r w:rsidR="00436B4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</w:t>
      </w:r>
    </w:p>
    <w:p w:rsidR="00E6406E" w:rsidRDefault="00436B44" w:rsidP="00E64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121D74" w:rsidRPr="00E6406E">
        <w:rPr>
          <w:rFonts w:ascii="Times New Roman" w:hAnsi="Times New Roman" w:cs="Times New Roman"/>
          <w:sz w:val="28"/>
          <w:szCs w:val="28"/>
        </w:rPr>
        <w:t>от 07</w:t>
      </w:r>
      <w:r w:rsidR="00E6406E">
        <w:rPr>
          <w:rFonts w:ascii="Times New Roman" w:hAnsi="Times New Roman" w:cs="Times New Roman"/>
          <w:sz w:val="28"/>
          <w:szCs w:val="28"/>
        </w:rPr>
        <w:t>.12.</w:t>
      </w:r>
      <w:r w:rsidR="00121D74" w:rsidRPr="00E6406E">
        <w:rPr>
          <w:rFonts w:ascii="Times New Roman" w:hAnsi="Times New Roman" w:cs="Times New Roman"/>
          <w:sz w:val="28"/>
          <w:szCs w:val="28"/>
        </w:rPr>
        <w:t>2004 № 56-з</w:t>
      </w:r>
      <w:r w:rsidR="00E640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06E" w:rsidRDefault="00436B44" w:rsidP="00E64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подачи</w:t>
      </w:r>
      <w:r w:rsidR="00121D7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уведомлений</w:t>
      </w:r>
      <w:r w:rsid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</w:p>
    <w:p w:rsidR="00436B44" w:rsidRPr="00E6406E" w:rsidRDefault="00436B44" w:rsidP="00E64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мероприятий»</w:t>
      </w:r>
    </w:p>
    <w:p w:rsidR="00FE03CF" w:rsidRPr="00E6406E" w:rsidRDefault="00FE03CF" w:rsidP="00E64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E6406E" w:rsidRDefault="00FE03CF" w:rsidP="00E640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E6406E" w:rsidRDefault="00436B44" w:rsidP="00E640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E6406E" w:rsidRDefault="00436B44" w:rsidP="00E64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E6406E" w:rsidRDefault="00436B44" w:rsidP="00E6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64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64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E6406E" w:rsidRDefault="00436B44" w:rsidP="00E64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65F" w:rsidRPr="00E6406E" w:rsidRDefault="00FE03CF" w:rsidP="00E64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987C16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Отклонить</w:t>
      </w:r>
      <w:r w:rsidR="00436B4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закона Ярославской области «О внесении измен</w:t>
      </w:r>
      <w:r w:rsidR="00436B4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1065F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436B4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Ярославской области </w:t>
      </w:r>
      <w:r w:rsidR="00121D74" w:rsidRPr="00E6406E">
        <w:rPr>
          <w:rFonts w:ascii="Times New Roman" w:hAnsi="Times New Roman" w:cs="Times New Roman"/>
          <w:sz w:val="28"/>
          <w:szCs w:val="28"/>
        </w:rPr>
        <w:t xml:space="preserve">от </w:t>
      </w:r>
      <w:r w:rsidR="00E6406E">
        <w:rPr>
          <w:rFonts w:ascii="Times New Roman" w:hAnsi="Times New Roman" w:cs="Times New Roman"/>
          <w:sz w:val="28"/>
          <w:szCs w:val="28"/>
        </w:rPr>
        <w:t>0</w:t>
      </w:r>
      <w:r w:rsidR="00121D74" w:rsidRPr="00E6406E">
        <w:rPr>
          <w:rFonts w:ascii="Times New Roman" w:hAnsi="Times New Roman" w:cs="Times New Roman"/>
          <w:sz w:val="28"/>
          <w:szCs w:val="28"/>
        </w:rPr>
        <w:t>7</w:t>
      </w:r>
      <w:r w:rsidR="00E6406E">
        <w:rPr>
          <w:rFonts w:ascii="Times New Roman" w:hAnsi="Times New Roman" w:cs="Times New Roman"/>
          <w:sz w:val="28"/>
          <w:szCs w:val="28"/>
        </w:rPr>
        <w:t>.12.</w:t>
      </w:r>
      <w:r w:rsidR="00121D74" w:rsidRPr="00E6406E">
        <w:rPr>
          <w:rFonts w:ascii="Times New Roman" w:hAnsi="Times New Roman" w:cs="Times New Roman"/>
          <w:sz w:val="28"/>
          <w:szCs w:val="28"/>
        </w:rPr>
        <w:t>2004 № 56-з</w:t>
      </w:r>
      <w:r w:rsidR="00121D7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B4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порядке подачи уведомлений о </w:t>
      </w:r>
      <w:r w:rsidR="00436B44" w:rsidRPr="00E640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проведении публичных мероприятий»</w:t>
      </w:r>
      <w:r w:rsidR="00D458E4" w:rsidRPr="00E640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внесенный депутатами Ярославской областной Думы </w:t>
      </w:r>
      <w:r w:rsidR="0031065F" w:rsidRPr="00E6406E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Воробьевым А.В., Мардалиевым Э.Я., Кузнец</w:t>
      </w:r>
      <w:r w:rsidR="0031065F" w:rsidRPr="00E6406E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="0031065F" w:rsidRPr="00E6406E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вой Е.Д., Ершовым А.Н., Абдул</w:t>
      </w:r>
      <w:r w:rsidR="00377FC6" w:rsidRPr="00E6406E">
        <w:rPr>
          <w:rFonts w:ascii="Times New Roman" w:hAnsi="Times New Roman" w:cs="Times New Roman"/>
          <w:color w:val="000000"/>
          <w:spacing w:val="-2"/>
          <w:sz w:val="28"/>
          <w:szCs w:val="28"/>
        </w:rPr>
        <w:t>л</w:t>
      </w:r>
      <w:r w:rsidR="0031065F" w:rsidRPr="00E6406E">
        <w:rPr>
          <w:rFonts w:ascii="Times New Roman" w:hAnsi="Times New Roman" w:cs="Times New Roman"/>
          <w:color w:val="000000"/>
          <w:spacing w:val="-2"/>
          <w:sz w:val="28"/>
          <w:szCs w:val="28"/>
        </w:rPr>
        <w:t>аевым Ш.К., Беловой С.Б., Яковлевым Д.Н., Гридневым К.В</w:t>
      </w:r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 xml:space="preserve">., Филипповым А.С., </w:t>
      </w:r>
      <w:proofErr w:type="spellStart"/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>Байло</w:t>
      </w:r>
      <w:proofErr w:type="spellEnd"/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 xml:space="preserve"> В.И., Деминым Д.</w:t>
      </w:r>
      <w:proofErr w:type="gramEnd"/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9578E7" w:rsidRPr="00E6406E" w:rsidRDefault="00FE03CF" w:rsidP="00E64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</w:t>
      </w:r>
      <w:r w:rsidR="00D458E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депутатам Ярославской о</w:t>
      </w:r>
      <w:r w:rsidR="00D458E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458E4" w:rsidRPr="00E6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ластной Думы </w:t>
      </w:r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 xml:space="preserve">Воробьеву А.В., </w:t>
      </w:r>
      <w:proofErr w:type="spellStart"/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>Мардалиеву</w:t>
      </w:r>
      <w:proofErr w:type="spellEnd"/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 xml:space="preserve"> Э.Я., Кузнецовой Е.Д., Ерш</w:t>
      </w:r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>ву</w:t>
      </w:r>
      <w:r w:rsidR="00E6406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>А.Н., Абдул</w:t>
      </w:r>
      <w:r w:rsidR="00084156" w:rsidRPr="00E6406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 xml:space="preserve">аеву Ш.К., Беловой С.Б., Яковлеву Д.Н., Гридневу К.В., </w:t>
      </w:r>
      <w:r w:rsidR="00E640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 xml:space="preserve">Филиппову А.С., </w:t>
      </w:r>
      <w:proofErr w:type="spellStart"/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>Байло</w:t>
      </w:r>
      <w:proofErr w:type="spellEnd"/>
      <w:r w:rsidR="0031065F" w:rsidRPr="00E6406E">
        <w:rPr>
          <w:rFonts w:ascii="Times New Roman" w:hAnsi="Times New Roman" w:cs="Times New Roman"/>
          <w:color w:val="000000"/>
          <w:sz w:val="28"/>
          <w:szCs w:val="28"/>
        </w:rPr>
        <w:t xml:space="preserve"> В.И., Демину Д.С.</w:t>
      </w:r>
    </w:p>
    <w:p w:rsidR="0031065F" w:rsidRPr="00E6406E" w:rsidRDefault="0031065F" w:rsidP="00E64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065F" w:rsidRPr="00E6406E" w:rsidRDefault="0031065F" w:rsidP="00E64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065F" w:rsidRPr="00E6406E" w:rsidRDefault="0031065F" w:rsidP="00E64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E6406E" w:rsidRDefault="006378F2" w:rsidP="00E64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06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E6406E" w:rsidRDefault="006378F2" w:rsidP="00E64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06E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E6406E">
        <w:rPr>
          <w:rFonts w:ascii="Times New Roman" w:hAnsi="Times New Roman" w:cs="Times New Roman"/>
          <w:sz w:val="28"/>
          <w:szCs w:val="28"/>
        </w:rPr>
        <w:t xml:space="preserve"> </w:t>
      </w:r>
      <w:r w:rsidRPr="00E6406E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E6406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6406E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E6406E">
        <w:rPr>
          <w:rFonts w:ascii="Times New Roman" w:hAnsi="Times New Roman" w:cs="Times New Roman"/>
          <w:sz w:val="28"/>
          <w:szCs w:val="28"/>
        </w:rPr>
        <w:t xml:space="preserve">       А.Д. Константинов</w:t>
      </w:r>
    </w:p>
    <w:sectPr w:rsidR="00FE7A2F" w:rsidRPr="00E6406E" w:rsidSect="00E6406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4156"/>
    <w:rsid w:val="00092BC1"/>
    <w:rsid w:val="00121D74"/>
    <w:rsid w:val="0031065F"/>
    <w:rsid w:val="00326C80"/>
    <w:rsid w:val="00377FC6"/>
    <w:rsid w:val="00390058"/>
    <w:rsid w:val="003D0D48"/>
    <w:rsid w:val="003D6E36"/>
    <w:rsid w:val="003E6504"/>
    <w:rsid w:val="00436B44"/>
    <w:rsid w:val="005A181B"/>
    <w:rsid w:val="006378F2"/>
    <w:rsid w:val="007E4468"/>
    <w:rsid w:val="00824F3E"/>
    <w:rsid w:val="008321B5"/>
    <w:rsid w:val="0086634D"/>
    <w:rsid w:val="008E3473"/>
    <w:rsid w:val="008F5AEB"/>
    <w:rsid w:val="009468E3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C7455E"/>
    <w:rsid w:val="00D458E4"/>
    <w:rsid w:val="00D50AED"/>
    <w:rsid w:val="00D73478"/>
    <w:rsid w:val="00DA04EB"/>
    <w:rsid w:val="00DD7CAB"/>
    <w:rsid w:val="00E159CE"/>
    <w:rsid w:val="00E376F8"/>
    <w:rsid w:val="00E6406E"/>
    <w:rsid w:val="00EB1741"/>
    <w:rsid w:val="00F14F19"/>
    <w:rsid w:val="00FD76E6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10</cp:revision>
  <cp:lastPrinted>2019-05-20T12:45:00Z</cp:lastPrinted>
  <dcterms:created xsi:type="dcterms:W3CDTF">2019-05-15T08:14:00Z</dcterms:created>
  <dcterms:modified xsi:type="dcterms:W3CDTF">2019-05-29T14:16:00Z</dcterms:modified>
</cp:coreProperties>
</file>