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6442A9" w:rsidRPr="00E27858" w:rsidRDefault="006442A9" w:rsidP="006442A9">
            <w:pPr>
              <w:pStyle w:val="ConsNormal"/>
              <w:ind w:left="45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6442A9" w:rsidRPr="00E27858" w:rsidRDefault="006442A9" w:rsidP="006442A9">
            <w:pPr>
              <w:pStyle w:val="ConsNormal"/>
              <w:ind w:left="45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6442A9" w:rsidRPr="00E27858" w:rsidRDefault="006442A9" w:rsidP="006442A9">
            <w:pPr>
              <w:ind w:left="454"/>
              <w:rPr>
                <w:szCs w:val="28"/>
              </w:rPr>
            </w:pPr>
          </w:p>
          <w:p w:rsidR="00AB4DB4" w:rsidRPr="006442A9" w:rsidRDefault="006442A9" w:rsidP="006442A9">
            <w:pPr>
              <w:ind w:left="454"/>
            </w:pPr>
            <w:r w:rsidRPr="00E27858">
              <w:rPr>
                <w:szCs w:val="28"/>
              </w:rPr>
              <w:t>М.В. Боровицкому</w:t>
            </w:r>
            <w:r w:rsidRPr="006442A9">
              <w:t xml:space="preserve"> </w:t>
            </w:r>
          </w:p>
          <w:p w:rsidR="00AB4DB4" w:rsidRPr="006442A9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6442A9">
        <w:tc>
          <w:tcPr>
            <w:tcW w:w="4111" w:type="dxa"/>
          </w:tcPr>
          <w:p w:rsidR="00FC6F70" w:rsidRPr="006442A9" w:rsidRDefault="00DA2874" w:rsidP="006442A9">
            <w:pPr>
              <w:rPr>
                <w:szCs w:val="24"/>
              </w:rPr>
            </w:pPr>
            <w:r w:rsidRPr="00DA2874">
              <w:t xml:space="preserve">О </w:t>
            </w:r>
            <w:r w:rsidR="006442A9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6442A9" w:rsidRPr="008C3062" w:rsidRDefault="006442A9" w:rsidP="006442A9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6442A9" w:rsidRPr="008C3062" w:rsidRDefault="006442A9" w:rsidP="006442A9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837C9" w:rsidRPr="00667A10" w:rsidRDefault="00B837C9" w:rsidP="00B837C9">
      <w:pPr>
        <w:ind w:firstLine="709"/>
        <w:jc w:val="both"/>
        <w:rPr>
          <w:szCs w:val="28"/>
        </w:rPr>
      </w:pPr>
      <w:r w:rsidRPr="00667A10">
        <w:rPr>
          <w:szCs w:val="28"/>
        </w:rPr>
        <w:t>В соответствии со стать</w:t>
      </w:r>
      <w:proofErr w:type="gramStart"/>
      <w:r w:rsidRPr="00667A10">
        <w:rPr>
          <w:szCs w:val="28"/>
        </w:rPr>
        <w:t>e</w:t>
      </w:r>
      <w:proofErr w:type="gramEnd"/>
      <w:r w:rsidRPr="00667A10">
        <w:rPr>
          <w:szCs w:val="28"/>
        </w:rPr>
        <w:t>й 27 Устава Ярославской области вношу в</w:t>
      </w:r>
      <w:r>
        <w:rPr>
          <w:szCs w:val="28"/>
        </w:rPr>
        <w:t> </w:t>
      </w:r>
      <w:r w:rsidRPr="00667A10">
        <w:rPr>
          <w:szCs w:val="28"/>
        </w:rPr>
        <w:t xml:space="preserve">Ярославскую областную Думу проект закона Ярославской области </w:t>
      </w:r>
      <w:r w:rsidR="00E1125E">
        <w:rPr>
          <w:szCs w:val="28"/>
        </w:rPr>
        <w:br/>
      </w:r>
      <w:r w:rsidR="00E1125E" w:rsidRPr="00E1125E">
        <w:rPr>
          <w:szCs w:val="28"/>
        </w:rPr>
        <w:t>«Об утверждении заключения концессионного соглашения в отношении объектов теплоснабжения, централизованных систем горячего водоснабжения, отдельных объектов таких систем»</w:t>
      </w:r>
      <w:r w:rsidRPr="00667A10">
        <w:rPr>
          <w:szCs w:val="28"/>
        </w:rPr>
        <w:t>.</w:t>
      </w:r>
    </w:p>
    <w:p w:rsidR="00B837C9" w:rsidRPr="007E61DE" w:rsidRDefault="00B837C9" w:rsidP="00B4663C">
      <w:pPr>
        <w:ind w:firstLine="709"/>
        <w:jc w:val="both"/>
        <w:rPr>
          <w:szCs w:val="28"/>
        </w:rPr>
      </w:pPr>
      <w:r w:rsidRPr="00667A10">
        <w:rPr>
          <w:szCs w:val="28"/>
        </w:rPr>
        <w:t xml:space="preserve">Официальным представителем Губернатора области по указанному законопроекту </w:t>
      </w:r>
      <w:r w:rsidRPr="007E61DE">
        <w:rPr>
          <w:szCs w:val="28"/>
        </w:rPr>
        <w:t xml:space="preserve">назначен </w:t>
      </w:r>
      <w:r w:rsidR="00B4663C">
        <w:rPr>
          <w:szCs w:val="28"/>
        </w:rPr>
        <w:t>директор д</w:t>
      </w:r>
      <w:r w:rsidR="00B4663C" w:rsidRPr="00B4663C">
        <w:rPr>
          <w:szCs w:val="28"/>
        </w:rPr>
        <w:t>епартамент</w:t>
      </w:r>
      <w:r w:rsidR="00B4663C">
        <w:rPr>
          <w:szCs w:val="28"/>
        </w:rPr>
        <w:t>а</w:t>
      </w:r>
      <w:r w:rsidR="00B4663C" w:rsidRPr="00B4663C">
        <w:rPr>
          <w:szCs w:val="28"/>
        </w:rPr>
        <w:t xml:space="preserve"> жилищно-коммунального хозяйства</w:t>
      </w:r>
      <w:r w:rsidR="00B4663C">
        <w:rPr>
          <w:szCs w:val="28"/>
        </w:rPr>
        <w:t xml:space="preserve"> </w:t>
      </w:r>
      <w:r w:rsidR="00DF3383" w:rsidRPr="00C13F42">
        <w:rPr>
          <w:szCs w:val="28"/>
        </w:rPr>
        <w:t xml:space="preserve">Ярославской области </w:t>
      </w:r>
      <w:r w:rsidR="00B4663C" w:rsidRPr="00B4663C">
        <w:rPr>
          <w:szCs w:val="28"/>
        </w:rPr>
        <w:t>Рябченков</w:t>
      </w:r>
      <w:r w:rsidR="00B4663C">
        <w:rPr>
          <w:szCs w:val="28"/>
        </w:rPr>
        <w:t xml:space="preserve"> А.В.</w:t>
      </w:r>
    </w:p>
    <w:p w:rsidR="006442A9" w:rsidRPr="00E4364B" w:rsidRDefault="006442A9" w:rsidP="006442A9">
      <w:pPr>
        <w:pStyle w:val="ConsNormal"/>
        <w:tabs>
          <w:tab w:val="left" w:pos="661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442A9" w:rsidRPr="00631F91" w:rsidRDefault="006442A9" w:rsidP="006442A9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>
        <w:rPr>
          <w:rFonts w:ascii="Times New Roman" w:hAnsi="Times New Roman"/>
          <w:sz w:val="28"/>
        </w:rPr>
        <w:t xml:space="preserve">___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6442A9" w:rsidRDefault="00F714BC" w:rsidP="00910985">
      <w:pPr>
        <w:jc w:val="both"/>
        <w:rPr>
          <w:szCs w:val="28"/>
        </w:rPr>
      </w:pPr>
    </w:p>
    <w:p w:rsidR="006A74E1" w:rsidRPr="006442A9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6442A9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B837C9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Евраев</w:t>
            </w:r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5936EB" w:rsidRDefault="005936EB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DF3383" w:rsidRDefault="00DF3383" w:rsidP="006975C5">
      <w:pPr>
        <w:jc w:val="both"/>
        <w:rPr>
          <w:sz w:val="24"/>
          <w:szCs w:val="24"/>
        </w:rPr>
      </w:pPr>
    </w:p>
    <w:p w:rsidR="006442A9" w:rsidRPr="006442A9" w:rsidRDefault="006442A9" w:rsidP="006975C5">
      <w:pPr>
        <w:jc w:val="both"/>
        <w:rPr>
          <w:sz w:val="24"/>
          <w:szCs w:val="24"/>
        </w:rPr>
      </w:pPr>
    </w:p>
    <w:p w:rsidR="001928AB" w:rsidRDefault="001928AB" w:rsidP="006442A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442A9" w:rsidRPr="006442A9" w:rsidRDefault="006442A9" w:rsidP="006442A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6442A9">
        <w:rPr>
          <w:rFonts w:ascii="Times New Roman" w:hAnsi="Times New Roman" w:cs="Times New Roman"/>
          <w:sz w:val="24"/>
          <w:szCs w:val="24"/>
        </w:rPr>
        <w:t>Осипенко Вячеслав Сергеевич,</w:t>
      </w:r>
    </w:p>
    <w:p w:rsidR="006442A9" w:rsidRDefault="006442A9" w:rsidP="006442A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42A9">
        <w:rPr>
          <w:rFonts w:ascii="Times New Roman" w:hAnsi="Times New Roman" w:cs="Times New Roman"/>
          <w:sz w:val="24"/>
          <w:szCs w:val="24"/>
        </w:rPr>
        <w:t>(4852) 40 07 83</w:t>
      </w:r>
    </w:p>
    <w:sectPr w:rsidR="006442A9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37BD1C0B" wp14:editId="6CE99102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28AB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053E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42A9"/>
    <w:rsid w:val="00673E81"/>
    <w:rsid w:val="00690094"/>
    <w:rsid w:val="0069635A"/>
    <w:rsid w:val="006975C5"/>
    <w:rsid w:val="006A0365"/>
    <w:rsid w:val="006A74E1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01500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4663C"/>
    <w:rsid w:val="00B5176A"/>
    <w:rsid w:val="00B51F7E"/>
    <w:rsid w:val="00B526D3"/>
    <w:rsid w:val="00B70745"/>
    <w:rsid w:val="00B71884"/>
    <w:rsid w:val="00B837C9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07472"/>
    <w:rsid w:val="00C13F42"/>
    <w:rsid w:val="00C231CF"/>
    <w:rsid w:val="00C3328E"/>
    <w:rsid w:val="00C5025A"/>
    <w:rsid w:val="00C5140E"/>
    <w:rsid w:val="00C516AF"/>
    <w:rsid w:val="00C619EB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E1C2A"/>
    <w:rsid w:val="00DF3383"/>
    <w:rsid w:val="00E1125E"/>
    <w:rsid w:val="00E23E8E"/>
    <w:rsid w:val="00E24CE3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42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42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ECDD5-7403-4B90-82DB-0FABC975A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2</TotalTime>
  <Pages>2</Pages>
  <Words>103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Кукина Ирина Васильевна</cp:lastModifiedBy>
  <cp:revision>6</cp:revision>
  <cp:lastPrinted>2023-01-30T08:00:00Z</cp:lastPrinted>
  <dcterms:created xsi:type="dcterms:W3CDTF">2023-01-31T08:13:00Z</dcterms:created>
  <dcterms:modified xsi:type="dcterms:W3CDTF">2023-02-08T10:14:00Z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