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A24" w:rsidRPr="00A845FF" w:rsidRDefault="002E0A24" w:rsidP="002E0A24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A845FF">
        <w:rPr>
          <w:rFonts w:eastAsia="Times New Roman" w:cs="Times New Roman"/>
          <w:bCs/>
          <w:szCs w:val="20"/>
          <w:lang w:eastAsia="ru-RU"/>
        </w:rPr>
        <w:t>Пояснительная записка</w:t>
      </w:r>
    </w:p>
    <w:p w:rsidR="006A72B4" w:rsidRPr="006A72B4" w:rsidRDefault="002E0A24" w:rsidP="006A72B4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A845FF">
        <w:rPr>
          <w:rFonts w:eastAsia="Times New Roman" w:cs="Times New Roman"/>
          <w:bCs/>
          <w:szCs w:val="20"/>
          <w:lang w:eastAsia="ru-RU"/>
        </w:rPr>
        <w:t xml:space="preserve">к проекту закона Ярославской области </w:t>
      </w:r>
      <w:r w:rsidR="006A72B4">
        <w:rPr>
          <w:rFonts w:eastAsia="Times New Roman" w:cs="Times New Roman"/>
          <w:bCs/>
          <w:szCs w:val="20"/>
          <w:lang w:eastAsia="ru-RU"/>
        </w:rPr>
        <w:t>«</w:t>
      </w:r>
      <w:r w:rsidR="006A72B4" w:rsidRPr="006A72B4">
        <w:rPr>
          <w:rFonts w:eastAsia="Times New Roman" w:cs="Times New Roman"/>
          <w:bCs/>
          <w:szCs w:val="20"/>
          <w:lang w:eastAsia="ru-RU"/>
        </w:rPr>
        <w:t xml:space="preserve">О внесении изменений в отдельные </w:t>
      </w:r>
    </w:p>
    <w:p w:rsidR="002E0A24" w:rsidRPr="006A72B4" w:rsidRDefault="006A72B4" w:rsidP="006A72B4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6A72B4">
        <w:rPr>
          <w:rFonts w:eastAsia="Times New Roman" w:cs="Times New Roman"/>
          <w:bCs/>
          <w:szCs w:val="20"/>
          <w:lang w:eastAsia="ru-RU"/>
        </w:rPr>
        <w:t>законодательные акты Ярославской области</w:t>
      </w:r>
      <w:r w:rsidR="00A179E8" w:rsidRPr="006A72B4">
        <w:rPr>
          <w:rFonts w:eastAsia="Times New Roman" w:cs="Times New Roman"/>
          <w:bCs/>
          <w:szCs w:val="20"/>
          <w:lang w:eastAsia="ru-RU"/>
        </w:rPr>
        <w:t>»</w:t>
      </w:r>
    </w:p>
    <w:p w:rsidR="002E0A24" w:rsidRPr="00A845FF" w:rsidRDefault="002E0A24" w:rsidP="002E0A24">
      <w:pPr>
        <w:rPr>
          <w:rFonts w:eastAsia="Times New Roman" w:cs="Times New Roman"/>
          <w:szCs w:val="24"/>
          <w:lang w:eastAsia="ru-RU"/>
        </w:rPr>
      </w:pPr>
    </w:p>
    <w:p w:rsidR="00A179E8" w:rsidRPr="00A179E8" w:rsidRDefault="002E0A24" w:rsidP="006A72B4">
      <w:pPr>
        <w:rPr>
          <w:rFonts w:eastAsia="Times New Roman" w:cs="Times New Roman"/>
          <w:szCs w:val="28"/>
          <w:lang w:eastAsia="ru-RU"/>
        </w:rPr>
      </w:pPr>
      <w:r w:rsidRPr="00A845FF">
        <w:rPr>
          <w:rFonts w:eastAsia="Times New Roman" w:cs="Times New Roman"/>
          <w:szCs w:val="24"/>
          <w:lang w:eastAsia="ru-RU"/>
        </w:rPr>
        <w:t xml:space="preserve">Проект закона Ярославской области </w:t>
      </w:r>
      <w:r w:rsidR="006A72B4">
        <w:rPr>
          <w:rFonts w:eastAsia="Times New Roman" w:cs="Times New Roman"/>
          <w:szCs w:val="24"/>
          <w:lang w:eastAsia="ru-RU"/>
        </w:rPr>
        <w:t>«</w:t>
      </w:r>
      <w:r w:rsidR="006A72B4" w:rsidRPr="006A72B4">
        <w:rPr>
          <w:rFonts w:eastAsia="Times New Roman" w:cs="Times New Roman"/>
          <w:szCs w:val="24"/>
          <w:lang w:eastAsia="ru-RU"/>
        </w:rPr>
        <w:t>О внесении изменений в отдельные законодательные акты Ярославской области</w:t>
      </w:r>
      <w:r w:rsidR="00A179E8" w:rsidRPr="006A72B4">
        <w:rPr>
          <w:rFonts w:eastAsia="Times New Roman" w:cs="Times New Roman"/>
          <w:szCs w:val="24"/>
          <w:lang w:eastAsia="ru-RU"/>
        </w:rPr>
        <w:t xml:space="preserve">» </w:t>
      </w:r>
      <w:r w:rsidRPr="00A845FF">
        <w:rPr>
          <w:rFonts w:eastAsia="Times New Roman" w:cs="Times New Roman"/>
          <w:szCs w:val="24"/>
          <w:lang w:eastAsia="ru-RU"/>
        </w:rPr>
        <w:t xml:space="preserve">(далее – проект закона, законопроект) </w:t>
      </w:r>
      <w:r w:rsidR="00A179E8" w:rsidRPr="00A179E8">
        <w:rPr>
          <w:rFonts w:eastAsia="Times New Roman" w:cs="Times New Roman"/>
          <w:szCs w:val="28"/>
          <w:lang w:eastAsia="ru-RU"/>
        </w:rPr>
        <w:t xml:space="preserve">разработан в целях </w:t>
      </w:r>
      <w:r w:rsidR="00557DB7" w:rsidRPr="00557DB7">
        <w:rPr>
          <w:rFonts w:eastAsia="Calibri" w:cs="Times New Roman"/>
          <w:szCs w:val="28"/>
        </w:rPr>
        <w:t xml:space="preserve">совершенствования регионального законодательства о </w:t>
      </w:r>
      <w:r w:rsidR="00874937" w:rsidRPr="00471849">
        <w:rPr>
          <w:rFonts w:eastAsia="Calibri" w:cs="Times New Roman"/>
          <w:szCs w:val="28"/>
        </w:rPr>
        <w:t>наград</w:t>
      </w:r>
      <w:r w:rsidR="00874937">
        <w:rPr>
          <w:rFonts w:eastAsia="Calibri" w:cs="Times New Roman"/>
          <w:szCs w:val="28"/>
        </w:rPr>
        <w:t>ах</w:t>
      </w:r>
      <w:r w:rsidR="00C27302">
        <w:rPr>
          <w:rFonts w:eastAsia="Calibri" w:cs="Times New Roman"/>
          <w:szCs w:val="28"/>
        </w:rPr>
        <w:t xml:space="preserve"> и</w:t>
      </w:r>
      <w:r w:rsidR="00874937" w:rsidRPr="00557DB7">
        <w:rPr>
          <w:rFonts w:eastAsia="Calibri" w:cs="Times New Roman"/>
          <w:szCs w:val="28"/>
        </w:rPr>
        <w:t xml:space="preserve"> </w:t>
      </w:r>
      <w:r w:rsidR="00C27302">
        <w:rPr>
          <w:rFonts w:eastAsia="Calibri" w:cs="Times New Roman"/>
          <w:szCs w:val="28"/>
        </w:rPr>
        <w:t xml:space="preserve">о </w:t>
      </w:r>
      <w:r w:rsidR="00557DB7" w:rsidRPr="00557DB7">
        <w:rPr>
          <w:rFonts w:eastAsia="Calibri" w:cs="Times New Roman"/>
          <w:szCs w:val="28"/>
        </w:rPr>
        <w:t xml:space="preserve">государственной </w:t>
      </w:r>
      <w:r w:rsidR="00557DB7" w:rsidRPr="00471849">
        <w:rPr>
          <w:rFonts w:eastAsia="Calibri" w:cs="Times New Roman"/>
          <w:szCs w:val="28"/>
        </w:rPr>
        <w:t xml:space="preserve">гражданской </w:t>
      </w:r>
      <w:r w:rsidR="00E90640" w:rsidRPr="00471849">
        <w:rPr>
          <w:rFonts w:eastAsia="Calibri" w:cs="Times New Roman"/>
          <w:szCs w:val="28"/>
        </w:rPr>
        <w:t xml:space="preserve">и муниципальной </w:t>
      </w:r>
      <w:r w:rsidR="00557DB7" w:rsidRPr="00557DB7">
        <w:rPr>
          <w:rFonts w:eastAsia="Calibri" w:cs="Times New Roman"/>
          <w:szCs w:val="28"/>
        </w:rPr>
        <w:t>службе</w:t>
      </w:r>
      <w:r w:rsidR="00471849" w:rsidRPr="00471849">
        <w:rPr>
          <w:rFonts w:eastAsia="Calibri" w:cs="Times New Roman"/>
          <w:szCs w:val="28"/>
        </w:rPr>
        <w:t>.</w:t>
      </w:r>
    </w:p>
    <w:p w:rsidR="00D5274C" w:rsidRDefault="009D1D56" w:rsidP="00465C21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В соответствии со </w:t>
      </w:r>
      <w:r w:rsidRPr="009D1D56">
        <w:rPr>
          <w:rFonts w:eastAsia="Times New Roman" w:cs="Times New Roman"/>
          <w:szCs w:val="28"/>
          <w:lang w:eastAsia="ru-RU"/>
        </w:rPr>
        <w:t>статье</w:t>
      </w:r>
      <w:r>
        <w:rPr>
          <w:rFonts w:eastAsia="Times New Roman" w:cs="Times New Roman"/>
          <w:szCs w:val="28"/>
          <w:lang w:eastAsia="ru-RU"/>
        </w:rPr>
        <w:t>й</w:t>
      </w:r>
      <w:r w:rsidRPr="009D1D56">
        <w:rPr>
          <w:rFonts w:eastAsia="Times New Roman" w:cs="Times New Roman"/>
          <w:szCs w:val="28"/>
          <w:lang w:eastAsia="ru-RU"/>
        </w:rPr>
        <w:t xml:space="preserve"> 15 Закона Ярославской области </w:t>
      </w:r>
      <w:r>
        <w:rPr>
          <w:rFonts w:eastAsia="Times New Roman" w:cs="Times New Roman"/>
          <w:szCs w:val="28"/>
          <w:lang w:eastAsia="ru-RU"/>
        </w:rPr>
        <w:br/>
      </w:r>
      <w:r w:rsidRPr="009D1D56">
        <w:rPr>
          <w:rFonts w:eastAsia="Times New Roman" w:cs="Times New Roman"/>
          <w:szCs w:val="28"/>
          <w:lang w:eastAsia="ru-RU"/>
        </w:rPr>
        <w:t>от 06.05.2010 № 11-з «О наградах»</w:t>
      </w:r>
      <w:r w:rsidRPr="009D1D56">
        <w:t xml:space="preserve"> </w:t>
      </w:r>
      <w:r>
        <w:t>н</w:t>
      </w:r>
      <w:r w:rsidRPr="009D1D56">
        <w:rPr>
          <w:rFonts w:eastAsia="Times New Roman" w:cs="Times New Roman"/>
          <w:szCs w:val="28"/>
          <w:lang w:eastAsia="ru-RU"/>
        </w:rPr>
        <w:t>аграждение наградами Губернатора Ярославской области и наградами государственных органов посмертно не производится.</w:t>
      </w:r>
      <w:r w:rsidR="00D5274C">
        <w:rPr>
          <w:rFonts w:eastAsia="Times New Roman" w:cs="Times New Roman"/>
          <w:szCs w:val="28"/>
          <w:lang w:eastAsia="ru-RU"/>
        </w:rPr>
        <w:t xml:space="preserve"> </w:t>
      </w:r>
    </w:p>
    <w:p w:rsidR="00E22421" w:rsidRPr="00FA6CF6" w:rsidRDefault="009E1906" w:rsidP="00465C21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FA6CF6">
        <w:rPr>
          <w:rFonts w:eastAsia="Times New Roman" w:cs="Times New Roman"/>
          <w:szCs w:val="28"/>
          <w:lang w:eastAsia="ru-RU"/>
        </w:rPr>
        <w:t>П</w:t>
      </w:r>
      <w:r w:rsidR="00E22421" w:rsidRPr="00FA6CF6">
        <w:rPr>
          <w:rFonts w:eastAsia="Times New Roman" w:cs="Times New Roman"/>
          <w:szCs w:val="28"/>
          <w:lang w:eastAsia="ru-RU"/>
        </w:rPr>
        <w:t xml:space="preserve">роектом закона </w:t>
      </w:r>
      <w:r w:rsidR="004A571E" w:rsidRPr="00FA6CF6">
        <w:rPr>
          <w:rFonts w:eastAsia="Times New Roman" w:cs="Times New Roman"/>
          <w:szCs w:val="28"/>
          <w:lang w:eastAsia="ru-RU"/>
        </w:rPr>
        <w:t xml:space="preserve">предлагается </w:t>
      </w:r>
      <w:r w:rsidR="003D29C8">
        <w:rPr>
          <w:rFonts w:eastAsia="Times New Roman" w:cs="Times New Roman"/>
          <w:szCs w:val="28"/>
          <w:lang w:eastAsia="ru-RU"/>
        </w:rPr>
        <w:t xml:space="preserve">предусмотреть </w:t>
      </w:r>
      <w:bookmarkStart w:id="0" w:name="_GoBack"/>
      <w:bookmarkEnd w:id="0"/>
      <w:r w:rsidR="00E22421" w:rsidRPr="00FA6CF6">
        <w:rPr>
          <w:rFonts w:eastAsia="Times New Roman" w:cs="Times New Roman"/>
          <w:szCs w:val="28"/>
          <w:lang w:eastAsia="ru-RU"/>
        </w:rPr>
        <w:t>возможност</w:t>
      </w:r>
      <w:r w:rsidR="003D29C8">
        <w:rPr>
          <w:rFonts w:eastAsia="Times New Roman" w:cs="Times New Roman"/>
          <w:szCs w:val="28"/>
          <w:lang w:eastAsia="ru-RU"/>
        </w:rPr>
        <w:t>ь</w:t>
      </w:r>
      <w:r w:rsidR="00E22421" w:rsidRPr="00FA6CF6">
        <w:rPr>
          <w:rFonts w:eastAsia="Times New Roman" w:cs="Times New Roman"/>
          <w:szCs w:val="28"/>
          <w:lang w:eastAsia="ru-RU"/>
        </w:rPr>
        <w:t xml:space="preserve"> награждения медалями Губернатора Ярославской области</w:t>
      </w:r>
      <w:r w:rsidR="004E4770">
        <w:rPr>
          <w:rFonts w:eastAsia="Times New Roman" w:cs="Times New Roman"/>
          <w:szCs w:val="28"/>
          <w:lang w:eastAsia="ru-RU"/>
        </w:rPr>
        <w:t xml:space="preserve"> посмертно в соответствии с </w:t>
      </w:r>
      <w:r w:rsidR="00547880">
        <w:rPr>
          <w:rFonts w:eastAsia="Times New Roman" w:cs="Times New Roman"/>
          <w:szCs w:val="28"/>
          <w:lang w:eastAsia="ru-RU"/>
        </w:rPr>
        <w:t>положениями о таких наградах Губернатора Ярославской области</w:t>
      </w:r>
      <w:r w:rsidR="00E22421" w:rsidRPr="00FA6CF6">
        <w:rPr>
          <w:rFonts w:eastAsia="Times New Roman" w:cs="Times New Roman"/>
          <w:szCs w:val="28"/>
          <w:lang w:eastAsia="ru-RU"/>
        </w:rPr>
        <w:t>.</w:t>
      </w:r>
    </w:p>
    <w:p w:rsidR="00284C47" w:rsidRPr="00163E11" w:rsidRDefault="00284C47" w:rsidP="00465C21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FA6CF6">
        <w:rPr>
          <w:rFonts w:eastAsia="Times New Roman" w:cs="Times New Roman"/>
          <w:szCs w:val="28"/>
          <w:lang w:eastAsia="ru-RU"/>
        </w:rPr>
        <w:t xml:space="preserve">С учетом указанных изменений предлагается </w:t>
      </w:r>
      <w:r w:rsidR="004E4770">
        <w:rPr>
          <w:rFonts w:eastAsia="Times New Roman" w:cs="Times New Roman"/>
          <w:szCs w:val="28"/>
          <w:lang w:eastAsia="ru-RU"/>
        </w:rPr>
        <w:t>внести корреспондирующие изменения в ч</w:t>
      </w:r>
      <w:r w:rsidRPr="00FA6CF6">
        <w:rPr>
          <w:rFonts w:eastAsia="Times New Roman" w:cs="Times New Roman"/>
          <w:szCs w:val="28"/>
          <w:lang w:eastAsia="ru-RU"/>
        </w:rPr>
        <w:t>аст</w:t>
      </w:r>
      <w:r w:rsidR="004E4770">
        <w:rPr>
          <w:rFonts w:eastAsia="Times New Roman" w:cs="Times New Roman"/>
          <w:szCs w:val="28"/>
          <w:lang w:eastAsia="ru-RU"/>
        </w:rPr>
        <w:t>ь</w:t>
      </w:r>
      <w:r w:rsidRPr="00FA6CF6">
        <w:rPr>
          <w:rFonts w:eastAsia="Times New Roman" w:cs="Times New Roman"/>
          <w:szCs w:val="28"/>
          <w:lang w:eastAsia="ru-RU"/>
        </w:rPr>
        <w:t xml:space="preserve"> 7 статьи 10 Закона Ярославской области от 03.06.2005 </w:t>
      </w:r>
      <w:r w:rsidR="004A571E" w:rsidRPr="00FA6CF6">
        <w:rPr>
          <w:rFonts w:eastAsia="Times New Roman" w:cs="Times New Roman"/>
          <w:szCs w:val="28"/>
          <w:lang w:eastAsia="ru-RU"/>
        </w:rPr>
        <w:br/>
      </w:r>
      <w:r w:rsidRPr="00FA6CF6">
        <w:rPr>
          <w:rFonts w:eastAsia="Times New Roman" w:cs="Times New Roman"/>
          <w:szCs w:val="28"/>
          <w:lang w:eastAsia="ru-RU"/>
        </w:rPr>
        <w:t>№ 30-з «О государственной гражданской службе Ярославской области» и част</w:t>
      </w:r>
      <w:r w:rsidR="004E4770">
        <w:rPr>
          <w:rFonts w:eastAsia="Times New Roman" w:cs="Times New Roman"/>
          <w:szCs w:val="28"/>
          <w:lang w:eastAsia="ru-RU"/>
        </w:rPr>
        <w:t>ь</w:t>
      </w:r>
      <w:r w:rsidRPr="00FA6CF6">
        <w:rPr>
          <w:rFonts w:eastAsia="Times New Roman" w:cs="Times New Roman"/>
          <w:szCs w:val="28"/>
          <w:lang w:eastAsia="ru-RU"/>
        </w:rPr>
        <w:t xml:space="preserve"> 6 статьи 10 Закона Ярославской области от 27.06.2007 № 46-з </w:t>
      </w:r>
      <w:r w:rsidR="004A571E" w:rsidRPr="00FA6CF6">
        <w:rPr>
          <w:rFonts w:eastAsia="Times New Roman" w:cs="Times New Roman"/>
          <w:szCs w:val="28"/>
          <w:lang w:eastAsia="ru-RU"/>
        </w:rPr>
        <w:br/>
      </w:r>
      <w:r w:rsidRPr="00FA6CF6">
        <w:rPr>
          <w:rFonts w:eastAsia="Times New Roman" w:cs="Times New Roman"/>
          <w:szCs w:val="28"/>
          <w:lang w:eastAsia="ru-RU"/>
        </w:rPr>
        <w:t>«О муниципальной службе в Ярославской области»</w:t>
      </w:r>
      <w:r w:rsidR="00510A78" w:rsidRPr="00FA6CF6">
        <w:rPr>
          <w:rFonts w:eastAsia="Times New Roman" w:cs="Times New Roman"/>
          <w:szCs w:val="28"/>
          <w:lang w:eastAsia="ru-RU"/>
        </w:rPr>
        <w:t xml:space="preserve"> </w:t>
      </w:r>
      <w:r w:rsidR="00971696" w:rsidRPr="00FA6CF6">
        <w:rPr>
          <w:rFonts w:eastAsia="Times New Roman" w:cs="Times New Roman"/>
          <w:szCs w:val="28"/>
          <w:lang w:eastAsia="ru-RU"/>
        </w:rPr>
        <w:t xml:space="preserve">в части </w:t>
      </w:r>
      <w:r w:rsidR="007946A7" w:rsidRPr="00163E11">
        <w:rPr>
          <w:rFonts w:eastAsia="Times New Roman" w:cs="Times New Roman"/>
          <w:szCs w:val="28"/>
          <w:lang w:eastAsia="ru-RU"/>
        </w:rPr>
        <w:t>награждени</w:t>
      </w:r>
      <w:r w:rsidR="004E4770">
        <w:rPr>
          <w:rFonts w:eastAsia="Times New Roman" w:cs="Times New Roman"/>
          <w:szCs w:val="28"/>
          <w:lang w:eastAsia="ru-RU"/>
        </w:rPr>
        <w:t>я</w:t>
      </w:r>
      <w:r w:rsidR="007946A7" w:rsidRPr="00163E11">
        <w:rPr>
          <w:rFonts w:eastAsia="Times New Roman" w:cs="Times New Roman"/>
          <w:szCs w:val="28"/>
          <w:lang w:eastAsia="ru-RU"/>
        </w:rPr>
        <w:t xml:space="preserve"> наградами Губернатора Ярославской области посмертно.</w:t>
      </w:r>
    </w:p>
    <w:p w:rsidR="00946D24" w:rsidRDefault="00946D24" w:rsidP="00465C21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946D24">
        <w:rPr>
          <w:rFonts w:eastAsia="Times New Roman" w:cs="Times New Roman"/>
          <w:szCs w:val="28"/>
          <w:lang w:eastAsia="ru-RU"/>
        </w:rPr>
        <w:t xml:space="preserve">Принятие законопроекта не повлечет </w:t>
      </w:r>
      <w:r w:rsidR="009D1D56">
        <w:rPr>
          <w:rFonts w:eastAsia="Times New Roman" w:cs="Times New Roman"/>
          <w:szCs w:val="28"/>
          <w:lang w:eastAsia="ru-RU"/>
        </w:rPr>
        <w:t xml:space="preserve">за собой </w:t>
      </w:r>
      <w:r w:rsidRPr="00946D24">
        <w:rPr>
          <w:rFonts w:eastAsia="Times New Roman" w:cs="Times New Roman"/>
          <w:szCs w:val="28"/>
          <w:lang w:eastAsia="ru-RU"/>
        </w:rPr>
        <w:t>увеличени</w:t>
      </w:r>
      <w:r w:rsidR="009D1D56">
        <w:rPr>
          <w:rFonts w:eastAsia="Times New Roman" w:cs="Times New Roman"/>
          <w:szCs w:val="28"/>
          <w:lang w:eastAsia="ru-RU"/>
        </w:rPr>
        <w:t>е</w:t>
      </w:r>
      <w:r w:rsidRPr="00946D24">
        <w:rPr>
          <w:rFonts w:eastAsia="Times New Roman" w:cs="Times New Roman"/>
          <w:szCs w:val="28"/>
          <w:lang w:eastAsia="ru-RU"/>
        </w:rPr>
        <w:t xml:space="preserve"> расходов </w:t>
      </w:r>
      <w:r w:rsidR="009D1D56">
        <w:rPr>
          <w:rFonts w:eastAsia="Times New Roman" w:cs="Times New Roman"/>
          <w:szCs w:val="28"/>
          <w:lang w:eastAsia="ru-RU"/>
        </w:rPr>
        <w:t xml:space="preserve">(снижение доходов) областного бюджета </w:t>
      </w:r>
      <w:r w:rsidRPr="00946D24">
        <w:rPr>
          <w:rFonts w:eastAsia="Times New Roman" w:cs="Times New Roman"/>
          <w:szCs w:val="28"/>
          <w:lang w:eastAsia="ru-RU"/>
        </w:rPr>
        <w:t>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46D24" w:rsidSect="000302F6">
      <w:headerReference w:type="default" r:id="rId7"/>
      <w:pgSz w:w="11906" w:h="16838"/>
      <w:pgMar w:top="709" w:right="850" w:bottom="567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0F0" w:rsidRDefault="005B40F0" w:rsidP="00FD5A9F">
      <w:r>
        <w:separator/>
      </w:r>
    </w:p>
  </w:endnote>
  <w:endnote w:type="continuationSeparator" w:id="0">
    <w:p w:rsidR="005B40F0" w:rsidRDefault="005B40F0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0F0" w:rsidRDefault="005B40F0" w:rsidP="00FD5A9F">
      <w:r>
        <w:separator/>
      </w:r>
    </w:p>
  </w:footnote>
  <w:footnote w:type="continuationSeparator" w:id="0">
    <w:p w:rsidR="005B40F0" w:rsidRDefault="005B40F0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906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autoHyphenation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1618F"/>
    <w:rsid w:val="000175A0"/>
    <w:rsid w:val="00020734"/>
    <w:rsid w:val="00025775"/>
    <w:rsid w:val="000302F6"/>
    <w:rsid w:val="00040050"/>
    <w:rsid w:val="0005084E"/>
    <w:rsid w:val="000617D3"/>
    <w:rsid w:val="000634A6"/>
    <w:rsid w:val="00064160"/>
    <w:rsid w:val="0007396E"/>
    <w:rsid w:val="00076F71"/>
    <w:rsid w:val="00083F9D"/>
    <w:rsid w:val="00094445"/>
    <w:rsid w:val="00096FB2"/>
    <w:rsid w:val="000A0638"/>
    <w:rsid w:val="000A1CC6"/>
    <w:rsid w:val="000A21E4"/>
    <w:rsid w:val="000B3650"/>
    <w:rsid w:val="000C3900"/>
    <w:rsid w:val="000D391E"/>
    <w:rsid w:val="000E1795"/>
    <w:rsid w:val="000E24D5"/>
    <w:rsid w:val="000E48D9"/>
    <w:rsid w:val="000F5964"/>
    <w:rsid w:val="000F7B48"/>
    <w:rsid w:val="001002CB"/>
    <w:rsid w:val="001027C1"/>
    <w:rsid w:val="00122B0E"/>
    <w:rsid w:val="001235B7"/>
    <w:rsid w:val="00132D66"/>
    <w:rsid w:val="00163E11"/>
    <w:rsid w:val="0016578B"/>
    <w:rsid w:val="001677E8"/>
    <w:rsid w:val="00173594"/>
    <w:rsid w:val="001738B2"/>
    <w:rsid w:val="00182D12"/>
    <w:rsid w:val="001A5439"/>
    <w:rsid w:val="001A691C"/>
    <w:rsid w:val="001B32F1"/>
    <w:rsid w:val="001B7332"/>
    <w:rsid w:val="001C39D9"/>
    <w:rsid w:val="001D3EB2"/>
    <w:rsid w:val="001E51D3"/>
    <w:rsid w:val="001F1F0F"/>
    <w:rsid w:val="001F3B35"/>
    <w:rsid w:val="001F7058"/>
    <w:rsid w:val="0020774B"/>
    <w:rsid w:val="002115D5"/>
    <w:rsid w:val="002176FF"/>
    <w:rsid w:val="0022127E"/>
    <w:rsid w:val="00224AE9"/>
    <w:rsid w:val="00227277"/>
    <w:rsid w:val="00233EE1"/>
    <w:rsid w:val="00235F97"/>
    <w:rsid w:val="00251A3B"/>
    <w:rsid w:val="00253324"/>
    <w:rsid w:val="00253DD3"/>
    <w:rsid w:val="002656EE"/>
    <w:rsid w:val="00267A83"/>
    <w:rsid w:val="00273613"/>
    <w:rsid w:val="00280D54"/>
    <w:rsid w:val="00284C47"/>
    <w:rsid w:val="00291956"/>
    <w:rsid w:val="00292DA5"/>
    <w:rsid w:val="002A0D13"/>
    <w:rsid w:val="002B6C8F"/>
    <w:rsid w:val="002D5D91"/>
    <w:rsid w:val="002D752D"/>
    <w:rsid w:val="002E0A24"/>
    <w:rsid w:val="002E1E76"/>
    <w:rsid w:val="002E5B6E"/>
    <w:rsid w:val="00306513"/>
    <w:rsid w:val="003079FE"/>
    <w:rsid w:val="003277C5"/>
    <w:rsid w:val="00330B9C"/>
    <w:rsid w:val="00330F53"/>
    <w:rsid w:val="00331DC1"/>
    <w:rsid w:val="003367CA"/>
    <w:rsid w:val="00337BE8"/>
    <w:rsid w:val="00343E2C"/>
    <w:rsid w:val="003546A8"/>
    <w:rsid w:val="00354FF0"/>
    <w:rsid w:val="00372EF7"/>
    <w:rsid w:val="00373F47"/>
    <w:rsid w:val="00376B0F"/>
    <w:rsid w:val="00377DCA"/>
    <w:rsid w:val="003A1AB0"/>
    <w:rsid w:val="003B0D94"/>
    <w:rsid w:val="003C30BB"/>
    <w:rsid w:val="003D29C8"/>
    <w:rsid w:val="003D4315"/>
    <w:rsid w:val="003D4D1B"/>
    <w:rsid w:val="003D71B4"/>
    <w:rsid w:val="00402781"/>
    <w:rsid w:val="00404098"/>
    <w:rsid w:val="00412C0B"/>
    <w:rsid w:val="00431770"/>
    <w:rsid w:val="00437EA9"/>
    <w:rsid w:val="00446BEA"/>
    <w:rsid w:val="00456276"/>
    <w:rsid w:val="00456CD1"/>
    <w:rsid w:val="00465C21"/>
    <w:rsid w:val="00466A86"/>
    <w:rsid w:val="00471849"/>
    <w:rsid w:val="0047316A"/>
    <w:rsid w:val="004758CD"/>
    <w:rsid w:val="004802C0"/>
    <w:rsid w:val="00484934"/>
    <w:rsid w:val="004A53D8"/>
    <w:rsid w:val="004A571E"/>
    <w:rsid w:val="004A60D3"/>
    <w:rsid w:val="004B5BCB"/>
    <w:rsid w:val="004C08B5"/>
    <w:rsid w:val="004C3941"/>
    <w:rsid w:val="004E4770"/>
    <w:rsid w:val="004E7572"/>
    <w:rsid w:val="00510A78"/>
    <w:rsid w:val="00512D7E"/>
    <w:rsid w:val="00522538"/>
    <w:rsid w:val="005261D5"/>
    <w:rsid w:val="005442A7"/>
    <w:rsid w:val="00547880"/>
    <w:rsid w:val="00557DB7"/>
    <w:rsid w:val="0056326E"/>
    <w:rsid w:val="00571C10"/>
    <w:rsid w:val="0057231C"/>
    <w:rsid w:val="00572447"/>
    <w:rsid w:val="00575E5D"/>
    <w:rsid w:val="005A20F0"/>
    <w:rsid w:val="005A280D"/>
    <w:rsid w:val="005A4B9E"/>
    <w:rsid w:val="005A59F8"/>
    <w:rsid w:val="005A696D"/>
    <w:rsid w:val="005B40F0"/>
    <w:rsid w:val="005C071A"/>
    <w:rsid w:val="005E39B7"/>
    <w:rsid w:val="005F3B60"/>
    <w:rsid w:val="005F5EF5"/>
    <w:rsid w:val="006058CA"/>
    <w:rsid w:val="00613D4C"/>
    <w:rsid w:val="00620999"/>
    <w:rsid w:val="00624142"/>
    <w:rsid w:val="006316D9"/>
    <w:rsid w:val="00645474"/>
    <w:rsid w:val="006464BE"/>
    <w:rsid w:val="006474D3"/>
    <w:rsid w:val="00650299"/>
    <w:rsid w:val="00652458"/>
    <w:rsid w:val="00653565"/>
    <w:rsid w:val="00654944"/>
    <w:rsid w:val="00656008"/>
    <w:rsid w:val="006714A3"/>
    <w:rsid w:val="00674B19"/>
    <w:rsid w:val="00674C36"/>
    <w:rsid w:val="0068244E"/>
    <w:rsid w:val="006A72B4"/>
    <w:rsid w:val="006A73C2"/>
    <w:rsid w:val="006B1924"/>
    <w:rsid w:val="006C014E"/>
    <w:rsid w:val="006D154F"/>
    <w:rsid w:val="006D1B5B"/>
    <w:rsid w:val="006D56F3"/>
    <w:rsid w:val="007059D7"/>
    <w:rsid w:val="0071654D"/>
    <w:rsid w:val="007278E5"/>
    <w:rsid w:val="0073533C"/>
    <w:rsid w:val="0073657E"/>
    <w:rsid w:val="00752032"/>
    <w:rsid w:val="00755982"/>
    <w:rsid w:val="00770061"/>
    <w:rsid w:val="00784CFB"/>
    <w:rsid w:val="00791DEF"/>
    <w:rsid w:val="00793154"/>
    <w:rsid w:val="007946A7"/>
    <w:rsid w:val="007A078E"/>
    <w:rsid w:val="007A592C"/>
    <w:rsid w:val="007C4EBC"/>
    <w:rsid w:val="007C5A14"/>
    <w:rsid w:val="007E635C"/>
    <w:rsid w:val="007F1182"/>
    <w:rsid w:val="007F1BB3"/>
    <w:rsid w:val="007F51F0"/>
    <w:rsid w:val="00800E4F"/>
    <w:rsid w:val="00825854"/>
    <w:rsid w:val="00835829"/>
    <w:rsid w:val="00841E24"/>
    <w:rsid w:val="00844D2D"/>
    <w:rsid w:val="008451C7"/>
    <w:rsid w:val="00864245"/>
    <w:rsid w:val="0086761F"/>
    <w:rsid w:val="00874937"/>
    <w:rsid w:val="008A218E"/>
    <w:rsid w:val="008C0068"/>
    <w:rsid w:val="008E4D75"/>
    <w:rsid w:val="008E597A"/>
    <w:rsid w:val="008F2A0E"/>
    <w:rsid w:val="008F2FE3"/>
    <w:rsid w:val="008F600F"/>
    <w:rsid w:val="008F749C"/>
    <w:rsid w:val="008F765B"/>
    <w:rsid w:val="00907F90"/>
    <w:rsid w:val="00916FA5"/>
    <w:rsid w:val="00930FB3"/>
    <w:rsid w:val="00935038"/>
    <w:rsid w:val="0093760D"/>
    <w:rsid w:val="00946D24"/>
    <w:rsid w:val="009513C7"/>
    <w:rsid w:val="00951619"/>
    <w:rsid w:val="0096493D"/>
    <w:rsid w:val="00971696"/>
    <w:rsid w:val="009729CB"/>
    <w:rsid w:val="00990986"/>
    <w:rsid w:val="009B08C2"/>
    <w:rsid w:val="009B3A31"/>
    <w:rsid w:val="009B6245"/>
    <w:rsid w:val="009C3478"/>
    <w:rsid w:val="009C380F"/>
    <w:rsid w:val="009C3861"/>
    <w:rsid w:val="009C6B82"/>
    <w:rsid w:val="009D1D56"/>
    <w:rsid w:val="009E1906"/>
    <w:rsid w:val="009E2F27"/>
    <w:rsid w:val="009E50B1"/>
    <w:rsid w:val="009E7FB6"/>
    <w:rsid w:val="00A0472E"/>
    <w:rsid w:val="00A13522"/>
    <w:rsid w:val="00A15371"/>
    <w:rsid w:val="00A1780D"/>
    <w:rsid w:val="00A179E8"/>
    <w:rsid w:val="00A2459C"/>
    <w:rsid w:val="00A25F11"/>
    <w:rsid w:val="00A26AC8"/>
    <w:rsid w:val="00A26E23"/>
    <w:rsid w:val="00A276CF"/>
    <w:rsid w:val="00A33055"/>
    <w:rsid w:val="00A4122D"/>
    <w:rsid w:val="00A61919"/>
    <w:rsid w:val="00A722AD"/>
    <w:rsid w:val="00A845FF"/>
    <w:rsid w:val="00A8616B"/>
    <w:rsid w:val="00A8676E"/>
    <w:rsid w:val="00A91632"/>
    <w:rsid w:val="00AA1CA4"/>
    <w:rsid w:val="00AB0DBB"/>
    <w:rsid w:val="00AB17BA"/>
    <w:rsid w:val="00AB308D"/>
    <w:rsid w:val="00AB759D"/>
    <w:rsid w:val="00AC12DB"/>
    <w:rsid w:val="00AD458F"/>
    <w:rsid w:val="00AD5372"/>
    <w:rsid w:val="00AD673C"/>
    <w:rsid w:val="00AF6AD5"/>
    <w:rsid w:val="00B077C4"/>
    <w:rsid w:val="00B1430E"/>
    <w:rsid w:val="00B228DB"/>
    <w:rsid w:val="00B529F1"/>
    <w:rsid w:val="00B6215F"/>
    <w:rsid w:val="00B86205"/>
    <w:rsid w:val="00B91BFD"/>
    <w:rsid w:val="00B9455C"/>
    <w:rsid w:val="00BB7B39"/>
    <w:rsid w:val="00BC7207"/>
    <w:rsid w:val="00BD0AA0"/>
    <w:rsid w:val="00BD24B8"/>
    <w:rsid w:val="00BE1193"/>
    <w:rsid w:val="00BE2617"/>
    <w:rsid w:val="00BE35D5"/>
    <w:rsid w:val="00BF58CC"/>
    <w:rsid w:val="00BF660C"/>
    <w:rsid w:val="00C01F73"/>
    <w:rsid w:val="00C06F5D"/>
    <w:rsid w:val="00C21783"/>
    <w:rsid w:val="00C27302"/>
    <w:rsid w:val="00C30980"/>
    <w:rsid w:val="00C35296"/>
    <w:rsid w:val="00C4346A"/>
    <w:rsid w:val="00C43905"/>
    <w:rsid w:val="00C4489E"/>
    <w:rsid w:val="00C56D75"/>
    <w:rsid w:val="00C612F9"/>
    <w:rsid w:val="00C65D33"/>
    <w:rsid w:val="00C70269"/>
    <w:rsid w:val="00C75C49"/>
    <w:rsid w:val="00C7744D"/>
    <w:rsid w:val="00C86831"/>
    <w:rsid w:val="00CA3F1D"/>
    <w:rsid w:val="00CB09B6"/>
    <w:rsid w:val="00CB1FC3"/>
    <w:rsid w:val="00CC2CB7"/>
    <w:rsid w:val="00CC2FA5"/>
    <w:rsid w:val="00CE3FCC"/>
    <w:rsid w:val="00CF134D"/>
    <w:rsid w:val="00D008C3"/>
    <w:rsid w:val="00D02FFA"/>
    <w:rsid w:val="00D043D2"/>
    <w:rsid w:val="00D06140"/>
    <w:rsid w:val="00D1591E"/>
    <w:rsid w:val="00D20D72"/>
    <w:rsid w:val="00D257AB"/>
    <w:rsid w:val="00D5274C"/>
    <w:rsid w:val="00D560B0"/>
    <w:rsid w:val="00D619F5"/>
    <w:rsid w:val="00D6260A"/>
    <w:rsid w:val="00D626D2"/>
    <w:rsid w:val="00D74A21"/>
    <w:rsid w:val="00D778D2"/>
    <w:rsid w:val="00D83910"/>
    <w:rsid w:val="00D921DB"/>
    <w:rsid w:val="00D937F5"/>
    <w:rsid w:val="00D94A44"/>
    <w:rsid w:val="00D953BA"/>
    <w:rsid w:val="00DA0ACB"/>
    <w:rsid w:val="00DB1D9B"/>
    <w:rsid w:val="00DC2FC7"/>
    <w:rsid w:val="00DD4A68"/>
    <w:rsid w:val="00DD5D38"/>
    <w:rsid w:val="00DE3E02"/>
    <w:rsid w:val="00DF1C78"/>
    <w:rsid w:val="00E011D8"/>
    <w:rsid w:val="00E04C1E"/>
    <w:rsid w:val="00E22421"/>
    <w:rsid w:val="00E26D80"/>
    <w:rsid w:val="00E32F7B"/>
    <w:rsid w:val="00E643E9"/>
    <w:rsid w:val="00E70595"/>
    <w:rsid w:val="00E70C0D"/>
    <w:rsid w:val="00E73180"/>
    <w:rsid w:val="00E747AC"/>
    <w:rsid w:val="00E85CAC"/>
    <w:rsid w:val="00E869A8"/>
    <w:rsid w:val="00E90640"/>
    <w:rsid w:val="00EA4A06"/>
    <w:rsid w:val="00EB2C41"/>
    <w:rsid w:val="00EB3E22"/>
    <w:rsid w:val="00ED7DBA"/>
    <w:rsid w:val="00F023E9"/>
    <w:rsid w:val="00F07988"/>
    <w:rsid w:val="00F117C8"/>
    <w:rsid w:val="00F145B6"/>
    <w:rsid w:val="00F152C4"/>
    <w:rsid w:val="00F15793"/>
    <w:rsid w:val="00F15DEB"/>
    <w:rsid w:val="00F226F6"/>
    <w:rsid w:val="00F2420E"/>
    <w:rsid w:val="00F35574"/>
    <w:rsid w:val="00F42749"/>
    <w:rsid w:val="00F46E81"/>
    <w:rsid w:val="00F52735"/>
    <w:rsid w:val="00F60C90"/>
    <w:rsid w:val="00F7514A"/>
    <w:rsid w:val="00F813EC"/>
    <w:rsid w:val="00F86B00"/>
    <w:rsid w:val="00F87DB5"/>
    <w:rsid w:val="00F9575F"/>
    <w:rsid w:val="00FA4A57"/>
    <w:rsid w:val="00FA6CF6"/>
    <w:rsid w:val="00FB65AF"/>
    <w:rsid w:val="00FC57A9"/>
    <w:rsid w:val="00FC7FD4"/>
    <w:rsid w:val="00FD3A30"/>
    <w:rsid w:val="00FD5A9F"/>
    <w:rsid w:val="00FE300A"/>
    <w:rsid w:val="00FF4153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82659FA"/>
  <w15:docId w15:val="{C92ADC4E-1BEB-46A9-B2CA-1A6A74A1B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F56B-3272-4A0E-BE1E-AA1C9793A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795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Кукина Ирина Васильевна</cp:lastModifiedBy>
  <cp:revision>180</cp:revision>
  <cp:lastPrinted>2022-03-11T07:04:00Z</cp:lastPrinted>
  <dcterms:created xsi:type="dcterms:W3CDTF">2020-10-13T11:54:00Z</dcterms:created>
  <dcterms:modified xsi:type="dcterms:W3CDTF">2025-04-03T12:18:00Z</dcterms:modified>
</cp:coreProperties>
</file>