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5BC8" w:rsidRPr="006A5BC8" w:rsidTr="006A5BC8">
        <w:tc>
          <w:tcPr>
            <w:tcW w:w="426" w:type="dxa"/>
            <w:hideMark/>
          </w:tcPr>
          <w:p w:rsidR="006A5BC8" w:rsidRPr="006A5BC8" w:rsidRDefault="006A5BC8" w:rsidP="006A5BC8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6A5BC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BC8" w:rsidRPr="006A5BC8" w:rsidRDefault="006A5BC8" w:rsidP="006A5B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BC8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6A5BC8" w:rsidRPr="006A5BC8" w:rsidRDefault="006A5BC8" w:rsidP="006A5B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A5BC8" w:rsidRPr="006A5BC8" w:rsidRDefault="006A5BC8" w:rsidP="006A5B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B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BC8" w:rsidRPr="006A5BC8" w:rsidRDefault="006A5BC8" w:rsidP="006A5B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bookmarkStart w:id="0" w:name="_GoBack"/>
            <w:bookmarkEnd w:id="0"/>
          </w:p>
        </w:tc>
      </w:tr>
    </w:tbl>
    <w:p w:rsidR="00C50AD2" w:rsidRPr="006A5BC8" w:rsidRDefault="00C50AD2" w:rsidP="006A5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AD2" w:rsidRPr="006A5BC8" w:rsidRDefault="00C50AD2" w:rsidP="006A5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AD2" w:rsidRPr="006A5BC8" w:rsidRDefault="00C50AD2" w:rsidP="006A5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F81" w:rsidRPr="006606CD" w:rsidRDefault="004B4F81" w:rsidP="00660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</w:t>
      </w:r>
      <w:r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</w:t>
      </w:r>
    </w:p>
    <w:p w:rsidR="006606CD" w:rsidRPr="006606CD" w:rsidRDefault="006606CD" w:rsidP="00660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Правительства </w:t>
      </w:r>
    </w:p>
    <w:p w:rsidR="006606CD" w:rsidRPr="006606CD" w:rsidRDefault="006606CD" w:rsidP="00660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Д.А. Медведеву </w:t>
      </w: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06CD" w:rsidRPr="006606CD" w:rsidRDefault="000B3600" w:rsidP="00B86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Принять о</w:t>
      </w:r>
      <w:r w:rsidRPr="000B3600">
        <w:rPr>
          <w:rFonts w:ascii="Times New Roman" w:hAnsi="Times New Roman" w:cs="Times New Roman"/>
          <w:sz w:val="28"/>
          <w:szCs w:val="28"/>
        </w:rPr>
        <w:t xml:space="preserve">бращение Ярославской областной Думы </w:t>
      </w:r>
      <w:r w:rsidR="006606CD"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Председателю Правительства Российской Федерации Д.А. Медведеву</w:t>
      </w:r>
      <w:r w:rsidR="00B860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6CD"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3600" w:rsidRPr="000B3600" w:rsidRDefault="000B3600" w:rsidP="00B86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6606CD"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6606CD"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606CD" w:rsidRP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седателю Правительства Российской Федерации Д.А. Медведеву</w:t>
      </w:r>
      <w:r w:rsidR="00660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012" w:rsidRDefault="00846012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8600C" w:rsidRDefault="00B8600C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35ABA" w:rsidRDefault="000B3600" w:rsidP="00C50AD2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</w:t>
      </w:r>
      <w:r w:rsidR="004B4F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М.В. Боровицкий </w:t>
      </w:r>
    </w:p>
    <w:sectPr w:rsidR="00335ABA" w:rsidSect="00C50AD2">
      <w:pgSz w:w="11906" w:h="16838"/>
      <w:pgMar w:top="482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224E88"/>
    <w:rsid w:val="00335ABA"/>
    <w:rsid w:val="004B4F81"/>
    <w:rsid w:val="006606CD"/>
    <w:rsid w:val="00665712"/>
    <w:rsid w:val="006A5BC8"/>
    <w:rsid w:val="00757B27"/>
    <w:rsid w:val="00846012"/>
    <w:rsid w:val="00916A44"/>
    <w:rsid w:val="00B404D2"/>
    <w:rsid w:val="00B8600C"/>
    <w:rsid w:val="00C50AD2"/>
    <w:rsid w:val="00C90DD8"/>
    <w:rsid w:val="00D3454D"/>
    <w:rsid w:val="00DC4B41"/>
    <w:rsid w:val="00DD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2014-02-24T06:01:00Z</cp:lastPrinted>
  <dcterms:created xsi:type="dcterms:W3CDTF">2015-02-20T07:51:00Z</dcterms:created>
  <dcterms:modified xsi:type="dcterms:W3CDTF">2015-02-24T08:29:00Z</dcterms:modified>
</cp:coreProperties>
</file>