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EE169E" w:rsidP="00A644B4">
      <w:pPr>
        <w:jc w:val="right"/>
        <w:rPr>
          <w:b/>
          <w:sz w:val="20"/>
        </w:rPr>
      </w:pPr>
      <w:r>
        <w:rPr>
          <w:b/>
          <w:sz w:val="20"/>
        </w:rPr>
        <w:t>Проект вносят</w:t>
      </w:r>
    </w:p>
    <w:p w:rsidR="00EB17A2" w:rsidRDefault="00EE169E" w:rsidP="00EB17A2">
      <w:pPr>
        <w:jc w:val="right"/>
        <w:rPr>
          <w:b/>
          <w:sz w:val="20"/>
        </w:rPr>
      </w:pPr>
      <w:r>
        <w:rPr>
          <w:b/>
          <w:sz w:val="20"/>
        </w:rPr>
        <w:t>Депутаты Ярославской областной Думы</w:t>
      </w:r>
    </w:p>
    <w:p w:rsidR="00EE169E" w:rsidRDefault="00EE169E" w:rsidP="00EB17A2">
      <w:pPr>
        <w:jc w:val="right"/>
        <w:rPr>
          <w:b/>
          <w:bCs/>
          <w:sz w:val="20"/>
        </w:rPr>
      </w:pPr>
      <w:r>
        <w:rPr>
          <w:b/>
          <w:sz w:val="20"/>
        </w:rPr>
        <w:t xml:space="preserve">Е.Д. Кузнецова, В.И. </w:t>
      </w:r>
      <w:proofErr w:type="spellStart"/>
      <w:r>
        <w:rPr>
          <w:b/>
          <w:sz w:val="20"/>
        </w:rPr>
        <w:t>Байло</w:t>
      </w:r>
      <w:proofErr w:type="spellEnd"/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AD4CB6" w:rsidRDefault="00772A8C" w:rsidP="008B39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>в</w:t>
      </w:r>
      <w:r w:rsidR="0017318C">
        <w:rPr>
          <w:b/>
          <w:bCs/>
          <w:sz w:val="28"/>
          <w:szCs w:val="28"/>
        </w:rPr>
        <w:t xml:space="preserve"> статьи 3 </w:t>
      </w:r>
      <w:r w:rsidR="0017318C">
        <w:rPr>
          <w:b/>
          <w:bCs/>
          <w:sz w:val="28"/>
          <w:szCs w:val="28"/>
          <w:vertAlign w:val="superscript"/>
        </w:rPr>
        <w:t xml:space="preserve">13 </w:t>
      </w:r>
      <w:r w:rsidR="0017318C">
        <w:rPr>
          <w:b/>
          <w:bCs/>
          <w:sz w:val="28"/>
          <w:szCs w:val="28"/>
        </w:rPr>
        <w:t>и 4</w:t>
      </w:r>
      <w:r w:rsidR="00404DC4">
        <w:rPr>
          <w:b/>
          <w:bCs/>
          <w:sz w:val="28"/>
          <w:szCs w:val="28"/>
        </w:rPr>
        <w:t xml:space="preserve"> </w:t>
      </w:r>
      <w:r w:rsidR="008B3963">
        <w:rPr>
          <w:b/>
          <w:bCs/>
          <w:sz w:val="28"/>
          <w:szCs w:val="28"/>
        </w:rPr>
        <w:t>Закон</w:t>
      </w:r>
      <w:r w:rsidR="0017318C">
        <w:rPr>
          <w:b/>
          <w:bCs/>
          <w:sz w:val="28"/>
          <w:szCs w:val="28"/>
        </w:rPr>
        <w:t>а</w:t>
      </w:r>
      <w:r w:rsidR="008B3963">
        <w:rPr>
          <w:b/>
          <w:bCs/>
          <w:sz w:val="28"/>
          <w:szCs w:val="28"/>
        </w:rPr>
        <w:t xml:space="preserve"> Ярославской области </w:t>
      </w:r>
    </w:p>
    <w:p w:rsidR="00AF51B4" w:rsidRDefault="00AF51B4" w:rsidP="008B39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AF51B4">
        <w:rPr>
          <w:b/>
          <w:bCs/>
          <w:sz w:val="28"/>
          <w:szCs w:val="28"/>
        </w:rPr>
        <w:t>«О временных мерах социальной поддержки граждан, имеющих детей»</w:t>
      </w:r>
      <w:r>
        <w:rPr>
          <w:b/>
          <w:bCs/>
          <w:sz w:val="28"/>
          <w:szCs w:val="28"/>
        </w:rPr>
        <w:t xml:space="preserve"> 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</w:t>
      </w:r>
      <w:r w:rsidR="000C3D35">
        <w:rPr>
          <w:sz w:val="24"/>
        </w:rPr>
        <w:t xml:space="preserve"> </w:t>
      </w:r>
      <w:r w:rsidRPr="00700A46">
        <w:rPr>
          <w:sz w:val="24"/>
        </w:rPr>
        <w:t>_____________ 202</w:t>
      </w:r>
      <w:r w:rsidR="005B004A">
        <w:rPr>
          <w:sz w:val="24"/>
        </w:rPr>
        <w:t>5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C9316B" w:rsidRDefault="008B3963" w:rsidP="00404DC4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>Статья 1</w:t>
      </w:r>
    </w:p>
    <w:p w:rsidR="00E673B8" w:rsidRDefault="00E673B8" w:rsidP="00E673B8">
      <w:pPr>
        <w:autoSpaceDE w:val="0"/>
        <w:autoSpaceDN w:val="0"/>
        <w:adjustRightInd w:val="0"/>
        <w:ind w:firstLine="708"/>
        <w:rPr>
          <w:szCs w:val="28"/>
        </w:rPr>
      </w:pPr>
      <w:proofErr w:type="gramStart"/>
      <w:r w:rsidRPr="0059172C">
        <w:rPr>
          <w:szCs w:val="28"/>
        </w:rPr>
        <w:t>Внести в Закон Ярославской области от 28.11.2011 № 45-з «О време</w:t>
      </w:r>
      <w:r w:rsidRPr="0059172C">
        <w:rPr>
          <w:szCs w:val="28"/>
        </w:rPr>
        <w:t>н</w:t>
      </w:r>
      <w:r w:rsidRPr="0059172C">
        <w:rPr>
          <w:szCs w:val="28"/>
        </w:rPr>
        <w:t>ных мерах социальной поддержки граждан, имеющих детей» (</w:t>
      </w:r>
      <w:r w:rsidRPr="00EA5324">
        <w:rPr>
          <w:szCs w:val="28"/>
        </w:rPr>
        <w:t>Документ-Регион, 2011, 30 ноября, № 99; 14 декабря, № 104; 2012, 29 июня, № 51-а; 2013, 12 марта, № 18; 31 мая, № 41; 12 июля, № 54; 2014, 13 мая, № 36; 26 д</w:t>
      </w:r>
      <w:r w:rsidRPr="00EA5324">
        <w:rPr>
          <w:szCs w:val="28"/>
        </w:rPr>
        <w:t>е</w:t>
      </w:r>
      <w:r w:rsidRPr="00EA5324">
        <w:rPr>
          <w:szCs w:val="28"/>
        </w:rPr>
        <w:t>кабря, № 111-а; 2015, 1 декабря, № 99; 2017, 1 декабря, № 101;</w:t>
      </w:r>
      <w:proofErr w:type="gramEnd"/>
      <w:r w:rsidRPr="00EA5324">
        <w:rPr>
          <w:szCs w:val="28"/>
        </w:rPr>
        <w:t xml:space="preserve"> 2018, 26 дека</w:t>
      </w:r>
      <w:r w:rsidRPr="00EA5324">
        <w:rPr>
          <w:szCs w:val="28"/>
        </w:rPr>
        <w:t>б</w:t>
      </w:r>
      <w:r w:rsidRPr="00EA5324">
        <w:rPr>
          <w:szCs w:val="28"/>
        </w:rPr>
        <w:t>ря, № 112; 2019, 29 ноября, № 102; 2020, 14 апреля, № 30; 2021,</w:t>
      </w:r>
      <w:r w:rsidR="009B20AB">
        <w:rPr>
          <w:szCs w:val="28"/>
        </w:rPr>
        <w:t xml:space="preserve"> 26 февраля, № 16; 30 ноября, № </w:t>
      </w:r>
      <w:r w:rsidRPr="00EA5324">
        <w:rPr>
          <w:szCs w:val="28"/>
        </w:rPr>
        <w:t xml:space="preserve">96; 2022, 22 апреля, № 31; 6 мая, № 34-а; 23 декабря, № 106; 2023, 11 апреля, № 26; 12 мая, № 35; </w:t>
      </w:r>
      <w:r>
        <w:rPr>
          <w:szCs w:val="28"/>
        </w:rPr>
        <w:t xml:space="preserve">29 декабря, № 103; </w:t>
      </w:r>
      <w:r w:rsidRPr="00EA5324">
        <w:rPr>
          <w:szCs w:val="28"/>
        </w:rPr>
        <w:t>2024, 12 июля, № 54</w:t>
      </w:r>
      <w:r w:rsidR="009B20AB">
        <w:rPr>
          <w:szCs w:val="28"/>
        </w:rPr>
        <w:t>; 2</w:t>
      </w:r>
      <w:r w:rsidR="00AF51B4">
        <w:rPr>
          <w:szCs w:val="28"/>
        </w:rPr>
        <w:t>0</w:t>
      </w:r>
      <w:r w:rsidR="009B20AB">
        <w:rPr>
          <w:szCs w:val="28"/>
        </w:rPr>
        <w:t xml:space="preserve"> декабря, № 101</w:t>
      </w:r>
      <w:r w:rsidR="008B3963">
        <w:rPr>
          <w:szCs w:val="28"/>
        </w:rPr>
        <w:t xml:space="preserve">; </w:t>
      </w:r>
      <w:r w:rsidR="008B3963" w:rsidRPr="00BF40A3">
        <w:rPr>
          <w:szCs w:val="28"/>
        </w:rPr>
        <w:t>2025, 4 апреля,</w:t>
      </w:r>
      <w:r w:rsidR="006835EC">
        <w:rPr>
          <w:szCs w:val="28"/>
        </w:rPr>
        <w:t xml:space="preserve"> № 25</w:t>
      </w:r>
      <w:r w:rsidR="009A0291">
        <w:rPr>
          <w:szCs w:val="28"/>
        </w:rPr>
        <w:t xml:space="preserve">; </w:t>
      </w:r>
      <w:proofErr w:type="gramStart"/>
      <w:r w:rsidR="009A0291">
        <w:rPr>
          <w:szCs w:val="28"/>
        </w:rPr>
        <w:t>6 июня, № 41</w:t>
      </w:r>
      <w:r w:rsidRPr="00EA5324">
        <w:rPr>
          <w:szCs w:val="28"/>
        </w:rPr>
        <w:t>) следующие измен</w:t>
      </w:r>
      <w:r w:rsidRPr="00EA5324">
        <w:rPr>
          <w:szCs w:val="28"/>
        </w:rPr>
        <w:t>е</w:t>
      </w:r>
      <w:r w:rsidRPr="00EA5324">
        <w:rPr>
          <w:szCs w:val="28"/>
        </w:rPr>
        <w:t>ния:</w:t>
      </w:r>
      <w:proofErr w:type="gramEnd"/>
    </w:p>
    <w:p w:rsidR="0017318C" w:rsidRDefault="009B20AB" w:rsidP="008B3963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1)</w:t>
      </w:r>
      <w:r w:rsidR="0017318C">
        <w:rPr>
          <w:szCs w:val="28"/>
        </w:rPr>
        <w:t xml:space="preserve"> в части 2 статьи 3</w:t>
      </w:r>
      <w:r w:rsidR="0017318C">
        <w:rPr>
          <w:szCs w:val="28"/>
          <w:vertAlign w:val="superscript"/>
        </w:rPr>
        <w:t>13</w:t>
      </w:r>
      <w:r w:rsidR="0017318C">
        <w:rPr>
          <w:szCs w:val="28"/>
        </w:rPr>
        <w:t xml:space="preserve"> слова «среднедушевой доход которой не прев</w:t>
      </w:r>
      <w:r w:rsidR="0017318C">
        <w:rPr>
          <w:szCs w:val="28"/>
        </w:rPr>
        <w:t>ы</w:t>
      </w:r>
      <w:r w:rsidR="0017318C">
        <w:rPr>
          <w:szCs w:val="28"/>
        </w:rPr>
        <w:t>шает величину прожиточного минимума на душу населения, установленную в Ярославской области на дату обращения за назначением указанной единовр</w:t>
      </w:r>
      <w:r w:rsidR="0017318C">
        <w:rPr>
          <w:szCs w:val="28"/>
        </w:rPr>
        <w:t>е</w:t>
      </w:r>
      <w:r w:rsidR="0017318C">
        <w:rPr>
          <w:szCs w:val="28"/>
        </w:rPr>
        <w:t>менной выплаты</w:t>
      </w:r>
      <w:proofErr w:type="gramStart"/>
      <w:r w:rsidR="0017318C">
        <w:rPr>
          <w:szCs w:val="28"/>
        </w:rPr>
        <w:t>,»</w:t>
      </w:r>
      <w:proofErr w:type="gramEnd"/>
      <w:r w:rsidR="00EE169E">
        <w:rPr>
          <w:szCs w:val="28"/>
        </w:rPr>
        <w:t xml:space="preserve"> исключить;</w:t>
      </w:r>
    </w:p>
    <w:p w:rsidR="00EE169E" w:rsidRPr="0017318C" w:rsidRDefault="00EE169E" w:rsidP="008B3963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2) в части 13 статьи 4 слова «по 31 декабря 2025 года» заменить слов</w:t>
      </w:r>
      <w:r>
        <w:rPr>
          <w:szCs w:val="28"/>
        </w:rPr>
        <w:t>а</w:t>
      </w:r>
      <w:r>
        <w:rPr>
          <w:szCs w:val="28"/>
        </w:rPr>
        <w:t>ми «по 31 декабря 2026 года».</w:t>
      </w:r>
    </w:p>
    <w:p w:rsidR="00AD4CB6" w:rsidRDefault="00AD4CB6" w:rsidP="0059172C">
      <w:pPr>
        <w:autoSpaceDE w:val="0"/>
        <w:autoSpaceDN w:val="0"/>
        <w:adjustRightInd w:val="0"/>
        <w:ind w:firstLine="708"/>
        <w:rPr>
          <w:b/>
          <w:szCs w:val="28"/>
        </w:rPr>
      </w:pPr>
    </w:p>
    <w:p w:rsidR="0086339C" w:rsidRPr="007F3FBE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7F3FBE">
        <w:rPr>
          <w:b/>
          <w:szCs w:val="28"/>
        </w:rPr>
        <w:t xml:space="preserve">Статья </w:t>
      </w:r>
      <w:r w:rsidR="00AD4CB6">
        <w:rPr>
          <w:b/>
          <w:szCs w:val="28"/>
        </w:rPr>
        <w:t>2</w:t>
      </w:r>
    </w:p>
    <w:p w:rsidR="00EE169E" w:rsidRDefault="00782414" w:rsidP="009A0291">
      <w:pPr>
        <w:autoSpaceDE w:val="0"/>
        <w:autoSpaceDN w:val="0"/>
        <w:adjustRightInd w:val="0"/>
        <w:ind w:firstLine="708"/>
        <w:rPr>
          <w:bCs/>
          <w:szCs w:val="28"/>
        </w:rPr>
      </w:pPr>
      <w:r w:rsidRPr="00782414">
        <w:rPr>
          <w:szCs w:val="28"/>
        </w:rPr>
        <w:t xml:space="preserve">Настоящий Закон вступает в силу </w:t>
      </w:r>
      <w:r w:rsidR="00EE169E">
        <w:rPr>
          <w:szCs w:val="28"/>
        </w:rPr>
        <w:t>с 1 января 2026 года.</w:t>
      </w:r>
    </w:p>
    <w:p w:rsidR="009A0291" w:rsidRDefault="009A0291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7F3FBE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>Губернатор</w:t>
      </w:r>
    </w:p>
    <w:p w:rsidR="00556647" w:rsidRPr="007F3FBE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 xml:space="preserve">Ярославской области </w:t>
      </w:r>
      <w:r w:rsidRPr="007F3FBE">
        <w:rPr>
          <w:bCs/>
          <w:szCs w:val="28"/>
        </w:rPr>
        <w:tab/>
      </w:r>
      <w:bookmarkStart w:id="0" w:name="_GoBack"/>
      <w:bookmarkEnd w:id="0"/>
      <w:r w:rsidRPr="007F3FBE">
        <w:rPr>
          <w:bCs/>
          <w:szCs w:val="28"/>
        </w:rPr>
        <w:t xml:space="preserve"> </w:t>
      </w:r>
      <w:r w:rsidR="00143A22" w:rsidRPr="007F3FBE">
        <w:rPr>
          <w:bCs/>
          <w:szCs w:val="28"/>
        </w:rPr>
        <w:t xml:space="preserve">  </w:t>
      </w:r>
      <w:r w:rsidRPr="007F3FBE">
        <w:rPr>
          <w:bCs/>
          <w:szCs w:val="28"/>
        </w:rPr>
        <w:t xml:space="preserve">М.Я. </w:t>
      </w:r>
      <w:proofErr w:type="spellStart"/>
      <w:r w:rsidRPr="007F3FBE">
        <w:rPr>
          <w:bCs/>
          <w:szCs w:val="28"/>
        </w:rPr>
        <w:t>Евраев</w:t>
      </w:r>
      <w:proofErr w:type="spellEnd"/>
    </w:p>
    <w:p w:rsidR="003260C8" w:rsidRPr="007F3FBE" w:rsidRDefault="003260C8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4195D" w:rsidRPr="007F3FBE" w:rsidRDefault="00C4195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C45E0" w:rsidRPr="00CC45E0" w:rsidRDefault="00CC45E0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CC45E0">
        <w:rPr>
          <w:bCs/>
          <w:szCs w:val="28"/>
        </w:rPr>
        <w:t>«_____» _____________ 2025 г.</w:t>
      </w:r>
    </w:p>
    <w:p w:rsidR="00CC45E0" w:rsidRPr="00CC45E0" w:rsidRDefault="00CC45E0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F34DFD" w:rsidRPr="00CC45E0" w:rsidRDefault="00CC45E0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bCs/>
          <w:szCs w:val="28"/>
        </w:rPr>
      </w:pPr>
      <w:r w:rsidRPr="00CC45E0">
        <w:rPr>
          <w:bCs/>
          <w:szCs w:val="28"/>
        </w:rPr>
        <w:t>№______</w:t>
      </w:r>
      <w:r w:rsidR="009A0291">
        <w:rPr>
          <w:bCs/>
          <w:szCs w:val="28"/>
        </w:rPr>
        <w:t>.</w:t>
      </w:r>
    </w:p>
    <w:sectPr w:rsidR="00F34DFD" w:rsidRPr="00CC45E0" w:rsidSect="009A0291">
      <w:headerReference w:type="even" r:id="rId13"/>
      <w:headerReference w:type="default" r:id="rId14"/>
      <w:pgSz w:w="11906" w:h="16838" w:code="9"/>
      <w:pgMar w:top="851" w:right="707" w:bottom="568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15" w:rsidRDefault="00A93315">
      <w:r>
        <w:separator/>
      </w:r>
    </w:p>
    <w:p w:rsidR="00A93315" w:rsidRDefault="00A93315"/>
    <w:p w:rsidR="00A93315" w:rsidRDefault="00A93315"/>
  </w:endnote>
  <w:endnote w:type="continuationSeparator" w:id="0">
    <w:p w:rsidR="00A93315" w:rsidRDefault="00A93315">
      <w:r>
        <w:continuationSeparator/>
      </w:r>
    </w:p>
    <w:p w:rsidR="00A93315" w:rsidRDefault="00A93315"/>
    <w:p w:rsidR="00A93315" w:rsidRDefault="00A93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15" w:rsidRDefault="00A93315">
      <w:r>
        <w:separator/>
      </w:r>
    </w:p>
    <w:p w:rsidR="00A93315" w:rsidRDefault="00A93315"/>
    <w:p w:rsidR="00A93315" w:rsidRDefault="00A93315"/>
  </w:footnote>
  <w:footnote w:type="continuationSeparator" w:id="0">
    <w:p w:rsidR="00A93315" w:rsidRDefault="00A93315">
      <w:r>
        <w:continuationSeparator/>
      </w:r>
    </w:p>
    <w:p w:rsidR="00A93315" w:rsidRDefault="00A93315"/>
    <w:p w:rsidR="00A93315" w:rsidRDefault="00A933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291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>
    <w:nsid w:val="2AC46200"/>
    <w:multiLevelType w:val="hybridMultilevel"/>
    <w:tmpl w:val="AB9AA884"/>
    <w:lvl w:ilvl="0" w:tplc="99025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D3F080F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807C6D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6B7173E"/>
    <w:multiLevelType w:val="hybridMultilevel"/>
    <w:tmpl w:val="E4AC1BE0"/>
    <w:lvl w:ilvl="0" w:tplc="6A6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B0C3565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2F44C0F"/>
    <w:multiLevelType w:val="hybridMultilevel"/>
    <w:tmpl w:val="323213E0"/>
    <w:lvl w:ilvl="0" w:tplc="D41489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4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1"/>
  </w:num>
  <w:num w:numId="5">
    <w:abstractNumId w:val="21"/>
  </w:num>
  <w:num w:numId="6">
    <w:abstractNumId w:val="19"/>
  </w:num>
  <w:num w:numId="7">
    <w:abstractNumId w:val="18"/>
  </w:num>
  <w:num w:numId="8">
    <w:abstractNumId w:val="29"/>
  </w:num>
  <w:num w:numId="9">
    <w:abstractNumId w:val="9"/>
  </w:num>
  <w:num w:numId="10">
    <w:abstractNumId w:val="15"/>
  </w:num>
  <w:num w:numId="11">
    <w:abstractNumId w:val="31"/>
  </w:num>
  <w:num w:numId="12">
    <w:abstractNumId w:val="32"/>
  </w:num>
  <w:num w:numId="13">
    <w:abstractNumId w:val="6"/>
  </w:num>
  <w:num w:numId="14">
    <w:abstractNumId w:val="33"/>
  </w:num>
  <w:num w:numId="15">
    <w:abstractNumId w:val="10"/>
  </w:num>
  <w:num w:numId="16">
    <w:abstractNumId w:val="27"/>
  </w:num>
  <w:num w:numId="17">
    <w:abstractNumId w:val="22"/>
  </w:num>
  <w:num w:numId="18">
    <w:abstractNumId w:val="35"/>
  </w:num>
  <w:num w:numId="19">
    <w:abstractNumId w:val="34"/>
  </w:num>
  <w:num w:numId="20">
    <w:abstractNumId w:val="14"/>
  </w:num>
  <w:num w:numId="21">
    <w:abstractNumId w:val="26"/>
  </w:num>
  <w:num w:numId="22">
    <w:abstractNumId w:val="20"/>
  </w:num>
  <w:num w:numId="23">
    <w:abstractNumId w:val="8"/>
  </w:num>
  <w:num w:numId="24">
    <w:abstractNumId w:val="24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5"/>
  </w:num>
  <w:num w:numId="31">
    <w:abstractNumId w:val="7"/>
  </w:num>
  <w:num w:numId="32">
    <w:abstractNumId w:val="30"/>
  </w:num>
  <w:num w:numId="33">
    <w:abstractNumId w:val="12"/>
  </w:num>
  <w:num w:numId="34">
    <w:abstractNumId w:val="16"/>
  </w:num>
  <w:num w:numId="35">
    <w:abstractNumId w:val="17"/>
  </w:num>
  <w:num w:numId="36">
    <w:abstractNumId w:val="13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1C"/>
    <w:rsid w:val="00004674"/>
    <w:rsid w:val="0000492E"/>
    <w:rsid w:val="00004C72"/>
    <w:rsid w:val="00004F5B"/>
    <w:rsid w:val="000055A3"/>
    <w:rsid w:val="000067BD"/>
    <w:rsid w:val="00006C60"/>
    <w:rsid w:val="000070CF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5F57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5B99"/>
    <w:rsid w:val="00036324"/>
    <w:rsid w:val="0003640F"/>
    <w:rsid w:val="000367DA"/>
    <w:rsid w:val="0003721C"/>
    <w:rsid w:val="00037707"/>
    <w:rsid w:val="00037A5A"/>
    <w:rsid w:val="00037B2D"/>
    <w:rsid w:val="00037B7A"/>
    <w:rsid w:val="00037D45"/>
    <w:rsid w:val="00037D75"/>
    <w:rsid w:val="00037F44"/>
    <w:rsid w:val="00040BDB"/>
    <w:rsid w:val="00040E77"/>
    <w:rsid w:val="00041273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51D"/>
    <w:rsid w:val="0008189B"/>
    <w:rsid w:val="00081A3E"/>
    <w:rsid w:val="00081D97"/>
    <w:rsid w:val="00082312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620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650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1CD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E7F77"/>
    <w:rsid w:val="000F0A99"/>
    <w:rsid w:val="000F15E6"/>
    <w:rsid w:val="000F207A"/>
    <w:rsid w:val="000F239D"/>
    <w:rsid w:val="000F263D"/>
    <w:rsid w:val="000F2929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2F8C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29D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4B3"/>
    <w:rsid w:val="00125ECE"/>
    <w:rsid w:val="0012638A"/>
    <w:rsid w:val="001263D2"/>
    <w:rsid w:val="0012725F"/>
    <w:rsid w:val="00127B9F"/>
    <w:rsid w:val="001300EF"/>
    <w:rsid w:val="00131B2D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A22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45D9"/>
    <w:rsid w:val="0015540A"/>
    <w:rsid w:val="00156724"/>
    <w:rsid w:val="0015679A"/>
    <w:rsid w:val="00156AED"/>
    <w:rsid w:val="001576C7"/>
    <w:rsid w:val="00157A56"/>
    <w:rsid w:val="00160292"/>
    <w:rsid w:val="0016042C"/>
    <w:rsid w:val="00160551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1214"/>
    <w:rsid w:val="0017318C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56E"/>
    <w:rsid w:val="0019088A"/>
    <w:rsid w:val="00190ADE"/>
    <w:rsid w:val="00190B65"/>
    <w:rsid w:val="00190EF8"/>
    <w:rsid w:val="00191686"/>
    <w:rsid w:val="00192434"/>
    <w:rsid w:val="00192B57"/>
    <w:rsid w:val="0019467A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10F7"/>
    <w:rsid w:val="001C1C2D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41A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2FA3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882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46F3E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53E6"/>
    <w:rsid w:val="00265684"/>
    <w:rsid w:val="00265E60"/>
    <w:rsid w:val="00265E75"/>
    <w:rsid w:val="002668D1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572E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0D0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F4D"/>
    <w:rsid w:val="002F1743"/>
    <w:rsid w:val="002F180C"/>
    <w:rsid w:val="002F182E"/>
    <w:rsid w:val="002F1CDA"/>
    <w:rsid w:val="002F2EB0"/>
    <w:rsid w:val="002F5391"/>
    <w:rsid w:val="002F58E1"/>
    <w:rsid w:val="002F6167"/>
    <w:rsid w:val="002F627F"/>
    <w:rsid w:val="002F642C"/>
    <w:rsid w:val="0030003F"/>
    <w:rsid w:val="003001A7"/>
    <w:rsid w:val="003009BA"/>
    <w:rsid w:val="00301084"/>
    <w:rsid w:val="003010FD"/>
    <w:rsid w:val="00301890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25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25A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0D2"/>
    <w:rsid w:val="00353621"/>
    <w:rsid w:val="00354245"/>
    <w:rsid w:val="003544EB"/>
    <w:rsid w:val="00354A22"/>
    <w:rsid w:val="00355109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6EAF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6F7D"/>
    <w:rsid w:val="00387855"/>
    <w:rsid w:val="00390250"/>
    <w:rsid w:val="0039101C"/>
    <w:rsid w:val="00391E08"/>
    <w:rsid w:val="00392032"/>
    <w:rsid w:val="0039236C"/>
    <w:rsid w:val="0039249B"/>
    <w:rsid w:val="0039261C"/>
    <w:rsid w:val="00392725"/>
    <w:rsid w:val="003930C0"/>
    <w:rsid w:val="003937C3"/>
    <w:rsid w:val="00393E60"/>
    <w:rsid w:val="00393EEF"/>
    <w:rsid w:val="00393F18"/>
    <w:rsid w:val="003950A3"/>
    <w:rsid w:val="003952EB"/>
    <w:rsid w:val="003956EC"/>
    <w:rsid w:val="0039589E"/>
    <w:rsid w:val="00397085"/>
    <w:rsid w:val="00397B3D"/>
    <w:rsid w:val="003A0808"/>
    <w:rsid w:val="003A1957"/>
    <w:rsid w:val="003A1F3C"/>
    <w:rsid w:val="003A289B"/>
    <w:rsid w:val="003A2C1C"/>
    <w:rsid w:val="003A3419"/>
    <w:rsid w:val="003A3614"/>
    <w:rsid w:val="003A3696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C0A"/>
    <w:rsid w:val="003C4B57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05"/>
    <w:rsid w:val="003D1DE0"/>
    <w:rsid w:val="003D1F4B"/>
    <w:rsid w:val="003D1FE7"/>
    <w:rsid w:val="003D2879"/>
    <w:rsid w:val="003D39B5"/>
    <w:rsid w:val="003D3B07"/>
    <w:rsid w:val="003D410F"/>
    <w:rsid w:val="003D48B0"/>
    <w:rsid w:val="003D563C"/>
    <w:rsid w:val="003D5EA3"/>
    <w:rsid w:val="003D6000"/>
    <w:rsid w:val="003D6A4D"/>
    <w:rsid w:val="003D6D65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26B1"/>
    <w:rsid w:val="004A3958"/>
    <w:rsid w:val="004A4462"/>
    <w:rsid w:val="004A468C"/>
    <w:rsid w:val="004A495F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936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3EF8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419"/>
    <w:rsid w:val="004F5C41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449"/>
    <w:rsid w:val="005067F8"/>
    <w:rsid w:val="005072E3"/>
    <w:rsid w:val="00507B6D"/>
    <w:rsid w:val="00510687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CA"/>
    <w:rsid w:val="00526CEB"/>
    <w:rsid w:val="00526D8E"/>
    <w:rsid w:val="00526F46"/>
    <w:rsid w:val="00526FC4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868"/>
    <w:rsid w:val="005555F7"/>
    <w:rsid w:val="00555B69"/>
    <w:rsid w:val="00555F06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08A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04A"/>
    <w:rsid w:val="005B0A38"/>
    <w:rsid w:val="005B18F0"/>
    <w:rsid w:val="005B2ED2"/>
    <w:rsid w:val="005B30DE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B7E99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E5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D7862"/>
    <w:rsid w:val="005E0505"/>
    <w:rsid w:val="005E11C3"/>
    <w:rsid w:val="005E1464"/>
    <w:rsid w:val="005E1D46"/>
    <w:rsid w:val="005E262B"/>
    <w:rsid w:val="005E2DBC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1AC"/>
    <w:rsid w:val="005F5486"/>
    <w:rsid w:val="005F5B1E"/>
    <w:rsid w:val="005F5C71"/>
    <w:rsid w:val="005F797A"/>
    <w:rsid w:val="005F7A78"/>
    <w:rsid w:val="00600FAA"/>
    <w:rsid w:val="00602386"/>
    <w:rsid w:val="006026E6"/>
    <w:rsid w:val="00602B92"/>
    <w:rsid w:val="006030DA"/>
    <w:rsid w:val="00603840"/>
    <w:rsid w:val="006043F6"/>
    <w:rsid w:val="006049A7"/>
    <w:rsid w:val="0060631A"/>
    <w:rsid w:val="006067C4"/>
    <w:rsid w:val="00606A0D"/>
    <w:rsid w:val="00606D3C"/>
    <w:rsid w:val="00610397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29B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C98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4FEA"/>
    <w:rsid w:val="006656A5"/>
    <w:rsid w:val="00665BB0"/>
    <w:rsid w:val="006705E0"/>
    <w:rsid w:val="00670760"/>
    <w:rsid w:val="006713D8"/>
    <w:rsid w:val="006713E8"/>
    <w:rsid w:val="00672801"/>
    <w:rsid w:val="006728DE"/>
    <w:rsid w:val="00673081"/>
    <w:rsid w:val="0067348C"/>
    <w:rsid w:val="006735C1"/>
    <w:rsid w:val="00673F74"/>
    <w:rsid w:val="00674A46"/>
    <w:rsid w:val="00674E10"/>
    <w:rsid w:val="006751DF"/>
    <w:rsid w:val="00675282"/>
    <w:rsid w:val="00676CAE"/>
    <w:rsid w:val="0068028F"/>
    <w:rsid w:val="00680D80"/>
    <w:rsid w:val="00681248"/>
    <w:rsid w:val="00681380"/>
    <w:rsid w:val="006835EC"/>
    <w:rsid w:val="00683EA6"/>
    <w:rsid w:val="006840B7"/>
    <w:rsid w:val="00685FAE"/>
    <w:rsid w:val="006862EE"/>
    <w:rsid w:val="00686AF0"/>
    <w:rsid w:val="006872EF"/>
    <w:rsid w:val="00687B53"/>
    <w:rsid w:val="00690745"/>
    <w:rsid w:val="00690C74"/>
    <w:rsid w:val="006916FB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E56"/>
    <w:rsid w:val="006C3E98"/>
    <w:rsid w:val="006C43A9"/>
    <w:rsid w:val="006C5471"/>
    <w:rsid w:val="006C5915"/>
    <w:rsid w:val="006C6209"/>
    <w:rsid w:val="006C6B7B"/>
    <w:rsid w:val="006C7AD9"/>
    <w:rsid w:val="006D1E88"/>
    <w:rsid w:val="006D1F88"/>
    <w:rsid w:val="006D290F"/>
    <w:rsid w:val="006D2E9E"/>
    <w:rsid w:val="006D3ADA"/>
    <w:rsid w:val="006D4009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624"/>
    <w:rsid w:val="00707A22"/>
    <w:rsid w:val="0071108D"/>
    <w:rsid w:val="007122C5"/>
    <w:rsid w:val="00712C08"/>
    <w:rsid w:val="00712C21"/>
    <w:rsid w:val="0071598C"/>
    <w:rsid w:val="00715ED6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274E8"/>
    <w:rsid w:val="00730CD4"/>
    <w:rsid w:val="00731AEF"/>
    <w:rsid w:val="00732011"/>
    <w:rsid w:val="00733310"/>
    <w:rsid w:val="0073347D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14B"/>
    <w:rsid w:val="00750751"/>
    <w:rsid w:val="007516D0"/>
    <w:rsid w:val="00753163"/>
    <w:rsid w:val="007532F6"/>
    <w:rsid w:val="007542BF"/>
    <w:rsid w:val="007559A2"/>
    <w:rsid w:val="00755C8C"/>
    <w:rsid w:val="007567B0"/>
    <w:rsid w:val="00756D9C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ABA"/>
    <w:rsid w:val="00764EA1"/>
    <w:rsid w:val="00765532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894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414"/>
    <w:rsid w:val="0078272F"/>
    <w:rsid w:val="0078301C"/>
    <w:rsid w:val="00783151"/>
    <w:rsid w:val="007838C2"/>
    <w:rsid w:val="007849A0"/>
    <w:rsid w:val="0078525F"/>
    <w:rsid w:val="0078580C"/>
    <w:rsid w:val="007858F0"/>
    <w:rsid w:val="00785CBC"/>
    <w:rsid w:val="007872EE"/>
    <w:rsid w:val="00787658"/>
    <w:rsid w:val="00787B18"/>
    <w:rsid w:val="00787E43"/>
    <w:rsid w:val="00792F5B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48D4"/>
    <w:rsid w:val="007D6764"/>
    <w:rsid w:val="007D77D3"/>
    <w:rsid w:val="007D7B21"/>
    <w:rsid w:val="007E0887"/>
    <w:rsid w:val="007E10C0"/>
    <w:rsid w:val="007E134F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3057"/>
    <w:rsid w:val="007F347D"/>
    <w:rsid w:val="007F37B0"/>
    <w:rsid w:val="007F3FBE"/>
    <w:rsid w:val="007F57E4"/>
    <w:rsid w:val="007F5973"/>
    <w:rsid w:val="007F5CD0"/>
    <w:rsid w:val="007F6523"/>
    <w:rsid w:val="007F709B"/>
    <w:rsid w:val="007F7FAA"/>
    <w:rsid w:val="00800F06"/>
    <w:rsid w:val="00802B09"/>
    <w:rsid w:val="00802CA8"/>
    <w:rsid w:val="008035DC"/>
    <w:rsid w:val="008036ED"/>
    <w:rsid w:val="008041BE"/>
    <w:rsid w:val="008043EE"/>
    <w:rsid w:val="00805720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3C88"/>
    <w:rsid w:val="00845715"/>
    <w:rsid w:val="008457D2"/>
    <w:rsid w:val="008459A9"/>
    <w:rsid w:val="00846761"/>
    <w:rsid w:val="008476FF"/>
    <w:rsid w:val="00847725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36D"/>
    <w:rsid w:val="00856442"/>
    <w:rsid w:val="008567D1"/>
    <w:rsid w:val="00856CE3"/>
    <w:rsid w:val="00856CF8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39C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12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1B9"/>
    <w:rsid w:val="008B3963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FF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1D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B69"/>
    <w:rsid w:val="009010F0"/>
    <w:rsid w:val="00901839"/>
    <w:rsid w:val="00901E00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C98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2B1D"/>
    <w:rsid w:val="009737E1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291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0AB"/>
    <w:rsid w:val="009B2307"/>
    <w:rsid w:val="009B2530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1704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A47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6A9D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19C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1521"/>
    <w:rsid w:val="00A424C7"/>
    <w:rsid w:val="00A427B5"/>
    <w:rsid w:val="00A42912"/>
    <w:rsid w:val="00A42E23"/>
    <w:rsid w:val="00A43504"/>
    <w:rsid w:val="00A436EE"/>
    <w:rsid w:val="00A4408A"/>
    <w:rsid w:val="00A44400"/>
    <w:rsid w:val="00A4461E"/>
    <w:rsid w:val="00A4522B"/>
    <w:rsid w:val="00A4523D"/>
    <w:rsid w:val="00A45EE5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BB8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4F1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4F5D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288A"/>
    <w:rsid w:val="00A9326E"/>
    <w:rsid w:val="00A93315"/>
    <w:rsid w:val="00A948CC"/>
    <w:rsid w:val="00A94B2C"/>
    <w:rsid w:val="00A95577"/>
    <w:rsid w:val="00A95A8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721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4CB6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29D4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50"/>
    <w:rsid w:val="00AF4AEA"/>
    <w:rsid w:val="00AF51B4"/>
    <w:rsid w:val="00AF66D5"/>
    <w:rsid w:val="00AF742E"/>
    <w:rsid w:val="00AF7C1A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088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F86"/>
    <w:rsid w:val="00B50622"/>
    <w:rsid w:val="00B50E05"/>
    <w:rsid w:val="00B51471"/>
    <w:rsid w:val="00B533A2"/>
    <w:rsid w:val="00B54274"/>
    <w:rsid w:val="00B557C4"/>
    <w:rsid w:val="00B563BD"/>
    <w:rsid w:val="00B567BB"/>
    <w:rsid w:val="00B56FD8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75E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5A11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2A8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8D9"/>
    <w:rsid w:val="00BC5930"/>
    <w:rsid w:val="00BC60F5"/>
    <w:rsid w:val="00BC67C9"/>
    <w:rsid w:val="00BC6833"/>
    <w:rsid w:val="00BC6F16"/>
    <w:rsid w:val="00BC7F37"/>
    <w:rsid w:val="00BD02E1"/>
    <w:rsid w:val="00BD0604"/>
    <w:rsid w:val="00BD068C"/>
    <w:rsid w:val="00BD0788"/>
    <w:rsid w:val="00BD0A22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701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0A3"/>
    <w:rsid w:val="00BF49A5"/>
    <w:rsid w:val="00BF5498"/>
    <w:rsid w:val="00BF6AA9"/>
    <w:rsid w:val="00BF6CB7"/>
    <w:rsid w:val="00BF7156"/>
    <w:rsid w:val="00C00843"/>
    <w:rsid w:val="00C00A61"/>
    <w:rsid w:val="00C00C90"/>
    <w:rsid w:val="00C01DC1"/>
    <w:rsid w:val="00C027CC"/>
    <w:rsid w:val="00C02B23"/>
    <w:rsid w:val="00C048A2"/>
    <w:rsid w:val="00C04C4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18AD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234A"/>
    <w:rsid w:val="00C42D94"/>
    <w:rsid w:val="00C443F2"/>
    <w:rsid w:val="00C44964"/>
    <w:rsid w:val="00C44F93"/>
    <w:rsid w:val="00C45845"/>
    <w:rsid w:val="00C465B4"/>
    <w:rsid w:val="00C46BA5"/>
    <w:rsid w:val="00C47034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02C"/>
    <w:rsid w:val="00C91F14"/>
    <w:rsid w:val="00C92403"/>
    <w:rsid w:val="00C92D8B"/>
    <w:rsid w:val="00C92E93"/>
    <w:rsid w:val="00C9316B"/>
    <w:rsid w:val="00C94575"/>
    <w:rsid w:val="00C94AE5"/>
    <w:rsid w:val="00C9534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12B"/>
    <w:rsid w:val="00CA6899"/>
    <w:rsid w:val="00CA707D"/>
    <w:rsid w:val="00CA791B"/>
    <w:rsid w:val="00CA7E47"/>
    <w:rsid w:val="00CB044F"/>
    <w:rsid w:val="00CB0E86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45E0"/>
    <w:rsid w:val="00CC5CF0"/>
    <w:rsid w:val="00CC62FA"/>
    <w:rsid w:val="00CC718A"/>
    <w:rsid w:val="00CC7424"/>
    <w:rsid w:val="00CC7C9D"/>
    <w:rsid w:val="00CC7E63"/>
    <w:rsid w:val="00CD00B5"/>
    <w:rsid w:val="00CD0292"/>
    <w:rsid w:val="00CD13BD"/>
    <w:rsid w:val="00CD1745"/>
    <w:rsid w:val="00CD1CD6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70E9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1C48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DD5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B93"/>
    <w:rsid w:val="00D70E1F"/>
    <w:rsid w:val="00D71451"/>
    <w:rsid w:val="00D71805"/>
    <w:rsid w:val="00D734AE"/>
    <w:rsid w:val="00D73F9A"/>
    <w:rsid w:val="00D749BA"/>
    <w:rsid w:val="00D74BFD"/>
    <w:rsid w:val="00D74FF9"/>
    <w:rsid w:val="00D751B4"/>
    <w:rsid w:val="00D76E11"/>
    <w:rsid w:val="00D7742F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3ED"/>
    <w:rsid w:val="00D93A89"/>
    <w:rsid w:val="00D96256"/>
    <w:rsid w:val="00D962FC"/>
    <w:rsid w:val="00D97B87"/>
    <w:rsid w:val="00DA0415"/>
    <w:rsid w:val="00DA049B"/>
    <w:rsid w:val="00DA0EC6"/>
    <w:rsid w:val="00DA1394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0A6"/>
    <w:rsid w:val="00DB03AA"/>
    <w:rsid w:val="00DB09C2"/>
    <w:rsid w:val="00DB0AC8"/>
    <w:rsid w:val="00DB1623"/>
    <w:rsid w:val="00DB1BD2"/>
    <w:rsid w:val="00DB2673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104"/>
    <w:rsid w:val="00DD6687"/>
    <w:rsid w:val="00DD6D34"/>
    <w:rsid w:val="00DD7149"/>
    <w:rsid w:val="00DD73CA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4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17E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3A3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6660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86B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4D0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3B8"/>
    <w:rsid w:val="00E67989"/>
    <w:rsid w:val="00E67DFE"/>
    <w:rsid w:val="00E715E7"/>
    <w:rsid w:val="00E71ECB"/>
    <w:rsid w:val="00E72E66"/>
    <w:rsid w:val="00E730A7"/>
    <w:rsid w:val="00E74BC8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24AD"/>
    <w:rsid w:val="00E83956"/>
    <w:rsid w:val="00E83CE7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20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1FF1"/>
    <w:rsid w:val="00ED2064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169E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C1D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3FA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4CC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386"/>
    <w:rsid w:val="00F273F9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3AC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0B40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29C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1D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A8B"/>
    <w:rsid w:val="00FD3B6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D7D3B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3D6A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32211F-04FD-421D-AD1A-9E186286D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1474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Пушкарева Марина Юрьевна</cp:lastModifiedBy>
  <cp:revision>7</cp:revision>
  <cp:lastPrinted>2025-04-02T12:11:00Z</cp:lastPrinted>
  <dcterms:created xsi:type="dcterms:W3CDTF">2025-04-23T06:57:00Z</dcterms:created>
  <dcterms:modified xsi:type="dcterms:W3CDTF">2025-09-17T12:22:00Z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