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C5EB9" w:rsidRPr="00AC5EB9" w:rsidTr="00AC5EB9">
        <w:tc>
          <w:tcPr>
            <w:tcW w:w="426" w:type="dxa"/>
            <w:vAlign w:val="bottom"/>
            <w:hideMark/>
          </w:tcPr>
          <w:p w:rsidR="00AC5EB9" w:rsidRPr="00AC5EB9" w:rsidRDefault="00AC5EB9" w:rsidP="00AC5E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5EB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C5EB9" w:rsidRPr="00AC5EB9" w:rsidRDefault="00AC5EB9" w:rsidP="00AC5E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5EB9">
              <w:rPr>
                <w:rFonts w:ascii="Times New Roman" w:hAnsi="Times New Roman" w:cs="Times New Roman"/>
                <w:sz w:val="28"/>
                <w:szCs w:val="28"/>
              </w:rPr>
              <w:t>25.12.2020</w:t>
            </w:r>
          </w:p>
        </w:tc>
        <w:tc>
          <w:tcPr>
            <w:tcW w:w="4111" w:type="dxa"/>
            <w:vAlign w:val="bottom"/>
          </w:tcPr>
          <w:p w:rsidR="00AC5EB9" w:rsidRPr="00AC5EB9" w:rsidRDefault="00AC5EB9" w:rsidP="00AC5E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C5EB9" w:rsidRPr="00AC5EB9" w:rsidRDefault="00AC5EB9" w:rsidP="00AC5E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5EB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C5EB9" w:rsidRPr="00AC5EB9" w:rsidRDefault="00AC5EB9" w:rsidP="00AC5E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5EB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6C32BD" w:rsidRPr="006C32BD" w:rsidRDefault="006C32BD" w:rsidP="006C32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32BD" w:rsidRPr="006C32BD" w:rsidRDefault="006C32BD" w:rsidP="006C32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16F2" w:rsidRPr="006C32BD" w:rsidRDefault="00BD16F2" w:rsidP="006C32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2BD">
        <w:rPr>
          <w:rFonts w:ascii="Times New Roman" w:hAnsi="Times New Roman" w:cs="Times New Roman"/>
          <w:color w:val="000000"/>
          <w:sz w:val="28"/>
          <w:szCs w:val="28"/>
        </w:rPr>
        <w:t xml:space="preserve">О проекте закона Ярославской области </w:t>
      </w:r>
    </w:p>
    <w:p w:rsidR="00BD16F2" w:rsidRPr="006C32BD" w:rsidRDefault="00BD16F2" w:rsidP="006C32B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2B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6C32BD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</w:t>
      </w:r>
      <w:r w:rsidR="00FE0EFB" w:rsidRPr="006C32BD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6C32B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C32BD">
        <w:rPr>
          <w:rFonts w:ascii="Times New Roman" w:hAnsi="Times New Roman" w:cs="Times New Roman"/>
          <w:bCs/>
          <w:sz w:val="28"/>
          <w:szCs w:val="28"/>
        </w:rPr>
        <w:t xml:space="preserve">в статью </w:t>
      </w:r>
      <w:r w:rsidR="00FE0EFB" w:rsidRPr="006C32BD">
        <w:rPr>
          <w:rFonts w:ascii="Times New Roman" w:hAnsi="Times New Roman" w:cs="Times New Roman"/>
          <w:bCs/>
          <w:sz w:val="28"/>
          <w:szCs w:val="28"/>
        </w:rPr>
        <w:t>11</w:t>
      </w:r>
      <w:r w:rsidR="00FE0EFB" w:rsidRPr="006C32BD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6C32B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D16F2" w:rsidRPr="006C32BD" w:rsidRDefault="00BD16F2" w:rsidP="006C32B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2BD">
        <w:rPr>
          <w:rFonts w:ascii="Times New Roman" w:hAnsi="Times New Roman" w:cs="Times New Roman"/>
          <w:bCs/>
          <w:sz w:val="28"/>
          <w:szCs w:val="28"/>
        </w:rPr>
        <w:t>Закона Ярослав</w:t>
      </w:r>
      <w:r w:rsidR="00D23BCC">
        <w:rPr>
          <w:rFonts w:ascii="Times New Roman" w:hAnsi="Times New Roman" w:cs="Times New Roman"/>
          <w:bCs/>
          <w:sz w:val="28"/>
          <w:szCs w:val="28"/>
        </w:rPr>
        <w:t>с</w:t>
      </w:r>
      <w:r w:rsidRPr="006C32BD">
        <w:rPr>
          <w:rFonts w:ascii="Times New Roman" w:hAnsi="Times New Roman" w:cs="Times New Roman"/>
          <w:bCs/>
          <w:sz w:val="28"/>
          <w:szCs w:val="28"/>
        </w:rPr>
        <w:t xml:space="preserve">кой области </w:t>
      </w:r>
    </w:p>
    <w:p w:rsidR="00BD16F2" w:rsidRPr="006C32BD" w:rsidRDefault="00BD16F2" w:rsidP="006C32B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2BD">
        <w:rPr>
          <w:rFonts w:ascii="Times New Roman" w:hAnsi="Times New Roman" w:cs="Times New Roman"/>
          <w:bCs/>
          <w:sz w:val="28"/>
          <w:szCs w:val="28"/>
        </w:rPr>
        <w:t xml:space="preserve">«О мерах по противодействию </w:t>
      </w:r>
    </w:p>
    <w:p w:rsidR="00BD16F2" w:rsidRPr="006C32BD" w:rsidRDefault="00BD16F2" w:rsidP="006C32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2BD">
        <w:rPr>
          <w:rFonts w:ascii="Times New Roman" w:hAnsi="Times New Roman" w:cs="Times New Roman"/>
          <w:bCs/>
          <w:sz w:val="28"/>
          <w:szCs w:val="28"/>
        </w:rPr>
        <w:t>коррупции в</w:t>
      </w:r>
      <w:r w:rsidR="006C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32BD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  <w:r w:rsidRPr="006C32B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82DF5" w:rsidRPr="006C32BD" w:rsidRDefault="00982DF5" w:rsidP="006C32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E03CF" w:rsidRPr="006C32BD" w:rsidRDefault="00FE03CF" w:rsidP="006C32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6C32BD" w:rsidRDefault="00436B44" w:rsidP="006C32B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2B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6C32BD" w:rsidRDefault="00436B44" w:rsidP="006C3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6C32BD" w:rsidRDefault="00436B44" w:rsidP="006C3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C3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C3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6C32BD" w:rsidRDefault="00436B44" w:rsidP="006C3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816" w:rsidRPr="006C32BD" w:rsidRDefault="00B53219" w:rsidP="006C3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6C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E8150B" w:rsidRPr="006C32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8150B" w:rsidRPr="006C32B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C32BD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E8150B" w:rsidRPr="006C32BD">
        <w:rPr>
          <w:rFonts w:ascii="Times New Roman" w:eastAsia="Calibri" w:hAnsi="Times New Roman" w:cs="Times New Roman"/>
          <w:bCs/>
          <w:sz w:val="28"/>
          <w:szCs w:val="28"/>
        </w:rPr>
        <w:t>внесении изменени</w:t>
      </w:r>
      <w:r w:rsidR="00FE0EFB" w:rsidRPr="006C32BD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="00E8150B" w:rsidRPr="006C32B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8150B" w:rsidRPr="006C32BD">
        <w:rPr>
          <w:rFonts w:ascii="Times New Roman" w:hAnsi="Times New Roman" w:cs="Times New Roman"/>
          <w:bCs/>
          <w:sz w:val="28"/>
          <w:szCs w:val="28"/>
        </w:rPr>
        <w:t xml:space="preserve">в статью </w:t>
      </w:r>
      <w:r w:rsidR="00FE0EFB" w:rsidRPr="006C32BD">
        <w:rPr>
          <w:rFonts w:ascii="Times New Roman" w:hAnsi="Times New Roman" w:cs="Times New Roman"/>
          <w:bCs/>
          <w:sz w:val="28"/>
          <w:szCs w:val="28"/>
        </w:rPr>
        <w:t>11</w:t>
      </w:r>
      <w:r w:rsidR="00FE0EFB" w:rsidRPr="006C32BD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21622D" w:rsidRPr="006C32BD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="00E8150B" w:rsidRPr="006C32BD">
        <w:rPr>
          <w:rFonts w:ascii="Times New Roman" w:hAnsi="Times New Roman" w:cs="Times New Roman"/>
          <w:bCs/>
          <w:sz w:val="28"/>
          <w:szCs w:val="28"/>
        </w:rPr>
        <w:t>Закона Ярослав</w:t>
      </w:r>
      <w:r w:rsidR="00C64712">
        <w:rPr>
          <w:rFonts w:ascii="Times New Roman" w:hAnsi="Times New Roman" w:cs="Times New Roman"/>
          <w:bCs/>
          <w:sz w:val="28"/>
          <w:szCs w:val="28"/>
        </w:rPr>
        <w:t>с</w:t>
      </w:r>
      <w:r w:rsidR="00E8150B" w:rsidRPr="006C32BD">
        <w:rPr>
          <w:rFonts w:ascii="Times New Roman" w:hAnsi="Times New Roman" w:cs="Times New Roman"/>
          <w:bCs/>
          <w:sz w:val="28"/>
          <w:szCs w:val="28"/>
        </w:rPr>
        <w:t>кой области «О мерах по противодействию коррупции в</w:t>
      </w:r>
      <w:r w:rsidR="006C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150B" w:rsidRPr="006C32BD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  <w:r w:rsidR="00E8150B" w:rsidRPr="006C32BD">
        <w:rPr>
          <w:rFonts w:ascii="Times New Roman" w:hAnsi="Times New Roman" w:cs="Times New Roman"/>
          <w:color w:val="000000"/>
          <w:sz w:val="28"/>
          <w:szCs w:val="28"/>
        </w:rPr>
        <w:t xml:space="preserve">», внесенный </w:t>
      </w:r>
      <w:r w:rsidR="00415816" w:rsidRPr="006C32BD">
        <w:rPr>
          <w:rFonts w:ascii="Times New Roman" w:hAnsi="Times New Roman" w:cs="Times New Roman"/>
          <w:color w:val="000000"/>
          <w:sz w:val="28"/>
          <w:szCs w:val="28"/>
        </w:rPr>
        <w:t>депут</w:t>
      </w:r>
      <w:r w:rsidR="00415816" w:rsidRPr="006C32B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15816" w:rsidRPr="006C32BD">
        <w:rPr>
          <w:rFonts w:ascii="Times New Roman" w:hAnsi="Times New Roman" w:cs="Times New Roman"/>
          <w:color w:val="000000"/>
          <w:sz w:val="28"/>
          <w:szCs w:val="28"/>
        </w:rPr>
        <w:t xml:space="preserve">тами Ярославской областной Думы </w:t>
      </w:r>
      <w:proofErr w:type="spellStart"/>
      <w:r w:rsidR="00415816" w:rsidRPr="006C32BD">
        <w:rPr>
          <w:rFonts w:ascii="Times New Roman" w:hAnsi="Times New Roman" w:cs="Times New Roman"/>
          <w:sz w:val="28"/>
          <w:szCs w:val="28"/>
        </w:rPr>
        <w:t>Капраловым</w:t>
      </w:r>
      <w:proofErr w:type="spellEnd"/>
      <w:r w:rsidR="00415816" w:rsidRPr="006C32BD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="00415816" w:rsidRPr="006C32BD">
        <w:rPr>
          <w:rFonts w:ascii="Times New Roman" w:hAnsi="Times New Roman" w:cs="Times New Roman"/>
          <w:sz w:val="28"/>
          <w:szCs w:val="28"/>
        </w:rPr>
        <w:t>Щенниковым</w:t>
      </w:r>
      <w:proofErr w:type="spellEnd"/>
      <w:r w:rsidR="00415816" w:rsidRPr="006C32BD">
        <w:rPr>
          <w:rFonts w:ascii="Times New Roman" w:hAnsi="Times New Roman" w:cs="Times New Roman"/>
          <w:sz w:val="28"/>
          <w:szCs w:val="28"/>
        </w:rPr>
        <w:t xml:space="preserve"> А.Н., Борисовым С.В., </w:t>
      </w:r>
      <w:proofErr w:type="spellStart"/>
      <w:r w:rsidR="00415816" w:rsidRPr="006C32BD">
        <w:rPr>
          <w:rFonts w:ascii="Times New Roman" w:hAnsi="Times New Roman" w:cs="Times New Roman"/>
          <w:sz w:val="28"/>
          <w:szCs w:val="28"/>
        </w:rPr>
        <w:t>Казаряном</w:t>
      </w:r>
      <w:proofErr w:type="spellEnd"/>
      <w:r w:rsidR="00415816" w:rsidRPr="006C32BD">
        <w:rPr>
          <w:rFonts w:ascii="Times New Roman" w:hAnsi="Times New Roman" w:cs="Times New Roman"/>
          <w:sz w:val="28"/>
          <w:szCs w:val="28"/>
        </w:rPr>
        <w:t xml:space="preserve"> Т.В., Ясинским А.И., Юдаевым А.А.</w:t>
      </w:r>
    </w:p>
    <w:p w:rsidR="00B53219" w:rsidRPr="006C32BD" w:rsidRDefault="00B53219" w:rsidP="006C3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2BD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6C32BD" w:rsidRDefault="0014080B" w:rsidP="006C3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6C32BD" w:rsidRDefault="0017428C" w:rsidP="006C3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6C32BD" w:rsidRDefault="0014080B" w:rsidP="006C3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6C32BD" w:rsidRDefault="006378F2" w:rsidP="006C32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32B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6C32BD" w:rsidRDefault="006378F2" w:rsidP="006C32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32BD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6C32BD">
        <w:rPr>
          <w:rFonts w:ascii="Times New Roman" w:hAnsi="Times New Roman" w:cs="Times New Roman"/>
          <w:sz w:val="28"/>
          <w:szCs w:val="28"/>
        </w:rPr>
        <w:t xml:space="preserve"> </w:t>
      </w:r>
      <w:r w:rsidRPr="006C32BD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6C32B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366D6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6C32BD">
        <w:rPr>
          <w:rFonts w:ascii="Times New Roman" w:hAnsi="Times New Roman" w:cs="Times New Roman"/>
          <w:sz w:val="28"/>
          <w:szCs w:val="28"/>
        </w:rPr>
        <w:t>А.Д. Константинов</w:t>
      </w:r>
    </w:p>
    <w:sectPr w:rsidR="00FE7A2F" w:rsidRPr="006C32BD" w:rsidSect="006C32B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45B24"/>
    <w:rsid w:val="0017428C"/>
    <w:rsid w:val="0021622D"/>
    <w:rsid w:val="002F36EC"/>
    <w:rsid w:val="00326C80"/>
    <w:rsid w:val="003366D6"/>
    <w:rsid w:val="00390058"/>
    <w:rsid w:val="003D0D48"/>
    <w:rsid w:val="003D6E36"/>
    <w:rsid w:val="00415816"/>
    <w:rsid w:val="00416869"/>
    <w:rsid w:val="004221A7"/>
    <w:rsid w:val="00436B44"/>
    <w:rsid w:val="005A181B"/>
    <w:rsid w:val="006378F2"/>
    <w:rsid w:val="006C32BD"/>
    <w:rsid w:val="006D7220"/>
    <w:rsid w:val="00786AC3"/>
    <w:rsid w:val="007E4468"/>
    <w:rsid w:val="007F31E3"/>
    <w:rsid w:val="00824F3E"/>
    <w:rsid w:val="008321B5"/>
    <w:rsid w:val="008E3473"/>
    <w:rsid w:val="008F5AEB"/>
    <w:rsid w:val="009003C0"/>
    <w:rsid w:val="009578E7"/>
    <w:rsid w:val="00982DF5"/>
    <w:rsid w:val="00987C16"/>
    <w:rsid w:val="009C0098"/>
    <w:rsid w:val="00AB5EAE"/>
    <w:rsid w:val="00AB7AB6"/>
    <w:rsid w:val="00AC5EB9"/>
    <w:rsid w:val="00B151C8"/>
    <w:rsid w:val="00B53219"/>
    <w:rsid w:val="00B80F54"/>
    <w:rsid w:val="00B83140"/>
    <w:rsid w:val="00B8349B"/>
    <w:rsid w:val="00B865CD"/>
    <w:rsid w:val="00B94B4F"/>
    <w:rsid w:val="00BD16F2"/>
    <w:rsid w:val="00C64712"/>
    <w:rsid w:val="00C7455E"/>
    <w:rsid w:val="00CB3C1E"/>
    <w:rsid w:val="00CC7771"/>
    <w:rsid w:val="00D23BCC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8150B"/>
    <w:rsid w:val="00EB1741"/>
    <w:rsid w:val="00EC2264"/>
    <w:rsid w:val="00F14F19"/>
    <w:rsid w:val="00F2422D"/>
    <w:rsid w:val="00FB2749"/>
    <w:rsid w:val="00FE03CF"/>
    <w:rsid w:val="00FE0EFB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26</cp:revision>
  <cp:lastPrinted>2020-12-24T09:11:00Z</cp:lastPrinted>
  <dcterms:created xsi:type="dcterms:W3CDTF">2019-08-01T07:14:00Z</dcterms:created>
  <dcterms:modified xsi:type="dcterms:W3CDTF">2020-12-25T08:02:00Z</dcterms:modified>
</cp:coreProperties>
</file>