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F72" w:rsidRPr="00004B01" w:rsidRDefault="009C1F72" w:rsidP="00F91506">
      <w:pPr>
        <w:keepNext/>
        <w:jc w:val="right"/>
        <w:outlineLvl w:val="2"/>
        <w:rPr>
          <w:rFonts w:eastAsia="Calibri" w:cs="Times New Roman"/>
          <w:b/>
          <w:sz w:val="20"/>
        </w:rPr>
      </w:pPr>
    </w:p>
    <w:p w:rsidR="00A407AF" w:rsidRPr="00004B01" w:rsidRDefault="00A407AF" w:rsidP="00A407AF">
      <w:pPr>
        <w:keepNext/>
        <w:jc w:val="right"/>
        <w:outlineLvl w:val="2"/>
        <w:rPr>
          <w:rFonts w:eastAsia="Calibri"/>
          <w:b/>
          <w:sz w:val="20"/>
        </w:rPr>
      </w:pPr>
      <w:r w:rsidRPr="00004B01">
        <w:rPr>
          <w:rFonts w:eastAsia="Calibri"/>
          <w:b/>
          <w:sz w:val="20"/>
        </w:rPr>
        <w:t>Проект вносит</w:t>
      </w:r>
    </w:p>
    <w:p w:rsidR="00A407AF" w:rsidRPr="00004B01" w:rsidRDefault="00A407AF" w:rsidP="00A407AF">
      <w:pPr>
        <w:keepNext/>
        <w:jc w:val="right"/>
        <w:outlineLvl w:val="2"/>
        <w:rPr>
          <w:rFonts w:eastAsia="Calibri"/>
          <w:b/>
          <w:sz w:val="20"/>
        </w:rPr>
      </w:pPr>
      <w:r w:rsidRPr="00004B01">
        <w:rPr>
          <w:rFonts w:eastAsia="Calibri"/>
          <w:b/>
          <w:sz w:val="20"/>
        </w:rPr>
        <w:t>Губернатор Ярославской области</w:t>
      </w:r>
    </w:p>
    <w:p w:rsidR="00A407AF" w:rsidRPr="00004B01" w:rsidRDefault="00A407AF" w:rsidP="00A407AF">
      <w:pPr>
        <w:keepNext/>
        <w:jc w:val="right"/>
        <w:outlineLvl w:val="2"/>
        <w:rPr>
          <w:rFonts w:eastAsia="Calibri"/>
          <w:b/>
          <w:sz w:val="20"/>
        </w:rPr>
      </w:pPr>
    </w:p>
    <w:p w:rsidR="00D55925" w:rsidRPr="00004B01" w:rsidRDefault="00A407AF" w:rsidP="00A407AF">
      <w:pPr>
        <w:keepNext/>
        <w:jc w:val="right"/>
        <w:outlineLvl w:val="2"/>
        <w:rPr>
          <w:rFonts w:eastAsia="Calibri" w:cs="Times New Roman"/>
          <w:b/>
          <w:bCs/>
          <w:sz w:val="20"/>
        </w:rPr>
      </w:pPr>
      <w:r w:rsidRPr="00004B01">
        <w:rPr>
          <w:rFonts w:eastAsia="Calibri"/>
          <w:b/>
          <w:sz w:val="20"/>
        </w:rPr>
        <w:t xml:space="preserve">М.Я. </w:t>
      </w:r>
      <w:proofErr w:type="spellStart"/>
      <w:r w:rsidRPr="00004B01">
        <w:rPr>
          <w:rFonts w:eastAsia="Calibri"/>
          <w:b/>
          <w:sz w:val="20"/>
        </w:rPr>
        <w:t>Евраев</w:t>
      </w:r>
      <w:proofErr w:type="spellEnd"/>
    </w:p>
    <w:p w:rsidR="00F91506" w:rsidRPr="00004B01" w:rsidRDefault="00F91506" w:rsidP="00F849DE">
      <w:pPr>
        <w:keepNext/>
        <w:jc w:val="right"/>
        <w:outlineLvl w:val="2"/>
        <w:rPr>
          <w:rFonts w:eastAsia="Calibri" w:cs="Times New Roman"/>
          <w:b/>
          <w:bCs/>
          <w:sz w:val="20"/>
        </w:rPr>
      </w:pPr>
    </w:p>
    <w:p w:rsidR="007A7B38" w:rsidRPr="00004B01" w:rsidRDefault="007A7B38" w:rsidP="007A7B38">
      <w:pPr>
        <w:ind w:firstLine="0"/>
        <w:jc w:val="center"/>
        <w:rPr>
          <w:sz w:val="36"/>
          <w:szCs w:val="36"/>
        </w:rPr>
      </w:pPr>
      <w:r w:rsidRPr="00004B01">
        <w:rPr>
          <w:noProof/>
          <w:sz w:val="24"/>
          <w:szCs w:val="28"/>
          <w:lang w:eastAsia="ru-RU"/>
        </w:rPr>
        <w:drawing>
          <wp:inline distT="0" distB="0" distL="0" distR="0" wp14:anchorId="616602D2" wp14:editId="21871978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38" w:rsidRPr="00004B01" w:rsidRDefault="007A7B38" w:rsidP="007A7B38">
      <w:pPr>
        <w:ind w:firstLine="0"/>
        <w:jc w:val="center"/>
        <w:rPr>
          <w:b/>
          <w:bCs/>
          <w:sz w:val="36"/>
        </w:rPr>
      </w:pPr>
      <w:proofErr w:type="gramStart"/>
      <w:r w:rsidRPr="00004B01">
        <w:rPr>
          <w:b/>
          <w:bCs/>
          <w:sz w:val="36"/>
        </w:rPr>
        <w:t>З</w:t>
      </w:r>
      <w:proofErr w:type="gramEnd"/>
      <w:r w:rsidRPr="00004B01">
        <w:rPr>
          <w:b/>
          <w:bCs/>
          <w:sz w:val="36"/>
        </w:rPr>
        <w:t xml:space="preserve"> А К О Н</w:t>
      </w:r>
    </w:p>
    <w:p w:rsidR="007A7B38" w:rsidRPr="00004B01" w:rsidRDefault="007A7B38" w:rsidP="007A7B38">
      <w:pPr>
        <w:ind w:firstLine="0"/>
        <w:jc w:val="center"/>
        <w:rPr>
          <w:b/>
          <w:bCs/>
        </w:rPr>
      </w:pPr>
      <w:r w:rsidRPr="00004B01">
        <w:rPr>
          <w:b/>
          <w:bCs/>
        </w:rPr>
        <w:t>ЯРОСЛАВСКОЙ ОБЛАСТИ</w:t>
      </w:r>
    </w:p>
    <w:p w:rsidR="007A7B38" w:rsidRPr="00004B01" w:rsidRDefault="007A7B38" w:rsidP="007A7B38">
      <w:pPr>
        <w:ind w:firstLine="0"/>
        <w:jc w:val="center"/>
        <w:rPr>
          <w:bCs/>
          <w:sz w:val="24"/>
          <w:szCs w:val="24"/>
        </w:rPr>
      </w:pPr>
    </w:p>
    <w:p w:rsidR="00484AD6" w:rsidRPr="00004B01" w:rsidRDefault="000372F8" w:rsidP="00484AD6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004B01">
        <w:rPr>
          <w:rFonts w:cs="Times New Roman"/>
          <w:b/>
          <w:szCs w:val="28"/>
        </w:rPr>
        <w:t xml:space="preserve">О внесении изменений в </w:t>
      </w:r>
      <w:r w:rsidR="00484AD6" w:rsidRPr="00004B01">
        <w:rPr>
          <w:rFonts w:cs="Times New Roman"/>
          <w:b/>
          <w:szCs w:val="28"/>
        </w:rPr>
        <w:t xml:space="preserve">Закон Ярославской области </w:t>
      </w:r>
    </w:p>
    <w:p w:rsidR="00484AD6" w:rsidRPr="00004B01" w:rsidRDefault="00484AD6" w:rsidP="00484AD6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004B01">
        <w:rPr>
          <w:rFonts w:cs="Times New Roman"/>
          <w:b/>
          <w:szCs w:val="28"/>
        </w:rPr>
        <w:t xml:space="preserve">«О наделении органов местного самоуправления </w:t>
      </w:r>
    </w:p>
    <w:p w:rsidR="000372F8" w:rsidRPr="00004B01" w:rsidRDefault="00484AD6" w:rsidP="00484AD6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004B01">
        <w:rPr>
          <w:rFonts w:cs="Times New Roman"/>
          <w:b/>
          <w:szCs w:val="28"/>
        </w:rPr>
        <w:t>государственными полномочиями Ярославской области»</w:t>
      </w:r>
    </w:p>
    <w:p w:rsidR="00F619FC" w:rsidRPr="00004B01" w:rsidRDefault="00F619FC" w:rsidP="00F619FC">
      <w:pPr>
        <w:ind w:firstLine="0"/>
        <w:jc w:val="center"/>
        <w:rPr>
          <w:b/>
          <w:bCs/>
          <w:szCs w:val="28"/>
        </w:rPr>
      </w:pPr>
    </w:p>
    <w:p w:rsidR="007A7B38" w:rsidRPr="00004B01" w:rsidRDefault="007A7B38" w:rsidP="007A7B38">
      <w:pPr>
        <w:ind w:firstLine="0"/>
        <w:rPr>
          <w:b/>
          <w:sz w:val="24"/>
          <w:szCs w:val="24"/>
        </w:rPr>
      </w:pPr>
    </w:p>
    <w:p w:rsidR="007A7B38" w:rsidRPr="00004B01" w:rsidRDefault="007A7B38" w:rsidP="007A7B38">
      <w:pPr>
        <w:ind w:firstLine="0"/>
        <w:rPr>
          <w:sz w:val="24"/>
          <w:szCs w:val="24"/>
        </w:rPr>
      </w:pPr>
    </w:p>
    <w:p w:rsidR="007A7B38" w:rsidRPr="00004B01" w:rsidRDefault="007A7B38" w:rsidP="007A7B38">
      <w:pPr>
        <w:ind w:firstLine="0"/>
        <w:rPr>
          <w:sz w:val="24"/>
          <w:szCs w:val="24"/>
        </w:rPr>
      </w:pPr>
      <w:proofErr w:type="gramStart"/>
      <w:r w:rsidRPr="00004B01">
        <w:rPr>
          <w:sz w:val="24"/>
          <w:szCs w:val="24"/>
        </w:rPr>
        <w:t>Принят</w:t>
      </w:r>
      <w:proofErr w:type="gramEnd"/>
      <w:r w:rsidRPr="00004B01">
        <w:rPr>
          <w:sz w:val="24"/>
          <w:szCs w:val="24"/>
        </w:rPr>
        <w:t xml:space="preserve"> Ярославской областной Думой</w:t>
      </w:r>
    </w:p>
    <w:p w:rsidR="007A7B38" w:rsidRPr="00004B01" w:rsidRDefault="007A7B38" w:rsidP="007A7B38">
      <w:pPr>
        <w:ind w:firstLine="0"/>
        <w:rPr>
          <w:sz w:val="24"/>
        </w:rPr>
      </w:pPr>
      <w:r w:rsidRPr="00004B01">
        <w:rPr>
          <w:sz w:val="24"/>
        </w:rPr>
        <w:t>«____»_____________ 202</w:t>
      </w:r>
      <w:r w:rsidR="00FE3059" w:rsidRPr="00004B01">
        <w:rPr>
          <w:sz w:val="24"/>
        </w:rPr>
        <w:t>2</w:t>
      </w:r>
      <w:r w:rsidRPr="00004B01">
        <w:rPr>
          <w:sz w:val="24"/>
        </w:rPr>
        <w:t xml:space="preserve"> года</w:t>
      </w:r>
    </w:p>
    <w:p w:rsidR="001364FC" w:rsidRPr="00004B01" w:rsidRDefault="001364FC" w:rsidP="001364FC">
      <w:pPr>
        <w:tabs>
          <w:tab w:val="left" w:pos="2479"/>
        </w:tabs>
        <w:ind w:firstLine="567"/>
        <w:outlineLvl w:val="0"/>
        <w:rPr>
          <w:szCs w:val="28"/>
        </w:rPr>
      </w:pPr>
      <w:r w:rsidRPr="00004B01">
        <w:rPr>
          <w:szCs w:val="28"/>
        </w:rPr>
        <w:tab/>
      </w:r>
    </w:p>
    <w:p w:rsidR="00FE3059" w:rsidRPr="00004B01" w:rsidRDefault="00FE3059" w:rsidP="001364FC">
      <w:pPr>
        <w:tabs>
          <w:tab w:val="left" w:pos="2479"/>
        </w:tabs>
        <w:ind w:firstLine="567"/>
        <w:outlineLvl w:val="0"/>
        <w:rPr>
          <w:szCs w:val="28"/>
        </w:rPr>
      </w:pPr>
    </w:p>
    <w:p w:rsidR="000831A2" w:rsidRPr="00004B01" w:rsidRDefault="000831A2" w:rsidP="000831A2">
      <w:pPr>
        <w:rPr>
          <w:rFonts w:eastAsia="Times New Roman" w:cs="Times New Roman"/>
          <w:b/>
          <w:szCs w:val="28"/>
          <w:lang w:eastAsia="ru-RU"/>
        </w:rPr>
      </w:pPr>
      <w:r w:rsidRPr="00004B01">
        <w:rPr>
          <w:rFonts w:eastAsia="Times New Roman" w:cs="Times New Roman"/>
          <w:b/>
          <w:szCs w:val="28"/>
          <w:lang w:eastAsia="ru-RU"/>
        </w:rPr>
        <w:t>Статья 1</w:t>
      </w:r>
    </w:p>
    <w:p w:rsidR="00C435CB" w:rsidRPr="00004B01" w:rsidRDefault="00C435CB" w:rsidP="00A534C4">
      <w:pPr>
        <w:autoSpaceDE w:val="0"/>
        <w:autoSpaceDN w:val="0"/>
        <w:adjustRightInd w:val="0"/>
        <w:rPr>
          <w:szCs w:val="28"/>
        </w:rPr>
      </w:pPr>
      <w:proofErr w:type="gramStart"/>
      <w:r w:rsidRPr="00004B01">
        <w:rPr>
          <w:szCs w:val="28"/>
        </w:rPr>
        <w:t xml:space="preserve">Внести в </w:t>
      </w:r>
      <w:hyperlink r:id="rId10" w:history="1">
        <w:r w:rsidRPr="00004B01">
          <w:rPr>
            <w:szCs w:val="28"/>
          </w:rPr>
          <w:t>Закон</w:t>
        </w:r>
      </w:hyperlink>
      <w:r w:rsidRPr="00004B01">
        <w:rPr>
          <w:szCs w:val="28"/>
        </w:rPr>
        <w:t xml:space="preserve"> Ярославской области от 16.12.2009 № 70-з «О наделении органов местного самоуправления государственными полномочиями Ярославской области» (Документ </w:t>
      </w:r>
      <w:r w:rsidRPr="00004B01">
        <w:rPr>
          <w:rFonts w:cs="Times New Roman"/>
          <w:bCs/>
          <w:szCs w:val="28"/>
        </w:rPr>
        <w:t xml:space="preserve">– </w:t>
      </w:r>
      <w:r w:rsidRPr="00004B01">
        <w:rPr>
          <w:szCs w:val="28"/>
        </w:rPr>
        <w:t>Регион, 2009, 22 декабря, № 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004B01">
        <w:rPr>
          <w:szCs w:val="28"/>
        </w:rPr>
        <w:t xml:space="preserve"> </w:t>
      </w:r>
      <w:proofErr w:type="gramStart"/>
      <w:r w:rsidRPr="00004B01">
        <w:rPr>
          <w:szCs w:val="28"/>
        </w:rPr>
        <w:t>12 июля, № 54; 25 декабря, № 104; 2014, 28 февраля, № 15; 4 апреля, № 26; 13 мая, № 36; 26 декабря, № 111-а; 2015, 14 апреля, № 29; 1 декабря, № 99; 2016, 26 февраля, № 16; 13 мая, № 41; 14 июня, № 51; 14 октября, № 90; 27 декабря, № 113; 2017, 16 июня, № 47; 1 декабря, № 101; 27 декабря,   № 110-а;</w:t>
      </w:r>
      <w:proofErr w:type="gramEnd"/>
      <w:r w:rsidRPr="00004B01">
        <w:rPr>
          <w:szCs w:val="28"/>
        </w:rPr>
        <w:t xml:space="preserve"> </w:t>
      </w:r>
      <w:proofErr w:type="gramStart"/>
      <w:r w:rsidRPr="00004B01">
        <w:rPr>
          <w:szCs w:val="28"/>
        </w:rPr>
        <w:t xml:space="preserve">2018, 25 декабря, № 111; 2019, 5 июля, № 55-а; 27 декабря, № 112; 2020, 14 апреля, № 30; 8 июля, № 53; 21 августа, № 69; 25 декабря, № 109; 2021, </w:t>
      </w:r>
      <w:r w:rsidRPr="00004B01">
        <w:rPr>
          <w:rFonts w:cs="Times New Roman"/>
          <w:szCs w:val="28"/>
        </w:rPr>
        <w:t>26 февраля, № 16</w:t>
      </w:r>
      <w:r w:rsidR="00FC074C" w:rsidRPr="00004B01">
        <w:rPr>
          <w:rFonts w:cs="Times New Roman"/>
          <w:szCs w:val="28"/>
        </w:rPr>
        <w:t>; 18 мая, № 39; 9 июля, № 55</w:t>
      </w:r>
      <w:r w:rsidR="009D1D54" w:rsidRPr="00004B01">
        <w:rPr>
          <w:rFonts w:cs="Times New Roman"/>
          <w:szCs w:val="28"/>
        </w:rPr>
        <w:t>; 2022, 13 мая, № 36</w:t>
      </w:r>
      <w:r w:rsidRPr="00004B01">
        <w:rPr>
          <w:szCs w:val="28"/>
        </w:rPr>
        <w:t>) следующие изменения:</w:t>
      </w:r>
      <w:proofErr w:type="gramEnd"/>
    </w:p>
    <w:p w:rsidR="004E6F15" w:rsidRPr="00004B01" w:rsidRDefault="00484AD6" w:rsidP="004E6F15">
      <w:pPr>
        <w:outlineLvl w:val="0"/>
        <w:rPr>
          <w:szCs w:val="28"/>
        </w:rPr>
      </w:pPr>
      <w:r w:rsidRPr="00004B01">
        <w:rPr>
          <w:szCs w:val="28"/>
        </w:rPr>
        <w:t xml:space="preserve">1) </w:t>
      </w:r>
      <w:r w:rsidR="004E6F15" w:rsidRPr="00004B01">
        <w:rPr>
          <w:szCs w:val="28"/>
        </w:rPr>
        <w:t>часть 1 статьи 12 изложить в следующей редакции:</w:t>
      </w:r>
    </w:p>
    <w:p w:rsidR="004E6F15" w:rsidRPr="00004B01" w:rsidRDefault="004E6F15" w:rsidP="004E6F15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 xml:space="preserve">«1. Органы местного самоуправления наделяются государственными полномочиями в сфере оказания социальной помощи отдельным категориям граждан в соответствии с Федеральным </w:t>
      </w:r>
      <w:hyperlink r:id="rId11" w:history="1">
        <w:r w:rsidRPr="00004B01">
          <w:rPr>
            <w:szCs w:val="28"/>
          </w:rPr>
          <w:t>законом</w:t>
        </w:r>
      </w:hyperlink>
      <w:r w:rsidRPr="00004B01">
        <w:rPr>
          <w:szCs w:val="28"/>
        </w:rPr>
        <w:t xml:space="preserve"> «О государственной социальной помощи», </w:t>
      </w:r>
      <w:hyperlink r:id="rId12" w:history="1">
        <w:r w:rsidRPr="00004B01">
          <w:rPr>
            <w:szCs w:val="28"/>
          </w:rPr>
          <w:t>Законом</w:t>
        </w:r>
      </w:hyperlink>
      <w:r w:rsidRPr="00004B01">
        <w:rPr>
          <w:szCs w:val="28"/>
        </w:rPr>
        <w:t xml:space="preserve"> Ярославской области «Социальный кодекс Ярославской области» и Законом Ярославской области «О мерах социальной поддержки членов семей граждан, призванных на военную службу по мобилизации»</w:t>
      </w:r>
      <w:proofErr w:type="gramStart"/>
      <w:r w:rsidRPr="00004B01">
        <w:rPr>
          <w:szCs w:val="28"/>
        </w:rPr>
        <w:t>.»</w:t>
      </w:r>
      <w:proofErr w:type="gramEnd"/>
      <w:r w:rsidRPr="00004B01">
        <w:rPr>
          <w:szCs w:val="28"/>
        </w:rPr>
        <w:t>;</w:t>
      </w:r>
    </w:p>
    <w:p w:rsidR="009D2DEC" w:rsidRPr="00004B01" w:rsidRDefault="004E6F15" w:rsidP="00A534C4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 xml:space="preserve">2) </w:t>
      </w:r>
      <w:r w:rsidR="009D2DEC" w:rsidRPr="00004B01">
        <w:rPr>
          <w:szCs w:val="28"/>
        </w:rPr>
        <w:t>в статье 13:</w:t>
      </w:r>
    </w:p>
    <w:p w:rsidR="00EB06A6" w:rsidRPr="00004B01" w:rsidRDefault="009D2DEC" w:rsidP="00A534C4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lastRenderedPageBreak/>
        <w:t xml:space="preserve">а) </w:t>
      </w:r>
      <w:r w:rsidR="0075705E" w:rsidRPr="00004B01">
        <w:rPr>
          <w:szCs w:val="28"/>
        </w:rPr>
        <w:t xml:space="preserve">абзац первый </w:t>
      </w:r>
      <w:r w:rsidR="0002304D" w:rsidRPr="00004B01">
        <w:rPr>
          <w:szCs w:val="28"/>
        </w:rPr>
        <w:t>части 1</w:t>
      </w:r>
      <w:r w:rsidR="0075705E" w:rsidRPr="00004B01">
        <w:rPr>
          <w:szCs w:val="28"/>
        </w:rPr>
        <w:t xml:space="preserve"> </w:t>
      </w:r>
      <w:r w:rsidR="00721B15" w:rsidRPr="00004B01">
        <w:rPr>
          <w:szCs w:val="28"/>
        </w:rPr>
        <w:t>после слов «Социальный кодекс Ярославской области» дополнить словами «и Законом Ярославской области «О временных мерах социальной поддержки граждан, имеющих детей»;</w:t>
      </w:r>
    </w:p>
    <w:p w:rsidR="009D2DEC" w:rsidRPr="00004B01" w:rsidRDefault="009D2DEC" w:rsidP="00031FD1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>б) дополнить частью 6</w:t>
      </w:r>
      <w:r w:rsidRPr="00004B01">
        <w:rPr>
          <w:szCs w:val="28"/>
          <w:vertAlign w:val="superscript"/>
        </w:rPr>
        <w:t>3</w:t>
      </w:r>
      <w:r w:rsidRPr="00004B01">
        <w:rPr>
          <w:szCs w:val="28"/>
        </w:rPr>
        <w:t xml:space="preserve"> следующего содержания:</w:t>
      </w:r>
    </w:p>
    <w:p w:rsidR="009D2DEC" w:rsidRPr="00004B01" w:rsidRDefault="009D2DEC" w:rsidP="00031FD1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>«6</w:t>
      </w:r>
      <w:r w:rsidRPr="00004B01">
        <w:rPr>
          <w:szCs w:val="28"/>
          <w:vertAlign w:val="superscript"/>
        </w:rPr>
        <w:t>3</w:t>
      </w:r>
      <w:r w:rsidRPr="00004B01">
        <w:rPr>
          <w:szCs w:val="28"/>
        </w:rPr>
        <w:t xml:space="preserve">. Органы местного самоуправления наделяются государственными полномочиями </w:t>
      </w:r>
      <w:r w:rsidR="00A534C4" w:rsidRPr="00004B01">
        <w:rPr>
          <w:szCs w:val="28"/>
        </w:rPr>
        <w:t>по оказанию мер</w:t>
      </w:r>
      <w:r w:rsidRPr="00004B01">
        <w:rPr>
          <w:szCs w:val="28"/>
        </w:rPr>
        <w:t xml:space="preserve"> социальной поддержки </w:t>
      </w:r>
      <w:r w:rsidR="00A534C4" w:rsidRPr="00004B01">
        <w:rPr>
          <w:szCs w:val="28"/>
        </w:rPr>
        <w:t>член</w:t>
      </w:r>
      <w:r w:rsidR="00DD27E9">
        <w:rPr>
          <w:szCs w:val="28"/>
        </w:rPr>
        <w:t>ам</w:t>
      </w:r>
      <w:r w:rsidR="00A534C4" w:rsidRPr="00004B01">
        <w:rPr>
          <w:szCs w:val="28"/>
        </w:rPr>
        <w:t xml:space="preserve"> семей граждан, призванных на военную службу по мобилизации, </w:t>
      </w:r>
      <w:r w:rsidRPr="00004B01">
        <w:rPr>
          <w:szCs w:val="28"/>
        </w:rPr>
        <w:t>в</w:t>
      </w:r>
      <w:r w:rsidR="003677AB" w:rsidRPr="00004B01">
        <w:rPr>
          <w:szCs w:val="28"/>
        </w:rPr>
        <w:t xml:space="preserve"> соответствии с Законом Ярославской области </w:t>
      </w:r>
      <w:r w:rsidR="00A534C4" w:rsidRPr="00004B01">
        <w:rPr>
          <w:szCs w:val="28"/>
        </w:rPr>
        <w:t xml:space="preserve">«О мерах социальной поддержки членов семей граждан, призванных на военную службу по мобилизации» </w:t>
      </w:r>
      <w:r w:rsidR="003677AB" w:rsidRPr="00004B01">
        <w:rPr>
          <w:szCs w:val="28"/>
        </w:rPr>
        <w:t xml:space="preserve">в </w:t>
      </w:r>
      <w:r w:rsidRPr="00004B01">
        <w:rPr>
          <w:szCs w:val="28"/>
        </w:rPr>
        <w:t>части:</w:t>
      </w:r>
    </w:p>
    <w:p w:rsidR="00A534C4" w:rsidRPr="00004B01" w:rsidRDefault="00A534C4" w:rsidP="00031FD1">
      <w:pPr>
        <w:outlineLvl w:val="0"/>
        <w:rPr>
          <w:szCs w:val="28"/>
        </w:rPr>
      </w:pPr>
      <w:r w:rsidRPr="00004B01">
        <w:rPr>
          <w:szCs w:val="28"/>
        </w:rPr>
        <w:t>1) освобождения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области;</w:t>
      </w:r>
    </w:p>
    <w:p w:rsidR="00A534C4" w:rsidRPr="00004B01" w:rsidRDefault="00A534C4" w:rsidP="00031FD1">
      <w:pPr>
        <w:outlineLvl w:val="0"/>
        <w:rPr>
          <w:szCs w:val="28"/>
        </w:rPr>
      </w:pPr>
      <w:r w:rsidRPr="00004B01">
        <w:rPr>
          <w:szCs w:val="28"/>
        </w:rPr>
        <w:t>2) предоставлени</w:t>
      </w:r>
      <w:r w:rsidR="00031FD1" w:rsidRPr="00004B01">
        <w:rPr>
          <w:szCs w:val="28"/>
        </w:rPr>
        <w:t>я</w:t>
      </w:r>
      <w:r w:rsidRPr="00004B01">
        <w:rPr>
          <w:szCs w:val="28"/>
        </w:rPr>
        <w:t xml:space="preserve"> социальной услуги по обеспечению бесплатным одноразовым горячим питанием в дни учебных занятий детям, осваивающим образовательные программы основного общего и среднего общего образования в общеобразовательных организациях (за исключением лиц, указанных в статье 63 Закона Ярославской области «Социальный кодекс Ярославской области»</w:t>
      </w:r>
      <w:r w:rsidR="00031FD1" w:rsidRPr="00004B01">
        <w:rPr>
          <w:szCs w:val="28"/>
        </w:rPr>
        <w:t>)</w:t>
      </w:r>
      <w:r w:rsidRPr="00004B01">
        <w:rPr>
          <w:szCs w:val="28"/>
        </w:rPr>
        <w:t>;</w:t>
      </w:r>
    </w:p>
    <w:p w:rsidR="00A534C4" w:rsidRPr="00004B01" w:rsidRDefault="00A534C4" w:rsidP="00031FD1">
      <w:pPr>
        <w:outlineLvl w:val="0"/>
        <w:rPr>
          <w:szCs w:val="28"/>
        </w:rPr>
      </w:pPr>
      <w:proofErr w:type="gramStart"/>
      <w:r w:rsidRPr="00004B01">
        <w:rPr>
          <w:szCs w:val="28"/>
        </w:rPr>
        <w:t>3) предоставлени</w:t>
      </w:r>
      <w:r w:rsidR="00031FD1" w:rsidRPr="00004B01">
        <w:rPr>
          <w:szCs w:val="28"/>
        </w:rPr>
        <w:t>я</w:t>
      </w:r>
      <w:r w:rsidRPr="00004B01">
        <w:rPr>
          <w:szCs w:val="28"/>
        </w:rPr>
        <w:t xml:space="preserve"> социальной услуги по обеспечению набором продуктов питания в дни учебных занятий детям, осваивающим образовательные программы основного общего и среднего общего образования в общеобразовательных организациях, обучающимся по состоянию здоровья на дому в соответствии с заключением медицинской организации (за исключением лиц, указанных в статье 63</w:t>
      </w:r>
      <w:r w:rsidRPr="00004B01">
        <w:rPr>
          <w:szCs w:val="28"/>
          <w:vertAlign w:val="superscript"/>
        </w:rPr>
        <w:t xml:space="preserve">2 </w:t>
      </w:r>
      <w:r w:rsidRPr="00004B01">
        <w:rPr>
          <w:szCs w:val="28"/>
        </w:rPr>
        <w:t>Закона Ярославской области «Социальный кодекс Ярославской области»)</w:t>
      </w:r>
      <w:r w:rsidR="00031FD1" w:rsidRPr="00004B01">
        <w:rPr>
          <w:szCs w:val="28"/>
        </w:rPr>
        <w:t>.»;</w:t>
      </w:r>
      <w:proofErr w:type="gramEnd"/>
    </w:p>
    <w:p w:rsidR="00990C0D" w:rsidRPr="00004B01" w:rsidRDefault="00990C0D" w:rsidP="00A4467E">
      <w:pPr>
        <w:outlineLvl w:val="0"/>
        <w:rPr>
          <w:szCs w:val="28"/>
        </w:rPr>
      </w:pPr>
      <w:r w:rsidRPr="00004B01">
        <w:rPr>
          <w:szCs w:val="28"/>
        </w:rPr>
        <w:t>в) абзац трет</w:t>
      </w:r>
      <w:r w:rsidR="00016166" w:rsidRPr="00004B01">
        <w:rPr>
          <w:szCs w:val="28"/>
        </w:rPr>
        <w:t>ий</w:t>
      </w:r>
      <w:r w:rsidRPr="00004B01">
        <w:rPr>
          <w:szCs w:val="28"/>
        </w:rPr>
        <w:t xml:space="preserve"> части 7 </w:t>
      </w:r>
      <w:r w:rsidR="00016166" w:rsidRPr="00004B01">
        <w:rPr>
          <w:szCs w:val="28"/>
        </w:rPr>
        <w:t>после слов «частью 6</w:t>
      </w:r>
      <w:r w:rsidR="00016166" w:rsidRPr="00004B01">
        <w:rPr>
          <w:szCs w:val="28"/>
          <w:vertAlign w:val="superscript"/>
        </w:rPr>
        <w:t>1</w:t>
      </w:r>
      <w:r w:rsidR="00016166" w:rsidRPr="00004B01">
        <w:rPr>
          <w:szCs w:val="28"/>
        </w:rPr>
        <w:t>» дополнить словами «</w:t>
      </w:r>
      <w:r w:rsidR="003C76CE" w:rsidRPr="00004B01">
        <w:rPr>
          <w:szCs w:val="28"/>
        </w:rPr>
        <w:t>, </w:t>
      </w:r>
      <w:r w:rsidR="00016166" w:rsidRPr="00004B01">
        <w:rPr>
          <w:szCs w:val="28"/>
        </w:rPr>
        <w:t>част</w:t>
      </w:r>
      <w:r w:rsidR="00D333AD" w:rsidRPr="00004B01">
        <w:rPr>
          <w:szCs w:val="28"/>
        </w:rPr>
        <w:t>ью</w:t>
      </w:r>
      <w:r w:rsidR="00016166" w:rsidRPr="00004B01">
        <w:rPr>
          <w:szCs w:val="28"/>
        </w:rPr>
        <w:t xml:space="preserve"> 6</w:t>
      </w:r>
      <w:r w:rsidR="00016166" w:rsidRPr="00004B01">
        <w:rPr>
          <w:szCs w:val="28"/>
          <w:vertAlign w:val="superscript"/>
        </w:rPr>
        <w:t>3</w:t>
      </w:r>
      <w:r w:rsidR="00016166" w:rsidRPr="00004B01">
        <w:rPr>
          <w:szCs w:val="28"/>
        </w:rPr>
        <w:t>»;</w:t>
      </w:r>
    </w:p>
    <w:p w:rsidR="00A4467E" w:rsidRPr="00004B01" w:rsidRDefault="004E6F15" w:rsidP="00A4467E">
      <w:pPr>
        <w:autoSpaceDE w:val="0"/>
        <w:autoSpaceDN w:val="0"/>
        <w:adjustRightInd w:val="0"/>
        <w:rPr>
          <w:bCs/>
          <w:szCs w:val="28"/>
        </w:rPr>
      </w:pPr>
      <w:r w:rsidRPr="00004B01">
        <w:rPr>
          <w:szCs w:val="28"/>
        </w:rPr>
        <w:t>3</w:t>
      </w:r>
      <w:r w:rsidR="00EB06A6" w:rsidRPr="00004B01">
        <w:rPr>
          <w:szCs w:val="28"/>
        </w:rPr>
        <w:t xml:space="preserve">) </w:t>
      </w:r>
      <w:r w:rsidR="00A4467E" w:rsidRPr="00004B01">
        <w:rPr>
          <w:szCs w:val="28"/>
        </w:rPr>
        <w:t xml:space="preserve">в пункте 2 части 1 статьи 15 слова «на </w:t>
      </w:r>
      <w:r w:rsidR="00A4467E" w:rsidRPr="00004B01">
        <w:rPr>
          <w:rFonts w:cs="Times New Roman"/>
          <w:szCs w:val="28"/>
        </w:rPr>
        <w:t xml:space="preserve">предоставление услуг по дошкольному образованию детей» заменить словами «на </w:t>
      </w:r>
      <w:r w:rsidR="00A4467E" w:rsidRPr="00004B01">
        <w:rPr>
          <w:bCs/>
          <w:szCs w:val="28"/>
        </w:rPr>
        <w:t>реализацию образовательных программ дошкольного образования»;</w:t>
      </w:r>
    </w:p>
    <w:p w:rsidR="00A4467E" w:rsidRPr="00004B01" w:rsidRDefault="00A4467E" w:rsidP="00A4467E">
      <w:pPr>
        <w:autoSpaceDE w:val="0"/>
        <w:autoSpaceDN w:val="0"/>
        <w:adjustRightInd w:val="0"/>
        <w:rPr>
          <w:bCs/>
          <w:szCs w:val="28"/>
        </w:rPr>
      </w:pPr>
      <w:r w:rsidRPr="00004B01">
        <w:rPr>
          <w:bCs/>
          <w:szCs w:val="28"/>
        </w:rPr>
        <w:t>4) в пункте 1 части 1 статьи 15</w:t>
      </w:r>
      <w:r w:rsidRPr="00004B01">
        <w:rPr>
          <w:bCs/>
          <w:szCs w:val="28"/>
          <w:vertAlign w:val="superscript"/>
        </w:rPr>
        <w:t>1</w:t>
      </w:r>
      <w:r w:rsidRPr="00004B01">
        <w:rPr>
          <w:bCs/>
          <w:szCs w:val="28"/>
        </w:rPr>
        <w:t xml:space="preserve"> слова «на </w:t>
      </w:r>
      <w:r w:rsidRPr="00004B01">
        <w:rPr>
          <w:rFonts w:cs="Times New Roman"/>
          <w:szCs w:val="28"/>
        </w:rPr>
        <w:t xml:space="preserve">предоставление услуг по дошкольному образованию детей» заменить словами «на </w:t>
      </w:r>
      <w:r w:rsidRPr="00004B01">
        <w:rPr>
          <w:bCs/>
          <w:szCs w:val="28"/>
        </w:rPr>
        <w:t>реализацию образовательных программ дошкольного образования»;</w:t>
      </w:r>
    </w:p>
    <w:p w:rsidR="00484AD6" w:rsidRPr="00004B01" w:rsidRDefault="00A4467E" w:rsidP="00031FD1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 xml:space="preserve">5) </w:t>
      </w:r>
      <w:r w:rsidR="00484AD6" w:rsidRPr="00004B01">
        <w:rPr>
          <w:szCs w:val="28"/>
        </w:rPr>
        <w:t>часть 1 статьи 16 изложить в следующей редакции:</w:t>
      </w:r>
    </w:p>
    <w:p w:rsidR="00CF6DEE" w:rsidRPr="00004B01" w:rsidRDefault="00CF6DEE" w:rsidP="00A534C4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 xml:space="preserve">«1. Органы местного самоуправления наделяются государственными полномочиями по организации деятельности </w:t>
      </w:r>
      <w:r w:rsidR="00EB06A6" w:rsidRPr="00004B01">
        <w:rPr>
          <w:rFonts w:cs="Times New Roman"/>
          <w:szCs w:val="28"/>
        </w:rPr>
        <w:t xml:space="preserve">территориальных </w:t>
      </w:r>
      <w:r w:rsidRPr="00004B01">
        <w:rPr>
          <w:rFonts w:cs="Times New Roman"/>
          <w:szCs w:val="28"/>
        </w:rPr>
        <w:t>комиссий по делам несовершеннолетних и защите их прав</w:t>
      </w:r>
      <w:proofErr w:type="gramStart"/>
      <w:r w:rsidRPr="00004B01">
        <w:rPr>
          <w:rFonts w:cs="Times New Roman"/>
          <w:szCs w:val="28"/>
        </w:rPr>
        <w:t>.</w:t>
      </w:r>
      <w:r w:rsidR="00EB06A6" w:rsidRPr="00004B01">
        <w:rPr>
          <w:rFonts w:cs="Times New Roman"/>
          <w:szCs w:val="28"/>
        </w:rPr>
        <w:t>»;</w:t>
      </w:r>
      <w:proofErr w:type="gramEnd"/>
    </w:p>
    <w:p w:rsidR="008C072B" w:rsidRPr="00004B01" w:rsidRDefault="00A4467E" w:rsidP="00CF6DE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>6</w:t>
      </w:r>
      <w:r w:rsidR="008C072B" w:rsidRPr="00004B01">
        <w:rPr>
          <w:rFonts w:cs="Times New Roman"/>
          <w:szCs w:val="28"/>
        </w:rPr>
        <w:t>) в приложении:</w:t>
      </w:r>
    </w:p>
    <w:p w:rsidR="00AB2367" w:rsidRPr="00004B01" w:rsidRDefault="008C072B" w:rsidP="00CF6DE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 xml:space="preserve">а) </w:t>
      </w:r>
      <w:r w:rsidR="00AB2367" w:rsidRPr="00004B01">
        <w:rPr>
          <w:rFonts w:cs="Times New Roman"/>
          <w:szCs w:val="28"/>
        </w:rPr>
        <w:t>раздел 5</w:t>
      </w:r>
      <w:r w:rsidR="00AB2367" w:rsidRPr="00004B01">
        <w:rPr>
          <w:rFonts w:cs="Times New Roman"/>
          <w:szCs w:val="28"/>
          <w:vertAlign w:val="superscript"/>
        </w:rPr>
        <w:t>1</w:t>
      </w:r>
      <w:r w:rsidR="00AB2367" w:rsidRPr="00004B01">
        <w:rPr>
          <w:rFonts w:cs="Times New Roman"/>
          <w:szCs w:val="28"/>
        </w:rPr>
        <w:t xml:space="preserve"> признать утратившим силу;</w:t>
      </w:r>
    </w:p>
    <w:p w:rsidR="008C072B" w:rsidRPr="00004B01" w:rsidRDefault="00AB2367" w:rsidP="00CF6DE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 xml:space="preserve">б) </w:t>
      </w:r>
      <w:r w:rsidR="008C072B" w:rsidRPr="00004B01">
        <w:rPr>
          <w:rFonts w:cs="Times New Roman"/>
          <w:szCs w:val="28"/>
        </w:rPr>
        <w:t>в разделе 9</w:t>
      </w:r>
      <w:r w:rsidR="008C072B" w:rsidRPr="00004B01">
        <w:rPr>
          <w:rFonts w:cs="Times New Roman"/>
          <w:szCs w:val="28"/>
          <w:vertAlign w:val="superscript"/>
        </w:rPr>
        <w:t>1</w:t>
      </w:r>
      <w:r w:rsidR="008C072B" w:rsidRPr="00004B01">
        <w:rPr>
          <w:rFonts w:cs="Times New Roman"/>
          <w:szCs w:val="28"/>
        </w:rPr>
        <w:t>:</w:t>
      </w:r>
    </w:p>
    <w:p w:rsidR="008C072B" w:rsidRPr="00004B01" w:rsidRDefault="008C072B" w:rsidP="008C072B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 xml:space="preserve">в абзацах пятом и десятом </w:t>
      </w:r>
      <w:r w:rsidR="00B01284" w:rsidRPr="00004B01">
        <w:rPr>
          <w:rFonts w:cs="Times New Roman"/>
          <w:szCs w:val="28"/>
        </w:rPr>
        <w:t xml:space="preserve">пункта 4 </w:t>
      </w:r>
      <w:r w:rsidRPr="00004B01">
        <w:rPr>
          <w:rFonts w:cs="Times New Roman"/>
          <w:szCs w:val="28"/>
        </w:rPr>
        <w:t>слова «за второй квартал года, предшествующего году заключения социального контракта» заменить словами «на год осуществления такой выплаты»;</w:t>
      </w:r>
    </w:p>
    <w:p w:rsidR="008C072B" w:rsidRPr="00004B01" w:rsidRDefault="008C072B" w:rsidP="008C072B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lastRenderedPageBreak/>
        <w:t>в абзаце четвертом пункта 5 слова «25</w:t>
      </w:r>
      <w:r w:rsidR="00B76651" w:rsidRPr="00004B01">
        <w:rPr>
          <w:rFonts w:cs="Times New Roman"/>
          <w:szCs w:val="28"/>
        </w:rPr>
        <w:t>0</w:t>
      </w:r>
      <w:r w:rsidR="00E54D76" w:rsidRPr="00004B01">
        <w:rPr>
          <w:rFonts w:cs="Times New Roman"/>
          <w:szCs w:val="28"/>
        </w:rPr>
        <w:t xml:space="preserve"> </w:t>
      </w:r>
      <w:r w:rsidRPr="00004B01">
        <w:rPr>
          <w:rFonts w:cs="Times New Roman"/>
          <w:szCs w:val="28"/>
        </w:rPr>
        <w:t xml:space="preserve">000 рублей» заменить словами </w:t>
      </w:r>
      <w:r w:rsidR="008F742D" w:rsidRPr="00004B01">
        <w:rPr>
          <w:rFonts w:cs="Times New Roman"/>
          <w:szCs w:val="28"/>
        </w:rPr>
        <w:t>«35</w:t>
      </w:r>
      <w:r w:rsidR="00B76651" w:rsidRPr="00004B01">
        <w:rPr>
          <w:rFonts w:cs="Times New Roman"/>
          <w:szCs w:val="28"/>
        </w:rPr>
        <w:t>0</w:t>
      </w:r>
      <w:r w:rsidR="00E54D76" w:rsidRPr="00004B01">
        <w:rPr>
          <w:rFonts w:cs="Times New Roman"/>
          <w:szCs w:val="28"/>
        </w:rPr>
        <w:t xml:space="preserve"> </w:t>
      </w:r>
      <w:r w:rsidR="008F742D" w:rsidRPr="00004B01">
        <w:rPr>
          <w:rFonts w:cs="Times New Roman"/>
          <w:szCs w:val="28"/>
        </w:rPr>
        <w:t>000 рублей»;</w:t>
      </w:r>
    </w:p>
    <w:p w:rsidR="008F742D" w:rsidRPr="00004B01" w:rsidRDefault="008F742D" w:rsidP="008F742D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>в абзаце четвертом пункта 6 слова «10</w:t>
      </w:r>
      <w:r w:rsidR="00B76651" w:rsidRPr="00004B01">
        <w:rPr>
          <w:rFonts w:cs="Times New Roman"/>
          <w:szCs w:val="28"/>
        </w:rPr>
        <w:t>0</w:t>
      </w:r>
      <w:r w:rsidR="00E54D76" w:rsidRPr="00004B01">
        <w:rPr>
          <w:rFonts w:cs="Times New Roman"/>
          <w:szCs w:val="28"/>
        </w:rPr>
        <w:t xml:space="preserve"> </w:t>
      </w:r>
      <w:r w:rsidRPr="00004B01">
        <w:rPr>
          <w:rFonts w:cs="Times New Roman"/>
          <w:szCs w:val="28"/>
        </w:rPr>
        <w:t>000 рублей» заменить словами «20</w:t>
      </w:r>
      <w:r w:rsidR="00B76651" w:rsidRPr="00004B01">
        <w:rPr>
          <w:rFonts w:cs="Times New Roman"/>
          <w:szCs w:val="28"/>
        </w:rPr>
        <w:t>0</w:t>
      </w:r>
      <w:r w:rsidR="00E54D76" w:rsidRPr="00004B01">
        <w:rPr>
          <w:rFonts w:cs="Times New Roman"/>
          <w:szCs w:val="28"/>
        </w:rPr>
        <w:t xml:space="preserve"> </w:t>
      </w:r>
      <w:r w:rsidRPr="00004B01">
        <w:rPr>
          <w:rFonts w:cs="Times New Roman"/>
          <w:szCs w:val="28"/>
        </w:rPr>
        <w:t>000 рублей»;</w:t>
      </w:r>
    </w:p>
    <w:p w:rsidR="008C072B" w:rsidRPr="00004B01" w:rsidRDefault="008F742D" w:rsidP="00CF6DE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>в абзаце четвертом пункта 7 слова «за второй квартал года, предшествующего году заключения социального контракта» заменить словами «на год осуществления такой выплаты»;</w:t>
      </w:r>
    </w:p>
    <w:p w:rsidR="00781B44" w:rsidRPr="00004B01" w:rsidRDefault="00781B44" w:rsidP="00CF6DE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>в) в разделе 14:</w:t>
      </w:r>
    </w:p>
    <w:p w:rsidR="00781B44" w:rsidRPr="00004B01" w:rsidRDefault="00781B44" w:rsidP="00CF6DE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>пункт 1 изложить в следующей редакции:</w:t>
      </w:r>
    </w:p>
    <w:p w:rsidR="00781B44" w:rsidRPr="00004B01" w:rsidRDefault="00781B44" w:rsidP="00CF6DE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>«1. Распределение субвенции на организацию питания обучающихся образовательных организаций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пунктами 3, 3</w:t>
      </w:r>
      <w:r w:rsidRPr="00004B01">
        <w:rPr>
          <w:rFonts w:cs="Times New Roman"/>
          <w:szCs w:val="28"/>
          <w:vertAlign w:val="superscript"/>
        </w:rPr>
        <w:t>2</w:t>
      </w:r>
      <w:r w:rsidRPr="00004B01">
        <w:rPr>
          <w:rFonts w:cs="Times New Roman"/>
          <w:szCs w:val="28"/>
        </w:rPr>
        <w:t xml:space="preserve"> и 3</w:t>
      </w:r>
      <w:r w:rsidRPr="00004B01">
        <w:rPr>
          <w:rFonts w:cs="Times New Roman"/>
          <w:szCs w:val="28"/>
          <w:vertAlign w:val="superscript"/>
        </w:rPr>
        <w:t>3</w:t>
      </w:r>
      <w:r w:rsidRPr="00004B01">
        <w:rPr>
          <w:rFonts w:cs="Times New Roman"/>
          <w:szCs w:val="28"/>
        </w:rPr>
        <w:t xml:space="preserve"> част</w:t>
      </w:r>
      <w:r w:rsidR="00EC7551" w:rsidRPr="00004B01">
        <w:rPr>
          <w:rFonts w:cs="Times New Roman"/>
          <w:szCs w:val="28"/>
        </w:rPr>
        <w:t xml:space="preserve">и 1 </w:t>
      </w:r>
      <w:r w:rsidR="00D95248" w:rsidRPr="00004B01">
        <w:rPr>
          <w:rFonts w:cs="Times New Roman"/>
          <w:szCs w:val="28"/>
        </w:rPr>
        <w:t xml:space="preserve">и </w:t>
      </w:r>
      <w:r w:rsidR="00D27DF0" w:rsidRPr="00004B01">
        <w:rPr>
          <w:rFonts w:cs="Times New Roman"/>
          <w:szCs w:val="28"/>
        </w:rPr>
        <w:t>пункт</w:t>
      </w:r>
      <w:r w:rsidR="007F1C3F" w:rsidRPr="00004B01">
        <w:rPr>
          <w:rFonts w:cs="Times New Roman"/>
          <w:szCs w:val="28"/>
        </w:rPr>
        <w:t>ами</w:t>
      </w:r>
      <w:r w:rsidR="00D27DF0" w:rsidRPr="00004B01">
        <w:rPr>
          <w:rFonts w:cs="Times New Roman"/>
          <w:szCs w:val="28"/>
        </w:rPr>
        <w:t xml:space="preserve"> 2</w:t>
      </w:r>
      <w:r w:rsidR="007F1C3F" w:rsidRPr="00004B01">
        <w:rPr>
          <w:rFonts w:cs="Times New Roman"/>
          <w:szCs w:val="28"/>
        </w:rPr>
        <w:t xml:space="preserve"> и 3</w:t>
      </w:r>
      <w:r w:rsidR="00D27DF0" w:rsidRPr="00004B01">
        <w:rPr>
          <w:rFonts w:cs="Times New Roman"/>
          <w:szCs w:val="28"/>
        </w:rPr>
        <w:t xml:space="preserve"> </w:t>
      </w:r>
      <w:r w:rsidR="00D95248" w:rsidRPr="00004B01">
        <w:rPr>
          <w:rFonts w:cs="Times New Roman"/>
          <w:szCs w:val="28"/>
        </w:rPr>
        <w:t>части 6</w:t>
      </w:r>
      <w:r w:rsidR="00D95248" w:rsidRPr="00004B01">
        <w:rPr>
          <w:rFonts w:cs="Times New Roman"/>
          <w:szCs w:val="28"/>
          <w:vertAlign w:val="superscript"/>
        </w:rPr>
        <w:t>3</w:t>
      </w:r>
      <w:r w:rsidR="00D95248" w:rsidRPr="00004B01">
        <w:rPr>
          <w:rFonts w:cs="Times New Roman"/>
          <w:szCs w:val="28"/>
        </w:rPr>
        <w:t xml:space="preserve"> </w:t>
      </w:r>
      <w:r w:rsidR="00EC7551" w:rsidRPr="00004B01">
        <w:rPr>
          <w:rFonts w:cs="Times New Roman"/>
          <w:szCs w:val="28"/>
        </w:rPr>
        <w:t>статьи 13 настоящего Закона</w:t>
      </w:r>
      <w:proofErr w:type="gramStart"/>
      <w:r w:rsidRPr="00004B01">
        <w:rPr>
          <w:rFonts w:cs="Times New Roman"/>
          <w:szCs w:val="28"/>
        </w:rPr>
        <w:t>.</w:t>
      </w:r>
      <w:r w:rsidR="00D95248" w:rsidRPr="00004B01">
        <w:rPr>
          <w:rFonts w:cs="Times New Roman"/>
          <w:szCs w:val="28"/>
        </w:rPr>
        <w:t>»;</w:t>
      </w:r>
      <w:proofErr w:type="gramEnd"/>
    </w:p>
    <w:p w:rsidR="00D95248" w:rsidRPr="00004B01" w:rsidRDefault="00D95248" w:rsidP="00CF6DE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>пункт 3 изложить в следующей редакции: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bookmarkStart w:id="0" w:name="sub_1143"/>
      <w:r w:rsidRPr="00004B01">
        <w:rPr>
          <w:szCs w:val="28"/>
        </w:rPr>
        <w:t>«3. Размер субвенции на организацию питания обучающихся образовательных организаций, предоставляемой соответствующему местному бюджету, определяется по формуле:</w:t>
      </w:r>
    </w:p>
    <w:bookmarkEnd w:id="0"/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bookmarkStart w:id="1" w:name="sub_11432"/>
      <w:proofErr w:type="spellStart"/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m</w:t>
      </w:r>
      <w:proofErr w:type="spellEnd"/>
      <w:r w:rsidRPr="00004B01">
        <w:rPr>
          <w:szCs w:val="28"/>
        </w:rPr>
        <w:t xml:space="preserve"> = ∑ S</w:t>
      </w:r>
      <w:r w:rsidRPr="00004B01">
        <w:rPr>
          <w:szCs w:val="28"/>
          <w:vertAlign w:val="subscript"/>
        </w:rPr>
        <w:t>1-12</w:t>
      </w:r>
      <w:r w:rsidRPr="00004B01">
        <w:rPr>
          <w:szCs w:val="28"/>
        </w:rPr>
        <w:t>, где:</w:t>
      </w:r>
    </w:p>
    <w:bookmarkEnd w:id="1"/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1</w:t>
      </w:r>
      <w:r w:rsidRPr="00004B01">
        <w:rPr>
          <w:szCs w:val="28"/>
        </w:rPr>
        <w:t xml:space="preserve"> – объем расходов на обеспечение питанием обучающихся по образовательным программам основного общего и среднего общего образования, имеющих право на получение социальной услуги по обеспечению бесплатным одноразовым горячим питанием в дни учебных занятий;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2</w:t>
      </w:r>
      <w:r w:rsidRPr="00004B01">
        <w:rPr>
          <w:szCs w:val="28"/>
        </w:rPr>
        <w:t xml:space="preserve"> – объем расходов на обеспечение питанием обучающихся по образовательным программам основного общего и среднего общего образования,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3</w:t>
      </w:r>
      <w:r w:rsidRPr="00004B01">
        <w:rPr>
          <w:szCs w:val="28"/>
        </w:rPr>
        <w:t xml:space="preserve"> – объем расходов на обеспечение питанием обучающихся по образовательным программам начального общего образования в муниципальных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4</w:t>
      </w:r>
      <w:r w:rsidRPr="00004B01">
        <w:rPr>
          <w:szCs w:val="28"/>
        </w:rPr>
        <w:t xml:space="preserve"> –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одноразовым горячим питанием в дни учебных занятий;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5</w:t>
      </w:r>
      <w:r w:rsidRPr="00004B01">
        <w:rPr>
          <w:szCs w:val="28"/>
        </w:rPr>
        <w:t xml:space="preserve"> –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</w:t>
      </w:r>
      <w:r w:rsidRPr="00004B01">
        <w:rPr>
          <w:szCs w:val="28"/>
        </w:rPr>
        <w:lastRenderedPageBreak/>
        <w:t>услуги по обеспечению бесплатным двухразовым горячим питанием в дни учебных занятий;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6</w:t>
      </w:r>
      <w:r w:rsidRPr="00004B01">
        <w:rPr>
          <w:szCs w:val="28"/>
        </w:rPr>
        <w:t xml:space="preserve"> –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занятий;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7</w:t>
      </w:r>
      <w:r w:rsidRPr="00004B01">
        <w:rPr>
          <w:szCs w:val="28"/>
        </w:rPr>
        <w:t xml:space="preserve"> –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 в двукратном размере;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8</w:t>
      </w:r>
      <w:r w:rsidRPr="00004B01">
        <w:rPr>
          <w:szCs w:val="28"/>
        </w:rPr>
        <w:t xml:space="preserve"> –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занятий;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9</w:t>
      </w:r>
      <w:r w:rsidRPr="00004B01">
        <w:rPr>
          <w:szCs w:val="28"/>
        </w:rPr>
        <w:t xml:space="preserve"> –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 в двукратном размере;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bookmarkStart w:id="2" w:name="sub_11435"/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10</w:t>
      </w:r>
      <w:r w:rsidRPr="00004B01">
        <w:rPr>
          <w:szCs w:val="28"/>
        </w:rPr>
        <w:t xml:space="preserve"> – объем расходов на обеспечение питанием обучающихся общеобразовательных организаций, имеющих право на получение социальной услуги по обеспечению одноразовым горячим питанием за частичную плату в дни учебных занятий;</w:t>
      </w:r>
    </w:p>
    <w:p w:rsidR="00D95248" w:rsidRPr="00004B01" w:rsidRDefault="00D95248" w:rsidP="007C56D5">
      <w:pPr>
        <w:autoSpaceDE w:val="0"/>
        <w:autoSpaceDN w:val="0"/>
        <w:adjustRightInd w:val="0"/>
        <w:ind w:firstLine="720"/>
        <w:rPr>
          <w:szCs w:val="28"/>
        </w:rPr>
      </w:pPr>
      <w:proofErr w:type="gramStart"/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11</w:t>
      </w:r>
      <w:r w:rsidRPr="00004B01">
        <w:rPr>
          <w:szCs w:val="28"/>
        </w:rPr>
        <w:t xml:space="preserve"> – объем расходов на обеспечение питанием обучающихся по образовательным программам основного общего</w:t>
      </w:r>
      <w:r w:rsidR="007C56D5" w:rsidRPr="00004B01">
        <w:rPr>
          <w:szCs w:val="28"/>
        </w:rPr>
        <w:t xml:space="preserve"> и</w:t>
      </w:r>
      <w:r w:rsidRPr="00004B01">
        <w:rPr>
          <w:szCs w:val="28"/>
        </w:rPr>
        <w:t xml:space="preserve"> среднего общего образования </w:t>
      </w:r>
      <w:r w:rsidR="00D27DF0" w:rsidRPr="00004B01">
        <w:rPr>
          <w:szCs w:val="28"/>
        </w:rPr>
        <w:t xml:space="preserve">в общеобразовательных организациях </w:t>
      </w:r>
      <w:r w:rsidRPr="00004B01">
        <w:rPr>
          <w:szCs w:val="28"/>
        </w:rPr>
        <w:t>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</w:t>
      </w:r>
      <w:r w:rsidR="007C56D5" w:rsidRPr="00004B01">
        <w:rPr>
          <w:szCs w:val="28"/>
        </w:rPr>
        <w:t xml:space="preserve"> «О мерах социальной поддержки членов</w:t>
      </w:r>
      <w:proofErr w:type="gramEnd"/>
      <w:r w:rsidR="007C56D5" w:rsidRPr="00004B01">
        <w:rPr>
          <w:szCs w:val="28"/>
        </w:rPr>
        <w:t xml:space="preserve"> семей граждан, призванных на военную службу по мобилизации»</w:t>
      </w:r>
      <w:r w:rsidRPr="00004B01">
        <w:rPr>
          <w:szCs w:val="28"/>
        </w:rPr>
        <w:t>;</w:t>
      </w:r>
    </w:p>
    <w:p w:rsidR="00D95248" w:rsidRPr="00004B01" w:rsidRDefault="00D95248" w:rsidP="00D95248">
      <w:pPr>
        <w:autoSpaceDE w:val="0"/>
        <w:autoSpaceDN w:val="0"/>
        <w:adjustRightInd w:val="0"/>
        <w:ind w:firstLine="720"/>
        <w:rPr>
          <w:szCs w:val="28"/>
        </w:rPr>
      </w:pPr>
      <w:proofErr w:type="gramStart"/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12</w:t>
      </w:r>
      <w:r w:rsidRPr="00004B01">
        <w:rPr>
          <w:szCs w:val="28"/>
        </w:rPr>
        <w:t xml:space="preserve"> </w:t>
      </w:r>
      <w:r w:rsidR="00714190" w:rsidRPr="00004B01">
        <w:rPr>
          <w:szCs w:val="28"/>
        </w:rPr>
        <w:t>–</w:t>
      </w:r>
      <w:r w:rsidRPr="00004B01">
        <w:rPr>
          <w:szCs w:val="28"/>
        </w:rPr>
        <w:t xml:space="preserve"> объем</w:t>
      </w:r>
      <w:r w:rsidR="00714190" w:rsidRPr="00004B01">
        <w:rPr>
          <w:szCs w:val="28"/>
        </w:rPr>
        <w:t xml:space="preserve"> </w:t>
      </w:r>
      <w:r w:rsidRPr="00004B01">
        <w:rPr>
          <w:szCs w:val="28"/>
        </w:rPr>
        <w:t>расходов на обеспечение питанием обучающихся по образовательным программам основного общего</w:t>
      </w:r>
      <w:r w:rsidR="007C56D5" w:rsidRPr="00004B01">
        <w:rPr>
          <w:szCs w:val="28"/>
        </w:rPr>
        <w:t xml:space="preserve"> и</w:t>
      </w:r>
      <w:r w:rsidRPr="00004B01">
        <w:rPr>
          <w:szCs w:val="28"/>
        </w:rPr>
        <w:t xml:space="preserve"> среднего общего образования </w:t>
      </w:r>
      <w:r w:rsidR="00D27DF0" w:rsidRPr="00004B01">
        <w:rPr>
          <w:szCs w:val="28"/>
        </w:rPr>
        <w:t xml:space="preserve">в общеобразовательных организациях </w:t>
      </w:r>
      <w:r w:rsidRPr="00004B01">
        <w:rPr>
          <w:szCs w:val="28"/>
        </w:rPr>
        <w:t>по состоянию здоровья на дому в соответствии с заключением медицинской организации</w:t>
      </w:r>
      <w:r w:rsidR="00D333AD" w:rsidRPr="00004B01">
        <w:rPr>
          <w:szCs w:val="28"/>
        </w:rPr>
        <w:t xml:space="preserve"> (за исключением лиц, указанных в статье 63</w:t>
      </w:r>
      <w:r w:rsidR="00D333AD" w:rsidRPr="00004B01">
        <w:rPr>
          <w:szCs w:val="28"/>
          <w:vertAlign w:val="superscript"/>
        </w:rPr>
        <w:t xml:space="preserve">2 </w:t>
      </w:r>
      <w:r w:rsidR="00D333AD" w:rsidRPr="00004B01">
        <w:rPr>
          <w:szCs w:val="28"/>
        </w:rPr>
        <w:t>Закона Ярославской области «Социальный кодекс Ярославской области»)</w:t>
      </w:r>
      <w:r w:rsidRPr="00004B01">
        <w:rPr>
          <w:szCs w:val="28"/>
        </w:rPr>
        <w:t>, имеющих право на получение социальной услуги по обеспечению набором продуктов питания в дни учебных занятий в</w:t>
      </w:r>
      <w:proofErr w:type="gramEnd"/>
      <w:r w:rsidRPr="00004B01">
        <w:rPr>
          <w:szCs w:val="28"/>
        </w:rPr>
        <w:t xml:space="preserve"> </w:t>
      </w:r>
      <w:proofErr w:type="gramStart"/>
      <w:r w:rsidRPr="00004B01">
        <w:rPr>
          <w:szCs w:val="28"/>
        </w:rPr>
        <w:t>соответствии</w:t>
      </w:r>
      <w:proofErr w:type="gramEnd"/>
      <w:r w:rsidRPr="00004B01">
        <w:rPr>
          <w:szCs w:val="28"/>
        </w:rPr>
        <w:t xml:space="preserve"> с </w:t>
      </w:r>
      <w:r w:rsidR="00714190" w:rsidRPr="00004B01">
        <w:rPr>
          <w:szCs w:val="28"/>
        </w:rPr>
        <w:t>Законом Ярославской области</w:t>
      </w:r>
      <w:r w:rsidR="007C56D5" w:rsidRPr="00004B01">
        <w:rPr>
          <w:szCs w:val="28"/>
        </w:rPr>
        <w:t xml:space="preserve"> «О мерах </w:t>
      </w:r>
      <w:r w:rsidR="007C56D5" w:rsidRPr="00004B01">
        <w:rPr>
          <w:szCs w:val="28"/>
        </w:rPr>
        <w:lastRenderedPageBreak/>
        <w:t>социальной поддержки членов семей граждан, призванных на военную службу по мобилизации»</w:t>
      </w:r>
      <w:r w:rsidRPr="00004B01">
        <w:rPr>
          <w:szCs w:val="28"/>
        </w:rPr>
        <w:t>.</w:t>
      </w:r>
      <w:r w:rsidR="00714190" w:rsidRPr="00004B01">
        <w:rPr>
          <w:szCs w:val="28"/>
        </w:rPr>
        <w:t>»;</w:t>
      </w:r>
    </w:p>
    <w:p w:rsidR="00714190" w:rsidRPr="00004B01" w:rsidRDefault="00714190" w:rsidP="00D95248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дополнить пунктами 14 и 15 следующего содержания:</w:t>
      </w:r>
    </w:p>
    <w:p w:rsidR="00714190" w:rsidRPr="00004B01" w:rsidRDefault="00714190" w:rsidP="00714190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 xml:space="preserve">«14. </w:t>
      </w:r>
      <w:proofErr w:type="gramStart"/>
      <w:r w:rsidRPr="00004B01">
        <w:rPr>
          <w:szCs w:val="28"/>
        </w:rPr>
        <w:t>Объем расходов на обеспечение питанием обучающихся по образовательным программам основного общего</w:t>
      </w:r>
      <w:r w:rsidR="007C56D5" w:rsidRPr="00004B01">
        <w:rPr>
          <w:szCs w:val="28"/>
        </w:rPr>
        <w:t xml:space="preserve"> и</w:t>
      </w:r>
      <w:r w:rsidRPr="00004B01">
        <w:rPr>
          <w:szCs w:val="28"/>
        </w:rPr>
        <w:t xml:space="preserve"> среднего общего образования </w:t>
      </w:r>
      <w:r w:rsidR="006672B1" w:rsidRPr="00004B01">
        <w:rPr>
          <w:szCs w:val="28"/>
        </w:rPr>
        <w:t xml:space="preserve">в общеобразовательных организациях </w:t>
      </w:r>
      <w:r w:rsidRPr="00004B01">
        <w:rPr>
          <w:szCs w:val="28"/>
        </w:rPr>
        <w:t xml:space="preserve">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</w:t>
      </w:r>
      <w:r w:rsidR="007C56D5" w:rsidRPr="00004B01">
        <w:rPr>
          <w:szCs w:val="28"/>
        </w:rPr>
        <w:t>«О мерах социальной поддержки членов семей</w:t>
      </w:r>
      <w:proofErr w:type="gramEnd"/>
      <w:r w:rsidR="007C56D5" w:rsidRPr="00004B01">
        <w:rPr>
          <w:szCs w:val="28"/>
        </w:rPr>
        <w:t xml:space="preserve"> граждан, призванных на военную службу по мобилизации», </w:t>
      </w:r>
      <w:r w:rsidRPr="00004B01">
        <w:rPr>
          <w:szCs w:val="28"/>
        </w:rPr>
        <w:t>определяется по формуле:</w:t>
      </w:r>
    </w:p>
    <w:p w:rsidR="00714190" w:rsidRPr="00004B01" w:rsidRDefault="00714190" w:rsidP="00714190">
      <w:pPr>
        <w:autoSpaceDE w:val="0"/>
        <w:autoSpaceDN w:val="0"/>
        <w:adjustRightInd w:val="0"/>
        <w:ind w:firstLine="720"/>
        <w:rPr>
          <w:szCs w:val="28"/>
        </w:rPr>
      </w:pPr>
    </w:p>
    <w:p w:rsidR="00714190" w:rsidRPr="00004B01" w:rsidRDefault="00714190" w:rsidP="00714190">
      <w:pPr>
        <w:autoSpaceDE w:val="0"/>
        <w:autoSpaceDN w:val="0"/>
        <w:adjustRightInd w:val="0"/>
        <w:ind w:firstLine="720"/>
        <w:rPr>
          <w:szCs w:val="28"/>
          <w:lang w:val="en-US"/>
        </w:rPr>
      </w:pPr>
      <w:r w:rsidRPr="00004B01">
        <w:rPr>
          <w:szCs w:val="28"/>
          <w:lang w:val="en-US"/>
        </w:rPr>
        <w:t>S</w:t>
      </w:r>
      <w:r w:rsidRPr="00004B01">
        <w:rPr>
          <w:szCs w:val="28"/>
          <w:vertAlign w:val="subscript"/>
          <w:lang w:val="en-US"/>
        </w:rPr>
        <w:t>11</w:t>
      </w:r>
      <w:r w:rsidRPr="00004B01">
        <w:rPr>
          <w:szCs w:val="28"/>
          <w:lang w:val="en-US"/>
        </w:rPr>
        <w:t xml:space="preserve"> = N</w:t>
      </w:r>
      <w:r w:rsidRPr="00004B01">
        <w:rPr>
          <w:szCs w:val="28"/>
          <w:vertAlign w:val="subscript"/>
          <w:lang w:val="en-US"/>
        </w:rPr>
        <w:t>11</w:t>
      </w:r>
      <w:r w:rsidRPr="00004B01">
        <w:rPr>
          <w:szCs w:val="28"/>
          <w:lang w:val="en-US"/>
        </w:rPr>
        <w:t xml:space="preserve"> × </w:t>
      </w:r>
      <w:r w:rsidR="006672B1" w:rsidRPr="00004B01">
        <w:rPr>
          <w:rFonts w:cs="Times New Roman"/>
          <w:szCs w:val="28"/>
          <w:lang w:val="en-US"/>
        </w:rPr>
        <w:t>P</w:t>
      </w:r>
      <w:r w:rsidR="006672B1" w:rsidRPr="00004B01">
        <w:rPr>
          <w:rFonts w:cs="Times New Roman"/>
          <w:szCs w:val="28"/>
          <w:vertAlign w:val="subscript"/>
          <w:lang w:val="en-US"/>
        </w:rPr>
        <w:t>mb8</w:t>
      </w:r>
      <w:r w:rsidR="00355688">
        <w:rPr>
          <w:rFonts w:cs="Times New Roman"/>
          <w:szCs w:val="28"/>
          <w:vertAlign w:val="subscript"/>
        </w:rPr>
        <w:t xml:space="preserve"> </w:t>
      </w:r>
      <w:r w:rsidRPr="00004B01">
        <w:rPr>
          <w:szCs w:val="28"/>
          <w:lang w:val="en-US"/>
        </w:rPr>
        <w:t>× E</w:t>
      </w:r>
      <w:r w:rsidRPr="00004B01">
        <w:rPr>
          <w:szCs w:val="28"/>
          <w:vertAlign w:val="subscript"/>
          <w:lang w:val="en-US"/>
        </w:rPr>
        <w:t>1</w:t>
      </w:r>
      <w:r w:rsidRPr="00004B01">
        <w:rPr>
          <w:szCs w:val="28"/>
          <w:lang w:val="en-US"/>
        </w:rPr>
        <w:t xml:space="preserve">, </w:t>
      </w:r>
      <w:r w:rsidRPr="00004B01">
        <w:rPr>
          <w:szCs w:val="28"/>
        </w:rPr>
        <w:t>где</w:t>
      </w:r>
      <w:r w:rsidRPr="00004B01">
        <w:rPr>
          <w:szCs w:val="28"/>
          <w:lang w:val="en-US"/>
        </w:rPr>
        <w:t>:</w:t>
      </w:r>
    </w:p>
    <w:p w:rsidR="00714190" w:rsidRPr="00004B01" w:rsidRDefault="00714190" w:rsidP="00714190">
      <w:pPr>
        <w:autoSpaceDE w:val="0"/>
        <w:autoSpaceDN w:val="0"/>
        <w:adjustRightInd w:val="0"/>
        <w:ind w:firstLine="720"/>
        <w:rPr>
          <w:szCs w:val="28"/>
          <w:lang w:val="en-US"/>
        </w:rPr>
      </w:pPr>
    </w:p>
    <w:p w:rsidR="00714190" w:rsidRPr="00004B01" w:rsidRDefault="00714190" w:rsidP="007C56D5">
      <w:pPr>
        <w:autoSpaceDE w:val="0"/>
        <w:autoSpaceDN w:val="0"/>
        <w:adjustRightInd w:val="0"/>
        <w:ind w:firstLine="720"/>
        <w:rPr>
          <w:szCs w:val="28"/>
        </w:rPr>
      </w:pPr>
      <w:proofErr w:type="gramStart"/>
      <w:r w:rsidRPr="00004B01">
        <w:rPr>
          <w:szCs w:val="28"/>
        </w:rPr>
        <w:t>N</w:t>
      </w:r>
      <w:r w:rsidRPr="00004B01">
        <w:rPr>
          <w:szCs w:val="28"/>
          <w:vertAlign w:val="subscript"/>
        </w:rPr>
        <w:t>11</w:t>
      </w:r>
      <w:r w:rsidRPr="00004B01">
        <w:rPr>
          <w:szCs w:val="28"/>
        </w:rPr>
        <w:t xml:space="preserve"> – количество обучающихся по образовательным программам основного общего</w:t>
      </w:r>
      <w:r w:rsidR="007C56D5" w:rsidRPr="00004B01">
        <w:rPr>
          <w:szCs w:val="28"/>
        </w:rPr>
        <w:t xml:space="preserve"> и</w:t>
      </w:r>
      <w:r w:rsidRPr="00004B01">
        <w:rPr>
          <w:szCs w:val="28"/>
        </w:rPr>
        <w:t xml:space="preserve"> среднего общего образования</w:t>
      </w:r>
      <w:r w:rsidR="006672B1" w:rsidRPr="00004B01">
        <w:rPr>
          <w:szCs w:val="28"/>
        </w:rPr>
        <w:t xml:space="preserve"> в общеобразовательных организациях</w:t>
      </w:r>
      <w:r w:rsidRPr="00004B01">
        <w:rPr>
          <w:szCs w:val="28"/>
        </w:rPr>
        <w:t xml:space="preserve"> (за 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 по обеспечению бесплатным одноразовым горячим питанием в дни учебных занятий в соответствии с Законом Ярославской области</w:t>
      </w:r>
      <w:r w:rsidR="007C56D5" w:rsidRPr="00004B01">
        <w:rPr>
          <w:szCs w:val="28"/>
        </w:rPr>
        <w:t xml:space="preserve"> «О мерах социальной поддержки членов семей граждан, призванных на</w:t>
      </w:r>
      <w:proofErr w:type="gramEnd"/>
      <w:r w:rsidR="007C56D5" w:rsidRPr="00004B01">
        <w:rPr>
          <w:szCs w:val="28"/>
        </w:rPr>
        <w:t xml:space="preserve"> военную службу по мобилизации»</w:t>
      </w:r>
      <w:r w:rsidRPr="00004B01">
        <w:rPr>
          <w:szCs w:val="28"/>
        </w:rPr>
        <w:t xml:space="preserve">; </w:t>
      </w:r>
    </w:p>
    <w:p w:rsidR="00714190" w:rsidRPr="00004B01" w:rsidRDefault="007C56D5" w:rsidP="007C56D5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rFonts w:cs="Times New Roman"/>
          <w:szCs w:val="28"/>
        </w:rPr>
        <w:t>P</w:t>
      </w:r>
      <w:r w:rsidRPr="00004B01">
        <w:rPr>
          <w:rFonts w:cs="Times New Roman"/>
          <w:szCs w:val="28"/>
          <w:vertAlign w:val="subscript"/>
        </w:rPr>
        <w:t>mb</w:t>
      </w:r>
      <w:r w:rsidR="00820189" w:rsidRPr="00004B01">
        <w:rPr>
          <w:rFonts w:cs="Times New Roman"/>
          <w:szCs w:val="28"/>
          <w:vertAlign w:val="subscript"/>
        </w:rPr>
        <w:t>8</w:t>
      </w:r>
      <w:r w:rsidR="00714190" w:rsidRPr="00004B01">
        <w:rPr>
          <w:szCs w:val="28"/>
        </w:rPr>
        <w:t xml:space="preserve"> – среднее  количество дней предоставления социальной услуги по обеспечению бесплатным горячим </w:t>
      </w:r>
      <w:proofErr w:type="gramStart"/>
      <w:r w:rsidR="00714190" w:rsidRPr="00004B01">
        <w:rPr>
          <w:szCs w:val="28"/>
        </w:rPr>
        <w:t>питанием</w:t>
      </w:r>
      <w:proofErr w:type="gramEnd"/>
      <w:r w:rsidR="00714190" w:rsidRPr="00004B01">
        <w:rPr>
          <w:szCs w:val="28"/>
        </w:rPr>
        <w:t xml:space="preserve"> обучающимся по образовательным программам </w:t>
      </w:r>
      <w:r w:rsidR="006672B1" w:rsidRPr="00004B01">
        <w:rPr>
          <w:szCs w:val="28"/>
        </w:rPr>
        <w:t xml:space="preserve">основного общего и среднего общего образования в общеобразовательных организациях </w:t>
      </w:r>
      <w:r w:rsidR="00714190" w:rsidRPr="00004B01">
        <w:rPr>
          <w:szCs w:val="28"/>
        </w:rPr>
        <w:t>(за исключением лиц, указанных в статье 63 Закона Ярославской области «Социальный кодекс Ярославской области»), имеющи</w:t>
      </w:r>
      <w:r w:rsidR="00820189" w:rsidRPr="00004B01">
        <w:rPr>
          <w:szCs w:val="28"/>
        </w:rPr>
        <w:t>м</w:t>
      </w:r>
      <w:r w:rsidR="00714190" w:rsidRPr="00004B01">
        <w:rPr>
          <w:szCs w:val="28"/>
        </w:rPr>
        <w:t xml:space="preserve">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</w:t>
      </w:r>
      <w:r w:rsidRPr="00004B01">
        <w:rPr>
          <w:szCs w:val="28"/>
        </w:rPr>
        <w:t xml:space="preserve"> «О мерах социальной поддержки членов семей граждан, призванных на военную службу по мобилизации»</w:t>
      </w:r>
      <w:r w:rsidR="00714190" w:rsidRPr="00004B01">
        <w:rPr>
          <w:szCs w:val="28"/>
        </w:rPr>
        <w:t>.</w:t>
      </w:r>
    </w:p>
    <w:p w:rsidR="00714190" w:rsidRPr="00004B01" w:rsidRDefault="00714190" w:rsidP="00714190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 xml:space="preserve">15. </w:t>
      </w:r>
      <w:proofErr w:type="gramStart"/>
      <w:r w:rsidRPr="00004B01">
        <w:rPr>
          <w:szCs w:val="28"/>
        </w:rPr>
        <w:t xml:space="preserve">Объем расходов на обеспечение питанием обучающихся по образовательным программам </w:t>
      </w:r>
      <w:r w:rsidR="006672B1" w:rsidRPr="00004B01">
        <w:rPr>
          <w:szCs w:val="28"/>
        </w:rPr>
        <w:t xml:space="preserve">основного общего и среднего общего образования в общеобразовательных организациях </w:t>
      </w:r>
      <w:r w:rsidRPr="00004B01">
        <w:rPr>
          <w:szCs w:val="28"/>
        </w:rPr>
        <w:t xml:space="preserve"> по состоянию здоровья на дому в соответствии с заключением медицинской организации</w:t>
      </w:r>
      <w:r w:rsidR="00D333AD" w:rsidRPr="00004B01">
        <w:rPr>
          <w:szCs w:val="28"/>
        </w:rPr>
        <w:t xml:space="preserve"> (за исключением лиц, указанных в статье 63</w:t>
      </w:r>
      <w:r w:rsidR="00D333AD" w:rsidRPr="00004B01">
        <w:rPr>
          <w:szCs w:val="28"/>
          <w:vertAlign w:val="superscript"/>
        </w:rPr>
        <w:t xml:space="preserve">2 </w:t>
      </w:r>
      <w:r w:rsidR="00D333AD" w:rsidRPr="00004B01">
        <w:rPr>
          <w:szCs w:val="28"/>
        </w:rPr>
        <w:t>Закона Ярославской области «Социальный кодекс Ярославской области»)</w:t>
      </w:r>
      <w:r w:rsidRPr="00004B01">
        <w:rPr>
          <w:szCs w:val="28"/>
        </w:rPr>
        <w:t>, имеющих право на получение социальной услуги по обеспечению набором продуктов питания в дни учебных занятий в соответствии</w:t>
      </w:r>
      <w:proofErr w:type="gramEnd"/>
      <w:r w:rsidRPr="00004B01">
        <w:rPr>
          <w:szCs w:val="28"/>
        </w:rPr>
        <w:t xml:space="preserve"> с Законом Ярославской области</w:t>
      </w:r>
      <w:r w:rsidR="007C56D5" w:rsidRPr="00004B01">
        <w:rPr>
          <w:szCs w:val="28"/>
        </w:rPr>
        <w:t xml:space="preserve"> «О мерах социальной поддержки членов семей граждан, призванных на военную службу по мобилизации»</w:t>
      </w:r>
      <w:r w:rsidR="00E7332A" w:rsidRPr="00004B01">
        <w:rPr>
          <w:szCs w:val="28"/>
        </w:rPr>
        <w:t>,</w:t>
      </w:r>
      <w:r w:rsidRPr="00004B01">
        <w:rPr>
          <w:szCs w:val="28"/>
        </w:rPr>
        <w:t xml:space="preserve"> определяется по формуле:</w:t>
      </w:r>
    </w:p>
    <w:p w:rsidR="00714190" w:rsidRPr="00004B01" w:rsidRDefault="00714190" w:rsidP="00714190">
      <w:pPr>
        <w:autoSpaceDE w:val="0"/>
        <w:autoSpaceDN w:val="0"/>
        <w:adjustRightInd w:val="0"/>
        <w:ind w:firstLine="720"/>
        <w:rPr>
          <w:szCs w:val="28"/>
        </w:rPr>
      </w:pPr>
    </w:p>
    <w:p w:rsidR="00714190" w:rsidRPr="00004B01" w:rsidRDefault="00714190" w:rsidP="00714190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S</w:t>
      </w:r>
      <w:r w:rsidRPr="00004B01">
        <w:rPr>
          <w:szCs w:val="28"/>
          <w:vertAlign w:val="subscript"/>
        </w:rPr>
        <w:t>12</w:t>
      </w:r>
      <w:r w:rsidRPr="00004B01">
        <w:rPr>
          <w:szCs w:val="28"/>
        </w:rPr>
        <w:t xml:space="preserve"> = N</w:t>
      </w:r>
      <w:r w:rsidRPr="00004B01">
        <w:rPr>
          <w:szCs w:val="28"/>
          <w:vertAlign w:val="subscript"/>
        </w:rPr>
        <w:t>12</w:t>
      </w:r>
      <w:r w:rsidRPr="00004B01">
        <w:rPr>
          <w:szCs w:val="28"/>
        </w:rPr>
        <w:t xml:space="preserve"> × </w:t>
      </w:r>
      <w:proofErr w:type="spellStart"/>
      <w:r w:rsidRPr="00004B01">
        <w:rPr>
          <w:szCs w:val="28"/>
          <w:lang w:val="en-US"/>
        </w:rPr>
        <w:t>P</w:t>
      </w:r>
      <w:r w:rsidRPr="00004B01">
        <w:rPr>
          <w:szCs w:val="28"/>
          <w:vertAlign w:val="subscript"/>
          <w:lang w:val="en-US"/>
        </w:rPr>
        <w:t>ms</w:t>
      </w:r>
      <w:proofErr w:type="spellEnd"/>
      <w:r w:rsidRPr="00004B01">
        <w:rPr>
          <w:szCs w:val="28"/>
          <w:vertAlign w:val="subscript"/>
        </w:rPr>
        <w:t>8</w:t>
      </w:r>
      <w:r w:rsidRPr="00004B01">
        <w:rPr>
          <w:szCs w:val="28"/>
        </w:rPr>
        <w:t xml:space="preserve"> ×</w:t>
      </w:r>
      <w:r w:rsidR="00E7332A" w:rsidRPr="00004B01">
        <w:rPr>
          <w:szCs w:val="28"/>
        </w:rPr>
        <w:t xml:space="preserve"> </w:t>
      </w:r>
      <w:r w:rsidRPr="00004B01">
        <w:rPr>
          <w:szCs w:val="28"/>
        </w:rPr>
        <w:t>Е</w:t>
      </w:r>
      <w:r w:rsidRPr="00004B01">
        <w:rPr>
          <w:szCs w:val="28"/>
          <w:vertAlign w:val="subscript"/>
        </w:rPr>
        <w:t>3</w:t>
      </w:r>
      <w:r w:rsidRPr="00004B01">
        <w:rPr>
          <w:szCs w:val="28"/>
        </w:rPr>
        <w:t>, где:</w:t>
      </w:r>
    </w:p>
    <w:p w:rsidR="00714190" w:rsidRPr="00004B01" w:rsidRDefault="00E7332A" w:rsidP="00714190">
      <w:pPr>
        <w:rPr>
          <w:szCs w:val="28"/>
        </w:rPr>
      </w:pPr>
      <w:proofErr w:type="gramStart"/>
      <w:r w:rsidRPr="00004B01">
        <w:rPr>
          <w:szCs w:val="28"/>
        </w:rPr>
        <w:lastRenderedPageBreak/>
        <w:t>N</w:t>
      </w:r>
      <w:r w:rsidR="00714190" w:rsidRPr="00004B01">
        <w:rPr>
          <w:szCs w:val="28"/>
          <w:vertAlign w:val="subscript"/>
        </w:rPr>
        <w:t>12</w:t>
      </w:r>
      <w:r w:rsidR="00714190" w:rsidRPr="00004B01">
        <w:rPr>
          <w:szCs w:val="28"/>
        </w:rPr>
        <w:t xml:space="preserve"> </w:t>
      </w:r>
      <w:r w:rsidRPr="00004B01">
        <w:rPr>
          <w:szCs w:val="28"/>
        </w:rPr>
        <w:t>–</w:t>
      </w:r>
      <w:r w:rsidR="00714190" w:rsidRPr="00004B01">
        <w:rPr>
          <w:szCs w:val="28"/>
        </w:rPr>
        <w:t xml:space="preserve"> количество</w:t>
      </w:r>
      <w:r w:rsidRPr="00004B01">
        <w:rPr>
          <w:szCs w:val="28"/>
        </w:rPr>
        <w:t xml:space="preserve"> </w:t>
      </w:r>
      <w:r w:rsidR="00714190" w:rsidRPr="00004B01">
        <w:rPr>
          <w:szCs w:val="28"/>
        </w:rPr>
        <w:t xml:space="preserve">обучающихся по образовательным программам </w:t>
      </w:r>
      <w:r w:rsidR="006672B1" w:rsidRPr="00004B01">
        <w:rPr>
          <w:szCs w:val="28"/>
        </w:rPr>
        <w:t xml:space="preserve">основного общего и среднего общего образования в общеобразовательных организациях </w:t>
      </w:r>
      <w:r w:rsidR="00714190" w:rsidRPr="00004B01">
        <w:rPr>
          <w:szCs w:val="28"/>
        </w:rPr>
        <w:t xml:space="preserve"> по состоянию здоровья на дому в соответствии с заключением медицинской организации</w:t>
      </w:r>
      <w:r w:rsidR="00D333AD" w:rsidRPr="00004B01">
        <w:rPr>
          <w:szCs w:val="28"/>
        </w:rPr>
        <w:t xml:space="preserve"> (за исключением лиц, указанных в статье 63</w:t>
      </w:r>
      <w:r w:rsidR="00D333AD" w:rsidRPr="00004B01">
        <w:rPr>
          <w:szCs w:val="28"/>
          <w:vertAlign w:val="superscript"/>
        </w:rPr>
        <w:t xml:space="preserve">2 </w:t>
      </w:r>
      <w:r w:rsidR="00D333AD" w:rsidRPr="00004B01">
        <w:rPr>
          <w:szCs w:val="28"/>
        </w:rPr>
        <w:t>Закона Ярославской области «Социальный кодекс Ярославской области»)</w:t>
      </w:r>
      <w:r w:rsidR="00714190" w:rsidRPr="00004B01">
        <w:rPr>
          <w:szCs w:val="28"/>
        </w:rPr>
        <w:t>, имеющих право на получение социальной услуги по обеспечению набором продуктов питания в дни учебных занятий в соответствии с Законом Ярославской</w:t>
      </w:r>
      <w:proofErr w:type="gramEnd"/>
      <w:r w:rsidR="00714190" w:rsidRPr="00004B01">
        <w:rPr>
          <w:szCs w:val="28"/>
        </w:rPr>
        <w:t xml:space="preserve"> области</w:t>
      </w:r>
      <w:r w:rsidR="007C56D5" w:rsidRPr="00004B01">
        <w:rPr>
          <w:szCs w:val="28"/>
        </w:rPr>
        <w:t xml:space="preserve"> «О мерах социальной поддержки членов семей граждан, призванных на военную службу по мобилизации»</w:t>
      </w:r>
      <w:r w:rsidR="00714190" w:rsidRPr="00004B01">
        <w:rPr>
          <w:szCs w:val="28"/>
        </w:rPr>
        <w:t>;</w:t>
      </w:r>
    </w:p>
    <w:p w:rsidR="00714190" w:rsidRPr="00004B01" w:rsidRDefault="00714190" w:rsidP="00714190">
      <w:pPr>
        <w:rPr>
          <w:szCs w:val="28"/>
        </w:rPr>
      </w:pPr>
      <w:proofErr w:type="spellStart"/>
      <w:r w:rsidRPr="00004B01">
        <w:rPr>
          <w:szCs w:val="28"/>
          <w:lang w:val="en-US"/>
        </w:rPr>
        <w:t>P</w:t>
      </w:r>
      <w:r w:rsidRPr="00004B01">
        <w:rPr>
          <w:szCs w:val="28"/>
          <w:vertAlign w:val="subscript"/>
          <w:lang w:val="en-US"/>
        </w:rPr>
        <w:t>ms</w:t>
      </w:r>
      <w:proofErr w:type="spellEnd"/>
      <w:r w:rsidRPr="00004B01">
        <w:rPr>
          <w:szCs w:val="28"/>
          <w:vertAlign w:val="subscript"/>
        </w:rPr>
        <w:t>8</w:t>
      </w:r>
      <w:r w:rsidRPr="00004B01">
        <w:rPr>
          <w:szCs w:val="28"/>
        </w:rPr>
        <w:t xml:space="preserve"> </w:t>
      </w:r>
      <w:r w:rsidR="00E7332A" w:rsidRPr="00004B01">
        <w:rPr>
          <w:szCs w:val="28"/>
        </w:rPr>
        <w:t>–</w:t>
      </w:r>
      <w:r w:rsidRPr="00004B01">
        <w:rPr>
          <w:szCs w:val="28"/>
        </w:rPr>
        <w:t xml:space="preserve"> среднее</w:t>
      </w:r>
      <w:r w:rsidR="00E7332A" w:rsidRPr="00004B01">
        <w:rPr>
          <w:szCs w:val="28"/>
        </w:rPr>
        <w:t xml:space="preserve"> </w:t>
      </w:r>
      <w:r w:rsidRPr="00004B01">
        <w:rPr>
          <w:szCs w:val="28"/>
        </w:rPr>
        <w:t xml:space="preserve">количество дней предоставления социальной услуги по обеспечению набором продуктов питания обучающимся по образовательным программам </w:t>
      </w:r>
      <w:r w:rsidR="006672B1" w:rsidRPr="00004B01">
        <w:rPr>
          <w:szCs w:val="28"/>
        </w:rPr>
        <w:t xml:space="preserve">основного общего и среднего общего образования в общеобразовательных организациях </w:t>
      </w:r>
      <w:r w:rsidRPr="00004B01">
        <w:rPr>
          <w:szCs w:val="28"/>
        </w:rPr>
        <w:t>по состоянию здоровья на дому в соответствии с заключением медицинской организации</w:t>
      </w:r>
      <w:r w:rsidR="00D333AD" w:rsidRPr="00004B01">
        <w:rPr>
          <w:szCs w:val="28"/>
        </w:rPr>
        <w:t xml:space="preserve"> (за исключением лиц, указанных в статье 63</w:t>
      </w:r>
      <w:r w:rsidR="00D333AD" w:rsidRPr="00004B01">
        <w:rPr>
          <w:szCs w:val="28"/>
          <w:vertAlign w:val="superscript"/>
        </w:rPr>
        <w:t xml:space="preserve">2 </w:t>
      </w:r>
      <w:r w:rsidR="00D333AD" w:rsidRPr="00004B01">
        <w:rPr>
          <w:szCs w:val="28"/>
        </w:rPr>
        <w:t>Закона Ярославской области «Социальный кодекс Ярославской области»)</w:t>
      </w:r>
      <w:r w:rsidR="00E7332A" w:rsidRPr="00004B01">
        <w:rPr>
          <w:szCs w:val="28"/>
        </w:rPr>
        <w:t>, имеющи</w:t>
      </w:r>
      <w:r w:rsidR="00820189" w:rsidRPr="00004B01">
        <w:rPr>
          <w:szCs w:val="28"/>
        </w:rPr>
        <w:t>м</w:t>
      </w:r>
      <w:r w:rsidR="00E7332A" w:rsidRPr="00004B01">
        <w:rPr>
          <w:szCs w:val="28"/>
        </w:rPr>
        <w:t xml:space="preserve"> право на получение социальной услуги по обеспечению набором продуктов питания в дни учебных занятий в соответствии с Законом Ярославской области</w:t>
      </w:r>
      <w:r w:rsidR="006672B1" w:rsidRPr="00004B01">
        <w:rPr>
          <w:szCs w:val="28"/>
        </w:rPr>
        <w:t xml:space="preserve"> «О мерах социальной поддержки членов семей граждан, призванных на военную службу по мобилизации»</w:t>
      </w:r>
      <w:r w:rsidR="0084543F" w:rsidRPr="00004B01">
        <w:rPr>
          <w:szCs w:val="28"/>
        </w:rPr>
        <w:t>.»</w:t>
      </w:r>
      <w:r w:rsidR="00820189" w:rsidRPr="00004B01">
        <w:rPr>
          <w:szCs w:val="28"/>
        </w:rPr>
        <w:t>;</w:t>
      </w:r>
    </w:p>
    <w:p w:rsidR="00714190" w:rsidRPr="00004B01" w:rsidRDefault="00862587" w:rsidP="00862587">
      <w:pPr>
        <w:tabs>
          <w:tab w:val="left" w:pos="2304"/>
        </w:tabs>
        <w:rPr>
          <w:szCs w:val="28"/>
        </w:rPr>
      </w:pPr>
      <w:r w:rsidRPr="00004B01">
        <w:rPr>
          <w:szCs w:val="28"/>
        </w:rPr>
        <w:t>г) раздел 15 изложить в следующей редакции:</w:t>
      </w:r>
    </w:p>
    <w:p w:rsidR="00862587" w:rsidRPr="00004B01" w:rsidRDefault="00862587" w:rsidP="00862587">
      <w:pPr>
        <w:autoSpaceDE w:val="0"/>
        <w:autoSpaceDN w:val="0"/>
        <w:adjustRightInd w:val="0"/>
        <w:outlineLvl w:val="0"/>
        <w:rPr>
          <w:b/>
          <w:bCs/>
          <w:szCs w:val="28"/>
        </w:rPr>
      </w:pPr>
      <w:r w:rsidRPr="00004B01">
        <w:rPr>
          <w:bCs/>
          <w:szCs w:val="28"/>
        </w:rPr>
        <w:t>«15.</w:t>
      </w:r>
      <w:r w:rsidRPr="00004B01">
        <w:rPr>
          <w:b/>
          <w:bCs/>
          <w:szCs w:val="28"/>
        </w:rPr>
        <w:t xml:space="preserve"> Методика распределения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bookmarkStart w:id="3" w:name="sub_1151"/>
      <w:r w:rsidRPr="00004B01">
        <w:rPr>
          <w:szCs w:val="28"/>
        </w:rPr>
        <w:t xml:space="preserve">1. </w:t>
      </w:r>
      <w:proofErr w:type="gramStart"/>
      <w:r w:rsidRPr="00004B01">
        <w:rPr>
          <w:szCs w:val="28"/>
        </w:rPr>
        <w:t xml:space="preserve">Распределение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sub_113022" w:history="1">
        <w:r w:rsidRPr="00004B01">
          <w:rPr>
            <w:szCs w:val="28"/>
          </w:rPr>
          <w:t xml:space="preserve">пунктом 3 части 2 и </w:t>
        </w:r>
        <w:r w:rsidR="007F1C3F" w:rsidRPr="00004B01">
          <w:rPr>
            <w:szCs w:val="28"/>
          </w:rPr>
          <w:t xml:space="preserve">пунктом 1 </w:t>
        </w:r>
        <w:r w:rsidRPr="00004B01">
          <w:rPr>
            <w:szCs w:val="28"/>
          </w:rPr>
          <w:t>части 6</w:t>
        </w:r>
        <w:r w:rsidRPr="00004B01">
          <w:rPr>
            <w:szCs w:val="28"/>
            <w:vertAlign w:val="superscript"/>
          </w:rPr>
          <w:t>3</w:t>
        </w:r>
        <w:r w:rsidRPr="00004B01">
          <w:rPr>
            <w:szCs w:val="28"/>
          </w:rPr>
          <w:t xml:space="preserve"> статьи 13</w:t>
        </w:r>
      </w:hyperlink>
      <w:r w:rsidRPr="00004B01">
        <w:rPr>
          <w:szCs w:val="28"/>
        </w:rPr>
        <w:t xml:space="preserve"> настоящего Закона.</w:t>
      </w:r>
      <w:proofErr w:type="gramEnd"/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bookmarkStart w:id="4" w:name="sub_1152"/>
      <w:bookmarkEnd w:id="3"/>
      <w:r w:rsidRPr="00004B01">
        <w:rPr>
          <w:szCs w:val="28"/>
        </w:rPr>
        <w:t>2. Общий объем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определяется по формуле:</w:t>
      </w:r>
    </w:p>
    <w:bookmarkEnd w:id="4"/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 xml:space="preserve">S = ∑ </w:t>
      </w:r>
      <w:proofErr w:type="spellStart"/>
      <w:proofErr w:type="gramStart"/>
      <w:r w:rsidRPr="00004B01">
        <w:rPr>
          <w:szCs w:val="28"/>
        </w:rPr>
        <w:t>S</w:t>
      </w:r>
      <w:proofErr w:type="gramEnd"/>
      <w:r w:rsidRPr="00004B01">
        <w:rPr>
          <w:szCs w:val="28"/>
          <w:vertAlign w:val="subscript"/>
        </w:rPr>
        <w:t>м</w:t>
      </w:r>
      <w:proofErr w:type="spellEnd"/>
      <w:r w:rsidRPr="00004B01">
        <w:rPr>
          <w:szCs w:val="28"/>
        </w:rPr>
        <w:t>, где: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proofErr w:type="spellStart"/>
      <w:proofErr w:type="gramStart"/>
      <w:r w:rsidRPr="00004B01">
        <w:rPr>
          <w:szCs w:val="28"/>
        </w:rPr>
        <w:t>S</w:t>
      </w:r>
      <w:proofErr w:type="gramEnd"/>
      <w:r w:rsidRPr="00004B01">
        <w:rPr>
          <w:szCs w:val="28"/>
          <w:vertAlign w:val="subscript"/>
        </w:rPr>
        <w:t>м</w:t>
      </w:r>
      <w:proofErr w:type="spellEnd"/>
      <w:r w:rsidRPr="00004B01">
        <w:rPr>
          <w:szCs w:val="28"/>
        </w:rPr>
        <w:t xml:space="preserve"> – размер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предоставляемой соответствующему местному бюджету.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 xml:space="preserve">3. Размер субвенции на компенсацию расходов за присмотр и уход за детьми, осваивающими образовательные программы дошкольного </w:t>
      </w:r>
      <w:r w:rsidRPr="00004B01">
        <w:rPr>
          <w:szCs w:val="28"/>
        </w:rPr>
        <w:lastRenderedPageBreak/>
        <w:t>образования в организациях, осуществляющих образовательную деятельность, предоставляемой соответствующему местному бюджету, определяется по формуле: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  <w:lang w:val="en-US"/>
        </w:rPr>
      </w:pPr>
      <w:r w:rsidRPr="00004B01">
        <w:rPr>
          <w:szCs w:val="28"/>
          <w:lang w:val="en-US"/>
        </w:rPr>
        <w:t>S</w:t>
      </w:r>
      <w:r w:rsidRPr="00004B01">
        <w:rPr>
          <w:szCs w:val="28"/>
          <w:vertAlign w:val="subscript"/>
        </w:rPr>
        <w:t>м</w:t>
      </w:r>
      <w:r w:rsidRPr="00004B01">
        <w:rPr>
          <w:szCs w:val="28"/>
          <w:lang w:val="en-US"/>
        </w:rPr>
        <w:t xml:space="preserve"> = ∑ ((0</w:t>
      </w:r>
      <w:proofErr w:type="gramStart"/>
      <w:r w:rsidRPr="00004B01">
        <w:rPr>
          <w:szCs w:val="28"/>
          <w:lang w:val="en-US"/>
        </w:rPr>
        <w:t>,2</w:t>
      </w:r>
      <w:proofErr w:type="gramEnd"/>
      <w:r w:rsidRPr="00004B01">
        <w:rPr>
          <w:szCs w:val="28"/>
          <w:lang w:val="en-US"/>
        </w:rPr>
        <w:t xml:space="preserve"> × N</w:t>
      </w:r>
      <w:r w:rsidRPr="00004B01">
        <w:rPr>
          <w:szCs w:val="28"/>
          <w:vertAlign w:val="subscript"/>
          <w:lang w:val="en-US"/>
        </w:rPr>
        <w:t>1i</w:t>
      </w:r>
      <w:r w:rsidRPr="00004B01">
        <w:rPr>
          <w:szCs w:val="28"/>
          <w:lang w:val="en-US"/>
        </w:rPr>
        <w:t xml:space="preserve"> + 0,5 × N</w:t>
      </w:r>
      <w:r w:rsidRPr="00004B01">
        <w:rPr>
          <w:szCs w:val="28"/>
          <w:vertAlign w:val="subscript"/>
          <w:lang w:val="en-US"/>
        </w:rPr>
        <w:t xml:space="preserve">2i </w:t>
      </w:r>
      <w:r w:rsidRPr="00004B01">
        <w:rPr>
          <w:szCs w:val="28"/>
          <w:lang w:val="en-US"/>
        </w:rPr>
        <w:t>+ 0,7 × N</w:t>
      </w:r>
      <w:r w:rsidRPr="00004B01">
        <w:rPr>
          <w:szCs w:val="28"/>
          <w:vertAlign w:val="subscript"/>
          <w:lang w:val="en-US"/>
        </w:rPr>
        <w:t>3i</w:t>
      </w:r>
      <w:r w:rsidRPr="00004B01">
        <w:rPr>
          <w:szCs w:val="28"/>
          <w:lang w:val="en-US"/>
        </w:rPr>
        <w:t xml:space="preserve">) × </w:t>
      </w:r>
      <w:proofErr w:type="spellStart"/>
      <w:r w:rsidRPr="00004B01">
        <w:rPr>
          <w:szCs w:val="28"/>
          <w:lang w:val="en-US"/>
        </w:rPr>
        <w:t>E</w:t>
      </w:r>
      <w:r w:rsidRPr="00004B01">
        <w:rPr>
          <w:szCs w:val="28"/>
          <w:vertAlign w:val="subscript"/>
          <w:lang w:val="en-US"/>
        </w:rPr>
        <w:t>i</w:t>
      </w:r>
      <w:proofErr w:type="spellEnd"/>
      <w:r w:rsidRPr="00004B01">
        <w:rPr>
          <w:szCs w:val="28"/>
          <w:lang w:val="en-US"/>
        </w:rPr>
        <w:t xml:space="preserve"> × D</w:t>
      </w:r>
      <w:r w:rsidRPr="00004B01">
        <w:rPr>
          <w:szCs w:val="28"/>
          <w:vertAlign w:val="subscript"/>
          <w:lang w:val="en-US"/>
        </w:rPr>
        <w:t>i</w:t>
      </w:r>
      <w:r w:rsidRPr="00004B01">
        <w:rPr>
          <w:szCs w:val="28"/>
          <w:lang w:val="en-US"/>
        </w:rPr>
        <w:t>) + P + ∑ (N</w:t>
      </w:r>
      <w:r w:rsidRPr="00004B01">
        <w:rPr>
          <w:szCs w:val="28"/>
          <w:vertAlign w:val="subscript"/>
          <w:lang w:val="en-US"/>
        </w:rPr>
        <w:t xml:space="preserve">4i </w:t>
      </w:r>
      <w:r w:rsidRPr="00004B01">
        <w:rPr>
          <w:szCs w:val="28"/>
          <w:lang w:val="en-US"/>
        </w:rPr>
        <w:t>× </w:t>
      </w:r>
      <w:proofErr w:type="spellStart"/>
      <w:r w:rsidRPr="00004B01">
        <w:rPr>
          <w:szCs w:val="28"/>
          <w:lang w:val="en-US"/>
        </w:rPr>
        <w:t>E</w:t>
      </w:r>
      <w:r w:rsidRPr="00004B01">
        <w:rPr>
          <w:szCs w:val="28"/>
          <w:vertAlign w:val="subscript"/>
          <w:lang w:val="en-US"/>
        </w:rPr>
        <w:t>i</w:t>
      </w:r>
      <w:proofErr w:type="spellEnd"/>
      <w:r w:rsidRPr="00004B01">
        <w:rPr>
          <w:szCs w:val="28"/>
          <w:lang w:val="en-US"/>
        </w:rPr>
        <w:t xml:space="preserve"> × </w:t>
      </w:r>
      <w:proofErr w:type="spellStart"/>
      <w:r w:rsidRPr="00004B01">
        <w:rPr>
          <w:szCs w:val="28"/>
          <w:lang w:val="en-US"/>
        </w:rPr>
        <w:t>R</w:t>
      </w:r>
      <w:r w:rsidRPr="00004B01">
        <w:rPr>
          <w:szCs w:val="28"/>
          <w:vertAlign w:val="subscript"/>
          <w:lang w:val="en-US"/>
        </w:rPr>
        <w:t>i</w:t>
      </w:r>
      <w:proofErr w:type="spellEnd"/>
      <w:r w:rsidRPr="00004B01">
        <w:rPr>
          <w:szCs w:val="28"/>
          <w:lang w:val="en-US"/>
        </w:rPr>
        <w:t xml:space="preserve">), </w:t>
      </w:r>
      <w:r w:rsidRPr="00004B01">
        <w:rPr>
          <w:szCs w:val="28"/>
        </w:rPr>
        <w:t>где</w:t>
      </w:r>
      <w:r w:rsidRPr="00004B01">
        <w:rPr>
          <w:szCs w:val="28"/>
          <w:lang w:val="en-US"/>
        </w:rPr>
        <w:t>: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  <w:lang w:val="en-US"/>
        </w:rPr>
      </w:pP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 xml:space="preserve">0,2, 0,5, 0,7 – доля компенсации, определяемая в соответствии с </w:t>
      </w:r>
      <w:hyperlink r:id="rId13" w:history="1">
        <w:r w:rsidRPr="00004B01">
          <w:rPr>
            <w:szCs w:val="28"/>
          </w:rPr>
          <w:t>Законом</w:t>
        </w:r>
      </w:hyperlink>
      <w:r w:rsidRPr="00004B01">
        <w:rPr>
          <w:szCs w:val="28"/>
        </w:rPr>
        <w:t xml:space="preserve"> Ярославской области «Социальный кодекс Ярославской области»;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N</w:t>
      </w:r>
      <w:r w:rsidRPr="00004B01">
        <w:rPr>
          <w:szCs w:val="28"/>
          <w:vertAlign w:val="subscript"/>
        </w:rPr>
        <w:t>1i</w:t>
      </w:r>
      <w:r w:rsidRPr="00004B01">
        <w:rPr>
          <w:szCs w:val="28"/>
        </w:rPr>
        <w:t xml:space="preserve"> – количество  родителей (законных представителей), имеющих право на получение компенсации на первого ребенка (период пребывания воспитанника в организации i часов);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N</w:t>
      </w:r>
      <w:r w:rsidRPr="00004B01">
        <w:rPr>
          <w:szCs w:val="28"/>
          <w:vertAlign w:val="subscript"/>
        </w:rPr>
        <w:t>2i</w:t>
      </w:r>
      <w:r w:rsidRPr="00004B01">
        <w:rPr>
          <w:szCs w:val="28"/>
        </w:rPr>
        <w:t xml:space="preserve"> – количество родителей (законных представителей), имеющих право на получение компенсации на второго ребенка (период пребывания воспитанника в организации i часов);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N</w:t>
      </w:r>
      <w:r w:rsidRPr="00004B01">
        <w:rPr>
          <w:szCs w:val="28"/>
          <w:vertAlign w:val="subscript"/>
        </w:rPr>
        <w:t>3i</w:t>
      </w:r>
      <w:r w:rsidRPr="00004B01">
        <w:rPr>
          <w:szCs w:val="28"/>
        </w:rPr>
        <w:t xml:space="preserve"> – количество родителей (законных представителей), имеющих право на получение компенсации на третьего и последующих детей в семье (период пребывания воспитанника в организации i часов);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proofErr w:type="spellStart"/>
      <w:r w:rsidRPr="00004B01">
        <w:rPr>
          <w:szCs w:val="28"/>
        </w:rPr>
        <w:t>E</w:t>
      </w:r>
      <w:r w:rsidRPr="00004B01">
        <w:rPr>
          <w:szCs w:val="28"/>
          <w:vertAlign w:val="subscript"/>
        </w:rPr>
        <w:t>i</w:t>
      </w:r>
      <w:proofErr w:type="spellEnd"/>
      <w:r w:rsidRPr="00004B01">
        <w:rPr>
          <w:szCs w:val="28"/>
        </w:rPr>
        <w:t xml:space="preserve"> – средний размер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 по муниципальным районам (городским округам) Ярославской области, установленный Правительством Ярославской области (период пребывания воспитанника в организации i часов);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proofErr w:type="spellStart"/>
      <w:r w:rsidRPr="00004B01">
        <w:rPr>
          <w:szCs w:val="28"/>
        </w:rPr>
        <w:t>D</w:t>
      </w:r>
      <w:r w:rsidRPr="00004B01">
        <w:rPr>
          <w:szCs w:val="28"/>
          <w:vertAlign w:val="subscript"/>
        </w:rPr>
        <w:t>i</w:t>
      </w:r>
      <w:proofErr w:type="spellEnd"/>
      <w:r w:rsidRPr="00004B01">
        <w:rPr>
          <w:szCs w:val="28"/>
        </w:rPr>
        <w:t xml:space="preserve"> – планируемое среднегодовое количество дней посещения воспитанниками образовательной организации (период пребывания воспитанника в организации i часов);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</w:rPr>
        <w:t>P – расходы на оплату почтовых и (или) банковских услуг по доставке компенсации получателям;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r w:rsidRPr="00004B01">
        <w:rPr>
          <w:szCs w:val="28"/>
          <w:lang w:val="en-US"/>
        </w:rPr>
        <w:t>N</w:t>
      </w:r>
      <w:r w:rsidRPr="00004B01">
        <w:rPr>
          <w:szCs w:val="28"/>
          <w:vertAlign w:val="subscript"/>
        </w:rPr>
        <w:t>4</w:t>
      </w:r>
      <w:proofErr w:type="spellStart"/>
      <w:r w:rsidRPr="00004B01">
        <w:rPr>
          <w:szCs w:val="28"/>
          <w:vertAlign w:val="subscript"/>
          <w:lang w:val="en-US"/>
        </w:rPr>
        <w:t>i</w:t>
      </w:r>
      <w:proofErr w:type="spellEnd"/>
      <w:r w:rsidRPr="00004B01">
        <w:rPr>
          <w:szCs w:val="28"/>
        </w:rPr>
        <w:t xml:space="preserve"> – количество  детей, родители (законные представители) которых освобождены от взимаемой с родителей (законных представителей) платы за присмотр и уход за детьми</w:t>
      </w:r>
      <w:r w:rsidR="006672B1" w:rsidRPr="00004B01">
        <w:rPr>
          <w:szCs w:val="28"/>
        </w:rPr>
        <w:t xml:space="preserve">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</w:t>
      </w:r>
      <w:r w:rsidRPr="00004B01">
        <w:rPr>
          <w:szCs w:val="28"/>
        </w:rPr>
        <w:t xml:space="preserve">в соответствии с Законом Ярославской области </w:t>
      </w:r>
      <w:r w:rsidR="007F1C3F" w:rsidRPr="00004B01">
        <w:rPr>
          <w:szCs w:val="28"/>
        </w:rPr>
        <w:t xml:space="preserve">«О мерах социальной поддержки членов семей граждан, призванных на военную службу по мобилизации» </w:t>
      </w:r>
      <w:r w:rsidRPr="00004B01">
        <w:rPr>
          <w:szCs w:val="28"/>
        </w:rPr>
        <w:t>(период пребывания воспитанника в организации i часов);</w:t>
      </w:r>
    </w:p>
    <w:p w:rsidR="00862587" w:rsidRPr="00004B01" w:rsidRDefault="00862587" w:rsidP="00862587">
      <w:pPr>
        <w:autoSpaceDE w:val="0"/>
        <w:autoSpaceDN w:val="0"/>
        <w:adjustRightInd w:val="0"/>
        <w:ind w:firstLine="720"/>
        <w:rPr>
          <w:szCs w:val="28"/>
        </w:rPr>
      </w:pPr>
      <w:proofErr w:type="spellStart"/>
      <w:r w:rsidRPr="00004B01">
        <w:rPr>
          <w:szCs w:val="28"/>
          <w:lang w:val="en-US"/>
        </w:rPr>
        <w:t>R</w:t>
      </w:r>
      <w:r w:rsidRPr="00004B01">
        <w:rPr>
          <w:szCs w:val="28"/>
          <w:vertAlign w:val="subscript"/>
          <w:lang w:val="en-US"/>
        </w:rPr>
        <w:t>i</w:t>
      </w:r>
      <w:proofErr w:type="spellEnd"/>
      <w:r w:rsidRPr="00004B01">
        <w:rPr>
          <w:szCs w:val="28"/>
        </w:rPr>
        <w:t xml:space="preserve"> – планируемое  среднегодовое количество дней посещения воспитанниками образовательной организации, родители (законные представители) которых освобождены от </w:t>
      </w:r>
      <w:r w:rsidR="007F1C3F" w:rsidRPr="00004B01">
        <w:rPr>
          <w:szCs w:val="28"/>
        </w:rPr>
        <w:t xml:space="preserve">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в соответствии с Законом Ярославской области «О мерах социальной </w:t>
      </w:r>
      <w:r w:rsidR="007F1C3F" w:rsidRPr="00004B01">
        <w:rPr>
          <w:szCs w:val="28"/>
        </w:rPr>
        <w:lastRenderedPageBreak/>
        <w:t xml:space="preserve">поддержки членов семей граждан, призванных на военную службу по мобилизации» </w:t>
      </w:r>
      <w:r w:rsidRPr="00004B01">
        <w:rPr>
          <w:szCs w:val="28"/>
        </w:rPr>
        <w:t>(период пребывания воспит</w:t>
      </w:r>
      <w:r w:rsidR="00D87EBB" w:rsidRPr="00004B01">
        <w:rPr>
          <w:szCs w:val="28"/>
        </w:rPr>
        <w:t>анника в организации i часов).»;</w:t>
      </w:r>
    </w:p>
    <w:bookmarkEnd w:id="2"/>
    <w:p w:rsidR="00A4467E" w:rsidRPr="00004B01" w:rsidRDefault="00A4467E" w:rsidP="00A4467E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>д) в разделе 19:</w:t>
      </w:r>
    </w:p>
    <w:p w:rsidR="00A4467E" w:rsidRPr="00004B01" w:rsidRDefault="00A4467E" w:rsidP="00A4467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szCs w:val="28"/>
        </w:rPr>
        <w:t>в абзаце четвертом пункта 3 слова «</w:t>
      </w:r>
      <w:r w:rsidRPr="00004B01">
        <w:rPr>
          <w:rFonts w:cs="Times New Roman"/>
          <w:szCs w:val="28"/>
        </w:rPr>
        <w:t>на предоставление услуг по дошкольному образованию детей» заменить словами «на реализацию образовательных программ дошкольного образования»</w:t>
      </w:r>
      <w:r w:rsidR="007F659E" w:rsidRPr="00004B01">
        <w:rPr>
          <w:rFonts w:cs="Times New Roman"/>
          <w:szCs w:val="28"/>
        </w:rPr>
        <w:t>;</w:t>
      </w:r>
    </w:p>
    <w:p w:rsidR="00A4467E" w:rsidRPr="00004B01" w:rsidRDefault="00FF7F2E" w:rsidP="00CF6DEE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>пункт 5 изложить в следующей редакции:</w:t>
      </w:r>
    </w:p>
    <w:p w:rsidR="00FF7F2E" w:rsidRPr="00004B01" w:rsidRDefault="00FF7F2E" w:rsidP="00FF7F2E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 xml:space="preserve">«5. Объем расходов </w:t>
      </w:r>
      <w:r w:rsidRPr="00004B01">
        <w:rPr>
          <w:rFonts w:cs="Times New Roman"/>
          <w:szCs w:val="28"/>
        </w:rPr>
        <w:t>на реализацию образовательных программ дошкольного образования</w:t>
      </w:r>
      <w:r w:rsidRPr="00004B01">
        <w:rPr>
          <w:szCs w:val="28"/>
        </w:rPr>
        <w:t xml:space="preserve"> в соответствии с нормативами, утвержденными Правительством Ярославской области, определяется по формуле:</w:t>
      </w:r>
    </w:p>
    <w:p w:rsidR="00FF7F2E" w:rsidRPr="00004B01" w:rsidRDefault="00FF7F2E" w:rsidP="00FF7F2E">
      <w:pPr>
        <w:autoSpaceDE w:val="0"/>
        <w:autoSpaceDN w:val="0"/>
        <w:adjustRightInd w:val="0"/>
        <w:rPr>
          <w:szCs w:val="28"/>
        </w:rPr>
      </w:pPr>
    </w:p>
    <w:p w:rsidR="00FF7F2E" w:rsidRPr="00004B01" w:rsidRDefault="00FF7F2E" w:rsidP="00FF7F2E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  <w:lang w:val="en-US"/>
        </w:rPr>
        <w:t>S</w:t>
      </w:r>
      <w:r w:rsidRPr="00004B01">
        <w:rPr>
          <w:szCs w:val="28"/>
          <w:vertAlign w:val="subscript"/>
        </w:rPr>
        <w:t>2</w:t>
      </w:r>
      <w:r w:rsidRPr="00004B01">
        <w:rPr>
          <w:szCs w:val="28"/>
        </w:rPr>
        <w:t xml:space="preserve"> = ∑ </w:t>
      </w:r>
      <w:r w:rsidRPr="00004B01">
        <w:rPr>
          <w:szCs w:val="28"/>
          <w:lang w:val="en-US"/>
        </w:rPr>
        <w:t>N</w:t>
      </w:r>
      <w:r w:rsidRPr="00004B01">
        <w:rPr>
          <w:szCs w:val="28"/>
          <w:vertAlign w:val="subscript"/>
          <w:lang w:val="en-US"/>
        </w:rPr>
        <w:t>i</w:t>
      </w:r>
      <w:r w:rsidRPr="00004B01">
        <w:rPr>
          <w:szCs w:val="28"/>
        </w:rPr>
        <w:t xml:space="preserve"> × </w:t>
      </w:r>
      <w:r w:rsidRPr="00004B01">
        <w:rPr>
          <w:szCs w:val="28"/>
          <w:lang w:val="en-US"/>
        </w:rPr>
        <w:t>D</w:t>
      </w:r>
      <w:r w:rsidRPr="00004B01">
        <w:rPr>
          <w:szCs w:val="28"/>
          <w:vertAlign w:val="subscript"/>
          <w:lang w:val="en-US"/>
        </w:rPr>
        <w:t>i</w:t>
      </w:r>
      <w:r w:rsidRPr="00004B01">
        <w:rPr>
          <w:szCs w:val="28"/>
        </w:rPr>
        <w:t>, где:</w:t>
      </w:r>
    </w:p>
    <w:p w:rsidR="00FF7F2E" w:rsidRPr="00004B01" w:rsidRDefault="00FF7F2E" w:rsidP="00FF7F2E">
      <w:pPr>
        <w:autoSpaceDE w:val="0"/>
        <w:autoSpaceDN w:val="0"/>
        <w:adjustRightInd w:val="0"/>
        <w:rPr>
          <w:szCs w:val="28"/>
        </w:rPr>
      </w:pPr>
    </w:p>
    <w:p w:rsidR="00FF7F2E" w:rsidRPr="00004B01" w:rsidRDefault="00FF7F2E" w:rsidP="00FF7F2E">
      <w:pPr>
        <w:autoSpaceDE w:val="0"/>
        <w:autoSpaceDN w:val="0"/>
        <w:adjustRightInd w:val="0"/>
        <w:rPr>
          <w:szCs w:val="28"/>
        </w:rPr>
      </w:pPr>
      <w:proofErr w:type="spellStart"/>
      <w:r w:rsidRPr="00004B01">
        <w:rPr>
          <w:szCs w:val="28"/>
        </w:rPr>
        <w:t>N</w:t>
      </w:r>
      <w:r w:rsidRPr="00004B01">
        <w:rPr>
          <w:szCs w:val="28"/>
          <w:vertAlign w:val="subscript"/>
        </w:rPr>
        <w:t>i</w:t>
      </w:r>
      <w:proofErr w:type="spellEnd"/>
      <w:r w:rsidRPr="00004B01">
        <w:rPr>
          <w:szCs w:val="28"/>
        </w:rPr>
        <w:t xml:space="preserve"> – норматив бюджетного финансирования</w:t>
      </w:r>
      <w:r w:rsidRPr="00004B01">
        <w:rPr>
          <w:rFonts w:cs="Times New Roman"/>
          <w:szCs w:val="28"/>
        </w:rPr>
        <w:t xml:space="preserve"> реализации образовательных программ дошкольного образования</w:t>
      </w:r>
      <w:r w:rsidRPr="00004B01">
        <w:rPr>
          <w:szCs w:val="28"/>
        </w:rPr>
        <w:t>, утвержденный Правительством Ярославской области с учетом особенностей образовательного процесса (с корректирующим коэффициентом);</w:t>
      </w:r>
    </w:p>
    <w:p w:rsidR="00A4467E" w:rsidRPr="00004B01" w:rsidRDefault="00FF7F2E" w:rsidP="00FF7F2E">
      <w:pPr>
        <w:autoSpaceDE w:val="0"/>
        <w:autoSpaceDN w:val="0"/>
        <w:adjustRightInd w:val="0"/>
        <w:rPr>
          <w:szCs w:val="28"/>
        </w:rPr>
      </w:pPr>
      <w:proofErr w:type="spellStart"/>
      <w:r w:rsidRPr="00004B01">
        <w:rPr>
          <w:szCs w:val="28"/>
        </w:rPr>
        <w:t>D</w:t>
      </w:r>
      <w:r w:rsidRPr="00004B01">
        <w:rPr>
          <w:szCs w:val="28"/>
          <w:vertAlign w:val="subscript"/>
        </w:rPr>
        <w:t>i</w:t>
      </w:r>
      <w:proofErr w:type="spellEnd"/>
      <w:r w:rsidRPr="00004B01">
        <w:rPr>
          <w:szCs w:val="28"/>
        </w:rPr>
        <w:t xml:space="preserve"> – количество воспитанников образовательных организаций, в отношении которых применяется соответствующий норматив</w:t>
      </w:r>
      <w:proofErr w:type="gramStart"/>
      <w:r w:rsidRPr="00004B01">
        <w:rPr>
          <w:szCs w:val="28"/>
        </w:rPr>
        <w:t xml:space="preserve">.»; </w:t>
      </w:r>
      <w:proofErr w:type="gramEnd"/>
    </w:p>
    <w:p w:rsidR="007F659E" w:rsidRPr="00004B01" w:rsidRDefault="007F659E" w:rsidP="007F659E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>е) в разделе 19</w:t>
      </w:r>
      <w:r w:rsidRPr="00004B01">
        <w:rPr>
          <w:szCs w:val="28"/>
          <w:vertAlign w:val="superscript"/>
        </w:rPr>
        <w:t>2</w:t>
      </w:r>
      <w:r w:rsidRPr="00004B01">
        <w:rPr>
          <w:szCs w:val="28"/>
        </w:rPr>
        <w:t>:</w:t>
      </w:r>
    </w:p>
    <w:p w:rsidR="007F659E" w:rsidRPr="00004B01" w:rsidRDefault="007F659E" w:rsidP="007F659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szCs w:val="28"/>
        </w:rPr>
        <w:t xml:space="preserve">в абзаце третьем пункта 3 слова </w:t>
      </w:r>
      <w:r w:rsidRPr="00004B01">
        <w:rPr>
          <w:rFonts w:cs="Times New Roman"/>
          <w:szCs w:val="28"/>
        </w:rPr>
        <w:t>на «предоставление услуг по дошкольному образованию детей» заменить словами «на реализацию образовательных программ дошкольного образования»;</w:t>
      </w:r>
    </w:p>
    <w:p w:rsidR="007F659E" w:rsidRPr="00004B01" w:rsidRDefault="007F659E" w:rsidP="007F659E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>пункт 4 изложить в следующей редакции:</w:t>
      </w:r>
    </w:p>
    <w:p w:rsidR="007F659E" w:rsidRPr="00004B01" w:rsidRDefault="007F659E" w:rsidP="007F659E">
      <w:pPr>
        <w:autoSpaceDE w:val="0"/>
        <w:autoSpaceDN w:val="0"/>
        <w:adjustRightInd w:val="0"/>
        <w:rPr>
          <w:rFonts w:cs="Times New Roman"/>
          <w:szCs w:val="28"/>
        </w:rPr>
      </w:pPr>
      <w:r w:rsidRPr="00004B01">
        <w:rPr>
          <w:rFonts w:cs="Times New Roman"/>
          <w:szCs w:val="28"/>
        </w:rPr>
        <w:t>«4. Объем расходов на реализацию образовательных программ дошкольного образования в соответствии с нормативами, утвержденными Правительством Ярославской области, определяется по формуле:</w:t>
      </w:r>
    </w:p>
    <w:p w:rsidR="007F659E" w:rsidRPr="00004B01" w:rsidRDefault="007F659E" w:rsidP="007F659E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</w:p>
    <w:p w:rsidR="007F659E" w:rsidRPr="00004B01" w:rsidRDefault="007F659E" w:rsidP="007F659E">
      <w:pPr>
        <w:autoSpaceDE w:val="0"/>
        <w:autoSpaceDN w:val="0"/>
        <w:adjustRightInd w:val="0"/>
        <w:rPr>
          <w:szCs w:val="28"/>
        </w:rPr>
      </w:pPr>
      <w:r w:rsidRPr="00004B01">
        <w:rPr>
          <w:szCs w:val="28"/>
          <w:lang w:val="en-US"/>
        </w:rPr>
        <w:t>S</w:t>
      </w:r>
      <w:bookmarkStart w:id="5" w:name="_GoBack"/>
      <w:r w:rsidR="002B3CBE" w:rsidRPr="002B3CBE">
        <w:rPr>
          <w:szCs w:val="28"/>
          <w:vertAlign w:val="subscript"/>
        </w:rPr>
        <w:t>1</w:t>
      </w:r>
      <w:bookmarkEnd w:id="5"/>
      <w:r w:rsidRPr="00004B01">
        <w:rPr>
          <w:szCs w:val="28"/>
        </w:rPr>
        <w:t xml:space="preserve"> = ∑ </w:t>
      </w:r>
      <w:r w:rsidRPr="00004B01">
        <w:rPr>
          <w:szCs w:val="28"/>
          <w:lang w:val="en-US"/>
        </w:rPr>
        <w:t>N</w:t>
      </w:r>
      <w:r w:rsidRPr="00004B01">
        <w:rPr>
          <w:szCs w:val="28"/>
          <w:vertAlign w:val="subscript"/>
          <w:lang w:val="en-US"/>
        </w:rPr>
        <w:t>i</w:t>
      </w:r>
      <w:r w:rsidRPr="00004B01">
        <w:rPr>
          <w:szCs w:val="28"/>
        </w:rPr>
        <w:t xml:space="preserve"> × </w:t>
      </w:r>
      <w:r w:rsidRPr="00004B01">
        <w:rPr>
          <w:szCs w:val="28"/>
          <w:lang w:val="en-US"/>
        </w:rPr>
        <w:t>D</w:t>
      </w:r>
      <w:r w:rsidRPr="00004B01">
        <w:rPr>
          <w:szCs w:val="28"/>
          <w:vertAlign w:val="subscript"/>
          <w:lang w:val="en-US"/>
        </w:rPr>
        <w:t>i</w:t>
      </w:r>
      <w:r w:rsidRPr="00004B01">
        <w:rPr>
          <w:szCs w:val="28"/>
        </w:rPr>
        <w:t>, где:</w:t>
      </w:r>
    </w:p>
    <w:p w:rsidR="007F659E" w:rsidRPr="00004B01" w:rsidRDefault="007F659E" w:rsidP="007F659E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7F659E" w:rsidRPr="00004B01" w:rsidRDefault="007F659E" w:rsidP="007F659E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004B01">
        <w:rPr>
          <w:rFonts w:cs="Times New Roman"/>
          <w:szCs w:val="28"/>
        </w:rPr>
        <w:t>N</w:t>
      </w:r>
      <w:r w:rsidRPr="00004B01">
        <w:rPr>
          <w:rFonts w:cs="Times New Roman"/>
          <w:szCs w:val="28"/>
          <w:vertAlign w:val="subscript"/>
        </w:rPr>
        <w:t>i</w:t>
      </w:r>
      <w:proofErr w:type="spellEnd"/>
      <w:r w:rsidRPr="00004B01">
        <w:rPr>
          <w:rFonts w:cs="Times New Roman"/>
          <w:szCs w:val="28"/>
        </w:rPr>
        <w:t xml:space="preserve"> – норматив бюджетного финансирования реализации образовательных программ дошкольного образования, утвержденный Правительством Ярославской области с учетом корректирующих коэффициентов;</w:t>
      </w:r>
    </w:p>
    <w:p w:rsidR="007F659E" w:rsidRPr="00004B01" w:rsidRDefault="007F659E" w:rsidP="007F659E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004B01">
        <w:rPr>
          <w:rFonts w:cs="Times New Roman"/>
          <w:szCs w:val="28"/>
        </w:rPr>
        <w:t>D</w:t>
      </w:r>
      <w:r w:rsidRPr="00004B01">
        <w:rPr>
          <w:rFonts w:cs="Times New Roman"/>
          <w:szCs w:val="28"/>
          <w:vertAlign w:val="subscript"/>
        </w:rPr>
        <w:t>i</w:t>
      </w:r>
      <w:proofErr w:type="spellEnd"/>
      <w:r w:rsidRPr="00004B01">
        <w:rPr>
          <w:rFonts w:cs="Times New Roman"/>
          <w:szCs w:val="28"/>
        </w:rPr>
        <w:t xml:space="preserve"> – количество воспитанников дошкольных образовательных организаций, в отношении которых применяется соответствующий норматив</w:t>
      </w:r>
      <w:proofErr w:type="gramStart"/>
      <w:r w:rsidRPr="00004B01">
        <w:rPr>
          <w:rFonts w:cs="Times New Roman"/>
          <w:szCs w:val="28"/>
        </w:rPr>
        <w:t>.».</w:t>
      </w:r>
      <w:proofErr w:type="gramEnd"/>
    </w:p>
    <w:p w:rsidR="00FF7F2E" w:rsidRPr="00004B01" w:rsidRDefault="007F659E" w:rsidP="007F659E">
      <w:pPr>
        <w:tabs>
          <w:tab w:val="left" w:pos="2557"/>
        </w:tabs>
        <w:autoSpaceDE w:val="0"/>
        <w:autoSpaceDN w:val="0"/>
        <w:adjustRightInd w:val="0"/>
        <w:rPr>
          <w:szCs w:val="28"/>
        </w:rPr>
      </w:pPr>
      <w:r w:rsidRPr="00004B01">
        <w:rPr>
          <w:szCs w:val="28"/>
        </w:rPr>
        <w:tab/>
      </w:r>
    </w:p>
    <w:p w:rsidR="008C072B" w:rsidRPr="00004B01" w:rsidRDefault="00610876" w:rsidP="00CF6DEE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004B01">
        <w:rPr>
          <w:rFonts w:cs="Times New Roman"/>
          <w:b/>
          <w:szCs w:val="28"/>
        </w:rPr>
        <w:t>Статья 2</w:t>
      </w:r>
    </w:p>
    <w:p w:rsidR="006672B1" w:rsidRPr="00004B01" w:rsidRDefault="00E43F1E" w:rsidP="001304A2">
      <w:pPr>
        <w:rPr>
          <w:szCs w:val="28"/>
        </w:rPr>
      </w:pPr>
      <w:r w:rsidRPr="00004B01">
        <w:rPr>
          <w:szCs w:val="28"/>
        </w:rPr>
        <w:t xml:space="preserve">1. </w:t>
      </w:r>
      <w:r w:rsidR="00442B44" w:rsidRPr="00004B01">
        <w:rPr>
          <w:szCs w:val="28"/>
        </w:rPr>
        <w:t xml:space="preserve">Настоящий Закон вступает в силу </w:t>
      </w:r>
      <w:r w:rsidR="001304A2" w:rsidRPr="00004B01">
        <w:rPr>
          <w:szCs w:val="28"/>
        </w:rPr>
        <w:t xml:space="preserve">по </w:t>
      </w:r>
      <w:proofErr w:type="gramStart"/>
      <w:r w:rsidR="001304A2" w:rsidRPr="00004B01">
        <w:rPr>
          <w:szCs w:val="28"/>
        </w:rPr>
        <w:t>истечении</w:t>
      </w:r>
      <w:proofErr w:type="gramEnd"/>
      <w:r w:rsidR="001304A2" w:rsidRPr="00004B01">
        <w:rPr>
          <w:szCs w:val="28"/>
        </w:rPr>
        <w:t xml:space="preserve"> 10 дней после дня его официального опубликования, за исключением </w:t>
      </w:r>
      <w:r w:rsidR="00D333AD" w:rsidRPr="00004B01">
        <w:rPr>
          <w:szCs w:val="28"/>
        </w:rPr>
        <w:t xml:space="preserve">пункта 1, </w:t>
      </w:r>
      <w:r w:rsidR="001304A2" w:rsidRPr="00004B01">
        <w:rPr>
          <w:szCs w:val="28"/>
        </w:rPr>
        <w:t>подпунктов «б» и «в»</w:t>
      </w:r>
      <w:r w:rsidR="004E6F15" w:rsidRPr="00004B01">
        <w:rPr>
          <w:szCs w:val="28"/>
        </w:rPr>
        <w:t xml:space="preserve"> пункта 2</w:t>
      </w:r>
      <w:r w:rsidR="001304A2" w:rsidRPr="00004B01">
        <w:rPr>
          <w:szCs w:val="28"/>
        </w:rPr>
        <w:t xml:space="preserve">, подпунктов «в» и «г» пункта </w:t>
      </w:r>
      <w:r w:rsidR="007F659E" w:rsidRPr="00004B01">
        <w:rPr>
          <w:szCs w:val="28"/>
        </w:rPr>
        <w:t>6</w:t>
      </w:r>
      <w:r w:rsidR="001304A2" w:rsidRPr="00004B01">
        <w:rPr>
          <w:szCs w:val="28"/>
        </w:rPr>
        <w:t xml:space="preserve"> статьи 1 настоящего Закона, вступающих в силу с </w:t>
      </w:r>
      <w:r w:rsidR="00442B44" w:rsidRPr="00004B01">
        <w:rPr>
          <w:szCs w:val="28"/>
        </w:rPr>
        <w:t>1 ноября 2022 года</w:t>
      </w:r>
      <w:r w:rsidR="001304A2" w:rsidRPr="00004B01">
        <w:rPr>
          <w:szCs w:val="28"/>
        </w:rPr>
        <w:t>.</w:t>
      </w:r>
    </w:p>
    <w:p w:rsidR="00610876" w:rsidRPr="00004B01" w:rsidRDefault="001304A2" w:rsidP="00610876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004B01">
        <w:rPr>
          <w:szCs w:val="28"/>
        </w:rPr>
        <w:t xml:space="preserve">2. </w:t>
      </w:r>
      <w:r w:rsidR="00610876" w:rsidRPr="00004B01">
        <w:rPr>
          <w:szCs w:val="28"/>
        </w:rPr>
        <w:t xml:space="preserve">Действие положений абзацев пятого и десятого пункта 4, абзаца </w:t>
      </w:r>
      <w:r w:rsidR="0084543F" w:rsidRPr="00004B01">
        <w:rPr>
          <w:rFonts w:cs="Times New Roman"/>
          <w:szCs w:val="28"/>
        </w:rPr>
        <w:t>четвертого пункта 7 раздела 9</w:t>
      </w:r>
      <w:r w:rsidR="00610876" w:rsidRPr="00004B01">
        <w:rPr>
          <w:rFonts w:cs="Times New Roman"/>
          <w:szCs w:val="28"/>
          <w:vertAlign w:val="superscript"/>
        </w:rPr>
        <w:t>1</w:t>
      </w:r>
      <w:r w:rsidR="00610876" w:rsidRPr="00004B01">
        <w:rPr>
          <w:rFonts w:cs="Times New Roman"/>
          <w:szCs w:val="28"/>
        </w:rPr>
        <w:t xml:space="preserve"> приложения к Закону </w:t>
      </w:r>
      <w:r w:rsidR="00610876" w:rsidRPr="00004B01">
        <w:rPr>
          <w:szCs w:val="28"/>
        </w:rPr>
        <w:t xml:space="preserve">Ярославской области </w:t>
      </w:r>
      <w:r w:rsidR="00610876" w:rsidRPr="00004B01">
        <w:rPr>
          <w:szCs w:val="28"/>
        </w:rPr>
        <w:lastRenderedPageBreak/>
        <w:t xml:space="preserve">от 16.12.2009 № 70-з «О наделении органов местного самоуправления государственными полномочиями Ярославской области» (в редакции настоящего Закона) </w:t>
      </w:r>
      <w:r w:rsidR="00610876" w:rsidRPr="00004B01">
        <w:rPr>
          <w:rFonts w:cs="Times New Roman"/>
          <w:bCs/>
          <w:szCs w:val="28"/>
        </w:rPr>
        <w:t>распространяется на правоотношения, возникшие с 1 января 2022 года.</w:t>
      </w:r>
    </w:p>
    <w:p w:rsidR="00610876" w:rsidRPr="00004B01" w:rsidRDefault="001304A2" w:rsidP="00610876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004B01">
        <w:rPr>
          <w:szCs w:val="28"/>
        </w:rPr>
        <w:t>3</w:t>
      </w:r>
      <w:r w:rsidR="00E43F1E" w:rsidRPr="00004B01">
        <w:rPr>
          <w:szCs w:val="28"/>
        </w:rPr>
        <w:t xml:space="preserve">. </w:t>
      </w:r>
      <w:r w:rsidR="00610876" w:rsidRPr="00004B01">
        <w:rPr>
          <w:szCs w:val="28"/>
        </w:rPr>
        <w:t xml:space="preserve">Действие положений </w:t>
      </w:r>
      <w:r w:rsidR="00610876" w:rsidRPr="00004B01">
        <w:rPr>
          <w:rFonts w:cs="Times New Roman"/>
          <w:szCs w:val="28"/>
        </w:rPr>
        <w:t xml:space="preserve">абзаца четвертого пункта 5 и абзаца четвертого пункта 6 раздела </w:t>
      </w:r>
      <w:r w:rsidR="00D333AD" w:rsidRPr="00004B01">
        <w:rPr>
          <w:rFonts w:cs="Times New Roman"/>
          <w:szCs w:val="28"/>
        </w:rPr>
        <w:t>9</w:t>
      </w:r>
      <w:r w:rsidR="00610876" w:rsidRPr="00004B01">
        <w:rPr>
          <w:rFonts w:cs="Times New Roman"/>
          <w:szCs w:val="28"/>
          <w:vertAlign w:val="superscript"/>
        </w:rPr>
        <w:t>1</w:t>
      </w:r>
      <w:r w:rsidR="00610876" w:rsidRPr="00004B01">
        <w:rPr>
          <w:rFonts w:cs="Times New Roman"/>
          <w:szCs w:val="28"/>
        </w:rPr>
        <w:t xml:space="preserve"> приложения к Закону </w:t>
      </w:r>
      <w:r w:rsidR="00610876" w:rsidRPr="00004B01">
        <w:rPr>
          <w:szCs w:val="28"/>
        </w:rPr>
        <w:t xml:space="preserve">Ярославской области от 16.12.2009 № 70-з «О наделении органов местного самоуправления государственными полномочиями Ярославской области» (в редакции настоящего Закона) </w:t>
      </w:r>
      <w:r w:rsidR="00610876" w:rsidRPr="00004B01">
        <w:rPr>
          <w:rFonts w:cs="Times New Roman"/>
          <w:bCs/>
          <w:szCs w:val="28"/>
        </w:rPr>
        <w:t>распространяется на правоотношения, возникшие с 1 июля 2022 года.</w:t>
      </w:r>
    </w:p>
    <w:p w:rsidR="00484AD6" w:rsidRPr="00004B01" w:rsidRDefault="00484AD6" w:rsidP="00AA44A3">
      <w:pPr>
        <w:autoSpaceDE w:val="0"/>
        <w:autoSpaceDN w:val="0"/>
        <w:adjustRightInd w:val="0"/>
        <w:rPr>
          <w:szCs w:val="28"/>
        </w:rPr>
      </w:pPr>
    </w:p>
    <w:p w:rsidR="00FE3059" w:rsidRPr="00004B01" w:rsidRDefault="00FE3059" w:rsidP="007A7B38">
      <w:pPr>
        <w:rPr>
          <w:rFonts w:eastAsia="Times New Roman" w:cs="Times New Roman"/>
          <w:szCs w:val="28"/>
          <w:lang w:eastAsia="ru-RU"/>
        </w:rPr>
      </w:pPr>
    </w:p>
    <w:p w:rsidR="006040D6" w:rsidRPr="00004B01" w:rsidRDefault="006040D6" w:rsidP="007A7B38">
      <w:pPr>
        <w:rPr>
          <w:rFonts w:eastAsia="Times New Roman" w:cs="Times New Roman"/>
          <w:szCs w:val="28"/>
          <w:lang w:eastAsia="ru-RU"/>
        </w:rPr>
      </w:pPr>
    </w:p>
    <w:p w:rsidR="00F91506" w:rsidRPr="00004B01" w:rsidRDefault="00663DD4" w:rsidP="00F91506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004B01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F91506" w:rsidRPr="00004B01" w:rsidRDefault="00F91506" w:rsidP="00F91506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004B01">
        <w:rPr>
          <w:rFonts w:eastAsia="Times New Roman" w:cs="Times New Roman"/>
          <w:bCs/>
          <w:szCs w:val="28"/>
          <w:lang w:eastAsia="ru-RU"/>
        </w:rPr>
        <w:t>Ярославской области</w:t>
      </w:r>
      <w:r w:rsidRPr="00004B01">
        <w:rPr>
          <w:rFonts w:eastAsia="Times New Roman" w:cs="Times New Roman"/>
          <w:bCs/>
          <w:szCs w:val="28"/>
          <w:lang w:eastAsia="ru-RU"/>
        </w:rPr>
        <w:tab/>
        <w:t xml:space="preserve">                                                                       </w:t>
      </w:r>
      <w:r w:rsidR="00070B9E" w:rsidRPr="00004B01">
        <w:rPr>
          <w:rFonts w:eastAsia="Times New Roman" w:cs="Times New Roman"/>
          <w:bCs/>
          <w:szCs w:val="28"/>
          <w:lang w:eastAsia="ru-RU"/>
        </w:rPr>
        <w:t xml:space="preserve">  </w:t>
      </w:r>
      <w:r w:rsidRPr="00004B01">
        <w:rPr>
          <w:rFonts w:eastAsia="Times New Roman" w:cs="Times New Roman"/>
          <w:bCs/>
          <w:szCs w:val="28"/>
          <w:lang w:eastAsia="ru-RU"/>
        </w:rPr>
        <w:t xml:space="preserve"> М.Я. </w:t>
      </w:r>
      <w:proofErr w:type="spellStart"/>
      <w:r w:rsidRPr="00004B01">
        <w:rPr>
          <w:rFonts w:eastAsia="Times New Roman" w:cs="Times New Roman"/>
          <w:bCs/>
          <w:szCs w:val="28"/>
          <w:lang w:eastAsia="ru-RU"/>
        </w:rPr>
        <w:t>Евраев</w:t>
      </w:r>
      <w:proofErr w:type="spellEnd"/>
    </w:p>
    <w:p w:rsidR="007A7B38" w:rsidRPr="00004B01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FB733D" w:rsidRPr="00004B01" w:rsidRDefault="00FB733D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004B01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  <w:r w:rsidRPr="00004B01">
        <w:rPr>
          <w:rFonts w:eastAsia="Times New Roman" w:cs="Times New Roman"/>
          <w:szCs w:val="28"/>
          <w:lang w:eastAsia="ru-RU"/>
        </w:rPr>
        <w:t>«_____»_____________ 202</w:t>
      </w:r>
      <w:r w:rsidR="00FE3059" w:rsidRPr="00004B01">
        <w:rPr>
          <w:rFonts w:eastAsia="Times New Roman" w:cs="Times New Roman"/>
          <w:szCs w:val="28"/>
          <w:lang w:eastAsia="ru-RU"/>
        </w:rPr>
        <w:t>2</w:t>
      </w:r>
      <w:r w:rsidRPr="00004B01">
        <w:rPr>
          <w:rFonts w:eastAsia="Times New Roman" w:cs="Times New Roman"/>
          <w:szCs w:val="28"/>
          <w:lang w:eastAsia="ru-RU"/>
        </w:rPr>
        <w:t xml:space="preserve"> г.</w:t>
      </w:r>
    </w:p>
    <w:p w:rsidR="007A7B38" w:rsidRPr="00004B01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004B01" w:rsidRDefault="007A7B38" w:rsidP="0004616C">
      <w:pPr>
        <w:ind w:firstLine="0"/>
        <w:rPr>
          <w:rFonts w:cs="Times New Roman"/>
          <w:szCs w:val="28"/>
        </w:rPr>
      </w:pPr>
      <w:r w:rsidRPr="00004B01">
        <w:rPr>
          <w:rFonts w:eastAsia="Times New Roman" w:cs="Times New Roman"/>
          <w:szCs w:val="28"/>
          <w:lang w:eastAsia="ru-RU"/>
        </w:rPr>
        <w:t>№ _______</w:t>
      </w:r>
    </w:p>
    <w:sectPr w:rsidR="007A7B38" w:rsidRPr="00004B01" w:rsidSect="008F742D">
      <w:headerReference w:type="default" r:id="rId14"/>
      <w:pgSz w:w="11906" w:h="16838"/>
      <w:pgMar w:top="851" w:right="70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16B" w:rsidRDefault="0080316B" w:rsidP="00D96DB8">
      <w:r>
        <w:separator/>
      </w:r>
    </w:p>
  </w:endnote>
  <w:endnote w:type="continuationSeparator" w:id="0">
    <w:p w:rsidR="0080316B" w:rsidRDefault="0080316B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16B" w:rsidRDefault="0080316B" w:rsidP="00D96DB8">
      <w:r>
        <w:separator/>
      </w:r>
    </w:p>
  </w:footnote>
  <w:footnote w:type="continuationSeparator" w:id="0">
    <w:p w:rsidR="0080316B" w:rsidRDefault="0080316B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CBE">
          <w:rPr>
            <w:noProof/>
          </w:rPr>
          <w:t>8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4B01"/>
    <w:rsid w:val="00005515"/>
    <w:rsid w:val="000079A3"/>
    <w:rsid w:val="00011A27"/>
    <w:rsid w:val="00013213"/>
    <w:rsid w:val="000157F9"/>
    <w:rsid w:val="00015885"/>
    <w:rsid w:val="00015A17"/>
    <w:rsid w:val="00015A31"/>
    <w:rsid w:val="00016166"/>
    <w:rsid w:val="000172ED"/>
    <w:rsid w:val="00021AD7"/>
    <w:rsid w:val="0002304D"/>
    <w:rsid w:val="00025517"/>
    <w:rsid w:val="000272DE"/>
    <w:rsid w:val="00027368"/>
    <w:rsid w:val="000273FF"/>
    <w:rsid w:val="00031FD1"/>
    <w:rsid w:val="000330D9"/>
    <w:rsid w:val="0003361F"/>
    <w:rsid w:val="00033B55"/>
    <w:rsid w:val="00034FE9"/>
    <w:rsid w:val="00035C85"/>
    <w:rsid w:val="0003672D"/>
    <w:rsid w:val="00036A7E"/>
    <w:rsid w:val="00036C56"/>
    <w:rsid w:val="000372F8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3CEA"/>
    <w:rsid w:val="00063F5C"/>
    <w:rsid w:val="000644C8"/>
    <w:rsid w:val="00064B26"/>
    <w:rsid w:val="00066979"/>
    <w:rsid w:val="00067B91"/>
    <w:rsid w:val="00067E0A"/>
    <w:rsid w:val="00070B9E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31A2"/>
    <w:rsid w:val="00085DEC"/>
    <w:rsid w:val="00086BEA"/>
    <w:rsid w:val="000904C3"/>
    <w:rsid w:val="00094D8A"/>
    <w:rsid w:val="0009632A"/>
    <w:rsid w:val="0009632E"/>
    <w:rsid w:val="0009714B"/>
    <w:rsid w:val="000A0260"/>
    <w:rsid w:val="000A1FC7"/>
    <w:rsid w:val="000A2302"/>
    <w:rsid w:val="000A3374"/>
    <w:rsid w:val="000B0C5F"/>
    <w:rsid w:val="000B1405"/>
    <w:rsid w:val="000B14AA"/>
    <w:rsid w:val="000B2444"/>
    <w:rsid w:val="000B3DAE"/>
    <w:rsid w:val="000B4CC6"/>
    <w:rsid w:val="000B58E8"/>
    <w:rsid w:val="000B5ACE"/>
    <w:rsid w:val="000B5BA6"/>
    <w:rsid w:val="000B6254"/>
    <w:rsid w:val="000B72FD"/>
    <w:rsid w:val="000C00AD"/>
    <w:rsid w:val="000C0F36"/>
    <w:rsid w:val="000C0F7D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7B8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076C4"/>
    <w:rsid w:val="00113E9A"/>
    <w:rsid w:val="00114206"/>
    <w:rsid w:val="00116141"/>
    <w:rsid w:val="00116F3A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4A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5820"/>
    <w:rsid w:val="00145A4C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9694C"/>
    <w:rsid w:val="001A0F10"/>
    <w:rsid w:val="001A2C8D"/>
    <w:rsid w:val="001A559F"/>
    <w:rsid w:val="001A587F"/>
    <w:rsid w:val="001A7480"/>
    <w:rsid w:val="001B488D"/>
    <w:rsid w:val="001B557A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4368"/>
    <w:rsid w:val="001E5C9F"/>
    <w:rsid w:val="001E697D"/>
    <w:rsid w:val="001E7253"/>
    <w:rsid w:val="001E7AE7"/>
    <w:rsid w:val="001F0F51"/>
    <w:rsid w:val="001F2BB3"/>
    <w:rsid w:val="001F3F66"/>
    <w:rsid w:val="001F4712"/>
    <w:rsid w:val="001F53D3"/>
    <w:rsid w:val="0020086C"/>
    <w:rsid w:val="002009C2"/>
    <w:rsid w:val="002009DE"/>
    <w:rsid w:val="00203088"/>
    <w:rsid w:val="002031D2"/>
    <w:rsid w:val="00203679"/>
    <w:rsid w:val="002071FD"/>
    <w:rsid w:val="00207B95"/>
    <w:rsid w:val="00215AC1"/>
    <w:rsid w:val="00216D90"/>
    <w:rsid w:val="002200CF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03C7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0185"/>
    <w:rsid w:val="002711E3"/>
    <w:rsid w:val="002727DA"/>
    <w:rsid w:val="0027375D"/>
    <w:rsid w:val="00274F53"/>
    <w:rsid w:val="00276263"/>
    <w:rsid w:val="00277842"/>
    <w:rsid w:val="00280773"/>
    <w:rsid w:val="002811BB"/>
    <w:rsid w:val="0028212C"/>
    <w:rsid w:val="002833DB"/>
    <w:rsid w:val="00283825"/>
    <w:rsid w:val="00283CDA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3CBE"/>
    <w:rsid w:val="002B720B"/>
    <w:rsid w:val="002B7520"/>
    <w:rsid w:val="002C1757"/>
    <w:rsid w:val="002C3A9F"/>
    <w:rsid w:val="002C4A91"/>
    <w:rsid w:val="002C4D33"/>
    <w:rsid w:val="002C5D6F"/>
    <w:rsid w:val="002C65CF"/>
    <w:rsid w:val="002D1157"/>
    <w:rsid w:val="002D2AEF"/>
    <w:rsid w:val="002D3279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6274"/>
    <w:rsid w:val="00307493"/>
    <w:rsid w:val="00310000"/>
    <w:rsid w:val="00312747"/>
    <w:rsid w:val="00313217"/>
    <w:rsid w:val="00313426"/>
    <w:rsid w:val="003145BB"/>
    <w:rsid w:val="00316F9A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531"/>
    <w:rsid w:val="003436CE"/>
    <w:rsid w:val="00344B31"/>
    <w:rsid w:val="00344EDE"/>
    <w:rsid w:val="00347DF9"/>
    <w:rsid w:val="003525C3"/>
    <w:rsid w:val="00355688"/>
    <w:rsid w:val="003557B0"/>
    <w:rsid w:val="0036035A"/>
    <w:rsid w:val="00360B78"/>
    <w:rsid w:val="0036454C"/>
    <w:rsid w:val="00366A21"/>
    <w:rsid w:val="00366E44"/>
    <w:rsid w:val="003677AB"/>
    <w:rsid w:val="00374AF0"/>
    <w:rsid w:val="003766F5"/>
    <w:rsid w:val="003800FF"/>
    <w:rsid w:val="0038039A"/>
    <w:rsid w:val="003833CF"/>
    <w:rsid w:val="00383718"/>
    <w:rsid w:val="00386350"/>
    <w:rsid w:val="00387587"/>
    <w:rsid w:val="003901D3"/>
    <w:rsid w:val="0039029E"/>
    <w:rsid w:val="00393163"/>
    <w:rsid w:val="00393D1E"/>
    <w:rsid w:val="00394B62"/>
    <w:rsid w:val="003962A0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5BB"/>
    <w:rsid w:val="003C4D67"/>
    <w:rsid w:val="003C6CFE"/>
    <w:rsid w:val="003C6F40"/>
    <w:rsid w:val="003C76CE"/>
    <w:rsid w:val="003D7429"/>
    <w:rsid w:val="003E1FCA"/>
    <w:rsid w:val="003E24E2"/>
    <w:rsid w:val="003E4775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1F3C"/>
    <w:rsid w:val="00402995"/>
    <w:rsid w:val="0040551B"/>
    <w:rsid w:val="00406035"/>
    <w:rsid w:val="004077FF"/>
    <w:rsid w:val="00410EF5"/>
    <w:rsid w:val="004120F6"/>
    <w:rsid w:val="0041221E"/>
    <w:rsid w:val="00412A50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38D6"/>
    <w:rsid w:val="00437D39"/>
    <w:rsid w:val="00441EF5"/>
    <w:rsid w:val="00442B44"/>
    <w:rsid w:val="00447BE7"/>
    <w:rsid w:val="00450A36"/>
    <w:rsid w:val="0045126E"/>
    <w:rsid w:val="00451EB0"/>
    <w:rsid w:val="004565AD"/>
    <w:rsid w:val="00456D34"/>
    <w:rsid w:val="00457F8B"/>
    <w:rsid w:val="00460099"/>
    <w:rsid w:val="00462167"/>
    <w:rsid w:val="0046315A"/>
    <w:rsid w:val="00466C49"/>
    <w:rsid w:val="0047031C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3E39"/>
    <w:rsid w:val="0048437B"/>
    <w:rsid w:val="00484AD6"/>
    <w:rsid w:val="00484D09"/>
    <w:rsid w:val="004855B1"/>
    <w:rsid w:val="00490403"/>
    <w:rsid w:val="00491D56"/>
    <w:rsid w:val="004927F3"/>
    <w:rsid w:val="00492CBD"/>
    <w:rsid w:val="00494DA5"/>
    <w:rsid w:val="00496DA0"/>
    <w:rsid w:val="00497AAC"/>
    <w:rsid w:val="004A1B33"/>
    <w:rsid w:val="004A2CC4"/>
    <w:rsid w:val="004A2FDF"/>
    <w:rsid w:val="004A33FB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E6F15"/>
    <w:rsid w:val="004F1289"/>
    <w:rsid w:val="004F191E"/>
    <w:rsid w:val="004F2F97"/>
    <w:rsid w:val="004F3E14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4B74"/>
    <w:rsid w:val="0051534F"/>
    <w:rsid w:val="0051704D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4781"/>
    <w:rsid w:val="005452C5"/>
    <w:rsid w:val="00546B2E"/>
    <w:rsid w:val="005471D8"/>
    <w:rsid w:val="00547A90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24B5"/>
    <w:rsid w:val="00564078"/>
    <w:rsid w:val="00564FD6"/>
    <w:rsid w:val="0056595A"/>
    <w:rsid w:val="005677CC"/>
    <w:rsid w:val="00571CC0"/>
    <w:rsid w:val="00572B01"/>
    <w:rsid w:val="005745EC"/>
    <w:rsid w:val="005750CF"/>
    <w:rsid w:val="00576514"/>
    <w:rsid w:val="0057698D"/>
    <w:rsid w:val="00576AE2"/>
    <w:rsid w:val="0058041C"/>
    <w:rsid w:val="00581FF7"/>
    <w:rsid w:val="00583F58"/>
    <w:rsid w:val="0058420F"/>
    <w:rsid w:val="005853DF"/>
    <w:rsid w:val="00585A8F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B3CEB"/>
    <w:rsid w:val="005C043C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0D8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0BF5"/>
    <w:rsid w:val="005F3EC6"/>
    <w:rsid w:val="005F5F94"/>
    <w:rsid w:val="00600654"/>
    <w:rsid w:val="006023A9"/>
    <w:rsid w:val="006040D6"/>
    <w:rsid w:val="006048FF"/>
    <w:rsid w:val="00605A43"/>
    <w:rsid w:val="00606DFE"/>
    <w:rsid w:val="006071A5"/>
    <w:rsid w:val="00607CEC"/>
    <w:rsid w:val="00610876"/>
    <w:rsid w:val="0061322A"/>
    <w:rsid w:val="00614F1D"/>
    <w:rsid w:val="00615114"/>
    <w:rsid w:val="006153B9"/>
    <w:rsid w:val="006168C7"/>
    <w:rsid w:val="00621244"/>
    <w:rsid w:val="00622081"/>
    <w:rsid w:val="006237CB"/>
    <w:rsid w:val="00624BD7"/>
    <w:rsid w:val="0062783E"/>
    <w:rsid w:val="00630328"/>
    <w:rsid w:val="0063121A"/>
    <w:rsid w:val="00631435"/>
    <w:rsid w:val="00631851"/>
    <w:rsid w:val="00631DF1"/>
    <w:rsid w:val="006329C7"/>
    <w:rsid w:val="00632B14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3DD4"/>
    <w:rsid w:val="00665122"/>
    <w:rsid w:val="00666B69"/>
    <w:rsid w:val="00666D62"/>
    <w:rsid w:val="006672B1"/>
    <w:rsid w:val="00670FF8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7CD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4939"/>
    <w:rsid w:val="006A544E"/>
    <w:rsid w:val="006C30E2"/>
    <w:rsid w:val="006C3B83"/>
    <w:rsid w:val="006C5129"/>
    <w:rsid w:val="006C5BE2"/>
    <w:rsid w:val="006C731C"/>
    <w:rsid w:val="006D2825"/>
    <w:rsid w:val="006D57D6"/>
    <w:rsid w:val="006D740C"/>
    <w:rsid w:val="006E0254"/>
    <w:rsid w:val="006E0C71"/>
    <w:rsid w:val="006E0F92"/>
    <w:rsid w:val="006E13A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4190"/>
    <w:rsid w:val="00715F25"/>
    <w:rsid w:val="00715F32"/>
    <w:rsid w:val="00716187"/>
    <w:rsid w:val="00716F6B"/>
    <w:rsid w:val="0071747F"/>
    <w:rsid w:val="0072077B"/>
    <w:rsid w:val="00720F6D"/>
    <w:rsid w:val="0072106A"/>
    <w:rsid w:val="00721143"/>
    <w:rsid w:val="00721773"/>
    <w:rsid w:val="00721B15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05E"/>
    <w:rsid w:val="00757918"/>
    <w:rsid w:val="007611B4"/>
    <w:rsid w:val="00761F3F"/>
    <w:rsid w:val="00762CC0"/>
    <w:rsid w:val="00762DA3"/>
    <w:rsid w:val="0076357B"/>
    <w:rsid w:val="00767F92"/>
    <w:rsid w:val="00770285"/>
    <w:rsid w:val="00773699"/>
    <w:rsid w:val="00774E71"/>
    <w:rsid w:val="00775AD1"/>
    <w:rsid w:val="007762AA"/>
    <w:rsid w:val="00781B44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6DE4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659"/>
    <w:rsid w:val="007C4E0A"/>
    <w:rsid w:val="007C56D5"/>
    <w:rsid w:val="007C692D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1C3F"/>
    <w:rsid w:val="007F2082"/>
    <w:rsid w:val="007F2E86"/>
    <w:rsid w:val="007F3441"/>
    <w:rsid w:val="007F659E"/>
    <w:rsid w:val="0080050F"/>
    <w:rsid w:val="0080238C"/>
    <w:rsid w:val="0080316B"/>
    <w:rsid w:val="00803AAC"/>
    <w:rsid w:val="00805141"/>
    <w:rsid w:val="00805320"/>
    <w:rsid w:val="00806E8E"/>
    <w:rsid w:val="00810C9D"/>
    <w:rsid w:val="00811C7C"/>
    <w:rsid w:val="00811CF0"/>
    <w:rsid w:val="008144FE"/>
    <w:rsid w:val="00814C56"/>
    <w:rsid w:val="008176A4"/>
    <w:rsid w:val="00820189"/>
    <w:rsid w:val="00820697"/>
    <w:rsid w:val="00821B15"/>
    <w:rsid w:val="00823B73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543F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587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77CAC"/>
    <w:rsid w:val="00880116"/>
    <w:rsid w:val="00880680"/>
    <w:rsid w:val="00881B8F"/>
    <w:rsid w:val="00882BCC"/>
    <w:rsid w:val="00883A61"/>
    <w:rsid w:val="0088665F"/>
    <w:rsid w:val="00887487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72B"/>
    <w:rsid w:val="008C0B1C"/>
    <w:rsid w:val="008C2409"/>
    <w:rsid w:val="008C48F6"/>
    <w:rsid w:val="008C7A13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4EF7"/>
    <w:rsid w:val="008E5738"/>
    <w:rsid w:val="008E64AF"/>
    <w:rsid w:val="008F1686"/>
    <w:rsid w:val="008F17EA"/>
    <w:rsid w:val="008F1990"/>
    <w:rsid w:val="008F742D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1A"/>
    <w:rsid w:val="00924374"/>
    <w:rsid w:val="00924600"/>
    <w:rsid w:val="00924F5C"/>
    <w:rsid w:val="00925D02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86D8E"/>
    <w:rsid w:val="00990C0D"/>
    <w:rsid w:val="009910FE"/>
    <w:rsid w:val="009918DC"/>
    <w:rsid w:val="00991A3B"/>
    <w:rsid w:val="009921FE"/>
    <w:rsid w:val="00992C78"/>
    <w:rsid w:val="009939DA"/>
    <w:rsid w:val="009952CE"/>
    <w:rsid w:val="00995CBF"/>
    <w:rsid w:val="009973FB"/>
    <w:rsid w:val="009A316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1F72"/>
    <w:rsid w:val="009C21A0"/>
    <w:rsid w:val="009C2E1F"/>
    <w:rsid w:val="009C42D3"/>
    <w:rsid w:val="009C710D"/>
    <w:rsid w:val="009C737C"/>
    <w:rsid w:val="009C7497"/>
    <w:rsid w:val="009C7E6F"/>
    <w:rsid w:val="009D05E1"/>
    <w:rsid w:val="009D1D54"/>
    <w:rsid w:val="009D26A9"/>
    <w:rsid w:val="009D2DEC"/>
    <w:rsid w:val="009D30F9"/>
    <w:rsid w:val="009D4D34"/>
    <w:rsid w:val="009D5BA5"/>
    <w:rsid w:val="009D63B6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709"/>
    <w:rsid w:val="00A008A8"/>
    <w:rsid w:val="00A01BDE"/>
    <w:rsid w:val="00A0273D"/>
    <w:rsid w:val="00A05291"/>
    <w:rsid w:val="00A057A8"/>
    <w:rsid w:val="00A06F44"/>
    <w:rsid w:val="00A07080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6DBC"/>
    <w:rsid w:val="00A2786E"/>
    <w:rsid w:val="00A35ED6"/>
    <w:rsid w:val="00A36962"/>
    <w:rsid w:val="00A37C55"/>
    <w:rsid w:val="00A40384"/>
    <w:rsid w:val="00A407AF"/>
    <w:rsid w:val="00A41119"/>
    <w:rsid w:val="00A417FF"/>
    <w:rsid w:val="00A42856"/>
    <w:rsid w:val="00A4467E"/>
    <w:rsid w:val="00A469EA"/>
    <w:rsid w:val="00A470EF"/>
    <w:rsid w:val="00A47979"/>
    <w:rsid w:val="00A51381"/>
    <w:rsid w:val="00A5140E"/>
    <w:rsid w:val="00A51D9B"/>
    <w:rsid w:val="00A527AD"/>
    <w:rsid w:val="00A52E74"/>
    <w:rsid w:val="00A534C4"/>
    <w:rsid w:val="00A53649"/>
    <w:rsid w:val="00A541B1"/>
    <w:rsid w:val="00A558EF"/>
    <w:rsid w:val="00A565E1"/>
    <w:rsid w:val="00A56BF6"/>
    <w:rsid w:val="00A56D40"/>
    <w:rsid w:val="00A6088A"/>
    <w:rsid w:val="00A639CB"/>
    <w:rsid w:val="00A645B3"/>
    <w:rsid w:val="00A64ACD"/>
    <w:rsid w:val="00A65DA4"/>
    <w:rsid w:val="00A66A86"/>
    <w:rsid w:val="00A671EE"/>
    <w:rsid w:val="00A67B1B"/>
    <w:rsid w:val="00A67BCD"/>
    <w:rsid w:val="00A70D34"/>
    <w:rsid w:val="00A74F52"/>
    <w:rsid w:val="00A757F1"/>
    <w:rsid w:val="00A826E0"/>
    <w:rsid w:val="00A83A0E"/>
    <w:rsid w:val="00A85657"/>
    <w:rsid w:val="00A873F2"/>
    <w:rsid w:val="00A9073B"/>
    <w:rsid w:val="00A92795"/>
    <w:rsid w:val="00A9379A"/>
    <w:rsid w:val="00A93C85"/>
    <w:rsid w:val="00A94763"/>
    <w:rsid w:val="00A967B5"/>
    <w:rsid w:val="00A96BBA"/>
    <w:rsid w:val="00AA1DFF"/>
    <w:rsid w:val="00AA44A3"/>
    <w:rsid w:val="00AA56D9"/>
    <w:rsid w:val="00AA58F4"/>
    <w:rsid w:val="00AA5C10"/>
    <w:rsid w:val="00AA6770"/>
    <w:rsid w:val="00AB0174"/>
    <w:rsid w:val="00AB11B3"/>
    <w:rsid w:val="00AB2367"/>
    <w:rsid w:val="00AB25D5"/>
    <w:rsid w:val="00AB3B7D"/>
    <w:rsid w:val="00AB5E64"/>
    <w:rsid w:val="00AC2707"/>
    <w:rsid w:val="00AC310E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1284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22DE"/>
    <w:rsid w:val="00B74EB0"/>
    <w:rsid w:val="00B7620F"/>
    <w:rsid w:val="00B76651"/>
    <w:rsid w:val="00B8099C"/>
    <w:rsid w:val="00B8159E"/>
    <w:rsid w:val="00B81E25"/>
    <w:rsid w:val="00B820CD"/>
    <w:rsid w:val="00B82292"/>
    <w:rsid w:val="00B83A03"/>
    <w:rsid w:val="00B901BE"/>
    <w:rsid w:val="00B91556"/>
    <w:rsid w:val="00B936C4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825"/>
    <w:rsid w:val="00C12A71"/>
    <w:rsid w:val="00C13752"/>
    <w:rsid w:val="00C148E3"/>
    <w:rsid w:val="00C14C40"/>
    <w:rsid w:val="00C15AA3"/>
    <w:rsid w:val="00C20CF5"/>
    <w:rsid w:val="00C20DFC"/>
    <w:rsid w:val="00C21DA2"/>
    <w:rsid w:val="00C227AA"/>
    <w:rsid w:val="00C232E6"/>
    <w:rsid w:val="00C23847"/>
    <w:rsid w:val="00C2387A"/>
    <w:rsid w:val="00C23A3A"/>
    <w:rsid w:val="00C241FD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5CB"/>
    <w:rsid w:val="00C43F47"/>
    <w:rsid w:val="00C4502A"/>
    <w:rsid w:val="00C46FD7"/>
    <w:rsid w:val="00C505F8"/>
    <w:rsid w:val="00C51CCE"/>
    <w:rsid w:val="00C55B2D"/>
    <w:rsid w:val="00C56062"/>
    <w:rsid w:val="00C57046"/>
    <w:rsid w:val="00C63258"/>
    <w:rsid w:val="00C638F6"/>
    <w:rsid w:val="00C6420E"/>
    <w:rsid w:val="00C6519B"/>
    <w:rsid w:val="00C66A8A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86A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46F"/>
    <w:rsid w:val="00CA7F82"/>
    <w:rsid w:val="00CB2319"/>
    <w:rsid w:val="00CB4E23"/>
    <w:rsid w:val="00CB742E"/>
    <w:rsid w:val="00CB748B"/>
    <w:rsid w:val="00CB7575"/>
    <w:rsid w:val="00CC1285"/>
    <w:rsid w:val="00CC1D57"/>
    <w:rsid w:val="00CC4AC5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5214"/>
    <w:rsid w:val="00CF66DA"/>
    <w:rsid w:val="00CF686A"/>
    <w:rsid w:val="00CF6DEE"/>
    <w:rsid w:val="00D00D47"/>
    <w:rsid w:val="00D021A6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6A32"/>
    <w:rsid w:val="00D17D4C"/>
    <w:rsid w:val="00D20344"/>
    <w:rsid w:val="00D21730"/>
    <w:rsid w:val="00D23298"/>
    <w:rsid w:val="00D252B4"/>
    <w:rsid w:val="00D2536D"/>
    <w:rsid w:val="00D25BC1"/>
    <w:rsid w:val="00D2659F"/>
    <w:rsid w:val="00D268D9"/>
    <w:rsid w:val="00D26F42"/>
    <w:rsid w:val="00D273DA"/>
    <w:rsid w:val="00D27698"/>
    <w:rsid w:val="00D27DF0"/>
    <w:rsid w:val="00D32C68"/>
    <w:rsid w:val="00D32E1D"/>
    <w:rsid w:val="00D333A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925"/>
    <w:rsid w:val="00D55B80"/>
    <w:rsid w:val="00D55DB9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672D"/>
    <w:rsid w:val="00D8766A"/>
    <w:rsid w:val="00D87EBB"/>
    <w:rsid w:val="00D91630"/>
    <w:rsid w:val="00D92772"/>
    <w:rsid w:val="00D92BBB"/>
    <w:rsid w:val="00D92BD4"/>
    <w:rsid w:val="00D933C9"/>
    <w:rsid w:val="00D9509D"/>
    <w:rsid w:val="00D95248"/>
    <w:rsid w:val="00D95A56"/>
    <w:rsid w:val="00D95EBE"/>
    <w:rsid w:val="00D965C0"/>
    <w:rsid w:val="00D96DB8"/>
    <w:rsid w:val="00D971D5"/>
    <w:rsid w:val="00D97F53"/>
    <w:rsid w:val="00DA0039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D27E9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1920"/>
    <w:rsid w:val="00E43F1E"/>
    <w:rsid w:val="00E45CF1"/>
    <w:rsid w:val="00E47453"/>
    <w:rsid w:val="00E47BF4"/>
    <w:rsid w:val="00E502E1"/>
    <w:rsid w:val="00E54D76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332A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02E4"/>
    <w:rsid w:val="00EA3C50"/>
    <w:rsid w:val="00EA3D41"/>
    <w:rsid w:val="00EA49DA"/>
    <w:rsid w:val="00EA61AE"/>
    <w:rsid w:val="00EA61C8"/>
    <w:rsid w:val="00EB06A6"/>
    <w:rsid w:val="00EB1100"/>
    <w:rsid w:val="00EB13E3"/>
    <w:rsid w:val="00EB1461"/>
    <w:rsid w:val="00EB21D7"/>
    <w:rsid w:val="00EB2753"/>
    <w:rsid w:val="00EB32E8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2CC"/>
    <w:rsid w:val="00EC7551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D34"/>
    <w:rsid w:val="00EF77B2"/>
    <w:rsid w:val="00EF7BA5"/>
    <w:rsid w:val="00EF7D76"/>
    <w:rsid w:val="00EF7E64"/>
    <w:rsid w:val="00F01BE4"/>
    <w:rsid w:val="00F02AE4"/>
    <w:rsid w:val="00F02C7F"/>
    <w:rsid w:val="00F03EA3"/>
    <w:rsid w:val="00F04D4F"/>
    <w:rsid w:val="00F05858"/>
    <w:rsid w:val="00F060FE"/>
    <w:rsid w:val="00F06B93"/>
    <w:rsid w:val="00F10828"/>
    <w:rsid w:val="00F115E2"/>
    <w:rsid w:val="00F1166E"/>
    <w:rsid w:val="00F11895"/>
    <w:rsid w:val="00F123A7"/>
    <w:rsid w:val="00F2067E"/>
    <w:rsid w:val="00F20931"/>
    <w:rsid w:val="00F23A87"/>
    <w:rsid w:val="00F2704C"/>
    <w:rsid w:val="00F302C7"/>
    <w:rsid w:val="00F33A6B"/>
    <w:rsid w:val="00F34440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19FC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9DE"/>
    <w:rsid w:val="00F84DC3"/>
    <w:rsid w:val="00F86BC9"/>
    <w:rsid w:val="00F86F59"/>
    <w:rsid w:val="00F911BB"/>
    <w:rsid w:val="00F91506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05C"/>
    <w:rsid w:val="00FA6344"/>
    <w:rsid w:val="00FA79FD"/>
    <w:rsid w:val="00FB0051"/>
    <w:rsid w:val="00FB0E07"/>
    <w:rsid w:val="00FB3272"/>
    <w:rsid w:val="00FB40C0"/>
    <w:rsid w:val="00FB5652"/>
    <w:rsid w:val="00FB733D"/>
    <w:rsid w:val="00FC074C"/>
    <w:rsid w:val="00FC3746"/>
    <w:rsid w:val="00FC566E"/>
    <w:rsid w:val="00FC5D9E"/>
    <w:rsid w:val="00FD1AE4"/>
    <w:rsid w:val="00FD1FD3"/>
    <w:rsid w:val="00FD216B"/>
    <w:rsid w:val="00FD2217"/>
    <w:rsid w:val="00FD271D"/>
    <w:rsid w:val="00FE08AC"/>
    <w:rsid w:val="00FE158C"/>
    <w:rsid w:val="00FE3059"/>
    <w:rsid w:val="00FE5A64"/>
    <w:rsid w:val="00FE79D8"/>
    <w:rsid w:val="00FF0B78"/>
    <w:rsid w:val="00FF2411"/>
    <w:rsid w:val="00FF2B50"/>
    <w:rsid w:val="00FF2E72"/>
    <w:rsid w:val="00FF2F91"/>
    <w:rsid w:val="00FF65B5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24446203.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7FACA53C98DF64C4EC0C59F729C2B6DD9479DE88BC516644725E1EA8963FB0B66B0BBD55BFEB755E296D4858F615F638E0CTB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7FACA53C98DF64C4EC0DB9264F07568DB4CCBE582C5183B1C78E7BDD633FD5E26F0BD8603B1B609A7CAC78586615C6392CB75EF06TE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00126C4F2665913D6261FC418E09390497B9CA1C78CC8D162D968EE8C9D6BDDA76D61F29DF4ADA5A73481AC1F9D72407Cu5s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A46CE-0E3D-45A1-A686-FD9E0F97D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9</Pages>
  <Words>2394</Words>
  <Characters>17747</Characters>
  <Application>Microsoft Office Word</Application>
  <DocSecurity>0</DocSecurity>
  <Lines>311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35</cp:revision>
  <cp:lastPrinted>2022-10-20T11:08:00Z</cp:lastPrinted>
  <dcterms:created xsi:type="dcterms:W3CDTF">2022-08-31T11:03:00Z</dcterms:created>
  <dcterms:modified xsi:type="dcterms:W3CDTF">2022-10-21T11:35:00Z</dcterms:modified>
</cp:coreProperties>
</file>