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1FF0" w:rsidTr="00F81FF0">
        <w:tc>
          <w:tcPr>
            <w:tcW w:w="426" w:type="dxa"/>
            <w:hideMark/>
          </w:tcPr>
          <w:p w:rsidR="00F81FF0" w:rsidRDefault="00F81FF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1FF0" w:rsidRDefault="00F81F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F81FF0" w:rsidRDefault="00F81F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81FF0" w:rsidRDefault="00F81F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1FF0" w:rsidRDefault="00F81FF0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160</w:t>
            </w:r>
            <w:bookmarkStart w:id="0" w:name="_GoBack"/>
            <w:bookmarkEnd w:id="0"/>
          </w:p>
        </w:tc>
      </w:tr>
    </w:tbl>
    <w:p w:rsidR="00F81FF0" w:rsidRDefault="00F81FF0" w:rsidP="00F81FF0">
      <w:pPr>
        <w:jc w:val="both"/>
        <w:rPr>
          <w:sz w:val="28"/>
          <w:szCs w:val="28"/>
        </w:rPr>
      </w:pPr>
    </w:p>
    <w:p w:rsidR="00F81FF0" w:rsidRDefault="00F81FF0" w:rsidP="00F81FF0">
      <w:pPr>
        <w:jc w:val="both"/>
        <w:rPr>
          <w:sz w:val="28"/>
          <w:szCs w:val="28"/>
        </w:rPr>
      </w:pPr>
    </w:p>
    <w:p w:rsidR="00B25901" w:rsidRPr="00C30EE7" w:rsidRDefault="00B25901" w:rsidP="00B341C6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C30EE7">
        <w:rPr>
          <w:szCs w:val="28"/>
        </w:rPr>
        <w:t xml:space="preserve">О </w:t>
      </w:r>
      <w:r w:rsidR="00361D24">
        <w:rPr>
          <w:szCs w:val="28"/>
        </w:rPr>
        <w:t>Законе</w:t>
      </w:r>
      <w:r w:rsidRPr="00C30EE7">
        <w:rPr>
          <w:szCs w:val="28"/>
        </w:rPr>
        <w:t xml:space="preserve"> Ярославской области </w:t>
      </w:r>
    </w:p>
    <w:p w:rsidR="009E1091" w:rsidRDefault="009E1091" w:rsidP="00B341C6">
      <w:pPr>
        <w:jc w:val="both"/>
        <w:rPr>
          <w:sz w:val="28"/>
          <w:szCs w:val="28"/>
        </w:rPr>
      </w:pPr>
      <w:r>
        <w:rPr>
          <w:sz w:val="28"/>
          <w:szCs w:val="28"/>
        </w:rPr>
        <w:t>«О </w:t>
      </w:r>
      <w:r w:rsidRPr="00845075">
        <w:rPr>
          <w:sz w:val="28"/>
          <w:szCs w:val="28"/>
        </w:rPr>
        <w:t xml:space="preserve">внесении изменений в некоторые </w:t>
      </w:r>
    </w:p>
    <w:p w:rsidR="009E1091" w:rsidRDefault="009E1091" w:rsidP="00B341C6">
      <w:pPr>
        <w:jc w:val="both"/>
        <w:rPr>
          <w:sz w:val="28"/>
          <w:szCs w:val="28"/>
        </w:rPr>
      </w:pPr>
      <w:r w:rsidRPr="00845075">
        <w:rPr>
          <w:sz w:val="28"/>
          <w:szCs w:val="28"/>
        </w:rPr>
        <w:t xml:space="preserve">законодательные акты </w:t>
      </w:r>
      <w:proofErr w:type="gramStart"/>
      <w:r w:rsidRPr="00845075">
        <w:rPr>
          <w:sz w:val="28"/>
          <w:szCs w:val="28"/>
        </w:rPr>
        <w:t>Ярославской</w:t>
      </w:r>
      <w:proofErr w:type="gramEnd"/>
      <w:r w:rsidRPr="00845075">
        <w:rPr>
          <w:sz w:val="28"/>
          <w:szCs w:val="28"/>
        </w:rPr>
        <w:t xml:space="preserve"> </w:t>
      </w:r>
    </w:p>
    <w:p w:rsidR="009E1091" w:rsidRDefault="009E1091" w:rsidP="00B341C6">
      <w:pPr>
        <w:jc w:val="both"/>
        <w:rPr>
          <w:sz w:val="28"/>
          <w:szCs w:val="28"/>
        </w:rPr>
      </w:pPr>
      <w:r w:rsidRPr="00845075">
        <w:rPr>
          <w:sz w:val="28"/>
          <w:szCs w:val="28"/>
        </w:rPr>
        <w:t xml:space="preserve">области в части регулирования </w:t>
      </w:r>
    </w:p>
    <w:p w:rsidR="001014CF" w:rsidRPr="00875D19" w:rsidRDefault="009E1091" w:rsidP="00B341C6">
      <w:pPr>
        <w:jc w:val="both"/>
        <w:rPr>
          <w:sz w:val="28"/>
          <w:szCs w:val="28"/>
        </w:rPr>
      </w:pPr>
      <w:r w:rsidRPr="00845075">
        <w:rPr>
          <w:sz w:val="28"/>
          <w:szCs w:val="28"/>
        </w:rPr>
        <w:t>подготовки и проведения выборов»</w:t>
      </w:r>
    </w:p>
    <w:p w:rsidR="009E1091" w:rsidRDefault="009E1091" w:rsidP="00B341C6">
      <w:pPr>
        <w:contextualSpacing/>
        <w:jc w:val="both"/>
        <w:rPr>
          <w:sz w:val="28"/>
          <w:szCs w:val="28"/>
        </w:rPr>
      </w:pPr>
    </w:p>
    <w:p w:rsidR="00CC0721" w:rsidRDefault="00CC0721" w:rsidP="00B341C6">
      <w:pPr>
        <w:contextualSpacing/>
        <w:jc w:val="both"/>
        <w:rPr>
          <w:sz w:val="28"/>
          <w:szCs w:val="28"/>
        </w:rPr>
      </w:pPr>
    </w:p>
    <w:p w:rsidR="009C296A" w:rsidRPr="009C296A" w:rsidRDefault="009C296A" w:rsidP="00B341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B341C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B341C6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B341C6">
      <w:pPr>
        <w:ind w:firstLine="709"/>
        <w:contextualSpacing/>
        <w:jc w:val="center"/>
        <w:rPr>
          <w:b/>
          <w:sz w:val="28"/>
          <w:szCs w:val="28"/>
        </w:rPr>
      </w:pPr>
    </w:p>
    <w:p w:rsidR="009E1091" w:rsidRPr="00845075" w:rsidRDefault="00C25439" w:rsidP="00B341C6">
      <w:pPr>
        <w:suppressAutoHyphens/>
        <w:ind w:firstLine="709"/>
        <w:jc w:val="both"/>
        <w:outlineLvl w:val="0"/>
        <w:rPr>
          <w:bCs/>
          <w:sz w:val="28"/>
          <w:szCs w:val="28"/>
        </w:rPr>
      </w:pPr>
      <w:r w:rsidRPr="006B6566">
        <w:rPr>
          <w:sz w:val="28"/>
          <w:szCs w:val="28"/>
        </w:rPr>
        <w:t>1.</w:t>
      </w:r>
      <w:r w:rsidR="001E0B2C" w:rsidRPr="006B6566">
        <w:rPr>
          <w:sz w:val="28"/>
          <w:szCs w:val="28"/>
        </w:rPr>
        <w:t xml:space="preserve"> </w:t>
      </w:r>
      <w:r w:rsidR="00E102FF" w:rsidRPr="006B6566">
        <w:rPr>
          <w:sz w:val="28"/>
          <w:szCs w:val="28"/>
        </w:rPr>
        <w:t xml:space="preserve">Принять </w:t>
      </w:r>
      <w:r w:rsidR="00361D24">
        <w:rPr>
          <w:sz w:val="28"/>
          <w:szCs w:val="28"/>
        </w:rPr>
        <w:t>З</w:t>
      </w:r>
      <w:r w:rsidR="00F32960" w:rsidRPr="006B6566">
        <w:rPr>
          <w:sz w:val="28"/>
          <w:szCs w:val="28"/>
        </w:rPr>
        <w:t>акон Ярославской области</w:t>
      </w:r>
      <w:r w:rsidR="00032537" w:rsidRPr="006B6566">
        <w:rPr>
          <w:sz w:val="28"/>
          <w:szCs w:val="28"/>
        </w:rPr>
        <w:t xml:space="preserve"> </w:t>
      </w:r>
      <w:r w:rsidR="009E1091">
        <w:rPr>
          <w:sz w:val="28"/>
          <w:szCs w:val="28"/>
        </w:rPr>
        <w:t>«О </w:t>
      </w:r>
      <w:r w:rsidR="009E1091" w:rsidRPr="00845075">
        <w:rPr>
          <w:sz w:val="28"/>
          <w:szCs w:val="28"/>
        </w:rPr>
        <w:t>внесении изменений в некоторые законодательные акты Ярославской области в части регулирова</w:t>
      </w:r>
      <w:r w:rsidR="00B341C6">
        <w:rPr>
          <w:sz w:val="28"/>
          <w:szCs w:val="28"/>
        </w:rPr>
        <w:softHyphen/>
      </w:r>
      <w:r w:rsidR="009E1091" w:rsidRPr="00845075">
        <w:rPr>
          <w:sz w:val="28"/>
          <w:szCs w:val="28"/>
        </w:rPr>
        <w:t>ния подготовки и проведения выборов</w:t>
      </w:r>
      <w:r w:rsidR="00361D24">
        <w:rPr>
          <w:sz w:val="28"/>
          <w:szCs w:val="28"/>
        </w:rPr>
        <w:t>».</w:t>
      </w:r>
    </w:p>
    <w:p w:rsidR="00361D24" w:rsidRPr="009C6F04" w:rsidRDefault="00361D24" w:rsidP="00B341C6">
      <w:pPr>
        <w:ind w:firstLine="709"/>
        <w:jc w:val="both"/>
        <w:rPr>
          <w:sz w:val="28"/>
          <w:szCs w:val="28"/>
        </w:rPr>
      </w:pPr>
      <w:r w:rsidRPr="009C6F04">
        <w:rPr>
          <w:sz w:val="28"/>
          <w:szCs w:val="28"/>
        </w:rPr>
        <w:t>2. Направить указанный Закон Ярославской области Губернатору Яр</w:t>
      </w:r>
      <w:r w:rsidRPr="009C6F04">
        <w:rPr>
          <w:sz w:val="28"/>
          <w:szCs w:val="28"/>
        </w:rPr>
        <w:t>о</w:t>
      </w:r>
      <w:r w:rsidRPr="009C6F04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9A7535" w:rsidRPr="00BB5C8A" w:rsidRDefault="009A7535" w:rsidP="00B341C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827E8" w:rsidRPr="00126599" w:rsidRDefault="00B827E8" w:rsidP="00B341C6">
      <w:pPr>
        <w:contextualSpacing/>
        <w:jc w:val="both"/>
        <w:rPr>
          <w:sz w:val="28"/>
        </w:rPr>
      </w:pPr>
    </w:p>
    <w:p w:rsidR="00664A29" w:rsidRPr="002E0C66" w:rsidRDefault="00664A29" w:rsidP="00B341C6">
      <w:pPr>
        <w:contextualSpacing/>
        <w:jc w:val="both"/>
        <w:rPr>
          <w:sz w:val="28"/>
        </w:rPr>
      </w:pPr>
    </w:p>
    <w:p w:rsidR="00093AC8" w:rsidRDefault="00093AC8" w:rsidP="00B341C6">
      <w:pPr>
        <w:pStyle w:val="3"/>
        <w:contextualSpacing/>
      </w:pPr>
      <w:r>
        <w:t>Председатель</w:t>
      </w:r>
    </w:p>
    <w:p w:rsidR="00E102FF" w:rsidRDefault="00093AC8" w:rsidP="00B341C6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B341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5428D">
        <w:rPr>
          <w:sz w:val="28"/>
          <w:szCs w:val="28"/>
        </w:rPr>
        <w:t>М.В. Боровицкий</w:t>
      </w:r>
    </w:p>
    <w:sectPr w:rsidR="00E102FF" w:rsidSect="00B341C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C9" w:rsidRDefault="008264C9">
      <w:r>
        <w:separator/>
      </w:r>
    </w:p>
  </w:endnote>
  <w:endnote w:type="continuationSeparator" w:id="0">
    <w:p w:rsidR="008264C9" w:rsidRDefault="00826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C9" w:rsidRDefault="008264C9">
      <w:r>
        <w:separator/>
      </w:r>
    </w:p>
  </w:footnote>
  <w:footnote w:type="continuationSeparator" w:id="0">
    <w:p w:rsidR="008264C9" w:rsidRDefault="00826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0C04"/>
    <w:rsid w:val="00045831"/>
    <w:rsid w:val="00064F3A"/>
    <w:rsid w:val="000903DF"/>
    <w:rsid w:val="00093AC8"/>
    <w:rsid w:val="0009582E"/>
    <w:rsid w:val="000A32D4"/>
    <w:rsid w:val="000B2085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52566"/>
    <w:rsid w:val="00153595"/>
    <w:rsid w:val="0016564F"/>
    <w:rsid w:val="00184A1C"/>
    <w:rsid w:val="001B1C0F"/>
    <w:rsid w:val="001C2E7D"/>
    <w:rsid w:val="001C4579"/>
    <w:rsid w:val="001C48BE"/>
    <w:rsid w:val="001C5686"/>
    <w:rsid w:val="001C61F9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E0C66"/>
    <w:rsid w:val="002F1954"/>
    <w:rsid w:val="002F200A"/>
    <w:rsid w:val="002F3D61"/>
    <w:rsid w:val="00301FDD"/>
    <w:rsid w:val="00316063"/>
    <w:rsid w:val="003440D7"/>
    <w:rsid w:val="0034786D"/>
    <w:rsid w:val="00347FD1"/>
    <w:rsid w:val="00361D24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3F5C9A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1CD7"/>
    <w:rsid w:val="004D4F0B"/>
    <w:rsid w:val="004D7B1E"/>
    <w:rsid w:val="004E2E55"/>
    <w:rsid w:val="004E4E0F"/>
    <w:rsid w:val="004F4036"/>
    <w:rsid w:val="005013A0"/>
    <w:rsid w:val="00512A09"/>
    <w:rsid w:val="0051472F"/>
    <w:rsid w:val="00514D2D"/>
    <w:rsid w:val="0051638F"/>
    <w:rsid w:val="005314D4"/>
    <w:rsid w:val="00553835"/>
    <w:rsid w:val="0055501C"/>
    <w:rsid w:val="00566394"/>
    <w:rsid w:val="00573771"/>
    <w:rsid w:val="00584345"/>
    <w:rsid w:val="00596898"/>
    <w:rsid w:val="00597EBA"/>
    <w:rsid w:val="005B25DE"/>
    <w:rsid w:val="005C0900"/>
    <w:rsid w:val="005D033B"/>
    <w:rsid w:val="005D4226"/>
    <w:rsid w:val="00641950"/>
    <w:rsid w:val="00645167"/>
    <w:rsid w:val="00664A29"/>
    <w:rsid w:val="006730B3"/>
    <w:rsid w:val="006961AD"/>
    <w:rsid w:val="006A237F"/>
    <w:rsid w:val="006A27A5"/>
    <w:rsid w:val="006B0EE6"/>
    <w:rsid w:val="006B6566"/>
    <w:rsid w:val="006C0CD5"/>
    <w:rsid w:val="006C450D"/>
    <w:rsid w:val="006D27B1"/>
    <w:rsid w:val="006D5A93"/>
    <w:rsid w:val="006D6A9E"/>
    <w:rsid w:val="006E2F98"/>
    <w:rsid w:val="006F3DC0"/>
    <w:rsid w:val="00700E76"/>
    <w:rsid w:val="00713C79"/>
    <w:rsid w:val="00716D77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E2025"/>
    <w:rsid w:val="007F10A7"/>
    <w:rsid w:val="007F7785"/>
    <w:rsid w:val="00804752"/>
    <w:rsid w:val="00812780"/>
    <w:rsid w:val="00813A72"/>
    <w:rsid w:val="0082312E"/>
    <w:rsid w:val="00824057"/>
    <w:rsid w:val="008264C9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1091"/>
    <w:rsid w:val="009F4F00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75D6"/>
    <w:rsid w:val="00AF1E34"/>
    <w:rsid w:val="00B0356F"/>
    <w:rsid w:val="00B071BB"/>
    <w:rsid w:val="00B25901"/>
    <w:rsid w:val="00B341C6"/>
    <w:rsid w:val="00B34ECF"/>
    <w:rsid w:val="00B42317"/>
    <w:rsid w:val="00B47CD8"/>
    <w:rsid w:val="00B51DE7"/>
    <w:rsid w:val="00B5428D"/>
    <w:rsid w:val="00B65EBF"/>
    <w:rsid w:val="00B77D5B"/>
    <w:rsid w:val="00B827E8"/>
    <w:rsid w:val="00B8479B"/>
    <w:rsid w:val="00B97378"/>
    <w:rsid w:val="00BA2B6B"/>
    <w:rsid w:val="00BB2909"/>
    <w:rsid w:val="00BB5C8A"/>
    <w:rsid w:val="00BD261B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0721"/>
    <w:rsid w:val="00CC6928"/>
    <w:rsid w:val="00CD3BB4"/>
    <w:rsid w:val="00CE7C91"/>
    <w:rsid w:val="00CF09CD"/>
    <w:rsid w:val="00D10E8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D2C97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81FF0"/>
    <w:rsid w:val="00F948B0"/>
    <w:rsid w:val="00F9695C"/>
    <w:rsid w:val="00FA503A"/>
    <w:rsid w:val="00FD29D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2BA64-9028-4668-B73A-284BA8397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53</cp:revision>
  <cp:lastPrinted>2015-04-10T11:26:00Z</cp:lastPrinted>
  <dcterms:created xsi:type="dcterms:W3CDTF">2013-10-30T12:49:00Z</dcterms:created>
  <dcterms:modified xsi:type="dcterms:W3CDTF">2016-06-06T08:35:00Z</dcterms:modified>
</cp:coreProperties>
</file>