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</w:rPr>
        <w:t>Утверждена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</w:rPr>
        <w:t xml:space="preserve">Законом 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</w:rPr>
        <w:t>Ярославской области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left="6521"/>
        <w:contextualSpacing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</w:rPr>
        <w:t>от 16.12.2009 № 70-з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МЕТОДИКА РАСПРЕДЕЛЕНИЯ СУБВЕНЦИИ НА ОБЕСПЕЧЕНИЕ ДЕЯТЕЛЬНОСТИ ОРГАНОВ МЕСТНОГО САМОУПРАВЛЕНИЯ В СФЕРЕ СОЦИАЛЬНОЙ ЗАЩИТЫ НАСЕЛЕНИЯ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1. Распределение субвенции на обеспечение деятельности органов местного самоуправления в сфере социальной защиты населения предусматривается в целях обеспечения финансирования расходов на обеспечение деятельности органов местного самоуправления, непосредственно осуществляющих государственные полномочия в соответствии со статьями 11, 12, пунктом 1&lt;1&gt; части 1 и частью 6&lt;2&gt; статьи 13, пунктами 2 и 3 части 1 статьи 14 настоящего Закона.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Общий объем субвенции на обеспечение деятельности органов местного самоуправления в сфере социальной защиты населения определяется по формуле: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noProof/>
          <w:position w:val="-12"/>
          <w:sz w:val="28"/>
          <w:szCs w:val="28"/>
          <w:lang w:eastAsia="ru-RU"/>
        </w:rPr>
        <w:drawing>
          <wp:inline distT="0" distB="0" distL="0" distR="0" wp14:anchorId="1003946A" wp14:editId="7461685E">
            <wp:extent cx="773430" cy="316230"/>
            <wp:effectExtent l="0" t="0" r="762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316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где: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S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размер субвенции на обеспечение деятельности органов местного самоуправления в сфере социальной защиты населения, предоставляемой соответствующему местному бюджету.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3. Размер субвенции на обеспечение деятельности органов местного самоуправления в сфере социальной защиты населения, предоставляемой соответствующему местному бюджету, определяется по формуле: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S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м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= ФОТ x </w:t>
      </w: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x 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од</w:t>
      </w: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нр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ФОТ x </w:t>
      </w: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x 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и</w:t>
      </w: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где: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ФОТ - фонд оплаты труда муниципальных служащих и работников органов местного самоуправления, не являющихся муниципальными служащими;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коэффициент, учитывающий начисления на оплату труда;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од</w:t>
      </w: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коэффициент, учитывающий прочие расходы на обеспечение деятельности органов местного самоуправления, но не более 1,2;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нр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коэффициент изменения расходов на содержание органа местного самоуправления, определяемый уполномоченным органом исполнительной власти Ярославской области в сфере социальной защиты и социального обслуживания населения. Если указанный коэффициент не установлен, значение </w:t>
      </w: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нр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принимается равным 1;</w:t>
      </w:r>
    </w:p>
    <w:p w:rsidR="00106075" w:rsidRPr="00F2084D" w:rsidRDefault="00907CA0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и</w:t>
      </w: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коэффициент увеличения фонда оплаты труда муниципальных служащих и работников органов местного самоуправления, не являющихся муниципальными служащими, установленный постановлением Правительства Ярославской области</w:t>
      </w:r>
      <w:r w:rsidR="00106075"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ФОТ = </w:t>
      </w: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ФОТ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мс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+ </w:t>
      </w: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ФОТ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нс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 wp14:anchorId="57EDD163" wp14:editId="5986AAE4">
            <wp:extent cx="2075180" cy="299085"/>
            <wp:effectExtent l="0" t="0" r="127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29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noProof/>
          <w:position w:val="-11"/>
          <w:sz w:val="28"/>
          <w:szCs w:val="28"/>
          <w:lang w:eastAsia="ru-RU"/>
        </w:rPr>
        <w:lastRenderedPageBreak/>
        <w:drawing>
          <wp:inline distT="0" distB="0" distL="0" distR="0" wp14:anchorId="1E56C432" wp14:editId="01B18411">
            <wp:extent cx="2479675" cy="299085"/>
            <wp:effectExtent l="0" t="0" r="0" b="57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675" cy="299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где: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ФОТ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мс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фонд оплаты труда муниципальных служащих;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ФОТ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нс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фонд оплаты труда работников органов местного самоуправления, не являющихся муниципальными служащими;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 - численность муниципальных служащих по группам должностей, осуществляющих переданные полномочия, устанавливаемая для расчета суммы субвенции уполномоченным органом исполнительной власти Ярославской области в сфере социальной защиты и социального обслуживания населения (согласованная с органами местного самоуправления);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мс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должностной оклад муниципального служащего по группам должностей, рассчитанный с применением средних значений должностных окладов между соответствующей и нижестоящей группами должностей. Для младших должностей при расчете среднего значения должностного оклада в качестве нижней границы применяется коэффициент 0,75;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о</w:t>
      </w:r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количество окладов в годовом фонде оплаты труда для муниципальных служащих и работников органов местного самоуправления, не являющихся муниципальными служащими, устанавливаемое Правительством Ярославской области;</w:t>
      </w:r>
    </w:p>
    <w:p w:rsidR="00106075" w:rsidRPr="00F2084D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НШЧ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нс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численность работников органов местного самоуправления, не являющихся муниципальными служащими, устанавливаемая для расчета суммы субвенции уполномоченным органом исполнительной власти Ярославской области в сфере социальной защиты и социального обслуживания населения (согласованная с органами местного самоуправления);</w:t>
      </w:r>
    </w:p>
    <w:p w:rsidR="00106075" w:rsidRPr="00106075" w:rsidRDefault="00106075" w:rsidP="001060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</w:t>
      </w:r>
      <w:r w:rsidRPr="00F2084D">
        <w:rPr>
          <w:rFonts w:ascii="Times New Roman" w:eastAsiaTheme="minorEastAsia" w:hAnsi="Times New Roman" w:cs="Times New Roman"/>
          <w:sz w:val="28"/>
          <w:szCs w:val="28"/>
          <w:vertAlign w:val="subscript"/>
          <w:lang w:eastAsia="ru-RU"/>
        </w:rPr>
        <w:t>нс</w:t>
      </w:r>
      <w:proofErr w:type="spellEnd"/>
      <w:r w:rsidRPr="00F208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- должностной оклад работников органов местного самоуправления, не являющихся муниципальными служащими, рассчитанный с применением среднего значения должностного оклада муниципального служащего младшей группы должностей.</w:t>
      </w:r>
      <w:bookmarkStart w:id="0" w:name="_GoBack"/>
      <w:bookmarkEnd w:id="0"/>
    </w:p>
    <w:p w:rsidR="00265B04" w:rsidRPr="00106075" w:rsidRDefault="00265B04" w:rsidP="00106075"/>
    <w:sectPr w:rsidR="00265B04" w:rsidRPr="00106075" w:rsidSect="000E03E2">
      <w:headerReference w:type="default" r:id="rId10"/>
      <w:pgSz w:w="11906" w:h="16838"/>
      <w:pgMar w:top="1440" w:right="567" w:bottom="1440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4F8" w:rsidRDefault="003A04F8">
      <w:pPr>
        <w:spacing w:after="0" w:line="240" w:lineRule="auto"/>
      </w:pPr>
      <w:r>
        <w:separator/>
      </w:r>
    </w:p>
  </w:endnote>
  <w:endnote w:type="continuationSeparator" w:id="0">
    <w:p w:rsidR="003A04F8" w:rsidRDefault="003A0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4F8" w:rsidRDefault="003A04F8">
      <w:pPr>
        <w:spacing w:after="0" w:line="240" w:lineRule="auto"/>
      </w:pPr>
      <w:r>
        <w:separator/>
      </w:r>
    </w:p>
  </w:footnote>
  <w:footnote w:type="continuationSeparator" w:id="0">
    <w:p w:rsidR="003A04F8" w:rsidRDefault="003A0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3E2" w:rsidRDefault="00F2084D">
    <w:pPr>
      <w:pStyle w:val="a5"/>
      <w:jc w:val="center"/>
      <w:rPr>
        <w:rFonts w:ascii="Times New Roman" w:hAnsi="Times New Roman"/>
        <w:sz w:val="28"/>
        <w:szCs w:val="28"/>
      </w:rPr>
    </w:pPr>
  </w:p>
  <w:p w:rsidR="000E03E2" w:rsidRDefault="00106075" w:rsidP="000E03E2">
    <w:pPr>
      <w:pStyle w:val="a5"/>
      <w:jc w:val="center"/>
    </w:pPr>
    <w:r w:rsidRPr="000E03E2">
      <w:rPr>
        <w:rFonts w:ascii="Times New Roman" w:hAnsi="Times New Roman"/>
        <w:sz w:val="28"/>
        <w:szCs w:val="28"/>
      </w:rPr>
      <w:fldChar w:fldCharType="begin"/>
    </w:r>
    <w:r w:rsidRPr="000E03E2">
      <w:rPr>
        <w:rFonts w:ascii="Times New Roman" w:hAnsi="Times New Roman"/>
        <w:sz w:val="28"/>
        <w:szCs w:val="28"/>
      </w:rPr>
      <w:instrText>PAGE   \* MERGEFORMAT</w:instrText>
    </w:r>
    <w:r w:rsidRPr="000E03E2">
      <w:rPr>
        <w:rFonts w:ascii="Times New Roman" w:hAnsi="Times New Roman"/>
        <w:sz w:val="28"/>
        <w:szCs w:val="28"/>
      </w:rPr>
      <w:fldChar w:fldCharType="separate"/>
    </w:r>
    <w:r w:rsidR="00F2084D">
      <w:rPr>
        <w:rFonts w:ascii="Times New Roman" w:hAnsi="Times New Roman"/>
        <w:noProof/>
        <w:sz w:val="28"/>
        <w:szCs w:val="28"/>
      </w:rPr>
      <w:t>2</w:t>
    </w:r>
    <w:r w:rsidRPr="000E03E2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C19"/>
    <w:rsid w:val="000006D7"/>
    <w:rsid w:val="00001335"/>
    <w:rsid w:val="0000210B"/>
    <w:rsid w:val="00003E8B"/>
    <w:rsid w:val="000041F4"/>
    <w:rsid w:val="00005C86"/>
    <w:rsid w:val="00005DE7"/>
    <w:rsid w:val="00006FDF"/>
    <w:rsid w:val="00010332"/>
    <w:rsid w:val="00010919"/>
    <w:rsid w:val="00010962"/>
    <w:rsid w:val="00010BFB"/>
    <w:rsid w:val="00011176"/>
    <w:rsid w:val="000117A9"/>
    <w:rsid w:val="000123EB"/>
    <w:rsid w:val="00012CCD"/>
    <w:rsid w:val="00012EFC"/>
    <w:rsid w:val="000136F6"/>
    <w:rsid w:val="000137C8"/>
    <w:rsid w:val="0001466A"/>
    <w:rsid w:val="000155A4"/>
    <w:rsid w:val="00015B70"/>
    <w:rsid w:val="00015D8D"/>
    <w:rsid w:val="000171DD"/>
    <w:rsid w:val="00020C00"/>
    <w:rsid w:val="00022265"/>
    <w:rsid w:val="00022B87"/>
    <w:rsid w:val="00023C78"/>
    <w:rsid w:val="00025156"/>
    <w:rsid w:val="0002623F"/>
    <w:rsid w:val="0002638F"/>
    <w:rsid w:val="00026517"/>
    <w:rsid w:val="00026B8F"/>
    <w:rsid w:val="00026C17"/>
    <w:rsid w:val="000271AA"/>
    <w:rsid w:val="000273A3"/>
    <w:rsid w:val="00027D83"/>
    <w:rsid w:val="0003044E"/>
    <w:rsid w:val="0003146B"/>
    <w:rsid w:val="000316F7"/>
    <w:rsid w:val="00031939"/>
    <w:rsid w:val="000321CA"/>
    <w:rsid w:val="00032910"/>
    <w:rsid w:val="00032EB8"/>
    <w:rsid w:val="00033B21"/>
    <w:rsid w:val="000342D4"/>
    <w:rsid w:val="00035F26"/>
    <w:rsid w:val="00036227"/>
    <w:rsid w:val="0003670D"/>
    <w:rsid w:val="000369D6"/>
    <w:rsid w:val="00037866"/>
    <w:rsid w:val="00040319"/>
    <w:rsid w:val="0004116F"/>
    <w:rsid w:val="00041CF2"/>
    <w:rsid w:val="0004283C"/>
    <w:rsid w:val="0004328F"/>
    <w:rsid w:val="00043654"/>
    <w:rsid w:val="00043D0D"/>
    <w:rsid w:val="00044852"/>
    <w:rsid w:val="00045636"/>
    <w:rsid w:val="000459FE"/>
    <w:rsid w:val="00046D06"/>
    <w:rsid w:val="00047350"/>
    <w:rsid w:val="00047442"/>
    <w:rsid w:val="000478EF"/>
    <w:rsid w:val="00047C4F"/>
    <w:rsid w:val="00050592"/>
    <w:rsid w:val="000508AF"/>
    <w:rsid w:val="00050E77"/>
    <w:rsid w:val="00050FA6"/>
    <w:rsid w:val="000517CA"/>
    <w:rsid w:val="00051D1B"/>
    <w:rsid w:val="000521A1"/>
    <w:rsid w:val="000528AD"/>
    <w:rsid w:val="00052ED5"/>
    <w:rsid w:val="00053782"/>
    <w:rsid w:val="00053899"/>
    <w:rsid w:val="000538EF"/>
    <w:rsid w:val="00053CC4"/>
    <w:rsid w:val="00054CC6"/>
    <w:rsid w:val="00054FEE"/>
    <w:rsid w:val="000557D3"/>
    <w:rsid w:val="00055CE5"/>
    <w:rsid w:val="00055EAA"/>
    <w:rsid w:val="000560EC"/>
    <w:rsid w:val="00056D95"/>
    <w:rsid w:val="0005725E"/>
    <w:rsid w:val="00057A32"/>
    <w:rsid w:val="00057FC4"/>
    <w:rsid w:val="0006048C"/>
    <w:rsid w:val="00062355"/>
    <w:rsid w:val="0006311A"/>
    <w:rsid w:val="000634BE"/>
    <w:rsid w:val="00063FCA"/>
    <w:rsid w:val="00064583"/>
    <w:rsid w:val="00064E6C"/>
    <w:rsid w:val="0006661E"/>
    <w:rsid w:val="0006679A"/>
    <w:rsid w:val="00066B64"/>
    <w:rsid w:val="00066C9E"/>
    <w:rsid w:val="00070C33"/>
    <w:rsid w:val="00073004"/>
    <w:rsid w:val="00073221"/>
    <w:rsid w:val="000733E8"/>
    <w:rsid w:val="00074296"/>
    <w:rsid w:val="00076853"/>
    <w:rsid w:val="00077407"/>
    <w:rsid w:val="0007776D"/>
    <w:rsid w:val="000800C7"/>
    <w:rsid w:val="000802A4"/>
    <w:rsid w:val="00081A4C"/>
    <w:rsid w:val="000822D2"/>
    <w:rsid w:val="0008271A"/>
    <w:rsid w:val="00083360"/>
    <w:rsid w:val="00084368"/>
    <w:rsid w:val="00084E43"/>
    <w:rsid w:val="000854F3"/>
    <w:rsid w:val="00085C08"/>
    <w:rsid w:val="00086062"/>
    <w:rsid w:val="00086A47"/>
    <w:rsid w:val="00090634"/>
    <w:rsid w:val="000906FC"/>
    <w:rsid w:val="0009278E"/>
    <w:rsid w:val="00092A58"/>
    <w:rsid w:val="00093465"/>
    <w:rsid w:val="00094C5B"/>
    <w:rsid w:val="00094F5F"/>
    <w:rsid w:val="0009592A"/>
    <w:rsid w:val="0009665E"/>
    <w:rsid w:val="0009679E"/>
    <w:rsid w:val="000978E1"/>
    <w:rsid w:val="00097B77"/>
    <w:rsid w:val="000A0146"/>
    <w:rsid w:val="000A0260"/>
    <w:rsid w:val="000A0726"/>
    <w:rsid w:val="000A2A61"/>
    <w:rsid w:val="000A3911"/>
    <w:rsid w:val="000A3F0D"/>
    <w:rsid w:val="000A4951"/>
    <w:rsid w:val="000A5E9C"/>
    <w:rsid w:val="000A6311"/>
    <w:rsid w:val="000A6C32"/>
    <w:rsid w:val="000A7A8E"/>
    <w:rsid w:val="000A7AE7"/>
    <w:rsid w:val="000B0192"/>
    <w:rsid w:val="000B0B5A"/>
    <w:rsid w:val="000B23F4"/>
    <w:rsid w:val="000B2830"/>
    <w:rsid w:val="000B393A"/>
    <w:rsid w:val="000B48D3"/>
    <w:rsid w:val="000B4CE9"/>
    <w:rsid w:val="000B559D"/>
    <w:rsid w:val="000B55F5"/>
    <w:rsid w:val="000B57E8"/>
    <w:rsid w:val="000B6182"/>
    <w:rsid w:val="000B6E7D"/>
    <w:rsid w:val="000B7518"/>
    <w:rsid w:val="000B761B"/>
    <w:rsid w:val="000C0527"/>
    <w:rsid w:val="000C06DF"/>
    <w:rsid w:val="000C0FB0"/>
    <w:rsid w:val="000C14DB"/>
    <w:rsid w:val="000C1DC0"/>
    <w:rsid w:val="000C1F05"/>
    <w:rsid w:val="000C2BF1"/>
    <w:rsid w:val="000C3030"/>
    <w:rsid w:val="000C55DD"/>
    <w:rsid w:val="000C6615"/>
    <w:rsid w:val="000C6B77"/>
    <w:rsid w:val="000D0311"/>
    <w:rsid w:val="000D0FD7"/>
    <w:rsid w:val="000D1191"/>
    <w:rsid w:val="000D1AC2"/>
    <w:rsid w:val="000D1BA2"/>
    <w:rsid w:val="000D1BD7"/>
    <w:rsid w:val="000D2B9B"/>
    <w:rsid w:val="000D2F54"/>
    <w:rsid w:val="000D329E"/>
    <w:rsid w:val="000D3E96"/>
    <w:rsid w:val="000D60BC"/>
    <w:rsid w:val="000D716F"/>
    <w:rsid w:val="000D7EB0"/>
    <w:rsid w:val="000E0346"/>
    <w:rsid w:val="000E0C99"/>
    <w:rsid w:val="000E1588"/>
    <w:rsid w:val="000E1E44"/>
    <w:rsid w:val="000E20BC"/>
    <w:rsid w:val="000E2137"/>
    <w:rsid w:val="000E2E47"/>
    <w:rsid w:val="000E3255"/>
    <w:rsid w:val="000E36E0"/>
    <w:rsid w:val="000E398A"/>
    <w:rsid w:val="000E762E"/>
    <w:rsid w:val="000F00B4"/>
    <w:rsid w:val="000F026E"/>
    <w:rsid w:val="000F0547"/>
    <w:rsid w:val="000F1AF0"/>
    <w:rsid w:val="000F29E7"/>
    <w:rsid w:val="000F3117"/>
    <w:rsid w:val="000F36FC"/>
    <w:rsid w:val="000F3F34"/>
    <w:rsid w:val="000F43AD"/>
    <w:rsid w:val="000F5AE7"/>
    <w:rsid w:val="000F5B9E"/>
    <w:rsid w:val="000F6466"/>
    <w:rsid w:val="000F6894"/>
    <w:rsid w:val="000F7B5F"/>
    <w:rsid w:val="00100FA9"/>
    <w:rsid w:val="001012D0"/>
    <w:rsid w:val="00101453"/>
    <w:rsid w:val="00103E5A"/>
    <w:rsid w:val="001058C2"/>
    <w:rsid w:val="00106075"/>
    <w:rsid w:val="00106642"/>
    <w:rsid w:val="00106BBC"/>
    <w:rsid w:val="0010731B"/>
    <w:rsid w:val="00107B10"/>
    <w:rsid w:val="00110E09"/>
    <w:rsid w:val="00110FC3"/>
    <w:rsid w:val="00110FF2"/>
    <w:rsid w:val="001114CD"/>
    <w:rsid w:val="0011153F"/>
    <w:rsid w:val="00112F89"/>
    <w:rsid w:val="0011339A"/>
    <w:rsid w:val="001142BE"/>
    <w:rsid w:val="001153A6"/>
    <w:rsid w:val="001168FF"/>
    <w:rsid w:val="001175A0"/>
    <w:rsid w:val="00117C17"/>
    <w:rsid w:val="0012052E"/>
    <w:rsid w:val="00121A93"/>
    <w:rsid w:val="00122176"/>
    <w:rsid w:val="001228A9"/>
    <w:rsid w:val="00123111"/>
    <w:rsid w:val="001231E8"/>
    <w:rsid w:val="0012396A"/>
    <w:rsid w:val="001241EA"/>
    <w:rsid w:val="001252ED"/>
    <w:rsid w:val="001253E9"/>
    <w:rsid w:val="00125DD3"/>
    <w:rsid w:val="00126217"/>
    <w:rsid w:val="00126726"/>
    <w:rsid w:val="00126E33"/>
    <w:rsid w:val="001278FA"/>
    <w:rsid w:val="00127CAA"/>
    <w:rsid w:val="00127D3E"/>
    <w:rsid w:val="0013216A"/>
    <w:rsid w:val="001326EE"/>
    <w:rsid w:val="0013368F"/>
    <w:rsid w:val="001336F8"/>
    <w:rsid w:val="001347C6"/>
    <w:rsid w:val="00134A54"/>
    <w:rsid w:val="00134AF1"/>
    <w:rsid w:val="00135723"/>
    <w:rsid w:val="00136CF4"/>
    <w:rsid w:val="00136FB2"/>
    <w:rsid w:val="001372DC"/>
    <w:rsid w:val="00140B62"/>
    <w:rsid w:val="00142D70"/>
    <w:rsid w:val="00142F2B"/>
    <w:rsid w:val="0014343C"/>
    <w:rsid w:val="00145126"/>
    <w:rsid w:val="0014514B"/>
    <w:rsid w:val="00145FCD"/>
    <w:rsid w:val="00146076"/>
    <w:rsid w:val="0014651D"/>
    <w:rsid w:val="001471AC"/>
    <w:rsid w:val="001475E3"/>
    <w:rsid w:val="00147C1F"/>
    <w:rsid w:val="001501B7"/>
    <w:rsid w:val="001517E0"/>
    <w:rsid w:val="00152BDB"/>
    <w:rsid w:val="00153097"/>
    <w:rsid w:val="00153954"/>
    <w:rsid w:val="00153994"/>
    <w:rsid w:val="00153BEB"/>
    <w:rsid w:val="001550B8"/>
    <w:rsid w:val="00157080"/>
    <w:rsid w:val="001574B0"/>
    <w:rsid w:val="00160305"/>
    <w:rsid w:val="0016122E"/>
    <w:rsid w:val="001619C9"/>
    <w:rsid w:val="00162155"/>
    <w:rsid w:val="001632D5"/>
    <w:rsid w:val="00163887"/>
    <w:rsid w:val="0016521E"/>
    <w:rsid w:val="001663DD"/>
    <w:rsid w:val="00166F33"/>
    <w:rsid w:val="0017022F"/>
    <w:rsid w:val="001703EA"/>
    <w:rsid w:val="00170D59"/>
    <w:rsid w:val="00171390"/>
    <w:rsid w:val="00171837"/>
    <w:rsid w:val="0017206E"/>
    <w:rsid w:val="00172094"/>
    <w:rsid w:val="001721C5"/>
    <w:rsid w:val="001726C9"/>
    <w:rsid w:val="001729F0"/>
    <w:rsid w:val="00173C1F"/>
    <w:rsid w:val="00174921"/>
    <w:rsid w:val="00175F82"/>
    <w:rsid w:val="00176769"/>
    <w:rsid w:val="00180706"/>
    <w:rsid w:val="00180B33"/>
    <w:rsid w:val="0018188A"/>
    <w:rsid w:val="0018240A"/>
    <w:rsid w:val="00183564"/>
    <w:rsid w:val="0018496C"/>
    <w:rsid w:val="001858B6"/>
    <w:rsid w:val="0018618F"/>
    <w:rsid w:val="001862FB"/>
    <w:rsid w:val="001863C0"/>
    <w:rsid w:val="00186755"/>
    <w:rsid w:val="0018708C"/>
    <w:rsid w:val="001879BD"/>
    <w:rsid w:val="00191706"/>
    <w:rsid w:val="00192396"/>
    <w:rsid w:val="00192AF6"/>
    <w:rsid w:val="00192E15"/>
    <w:rsid w:val="00195073"/>
    <w:rsid w:val="00195184"/>
    <w:rsid w:val="001965CD"/>
    <w:rsid w:val="00196AB4"/>
    <w:rsid w:val="00197213"/>
    <w:rsid w:val="00197315"/>
    <w:rsid w:val="001A09B4"/>
    <w:rsid w:val="001A09EB"/>
    <w:rsid w:val="001A28B9"/>
    <w:rsid w:val="001A29AA"/>
    <w:rsid w:val="001A3C4F"/>
    <w:rsid w:val="001A43F5"/>
    <w:rsid w:val="001A4B84"/>
    <w:rsid w:val="001A4C15"/>
    <w:rsid w:val="001A5BF1"/>
    <w:rsid w:val="001A5DBE"/>
    <w:rsid w:val="001A6103"/>
    <w:rsid w:val="001A6163"/>
    <w:rsid w:val="001A67CC"/>
    <w:rsid w:val="001A6ABA"/>
    <w:rsid w:val="001A6D1D"/>
    <w:rsid w:val="001A6DB0"/>
    <w:rsid w:val="001B0331"/>
    <w:rsid w:val="001B06A2"/>
    <w:rsid w:val="001B09C5"/>
    <w:rsid w:val="001B1E66"/>
    <w:rsid w:val="001B2038"/>
    <w:rsid w:val="001B2268"/>
    <w:rsid w:val="001B338A"/>
    <w:rsid w:val="001B39D0"/>
    <w:rsid w:val="001B3DC2"/>
    <w:rsid w:val="001B4247"/>
    <w:rsid w:val="001B5951"/>
    <w:rsid w:val="001B6430"/>
    <w:rsid w:val="001B64DF"/>
    <w:rsid w:val="001B7720"/>
    <w:rsid w:val="001B772A"/>
    <w:rsid w:val="001B77F2"/>
    <w:rsid w:val="001B792B"/>
    <w:rsid w:val="001C0249"/>
    <w:rsid w:val="001C0A63"/>
    <w:rsid w:val="001C0B72"/>
    <w:rsid w:val="001C0CDE"/>
    <w:rsid w:val="001C0D98"/>
    <w:rsid w:val="001C2146"/>
    <w:rsid w:val="001C24A7"/>
    <w:rsid w:val="001C3039"/>
    <w:rsid w:val="001C4FBF"/>
    <w:rsid w:val="001C4FFD"/>
    <w:rsid w:val="001C50C5"/>
    <w:rsid w:val="001C6523"/>
    <w:rsid w:val="001C683D"/>
    <w:rsid w:val="001C778F"/>
    <w:rsid w:val="001C7BFF"/>
    <w:rsid w:val="001D1DE6"/>
    <w:rsid w:val="001D2C60"/>
    <w:rsid w:val="001D3FDE"/>
    <w:rsid w:val="001D5060"/>
    <w:rsid w:val="001D513A"/>
    <w:rsid w:val="001D5373"/>
    <w:rsid w:val="001D5F2E"/>
    <w:rsid w:val="001D6317"/>
    <w:rsid w:val="001D636F"/>
    <w:rsid w:val="001D70A2"/>
    <w:rsid w:val="001D7975"/>
    <w:rsid w:val="001D7ECF"/>
    <w:rsid w:val="001E0774"/>
    <w:rsid w:val="001E0AE5"/>
    <w:rsid w:val="001E10DC"/>
    <w:rsid w:val="001E14DD"/>
    <w:rsid w:val="001E1D63"/>
    <w:rsid w:val="001E1D9E"/>
    <w:rsid w:val="001E218F"/>
    <w:rsid w:val="001E21E6"/>
    <w:rsid w:val="001E2216"/>
    <w:rsid w:val="001E286D"/>
    <w:rsid w:val="001E528A"/>
    <w:rsid w:val="001E5A11"/>
    <w:rsid w:val="001E6146"/>
    <w:rsid w:val="001E6DE1"/>
    <w:rsid w:val="001F00EF"/>
    <w:rsid w:val="001F18AE"/>
    <w:rsid w:val="001F25A4"/>
    <w:rsid w:val="001F2796"/>
    <w:rsid w:val="001F2A8D"/>
    <w:rsid w:val="001F35DA"/>
    <w:rsid w:val="001F52C6"/>
    <w:rsid w:val="001F56A9"/>
    <w:rsid w:val="001F5E22"/>
    <w:rsid w:val="001F621B"/>
    <w:rsid w:val="001F70FE"/>
    <w:rsid w:val="002002A2"/>
    <w:rsid w:val="002013BD"/>
    <w:rsid w:val="00201EC1"/>
    <w:rsid w:val="00202FB7"/>
    <w:rsid w:val="00203201"/>
    <w:rsid w:val="00203360"/>
    <w:rsid w:val="002045CD"/>
    <w:rsid w:val="00204650"/>
    <w:rsid w:val="00204B21"/>
    <w:rsid w:val="00204B8C"/>
    <w:rsid w:val="00204CA7"/>
    <w:rsid w:val="00205773"/>
    <w:rsid w:val="00206174"/>
    <w:rsid w:val="00206351"/>
    <w:rsid w:val="0020724A"/>
    <w:rsid w:val="0020756E"/>
    <w:rsid w:val="0021092D"/>
    <w:rsid w:val="00210E29"/>
    <w:rsid w:val="002128D9"/>
    <w:rsid w:val="00212B98"/>
    <w:rsid w:val="00214CB0"/>
    <w:rsid w:val="0021524F"/>
    <w:rsid w:val="00215D54"/>
    <w:rsid w:val="00216B45"/>
    <w:rsid w:val="00217BD4"/>
    <w:rsid w:val="002205CC"/>
    <w:rsid w:val="00220AED"/>
    <w:rsid w:val="00221E47"/>
    <w:rsid w:val="0022262A"/>
    <w:rsid w:val="002229D2"/>
    <w:rsid w:val="00222CA5"/>
    <w:rsid w:val="00225148"/>
    <w:rsid w:val="00225545"/>
    <w:rsid w:val="00225774"/>
    <w:rsid w:val="00227AE6"/>
    <w:rsid w:val="00227B78"/>
    <w:rsid w:val="00227E3E"/>
    <w:rsid w:val="00230030"/>
    <w:rsid w:val="0023029F"/>
    <w:rsid w:val="00231C6D"/>
    <w:rsid w:val="0023453D"/>
    <w:rsid w:val="002348CF"/>
    <w:rsid w:val="00234A8C"/>
    <w:rsid w:val="0023597B"/>
    <w:rsid w:val="002363AF"/>
    <w:rsid w:val="00237D67"/>
    <w:rsid w:val="00242040"/>
    <w:rsid w:val="002424BA"/>
    <w:rsid w:val="00242DD6"/>
    <w:rsid w:val="00243843"/>
    <w:rsid w:val="00243A42"/>
    <w:rsid w:val="00243B97"/>
    <w:rsid w:val="0024516F"/>
    <w:rsid w:val="00246823"/>
    <w:rsid w:val="00246E1B"/>
    <w:rsid w:val="0024713D"/>
    <w:rsid w:val="0025002B"/>
    <w:rsid w:val="00250B05"/>
    <w:rsid w:val="00250DC0"/>
    <w:rsid w:val="00251159"/>
    <w:rsid w:val="00252357"/>
    <w:rsid w:val="00252A0F"/>
    <w:rsid w:val="00253EDD"/>
    <w:rsid w:val="00254F41"/>
    <w:rsid w:val="00255693"/>
    <w:rsid w:val="002557E0"/>
    <w:rsid w:val="0025617E"/>
    <w:rsid w:val="00256497"/>
    <w:rsid w:val="00257953"/>
    <w:rsid w:val="00260064"/>
    <w:rsid w:val="00260CCE"/>
    <w:rsid w:val="00261091"/>
    <w:rsid w:val="002631C3"/>
    <w:rsid w:val="002640F1"/>
    <w:rsid w:val="002643AB"/>
    <w:rsid w:val="00264DCB"/>
    <w:rsid w:val="00265487"/>
    <w:rsid w:val="00265B04"/>
    <w:rsid w:val="0026660B"/>
    <w:rsid w:val="002668CE"/>
    <w:rsid w:val="0026771E"/>
    <w:rsid w:val="0026781C"/>
    <w:rsid w:val="0027036E"/>
    <w:rsid w:val="00270D10"/>
    <w:rsid w:val="00270D6F"/>
    <w:rsid w:val="00271132"/>
    <w:rsid w:val="0027213A"/>
    <w:rsid w:val="0027432A"/>
    <w:rsid w:val="00274756"/>
    <w:rsid w:val="00274E5E"/>
    <w:rsid w:val="0027530E"/>
    <w:rsid w:val="0027547D"/>
    <w:rsid w:val="002755F0"/>
    <w:rsid w:val="00275631"/>
    <w:rsid w:val="002757B3"/>
    <w:rsid w:val="00275C56"/>
    <w:rsid w:val="002763A3"/>
    <w:rsid w:val="00276E50"/>
    <w:rsid w:val="002778EF"/>
    <w:rsid w:val="00277B9E"/>
    <w:rsid w:val="0028019E"/>
    <w:rsid w:val="00280427"/>
    <w:rsid w:val="0028126D"/>
    <w:rsid w:val="002828B2"/>
    <w:rsid w:val="00282DE4"/>
    <w:rsid w:val="0028344B"/>
    <w:rsid w:val="0028392C"/>
    <w:rsid w:val="00283C0C"/>
    <w:rsid w:val="002843EF"/>
    <w:rsid w:val="002846AB"/>
    <w:rsid w:val="00286136"/>
    <w:rsid w:val="00286147"/>
    <w:rsid w:val="002868A7"/>
    <w:rsid w:val="00286D95"/>
    <w:rsid w:val="0028746B"/>
    <w:rsid w:val="002877DA"/>
    <w:rsid w:val="00287E8E"/>
    <w:rsid w:val="002901F6"/>
    <w:rsid w:val="0029185B"/>
    <w:rsid w:val="002918F7"/>
    <w:rsid w:val="002930AC"/>
    <w:rsid w:val="00294E39"/>
    <w:rsid w:val="00295501"/>
    <w:rsid w:val="002974C7"/>
    <w:rsid w:val="00297846"/>
    <w:rsid w:val="002A06D1"/>
    <w:rsid w:val="002A1A4C"/>
    <w:rsid w:val="002A2417"/>
    <w:rsid w:val="002A35D0"/>
    <w:rsid w:val="002A4525"/>
    <w:rsid w:val="002A4A22"/>
    <w:rsid w:val="002A4AB1"/>
    <w:rsid w:val="002A5344"/>
    <w:rsid w:val="002A5E80"/>
    <w:rsid w:val="002A5F09"/>
    <w:rsid w:val="002A608A"/>
    <w:rsid w:val="002A6976"/>
    <w:rsid w:val="002A79D6"/>
    <w:rsid w:val="002A7B6F"/>
    <w:rsid w:val="002A7C8D"/>
    <w:rsid w:val="002B12C8"/>
    <w:rsid w:val="002B1924"/>
    <w:rsid w:val="002B2492"/>
    <w:rsid w:val="002B37E4"/>
    <w:rsid w:val="002B4AC3"/>
    <w:rsid w:val="002B4BA3"/>
    <w:rsid w:val="002B4CAA"/>
    <w:rsid w:val="002B4EE5"/>
    <w:rsid w:val="002B5197"/>
    <w:rsid w:val="002B62F4"/>
    <w:rsid w:val="002B6716"/>
    <w:rsid w:val="002B69E1"/>
    <w:rsid w:val="002C0226"/>
    <w:rsid w:val="002C05BD"/>
    <w:rsid w:val="002C05EE"/>
    <w:rsid w:val="002C143E"/>
    <w:rsid w:val="002C1C12"/>
    <w:rsid w:val="002C229E"/>
    <w:rsid w:val="002C2740"/>
    <w:rsid w:val="002C2B29"/>
    <w:rsid w:val="002C2EA4"/>
    <w:rsid w:val="002C2EC1"/>
    <w:rsid w:val="002C3A2F"/>
    <w:rsid w:val="002C4DB4"/>
    <w:rsid w:val="002C55EF"/>
    <w:rsid w:val="002C5625"/>
    <w:rsid w:val="002C597D"/>
    <w:rsid w:val="002C706E"/>
    <w:rsid w:val="002C75B8"/>
    <w:rsid w:val="002C775F"/>
    <w:rsid w:val="002D0E21"/>
    <w:rsid w:val="002D107B"/>
    <w:rsid w:val="002D14BB"/>
    <w:rsid w:val="002D191F"/>
    <w:rsid w:val="002D3659"/>
    <w:rsid w:val="002D3697"/>
    <w:rsid w:val="002D3711"/>
    <w:rsid w:val="002D3EE5"/>
    <w:rsid w:val="002D4678"/>
    <w:rsid w:val="002D64A6"/>
    <w:rsid w:val="002D72D3"/>
    <w:rsid w:val="002D7B37"/>
    <w:rsid w:val="002E0073"/>
    <w:rsid w:val="002E09E6"/>
    <w:rsid w:val="002E0B04"/>
    <w:rsid w:val="002E17CF"/>
    <w:rsid w:val="002E26CB"/>
    <w:rsid w:val="002E311D"/>
    <w:rsid w:val="002E36A9"/>
    <w:rsid w:val="002E45C5"/>
    <w:rsid w:val="002E463A"/>
    <w:rsid w:val="002E50DA"/>
    <w:rsid w:val="002E5B08"/>
    <w:rsid w:val="002E5C4A"/>
    <w:rsid w:val="002E6413"/>
    <w:rsid w:val="002E6439"/>
    <w:rsid w:val="002F00E2"/>
    <w:rsid w:val="002F047D"/>
    <w:rsid w:val="002F0564"/>
    <w:rsid w:val="002F2255"/>
    <w:rsid w:val="002F3AB0"/>
    <w:rsid w:val="002F433D"/>
    <w:rsid w:val="002F49E9"/>
    <w:rsid w:val="002F4B1A"/>
    <w:rsid w:val="002F531E"/>
    <w:rsid w:val="002F7BCC"/>
    <w:rsid w:val="002F7D2E"/>
    <w:rsid w:val="003007F0"/>
    <w:rsid w:val="00300A77"/>
    <w:rsid w:val="00301B69"/>
    <w:rsid w:val="00302394"/>
    <w:rsid w:val="003025E8"/>
    <w:rsid w:val="003025FA"/>
    <w:rsid w:val="0030295E"/>
    <w:rsid w:val="00302C8C"/>
    <w:rsid w:val="00304140"/>
    <w:rsid w:val="0030446C"/>
    <w:rsid w:val="003056B2"/>
    <w:rsid w:val="00305BB3"/>
    <w:rsid w:val="00305D4F"/>
    <w:rsid w:val="003067FD"/>
    <w:rsid w:val="00307E26"/>
    <w:rsid w:val="00311073"/>
    <w:rsid w:val="0031145F"/>
    <w:rsid w:val="003115AC"/>
    <w:rsid w:val="0031219F"/>
    <w:rsid w:val="00312640"/>
    <w:rsid w:val="00314B51"/>
    <w:rsid w:val="0031601F"/>
    <w:rsid w:val="00316924"/>
    <w:rsid w:val="003170C7"/>
    <w:rsid w:val="003201B6"/>
    <w:rsid w:val="00320972"/>
    <w:rsid w:val="003218A6"/>
    <w:rsid w:val="0032322E"/>
    <w:rsid w:val="00324092"/>
    <w:rsid w:val="003255F4"/>
    <w:rsid w:val="00325D6B"/>
    <w:rsid w:val="0032685C"/>
    <w:rsid w:val="00326AC5"/>
    <w:rsid w:val="00326F25"/>
    <w:rsid w:val="00332189"/>
    <w:rsid w:val="00332CB3"/>
    <w:rsid w:val="00332DD1"/>
    <w:rsid w:val="0033373E"/>
    <w:rsid w:val="003338F4"/>
    <w:rsid w:val="00333B41"/>
    <w:rsid w:val="00334026"/>
    <w:rsid w:val="00334193"/>
    <w:rsid w:val="00335DF4"/>
    <w:rsid w:val="00336F0C"/>
    <w:rsid w:val="00336F3A"/>
    <w:rsid w:val="00337926"/>
    <w:rsid w:val="003402D6"/>
    <w:rsid w:val="0034090C"/>
    <w:rsid w:val="003416EC"/>
    <w:rsid w:val="00342B26"/>
    <w:rsid w:val="0034369B"/>
    <w:rsid w:val="003436F8"/>
    <w:rsid w:val="00343C3B"/>
    <w:rsid w:val="00344442"/>
    <w:rsid w:val="00345E1E"/>
    <w:rsid w:val="00346847"/>
    <w:rsid w:val="00346883"/>
    <w:rsid w:val="003474FC"/>
    <w:rsid w:val="00347612"/>
    <w:rsid w:val="00347989"/>
    <w:rsid w:val="00350869"/>
    <w:rsid w:val="00350DEF"/>
    <w:rsid w:val="00350EB4"/>
    <w:rsid w:val="00351028"/>
    <w:rsid w:val="00351851"/>
    <w:rsid w:val="003524F5"/>
    <w:rsid w:val="003528EF"/>
    <w:rsid w:val="00352D53"/>
    <w:rsid w:val="003552B3"/>
    <w:rsid w:val="00355881"/>
    <w:rsid w:val="003558C6"/>
    <w:rsid w:val="00356269"/>
    <w:rsid w:val="00357023"/>
    <w:rsid w:val="0035750D"/>
    <w:rsid w:val="003575A0"/>
    <w:rsid w:val="003576E1"/>
    <w:rsid w:val="00361535"/>
    <w:rsid w:val="00361632"/>
    <w:rsid w:val="00361657"/>
    <w:rsid w:val="00361A0F"/>
    <w:rsid w:val="00362C8A"/>
    <w:rsid w:val="00363429"/>
    <w:rsid w:val="003638B9"/>
    <w:rsid w:val="00364CA9"/>
    <w:rsid w:val="0036501D"/>
    <w:rsid w:val="003658C6"/>
    <w:rsid w:val="00365960"/>
    <w:rsid w:val="0036648A"/>
    <w:rsid w:val="00366D36"/>
    <w:rsid w:val="003670F9"/>
    <w:rsid w:val="003674D4"/>
    <w:rsid w:val="00367554"/>
    <w:rsid w:val="003705EE"/>
    <w:rsid w:val="00370626"/>
    <w:rsid w:val="00372AA6"/>
    <w:rsid w:val="00372F24"/>
    <w:rsid w:val="00372FB0"/>
    <w:rsid w:val="0037339A"/>
    <w:rsid w:val="00374D11"/>
    <w:rsid w:val="00375C9B"/>
    <w:rsid w:val="00375CFD"/>
    <w:rsid w:val="00375D9D"/>
    <w:rsid w:val="00376668"/>
    <w:rsid w:val="00376778"/>
    <w:rsid w:val="00376EE6"/>
    <w:rsid w:val="00377405"/>
    <w:rsid w:val="003777A5"/>
    <w:rsid w:val="0038031B"/>
    <w:rsid w:val="00380363"/>
    <w:rsid w:val="00381140"/>
    <w:rsid w:val="00381AFA"/>
    <w:rsid w:val="003820C0"/>
    <w:rsid w:val="00383A6A"/>
    <w:rsid w:val="00383DB1"/>
    <w:rsid w:val="00384296"/>
    <w:rsid w:val="00384661"/>
    <w:rsid w:val="00384870"/>
    <w:rsid w:val="003855C5"/>
    <w:rsid w:val="003861B4"/>
    <w:rsid w:val="003864E6"/>
    <w:rsid w:val="00386CD4"/>
    <w:rsid w:val="00387685"/>
    <w:rsid w:val="0039007D"/>
    <w:rsid w:val="00391105"/>
    <w:rsid w:val="00391575"/>
    <w:rsid w:val="003915D5"/>
    <w:rsid w:val="00391686"/>
    <w:rsid w:val="003916FC"/>
    <w:rsid w:val="003920D7"/>
    <w:rsid w:val="00392B8C"/>
    <w:rsid w:val="00392F6A"/>
    <w:rsid w:val="00393178"/>
    <w:rsid w:val="0039320A"/>
    <w:rsid w:val="003932B0"/>
    <w:rsid w:val="00393587"/>
    <w:rsid w:val="00393D73"/>
    <w:rsid w:val="003941D6"/>
    <w:rsid w:val="00394CDD"/>
    <w:rsid w:val="00396620"/>
    <w:rsid w:val="00396D78"/>
    <w:rsid w:val="0039754D"/>
    <w:rsid w:val="003A04F8"/>
    <w:rsid w:val="003A0756"/>
    <w:rsid w:val="003A1790"/>
    <w:rsid w:val="003A3553"/>
    <w:rsid w:val="003A4088"/>
    <w:rsid w:val="003A5221"/>
    <w:rsid w:val="003A65A9"/>
    <w:rsid w:val="003A6B00"/>
    <w:rsid w:val="003A711D"/>
    <w:rsid w:val="003A7145"/>
    <w:rsid w:val="003A7D2F"/>
    <w:rsid w:val="003B1739"/>
    <w:rsid w:val="003B3879"/>
    <w:rsid w:val="003B3947"/>
    <w:rsid w:val="003B4261"/>
    <w:rsid w:val="003B44F0"/>
    <w:rsid w:val="003B4BE9"/>
    <w:rsid w:val="003B4F72"/>
    <w:rsid w:val="003B68BB"/>
    <w:rsid w:val="003B6EA6"/>
    <w:rsid w:val="003B6F96"/>
    <w:rsid w:val="003C1669"/>
    <w:rsid w:val="003C1CD2"/>
    <w:rsid w:val="003C2836"/>
    <w:rsid w:val="003C3814"/>
    <w:rsid w:val="003C4388"/>
    <w:rsid w:val="003C4B02"/>
    <w:rsid w:val="003C4E78"/>
    <w:rsid w:val="003C50AC"/>
    <w:rsid w:val="003C5195"/>
    <w:rsid w:val="003C61BD"/>
    <w:rsid w:val="003C6415"/>
    <w:rsid w:val="003C643E"/>
    <w:rsid w:val="003C6B38"/>
    <w:rsid w:val="003D05FD"/>
    <w:rsid w:val="003D134F"/>
    <w:rsid w:val="003D2047"/>
    <w:rsid w:val="003D2420"/>
    <w:rsid w:val="003D2C85"/>
    <w:rsid w:val="003D2EB8"/>
    <w:rsid w:val="003D31AB"/>
    <w:rsid w:val="003D5881"/>
    <w:rsid w:val="003D5FB8"/>
    <w:rsid w:val="003D604E"/>
    <w:rsid w:val="003D612B"/>
    <w:rsid w:val="003D62C0"/>
    <w:rsid w:val="003D76F5"/>
    <w:rsid w:val="003D79AD"/>
    <w:rsid w:val="003D7A6A"/>
    <w:rsid w:val="003E138C"/>
    <w:rsid w:val="003E14A4"/>
    <w:rsid w:val="003E1FA2"/>
    <w:rsid w:val="003E2656"/>
    <w:rsid w:val="003E266C"/>
    <w:rsid w:val="003E2D02"/>
    <w:rsid w:val="003E3C81"/>
    <w:rsid w:val="003E4338"/>
    <w:rsid w:val="003E4D91"/>
    <w:rsid w:val="003E5F6A"/>
    <w:rsid w:val="003F082A"/>
    <w:rsid w:val="003F0B0C"/>
    <w:rsid w:val="003F25D0"/>
    <w:rsid w:val="003F506B"/>
    <w:rsid w:val="003F5ECF"/>
    <w:rsid w:val="003F5FD6"/>
    <w:rsid w:val="003F6E7F"/>
    <w:rsid w:val="003F7968"/>
    <w:rsid w:val="003F7A1F"/>
    <w:rsid w:val="00400E85"/>
    <w:rsid w:val="004011D2"/>
    <w:rsid w:val="004011F1"/>
    <w:rsid w:val="00401F36"/>
    <w:rsid w:val="00401F6E"/>
    <w:rsid w:val="004027D7"/>
    <w:rsid w:val="004037BB"/>
    <w:rsid w:val="00403A15"/>
    <w:rsid w:val="00403B50"/>
    <w:rsid w:val="004050E6"/>
    <w:rsid w:val="00406ADD"/>
    <w:rsid w:val="00407840"/>
    <w:rsid w:val="004102B9"/>
    <w:rsid w:val="004121A1"/>
    <w:rsid w:val="00413126"/>
    <w:rsid w:val="00413651"/>
    <w:rsid w:val="0041467F"/>
    <w:rsid w:val="00415AA9"/>
    <w:rsid w:val="00415CDD"/>
    <w:rsid w:val="00415CE5"/>
    <w:rsid w:val="0041600A"/>
    <w:rsid w:val="00416CAB"/>
    <w:rsid w:val="0041794A"/>
    <w:rsid w:val="00420499"/>
    <w:rsid w:val="00420DB9"/>
    <w:rsid w:val="004221EA"/>
    <w:rsid w:val="00422630"/>
    <w:rsid w:val="00423AF9"/>
    <w:rsid w:val="00424596"/>
    <w:rsid w:val="00424650"/>
    <w:rsid w:val="004246F9"/>
    <w:rsid w:val="00424B83"/>
    <w:rsid w:val="004250EF"/>
    <w:rsid w:val="00425670"/>
    <w:rsid w:val="00430850"/>
    <w:rsid w:val="00431ABB"/>
    <w:rsid w:val="00432137"/>
    <w:rsid w:val="0043236C"/>
    <w:rsid w:val="00432D49"/>
    <w:rsid w:val="0043315D"/>
    <w:rsid w:val="00433927"/>
    <w:rsid w:val="00433BF9"/>
    <w:rsid w:val="00433E67"/>
    <w:rsid w:val="0043412C"/>
    <w:rsid w:val="0043651E"/>
    <w:rsid w:val="00436C67"/>
    <w:rsid w:val="00437C4E"/>
    <w:rsid w:val="00441B32"/>
    <w:rsid w:val="004426BC"/>
    <w:rsid w:val="00442A27"/>
    <w:rsid w:val="00443047"/>
    <w:rsid w:val="00443E90"/>
    <w:rsid w:val="004444AD"/>
    <w:rsid w:val="00444F56"/>
    <w:rsid w:val="0044573E"/>
    <w:rsid w:val="00445CDF"/>
    <w:rsid w:val="00446032"/>
    <w:rsid w:val="00446561"/>
    <w:rsid w:val="00446614"/>
    <w:rsid w:val="00446C9C"/>
    <w:rsid w:val="0044762D"/>
    <w:rsid w:val="00447C6B"/>
    <w:rsid w:val="004500E3"/>
    <w:rsid w:val="004503EF"/>
    <w:rsid w:val="00450802"/>
    <w:rsid w:val="004519AB"/>
    <w:rsid w:val="00451D85"/>
    <w:rsid w:val="00452D84"/>
    <w:rsid w:val="004540FA"/>
    <w:rsid w:val="004547A8"/>
    <w:rsid w:val="00455162"/>
    <w:rsid w:val="004551E2"/>
    <w:rsid w:val="0045526C"/>
    <w:rsid w:val="00455637"/>
    <w:rsid w:val="004557FE"/>
    <w:rsid w:val="00455C4E"/>
    <w:rsid w:val="004561B6"/>
    <w:rsid w:val="00456907"/>
    <w:rsid w:val="004576FC"/>
    <w:rsid w:val="00460B4F"/>
    <w:rsid w:val="00460C88"/>
    <w:rsid w:val="004632CC"/>
    <w:rsid w:val="0046333F"/>
    <w:rsid w:val="00464595"/>
    <w:rsid w:val="00464E68"/>
    <w:rsid w:val="0046779B"/>
    <w:rsid w:val="00467946"/>
    <w:rsid w:val="0047084D"/>
    <w:rsid w:val="00470D38"/>
    <w:rsid w:val="00472FDC"/>
    <w:rsid w:val="00473954"/>
    <w:rsid w:val="00474EDB"/>
    <w:rsid w:val="0047565B"/>
    <w:rsid w:val="00475D57"/>
    <w:rsid w:val="0047645D"/>
    <w:rsid w:val="004767A7"/>
    <w:rsid w:val="004773A3"/>
    <w:rsid w:val="004774C6"/>
    <w:rsid w:val="004810DA"/>
    <w:rsid w:val="00483E18"/>
    <w:rsid w:val="00484300"/>
    <w:rsid w:val="0048434C"/>
    <w:rsid w:val="00484DA9"/>
    <w:rsid w:val="00484DB8"/>
    <w:rsid w:val="00484FE9"/>
    <w:rsid w:val="00485646"/>
    <w:rsid w:val="00485BAF"/>
    <w:rsid w:val="00486D2F"/>
    <w:rsid w:val="0048761D"/>
    <w:rsid w:val="00487CB3"/>
    <w:rsid w:val="00487FB5"/>
    <w:rsid w:val="004903B3"/>
    <w:rsid w:val="004907D8"/>
    <w:rsid w:val="004908FA"/>
    <w:rsid w:val="00490D80"/>
    <w:rsid w:val="0049191F"/>
    <w:rsid w:val="00494285"/>
    <w:rsid w:val="0049453B"/>
    <w:rsid w:val="004951AA"/>
    <w:rsid w:val="0049536C"/>
    <w:rsid w:val="0049542C"/>
    <w:rsid w:val="00495A09"/>
    <w:rsid w:val="00496B11"/>
    <w:rsid w:val="00496F08"/>
    <w:rsid w:val="004972C0"/>
    <w:rsid w:val="0049771F"/>
    <w:rsid w:val="00497E03"/>
    <w:rsid w:val="004A08B2"/>
    <w:rsid w:val="004A1526"/>
    <w:rsid w:val="004A18E7"/>
    <w:rsid w:val="004A1B45"/>
    <w:rsid w:val="004A24C4"/>
    <w:rsid w:val="004A275B"/>
    <w:rsid w:val="004A2BA9"/>
    <w:rsid w:val="004A2F80"/>
    <w:rsid w:val="004A383B"/>
    <w:rsid w:val="004A458E"/>
    <w:rsid w:val="004A5B6B"/>
    <w:rsid w:val="004A5BF9"/>
    <w:rsid w:val="004A60BB"/>
    <w:rsid w:val="004A7317"/>
    <w:rsid w:val="004A74D0"/>
    <w:rsid w:val="004A7737"/>
    <w:rsid w:val="004A7D86"/>
    <w:rsid w:val="004B0F7F"/>
    <w:rsid w:val="004B0FA3"/>
    <w:rsid w:val="004B133D"/>
    <w:rsid w:val="004B13ED"/>
    <w:rsid w:val="004B164A"/>
    <w:rsid w:val="004B1F2D"/>
    <w:rsid w:val="004B257E"/>
    <w:rsid w:val="004B2753"/>
    <w:rsid w:val="004B2D8D"/>
    <w:rsid w:val="004B3066"/>
    <w:rsid w:val="004B3BE5"/>
    <w:rsid w:val="004B3F96"/>
    <w:rsid w:val="004B5A58"/>
    <w:rsid w:val="004B6138"/>
    <w:rsid w:val="004B6EEB"/>
    <w:rsid w:val="004B7383"/>
    <w:rsid w:val="004C0373"/>
    <w:rsid w:val="004C0AAE"/>
    <w:rsid w:val="004C0CCE"/>
    <w:rsid w:val="004C0FB6"/>
    <w:rsid w:val="004C121E"/>
    <w:rsid w:val="004C288F"/>
    <w:rsid w:val="004C2FE5"/>
    <w:rsid w:val="004C30D4"/>
    <w:rsid w:val="004C34E5"/>
    <w:rsid w:val="004C3986"/>
    <w:rsid w:val="004C5185"/>
    <w:rsid w:val="004C606E"/>
    <w:rsid w:val="004C6383"/>
    <w:rsid w:val="004C6641"/>
    <w:rsid w:val="004C66D4"/>
    <w:rsid w:val="004C7774"/>
    <w:rsid w:val="004C7CA4"/>
    <w:rsid w:val="004C7F93"/>
    <w:rsid w:val="004D1931"/>
    <w:rsid w:val="004D1C08"/>
    <w:rsid w:val="004D22C7"/>
    <w:rsid w:val="004D2588"/>
    <w:rsid w:val="004D30D9"/>
    <w:rsid w:val="004D37CD"/>
    <w:rsid w:val="004D4733"/>
    <w:rsid w:val="004D4876"/>
    <w:rsid w:val="004D6B95"/>
    <w:rsid w:val="004D6F9D"/>
    <w:rsid w:val="004D7857"/>
    <w:rsid w:val="004E07FF"/>
    <w:rsid w:val="004E17CB"/>
    <w:rsid w:val="004E26D0"/>
    <w:rsid w:val="004E2AD7"/>
    <w:rsid w:val="004E2D36"/>
    <w:rsid w:val="004E31CC"/>
    <w:rsid w:val="004E34C7"/>
    <w:rsid w:val="004E3594"/>
    <w:rsid w:val="004E45BE"/>
    <w:rsid w:val="004E4B87"/>
    <w:rsid w:val="004E4EA1"/>
    <w:rsid w:val="004E64E5"/>
    <w:rsid w:val="004E68F1"/>
    <w:rsid w:val="004E7EB7"/>
    <w:rsid w:val="004E7FEE"/>
    <w:rsid w:val="004F00FD"/>
    <w:rsid w:val="004F07CC"/>
    <w:rsid w:val="004F0810"/>
    <w:rsid w:val="004F0C08"/>
    <w:rsid w:val="004F0D4F"/>
    <w:rsid w:val="004F1948"/>
    <w:rsid w:val="004F20A5"/>
    <w:rsid w:val="004F27FA"/>
    <w:rsid w:val="004F2D6E"/>
    <w:rsid w:val="004F2ED4"/>
    <w:rsid w:val="004F533C"/>
    <w:rsid w:val="004F55B7"/>
    <w:rsid w:val="004F55BC"/>
    <w:rsid w:val="004F6261"/>
    <w:rsid w:val="004F7023"/>
    <w:rsid w:val="004F712B"/>
    <w:rsid w:val="004F722E"/>
    <w:rsid w:val="004F73B2"/>
    <w:rsid w:val="004F798A"/>
    <w:rsid w:val="005006EB"/>
    <w:rsid w:val="00500965"/>
    <w:rsid w:val="00500C5F"/>
    <w:rsid w:val="00500D02"/>
    <w:rsid w:val="005020E0"/>
    <w:rsid w:val="00502253"/>
    <w:rsid w:val="00502908"/>
    <w:rsid w:val="00502F91"/>
    <w:rsid w:val="00502FBB"/>
    <w:rsid w:val="0050564B"/>
    <w:rsid w:val="0050612A"/>
    <w:rsid w:val="005069AA"/>
    <w:rsid w:val="00507134"/>
    <w:rsid w:val="0050729E"/>
    <w:rsid w:val="00510084"/>
    <w:rsid w:val="005111AA"/>
    <w:rsid w:val="00511780"/>
    <w:rsid w:val="00511DFB"/>
    <w:rsid w:val="00511EAA"/>
    <w:rsid w:val="00511F8F"/>
    <w:rsid w:val="005131BA"/>
    <w:rsid w:val="005133DF"/>
    <w:rsid w:val="00513DDF"/>
    <w:rsid w:val="00514149"/>
    <w:rsid w:val="0051508D"/>
    <w:rsid w:val="005155D0"/>
    <w:rsid w:val="00515697"/>
    <w:rsid w:val="00515A2D"/>
    <w:rsid w:val="005165D0"/>
    <w:rsid w:val="00517606"/>
    <w:rsid w:val="00517BF2"/>
    <w:rsid w:val="0052012B"/>
    <w:rsid w:val="00520DEF"/>
    <w:rsid w:val="00522155"/>
    <w:rsid w:val="005225FA"/>
    <w:rsid w:val="005233DD"/>
    <w:rsid w:val="005237B7"/>
    <w:rsid w:val="00524433"/>
    <w:rsid w:val="00524ED8"/>
    <w:rsid w:val="00525D70"/>
    <w:rsid w:val="00525DB6"/>
    <w:rsid w:val="00525E85"/>
    <w:rsid w:val="0052605A"/>
    <w:rsid w:val="00526083"/>
    <w:rsid w:val="00527205"/>
    <w:rsid w:val="00527546"/>
    <w:rsid w:val="00530023"/>
    <w:rsid w:val="0053004B"/>
    <w:rsid w:val="00534308"/>
    <w:rsid w:val="00535786"/>
    <w:rsid w:val="00536C92"/>
    <w:rsid w:val="00536F8E"/>
    <w:rsid w:val="005374AE"/>
    <w:rsid w:val="00537C18"/>
    <w:rsid w:val="00540016"/>
    <w:rsid w:val="005405D7"/>
    <w:rsid w:val="005414E8"/>
    <w:rsid w:val="00541916"/>
    <w:rsid w:val="00541A4F"/>
    <w:rsid w:val="005426C2"/>
    <w:rsid w:val="0054419B"/>
    <w:rsid w:val="0054512F"/>
    <w:rsid w:val="0054616B"/>
    <w:rsid w:val="00546220"/>
    <w:rsid w:val="005500B1"/>
    <w:rsid w:val="005504A0"/>
    <w:rsid w:val="005514AA"/>
    <w:rsid w:val="005529BF"/>
    <w:rsid w:val="005540F4"/>
    <w:rsid w:val="005544CE"/>
    <w:rsid w:val="00554E4A"/>
    <w:rsid w:val="00555BE3"/>
    <w:rsid w:val="00556B01"/>
    <w:rsid w:val="00557BD2"/>
    <w:rsid w:val="00560AB5"/>
    <w:rsid w:val="005620F4"/>
    <w:rsid w:val="00562D61"/>
    <w:rsid w:val="00563383"/>
    <w:rsid w:val="00563958"/>
    <w:rsid w:val="00564233"/>
    <w:rsid w:val="00564297"/>
    <w:rsid w:val="005642BA"/>
    <w:rsid w:val="00564AE5"/>
    <w:rsid w:val="00564D47"/>
    <w:rsid w:val="00565079"/>
    <w:rsid w:val="005654F5"/>
    <w:rsid w:val="0056594B"/>
    <w:rsid w:val="005661A1"/>
    <w:rsid w:val="00566EA6"/>
    <w:rsid w:val="00567491"/>
    <w:rsid w:val="00567F19"/>
    <w:rsid w:val="00567FE7"/>
    <w:rsid w:val="00570058"/>
    <w:rsid w:val="005707DD"/>
    <w:rsid w:val="00570C29"/>
    <w:rsid w:val="0057223E"/>
    <w:rsid w:val="00572A04"/>
    <w:rsid w:val="00572B06"/>
    <w:rsid w:val="00574ABF"/>
    <w:rsid w:val="00575327"/>
    <w:rsid w:val="00575FA7"/>
    <w:rsid w:val="00576EA3"/>
    <w:rsid w:val="00577C7E"/>
    <w:rsid w:val="00580B15"/>
    <w:rsid w:val="00580E0D"/>
    <w:rsid w:val="00582226"/>
    <w:rsid w:val="00582C7A"/>
    <w:rsid w:val="00582E2F"/>
    <w:rsid w:val="00583A73"/>
    <w:rsid w:val="00583E38"/>
    <w:rsid w:val="00584A54"/>
    <w:rsid w:val="00585871"/>
    <w:rsid w:val="00585DB1"/>
    <w:rsid w:val="00587E42"/>
    <w:rsid w:val="00590EF8"/>
    <w:rsid w:val="00591FE2"/>
    <w:rsid w:val="00592521"/>
    <w:rsid w:val="00592585"/>
    <w:rsid w:val="005926D0"/>
    <w:rsid w:val="00593F4D"/>
    <w:rsid w:val="00594022"/>
    <w:rsid w:val="005946C9"/>
    <w:rsid w:val="0059483F"/>
    <w:rsid w:val="00594BEC"/>
    <w:rsid w:val="00595478"/>
    <w:rsid w:val="005957EF"/>
    <w:rsid w:val="00595CDF"/>
    <w:rsid w:val="005961C3"/>
    <w:rsid w:val="005A0BD7"/>
    <w:rsid w:val="005A0D85"/>
    <w:rsid w:val="005A2157"/>
    <w:rsid w:val="005A2BFC"/>
    <w:rsid w:val="005A2E5C"/>
    <w:rsid w:val="005A61B2"/>
    <w:rsid w:val="005A756E"/>
    <w:rsid w:val="005B0022"/>
    <w:rsid w:val="005B0582"/>
    <w:rsid w:val="005B0781"/>
    <w:rsid w:val="005B0B2C"/>
    <w:rsid w:val="005B104C"/>
    <w:rsid w:val="005B2E3D"/>
    <w:rsid w:val="005B32EE"/>
    <w:rsid w:val="005B3B7F"/>
    <w:rsid w:val="005B400C"/>
    <w:rsid w:val="005B6979"/>
    <w:rsid w:val="005B69BB"/>
    <w:rsid w:val="005B7672"/>
    <w:rsid w:val="005B78D5"/>
    <w:rsid w:val="005B7BBE"/>
    <w:rsid w:val="005C017E"/>
    <w:rsid w:val="005C12D8"/>
    <w:rsid w:val="005C239D"/>
    <w:rsid w:val="005C23E2"/>
    <w:rsid w:val="005C23FC"/>
    <w:rsid w:val="005C26DA"/>
    <w:rsid w:val="005C4347"/>
    <w:rsid w:val="005C756E"/>
    <w:rsid w:val="005D2739"/>
    <w:rsid w:val="005D2817"/>
    <w:rsid w:val="005D30C0"/>
    <w:rsid w:val="005D31AC"/>
    <w:rsid w:val="005D3871"/>
    <w:rsid w:val="005D54EB"/>
    <w:rsid w:val="005D6B7B"/>
    <w:rsid w:val="005D77F5"/>
    <w:rsid w:val="005D7C6F"/>
    <w:rsid w:val="005E0034"/>
    <w:rsid w:val="005E0E64"/>
    <w:rsid w:val="005E142C"/>
    <w:rsid w:val="005E1655"/>
    <w:rsid w:val="005E1863"/>
    <w:rsid w:val="005E1F8F"/>
    <w:rsid w:val="005E294E"/>
    <w:rsid w:val="005E2A19"/>
    <w:rsid w:val="005E2B53"/>
    <w:rsid w:val="005E2E55"/>
    <w:rsid w:val="005E34C9"/>
    <w:rsid w:val="005E3911"/>
    <w:rsid w:val="005E3B42"/>
    <w:rsid w:val="005E612C"/>
    <w:rsid w:val="005E78AD"/>
    <w:rsid w:val="005F10DF"/>
    <w:rsid w:val="005F110D"/>
    <w:rsid w:val="005F1492"/>
    <w:rsid w:val="005F1588"/>
    <w:rsid w:val="005F15CC"/>
    <w:rsid w:val="005F2C61"/>
    <w:rsid w:val="005F2DE1"/>
    <w:rsid w:val="005F3388"/>
    <w:rsid w:val="005F4310"/>
    <w:rsid w:val="005F4602"/>
    <w:rsid w:val="005F4856"/>
    <w:rsid w:val="005F53D9"/>
    <w:rsid w:val="005F571A"/>
    <w:rsid w:val="005F5BE3"/>
    <w:rsid w:val="005F5D69"/>
    <w:rsid w:val="005F7D60"/>
    <w:rsid w:val="005F7FFB"/>
    <w:rsid w:val="006001B8"/>
    <w:rsid w:val="00600314"/>
    <w:rsid w:val="0060114A"/>
    <w:rsid w:val="00601279"/>
    <w:rsid w:val="006016F5"/>
    <w:rsid w:val="006020E3"/>
    <w:rsid w:val="00602825"/>
    <w:rsid w:val="006046C8"/>
    <w:rsid w:val="00604C95"/>
    <w:rsid w:val="00604D35"/>
    <w:rsid w:val="006053F8"/>
    <w:rsid w:val="00606E63"/>
    <w:rsid w:val="00606FA0"/>
    <w:rsid w:val="00606FB7"/>
    <w:rsid w:val="00607625"/>
    <w:rsid w:val="00607DAB"/>
    <w:rsid w:val="0061002F"/>
    <w:rsid w:val="006129E1"/>
    <w:rsid w:val="00612E1D"/>
    <w:rsid w:val="00615207"/>
    <w:rsid w:val="00616C58"/>
    <w:rsid w:val="00617748"/>
    <w:rsid w:val="006203CF"/>
    <w:rsid w:val="00620707"/>
    <w:rsid w:val="00620E4F"/>
    <w:rsid w:val="006217D4"/>
    <w:rsid w:val="00622088"/>
    <w:rsid w:val="00622633"/>
    <w:rsid w:val="00622993"/>
    <w:rsid w:val="00622A08"/>
    <w:rsid w:val="00623F02"/>
    <w:rsid w:val="00623F0C"/>
    <w:rsid w:val="00624B6E"/>
    <w:rsid w:val="00625499"/>
    <w:rsid w:val="00626990"/>
    <w:rsid w:val="00627CF7"/>
    <w:rsid w:val="00631154"/>
    <w:rsid w:val="006311D9"/>
    <w:rsid w:val="00632DAA"/>
    <w:rsid w:val="006331AC"/>
    <w:rsid w:val="006337BC"/>
    <w:rsid w:val="00633B41"/>
    <w:rsid w:val="006341E1"/>
    <w:rsid w:val="00634472"/>
    <w:rsid w:val="00634C8D"/>
    <w:rsid w:val="00634DD3"/>
    <w:rsid w:val="00634E76"/>
    <w:rsid w:val="00634F5B"/>
    <w:rsid w:val="00635176"/>
    <w:rsid w:val="00635988"/>
    <w:rsid w:val="00636A89"/>
    <w:rsid w:val="00636AC7"/>
    <w:rsid w:val="00636F9E"/>
    <w:rsid w:val="006371CA"/>
    <w:rsid w:val="006376E5"/>
    <w:rsid w:val="00637927"/>
    <w:rsid w:val="00637C68"/>
    <w:rsid w:val="00637CC5"/>
    <w:rsid w:val="00640FEF"/>
    <w:rsid w:val="0064125E"/>
    <w:rsid w:val="006419B7"/>
    <w:rsid w:val="0064342B"/>
    <w:rsid w:val="00643AE6"/>
    <w:rsid w:val="006442AA"/>
    <w:rsid w:val="00644654"/>
    <w:rsid w:val="00644A22"/>
    <w:rsid w:val="00647019"/>
    <w:rsid w:val="00650807"/>
    <w:rsid w:val="0065143F"/>
    <w:rsid w:val="006520C2"/>
    <w:rsid w:val="0065240A"/>
    <w:rsid w:val="00653564"/>
    <w:rsid w:val="00653987"/>
    <w:rsid w:val="00655B23"/>
    <w:rsid w:val="00656045"/>
    <w:rsid w:val="0065680C"/>
    <w:rsid w:val="00656FC1"/>
    <w:rsid w:val="006572E9"/>
    <w:rsid w:val="00657BDB"/>
    <w:rsid w:val="00660222"/>
    <w:rsid w:val="006603C7"/>
    <w:rsid w:val="00661BE6"/>
    <w:rsid w:val="00662748"/>
    <w:rsid w:val="00662A68"/>
    <w:rsid w:val="00662D2F"/>
    <w:rsid w:val="00662E5B"/>
    <w:rsid w:val="00663707"/>
    <w:rsid w:val="0066383D"/>
    <w:rsid w:val="00663F68"/>
    <w:rsid w:val="00664240"/>
    <w:rsid w:val="00664897"/>
    <w:rsid w:val="0066655F"/>
    <w:rsid w:val="00670286"/>
    <w:rsid w:val="0067131D"/>
    <w:rsid w:val="00671855"/>
    <w:rsid w:val="0067248C"/>
    <w:rsid w:val="00672654"/>
    <w:rsid w:val="00672E55"/>
    <w:rsid w:val="00673528"/>
    <w:rsid w:val="00676ACF"/>
    <w:rsid w:val="006818F9"/>
    <w:rsid w:val="00682123"/>
    <w:rsid w:val="006828C8"/>
    <w:rsid w:val="00683222"/>
    <w:rsid w:val="00683271"/>
    <w:rsid w:val="00684548"/>
    <w:rsid w:val="00684D5D"/>
    <w:rsid w:val="00684EB2"/>
    <w:rsid w:val="00686D61"/>
    <w:rsid w:val="006870AC"/>
    <w:rsid w:val="0068768F"/>
    <w:rsid w:val="00687814"/>
    <w:rsid w:val="00691A28"/>
    <w:rsid w:val="00692BF6"/>
    <w:rsid w:val="006932D4"/>
    <w:rsid w:val="00693ACA"/>
    <w:rsid w:val="006952B8"/>
    <w:rsid w:val="00695F14"/>
    <w:rsid w:val="00696685"/>
    <w:rsid w:val="0069788C"/>
    <w:rsid w:val="00697C71"/>
    <w:rsid w:val="006A09D8"/>
    <w:rsid w:val="006A118D"/>
    <w:rsid w:val="006A1410"/>
    <w:rsid w:val="006A182F"/>
    <w:rsid w:val="006A2D0E"/>
    <w:rsid w:val="006A2D72"/>
    <w:rsid w:val="006A2EF1"/>
    <w:rsid w:val="006A38F4"/>
    <w:rsid w:val="006A44C9"/>
    <w:rsid w:val="006A5470"/>
    <w:rsid w:val="006A5B6B"/>
    <w:rsid w:val="006A6215"/>
    <w:rsid w:val="006A66DE"/>
    <w:rsid w:val="006A66EE"/>
    <w:rsid w:val="006A6EEF"/>
    <w:rsid w:val="006A7078"/>
    <w:rsid w:val="006A725B"/>
    <w:rsid w:val="006A783A"/>
    <w:rsid w:val="006A7870"/>
    <w:rsid w:val="006B00A4"/>
    <w:rsid w:val="006B04F2"/>
    <w:rsid w:val="006B1A47"/>
    <w:rsid w:val="006B1F6C"/>
    <w:rsid w:val="006B2013"/>
    <w:rsid w:val="006B22DE"/>
    <w:rsid w:val="006B2CB7"/>
    <w:rsid w:val="006B3C39"/>
    <w:rsid w:val="006B3D5F"/>
    <w:rsid w:val="006B40F1"/>
    <w:rsid w:val="006B46AF"/>
    <w:rsid w:val="006B6214"/>
    <w:rsid w:val="006B6FF7"/>
    <w:rsid w:val="006C08AF"/>
    <w:rsid w:val="006C08E5"/>
    <w:rsid w:val="006C13A2"/>
    <w:rsid w:val="006C2681"/>
    <w:rsid w:val="006C26F8"/>
    <w:rsid w:val="006C3192"/>
    <w:rsid w:val="006C4AB7"/>
    <w:rsid w:val="006C551A"/>
    <w:rsid w:val="006C5B93"/>
    <w:rsid w:val="006C60BB"/>
    <w:rsid w:val="006C6D5F"/>
    <w:rsid w:val="006D0A43"/>
    <w:rsid w:val="006D0B32"/>
    <w:rsid w:val="006D2096"/>
    <w:rsid w:val="006D3635"/>
    <w:rsid w:val="006D51CD"/>
    <w:rsid w:val="006D5589"/>
    <w:rsid w:val="006D6BFB"/>
    <w:rsid w:val="006D7E29"/>
    <w:rsid w:val="006E0277"/>
    <w:rsid w:val="006E0456"/>
    <w:rsid w:val="006E1FCD"/>
    <w:rsid w:val="006E21AA"/>
    <w:rsid w:val="006E23D1"/>
    <w:rsid w:val="006E25AB"/>
    <w:rsid w:val="006E2823"/>
    <w:rsid w:val="006E32E6"/>
    <w:rsid w:val="006E3603"/>
    <w:rsid w:val="006E3F18"/>
    <w:rsid w:val="006E40C6"/>
    <w:rsid w:val="006E4328"/>
    <w:rsid w:val="006E5792"/>
    <w:rsid w:val="006E6B47"/>
    <w:rsid w:val="006E6C13"/>
    <w:rsid w:val="006F1061"/>
    <w:rsid w:val="006F1C44"/>
    <w:rsid w:val="006F220E"/>
    <w:rsid w:val="006F2311"/>
    <w:rsid w:val="006F2C3C"/>
    <w:rsid w:val="006F3224"/>
    <w:rsid w:val="006F47C1"/>
    <w:rsid w:val="006F4E2C"/>
    <w:rsid w:val="006F5C40"/>
    <w:rsid w:val="006F622A"/>
    <w:rsid w:val="006F66B3"/>
    <w:rsid w:val="006F7100"/>
    <w:rsid w:val="006F71B4"/>
    <w:rsid w:val="00700208"/>
    <w:rsid w:val="007009E0"/>
    <w:rsid w:val="00700B6D"/>
    <w:rsid w:val="00700ED0"/>
    <w:rsid w:val="00701811"/>
    <w:rsid w:val="00701E82"/>
    <w:rsid w:val="007028D3"/>
    <w:rsid w:val="00704048"/>
    <w:rsid w:val="007044BC"/>
    <w:rsid w:val="00705911"/>
    <w:rsid w:val="007062D0"/>
    <w:rsid w:val="00706670"/>
    <w:rsid w:val="00707125"/>
    <w:rsid w:val="00707865"/>
    <w:rsid w:val="00711B3E"/>
    <w:rsid w:val="00712099"/>
    <w:rsid w:val="007123DB"/>
    <w:rsid w:val="00712B1C"/>
    <w:rsid w:val="00713924"/>
    <w:rsid w:val="00713FA5"/>
    <w:rsid w:val="007144C0"/>
    <w:rsid w:val="00715245"/>
    <w:rsid w:val="00715789"/>
    <w:rsid w:val="007162B6"/>
    <w:rsid w:val="00716CF1"/>
    <w:rsid w:val="0071711C"/>
    <w:rsid w:val="00717320"/>
    <w:rsid w:val="00720A69"/>
    <w:rsid w:val="007210DA"/>
    <w:rsid w:val="0072117E"/>
    <w:rsid w:val="00721B50"/>
    <w:rsid w:val="00722178"/>
    <w:rsid w:val="00722362"/>
    <w:rsid w:val="00723490"/>
    <w:rsid w:val="0072428E"/>
    <w:rsid w:val="00724371"/>
    <w:rsid w:val="007243BE"/>
    <w:rsid w:val="007248DB"/>
    <w:rsid w:val="0072509F"/>
    <w:rsid w:val="0072658B"/>
    <w:rsid w:val="007265D4"/>
    <w:rsid w:val="00726805"/>
    <w:rsid w:val="0072759D"/>
    <w:rsid w:val="00727711"/>
    <w:rsid w:val="00727867"/>
    <w:rsid w:val="00727D83"/>
    <w:rsid w:val="00730FD8"/>
    <w:rsid w:val="007316CB"/>
    <w:rsid w:val="007324EE"/>
    <w:rsid w:val="007326DC"/>
    <w:rsid w:val="0073335B"/>
    <w:rsid w:val="00733650"/>
    <w:rsid w:val="00734CCA"/>
    <w:rsid w:val="007359EC"/>
    <w:rsid w:val="00735D6F"/>
    <w:rsid w:val="0073628D"/>
    <w:rsid w:val="007372DD"/>
    <w:rsid w:val="00740763"/>
    <w:rsid w:val="0074146A"/>
    <w:rsid w:val="00741D63"/>
    <w:rsid w:val="00742E3D"/>
    <w:rsid w:val="00743594"/>
    <w:rsid w:val="00743813"/>
    <w:rsid w:val="007448E6"/>
    <w:rsid w:val="00744992"/>
    <w:rsid w:val="007455ED"/>
    <w:rsid w:val="007465D6"/>
    <w:rsid w:val="00746D33"/>
    <w:rsid w:val="007505F5"/>
    <w:rsid w:val="00751E0C"/>
    <w:rsid w:val="00751EAE"/>
    <w:rsid w:val="00752AED"/>
    <w:rsid w:val="00752B8F"/>
    <w:rsid w:val="0075387F"/>
    <w:rsid w:val="0075555A"/>
    <w:rsid w:val="00755DDE"/>
    <w:rsid w:val="00761447"/>
    <w:rsid w:val="00761698"/>
    <w:rsid w:val="00761C78"/>
    <w:rsid w:val="00762105"/>
    <w:rsid w:val="00763DD1"/>
    <w:rsid w:val="0076443E"/>
    <w:rsid w:val="00765230"/>
    <w:rsid w:val="00766E2D"/>
    <w:rsid w:val="00767EF0"/>
    <w:rsid w:val="007700C7"/>
    <w:rsid w:val="007715E1"/>
    <w:rsid w:val="00771A83"/>
    <w:rsid w:val="00772A93"/>
    <w:rsid w:val="007731D4"/>
    <w:rsid w:val="00773482"/>
    <w:rsid w:val="00773943"/>
    <w:rsid w:val="00773DE6"/>
    <w:rsid w:val="0077427D"/>
    <w:rsid w:val="00774871"/>
    <w:rsid w:val="00774E25"/>
    <w:rsid w:val="00774E53"/>
    <w:rsid w:val="00774F7E"/>
    <w:rsid w:val="00774FBB"/>
    <w:rsid w:val="007757AC"/>
    <w:rsid w:val="0077588B"/>
    <w:rsid w:val="0077631E"/>
    <w:rsid w:val="00776467"/>
    <w:rsid w:val="007766A2"/>
    <w:rsid w:val="007769F8"/>
    <w:rsid w:val="00776BDA"/>
    <w:rsid w:val="00777212"/>
    <w:rsid w:val="007774F5"/>
    <w:rsid w:val="00777C04"/>
    <w:rsid w:val="007801CA"/>
    <w:rsid w:val="00780C19"/>
    <w:rsid w:val="007816F4"/>
    <w:rsid w:val="0078217D"/>
    <w:rsid w:val="00782B32"/>
    <w:rsid w:val="0078411C"/>
    <w:rsid w:val="007849EA"/>
    <w:rsid w:val="00785620"/>
    <w:rsid w:val="0078597C"/>
    <w:rsid w:val="00785B68"/>
    <w:rsid w:val="0078633D"/>
    <w:rsid w:val="00786DA7"/>
    <w:rsid w:val="00787350"/>
    <w:rsid w:val="00790058"/>
    <w:rsid w:val="00790465"/>
    <w:rsid w:val="00790F0B"/>
    <w:rsid w:val="00791A9F"/>
    <w:rsid w:val="00791AA6"/>
    <w:rsid w:val="00791E57"/>
    <w:rsid w:val="00791EE1"/>
    <w:rsid w:val="00791F0A"/>
    <w:rsid w:val="007927DA"/>
    <w:rsid w:val="00794122"/>
    <w:rsid w:val="00794836"/>
    <w:rsid w:val="00794F01"/>
    <w:rsid w:val="00795295"/>
    <w:rsid w:val="00796244"/>
    <w:rsid w:val="00796627"/>
    <w:rsid w:val="007A03D8"/>
    <w:rsid w:val="007A1A6C"/>
    <w:rsid w:val="007A1FC8"/>
    <w:rsid w:val="007A3CDB"/>
    <w:rsid w:val="007A3D54"/>
    <w:rsid w:val="007A4A9E"/>
    <w:rsid w:val="007A4CC9"/>
    <w:rsid w:val="007A5281"/>
    <w:rsid w:val="007A5C6E"/>
    <w:rsid w:val="007A625B"/>
    <w:rsid w:val="007A6444"/>
    <w:rsid w:val="007A7257"/>
    <w:rsid w:val="007A7ABF"/>
    <w:rsid w:val="007A7F6A"/>
    <w:rsid w:val="007B0121"/>
    <w:rsid w:val="007B04FA"/>
    <w:rsid w:val="007B1749"/>
    <w:rsid w:val="007B3074"/>
    <w:rsid w:val="007B309B"/>
    <w:rsid w:val="007B332D"/>
    <w:rsid w:val="007B3E75"/>
    <w:rsid w:val="007B413B"/>
    <w:rsid w:val="007B44E0"/>
    <w:rsid w:val="007B56F8"/>
    <w:rsid w:val="007B64E4"/>
    <w:rsid w:val="007B6E72"/>
    <w:rsid w:val="007B74ED"/>
    <w:rsid w:val="007B7DAD"/>
    <w:rsid w:val="007C064C"/>
    <w:rsid w:val="007C0A2B"/>
    <w:rsid w:val="007C0AB8"/>
    <w:rsid w:val="007C120A"/>
    <w:rsid w:val="007C1A37"/>
    <w:rsid w:val="007C1B46"/>
    <w:rsid w:val="007C33B3"/>
    <w:rsid w:val="007C38E9"/>
    <w:rsid w:val="007C4195"/>
    <w:rsid w:val="007C44D2"/>
    <w:rsid w:val="007C4D64"/>
    <w:rsid w:val="007C4E62"/>
    <w:rsid w:val="007C5DCC"/>
    <w:rsid w:val="007C69D7"/>
    <w:rsid w:val="007C6D8C"/>
    <w:rsid w:val="007C7363"/>
    <w:rsid w:val="007D04B4"/>
    <w:rsid w:val="007D05BB"/>
    <w:rsid w:val="007D05DD"/>
    <w:rsid w:val="007D07F7"/>
    <w:rsid w:val="007D08D3"/>
    <w:rsid w:val="007D110D"/>
    <w:rsid w:val="007D12D9"/>
    <w:rsid w:val="007D1FDA"/>
    <w:rsid w:val="007D20D1"/>
    <w:rsid w:val="007D2C5F"/>
    <w:rsid w:val="007D319E"/>
    <w:rsid w:val="007D3482"/>
    <w:rsid w:val="007D3D6D"/>
    <w:rsid w:val="007D4CAC"/>
    <w:rsid w:val="007D52FA"/>
    <w:rsid w:val="007D54CF"/>
    <w:rsid w:val="007D5B21"/>
    <w:rsid w:val="007D5DB2"/>
    <w:rsid w:val="007D6C87"/>
    <w:rsid w:val="007D6CED"/>
    <w:rsid w:val="007D714D"/>
    <w:rsid w:val="007D715C"/>
    <w:rsid w:val="007D7B3A"/>
    <w:rsid w:val="007E033C"/>
    <w:rsid w:val="007E0CA3"/>
    <w:rsid w:val="007E146F"/>
    <w:rsid w:val="007E38D1"/>
    <w:rsid w:val="007E5A9F"/>
    <w:rsid w:val="007E686C"/>
    <w:rsid w:val="007E6936"/>
    <w:rsid w:val="007E6F51"/>
    <w:rsid w:val="007E7135"/>
    <w:rsid w:val="007E74DB"/>
    <w:rsid w:val="007E76D2"/>
    <w:rsid w:val="007E7EAE"/>
    <w:rsid w:val="007F16F5"/>
    <w:rsid w:val="007F1757"/>
    <w:rsid w:val="007F1DBF"/>
    <w:rsid w:val="007F248D"/>
    <w:rsid w:val="007F2C14"/>
    <w:rsid w:val="007F2C41"/>
    <w:rsid w:val="007F2F0F"/>
    <w:rsid w:val="007F3122"/>
    <w:rsid w:val="007F4AAB"/>
    <w:rsid w:val="007F4F3B"/>
    <w:rsid w:val="007F5458"/>
    <w:rsid w:val="007F60C8"/>
    <w:rsid w:val="007F6780"/>
    <w:rsid w:val="007F75B9"/>
    <w:rsid w:val="008006BB"/>
    <w:rsid w:val="008018A7"/>
    <w:rsid w:val="00801B01"/>
    <w:rsid w:val="0080262D"/>
    <w:rsid w:val="00802FCA"/>
    <w:rsid w:val="00805063"/>
    <w:rsid w:val="00805741"/>
    <w:rsid w:val="008057F5"/>
    <w:rsid w:val="0080581C"/>
    <w:rsid w:val="0080582A"/>
    <w:rsid w:val="00806571"/>
    <w:rsid w:val="00806A62"/>
    <w:rsid w:val="00806D47"/>
    <w:rsid w:val="008074E8"/>
    <w:rsid w:val="00810A7D"/>
    <w:rsid w:val="00812042"/>
    <w:rsid w:val="00812C34"/>
    <w:rsid w:val="00813476"/>
    <w:rsid w:val="00813F45"/>
    <w:rsid w:val="00814557"/>
    <w:rsid w:val="00815230"/>
    <w:rsid w:val="00815758"/>
    <w:rsid w:val="008163CB"/>
    <w:rsid w:val="008168A1"/>
    <w:rsid w:val="00816963"/>
    <w:rsid w:val="00817637"/>
    <w:rsid w:val="00817B2C"/>
    <w:rsid w:val="0082097C"/>
    <w:rsid w:val="00820A51"/>
    <w:rsid w:val="00820C4A"/>
    <w:rsid w:val="00821853"/>
    <w:rsid w:val="00822675"/>
    <w:rsid w:val="00822A72"/>
    <w:rsid w:val="00822D49"/>
    <w:rsid w:val="008244F4"/>
    <w:rsid w:val="00824A05"/>
    <w:rsid w:val="00824FCB"/>
    <w:rsid w:val="0082625E"/>
    <w:rsid w:val="00826385"/>
    <w:rsid w:val="0082640A"/>
    <w:rsid w:val="0082744C"/>
    <w:rsid w:val="008275E1"/>
    <w:rsid w:val="008305F3"/>
    <w:rsid w:val="00831226"/>
    <w:rsid w:val="00831B22"/>
    <w:rsid w:val="00832AB5"/>
    <w:rsid w:val="008334E4"/>
    <w:rsid w:val="00833BC1"/>
    <w:rsid w:val="008354C6"/>
    <w:rsid w:val="00835951"/>
    <w:rsid w:val="00835AB5"/>
    <w:rsid w:val="00835E59"/>
    <w:rsid w:val="00836032"/>
    <w:rsid w:val="008363E9"/>
    <w:rsid w:val="008371E1"/>
    <w:rsid w:val="00837B13"/>
    <w:rsid w:val="00837C00"/>
    <w:rsid w:val="00840614"/>
    <w:rsid w:val="00841968"/>
    <w:rsid w:val="008422B3"/>
    <w:rsid w:val="008429D7"/>
    <w:rsid w:val="00842AF4"/>
    <w:rsid w:val="00842DEA"/>
    <w:rsid w:val="00843941"/>
    <w:rsid w:val="00843A14"/>
    <w:rsid w:val="00843A23"/>
    <w:rsid w:val="008443C1"/>
    <w:rsid w:val="00847132"/>
    <w:rsid w:val="008505CD"/>
    <w:rsid w:val="00850E6D"/>
    <w:rsid w:val="00851361"/>
    <w:rsid w:val="008518D6"/>
    <w:rsid w:val="008529A7"/>
    <w:rsid w:val="00852CE2"/>
    <w:rsid w:val="00852E00"/>
    <w:rsid w:val="0085384C"/>
    <w:rsid w:val="0085447B"/>
    <w:rsid w:val="00854553"/>
    <w:rsid w:val="00855FDB"/>
    <w:rsid w:val="00856FC4"/>
    <w:rsid w:val="008574EA"/>
    <w:rsid w:val="00857CA1"/>
    <w:rsid w:val="00860100"/>
    <w:rsid w:val="008609DF"/>
    <w:rsid w:val="00861EA9"/>
    <w:rsid w:val="008633E3"/>
    <w:rsid w:val="008636F8"/>
    <w:rsid w:val="0086491F"/>
    <w:rsid w:val="008669B2"/>
    <w:rsid w:val="00866F0D"/>
    <w:rsid w:val="008671B5"/>
    <w:rsid w:val="008671D1"/>
    <w:rsid w:val="008677CD"/>
    <w:rsid w:val="0087019F"/>
    <w:rsid w:val="00870626"/>
    <w:rsid w:val="0087136F"/>
    <w:rsid w:val="008719BA"/>
    <w:rsid w:val="00872414"/>
    <w:rsid w:val="00873A0D"/>
    <w:rsid w:val="0087416F"/>
    <w:rsid w:val="00874E4E"/>
    <w:rsid w:val="008750AA"/>
    <w:rsid w:val="008759FC"/>
    <w:rsid w:val="00877D19"/>
    <w:rsid w:val="008802DC"/>
    <w:rsid w:val="00880C17"/>
    <w:rsid w:val="00880DE0"/>
    <w:rsid w:val="00881F24"/>
    <w:rsid w:val="00882142"/>
    <w:rsid w:val="00883722"/>
    <w:rsid w:val="008841DB"/>
    <w:rsid w:val="008849F8"/>
    <w:rsid w:val="00884AD0"/>
    <w:rsid w:val="00885B77"/>
    <w:rsid w:val="008875A0"/>
    <w:rsid w:val="00887C4A"/>
    <w:rsid w:val="00887FAE"/>
    <w:rsid w:val="0089019E"/>
    <w:rsid w:val="00890464"/>
    <w:rsid w:val="00890F7F"/>
    <w:rsid w:val="00891F02"/>
    <w:rsid w:val="00892631"/>
    <w:rsid w:val="00892985"/>
    <w:rsid w:val="00894750"/>
    <w:rsid w:val="00895038"/>
    <w:rsid w:val="00897616"/>
    <w:rsid w:val="00897771"/>
    <w:rsid w:val="008A0174"/>
    <w:rsid w:val="008A05DB"/>
    <w:rsid w:val="008A14E1"/>
    <w:rsid w:val="008A18D3"/>
    <w:rsid w:val="008A1B64"/>
    <w:rsid w:val="008A1E28"/>
    <w:rsid w:val="008A268C"/>
    <w:rsid w:val="008A375E"/>
    <w:rsid w:val="008A3875"/>
    <w:rsid w:val="008A412B"/>
    <w:rsid w:val="008A41DB"/>
    <w:rsid w:val="008A5604"/>
    <w:rsid w:val="008A5AE3"/>
    <w:rsid w:val="008A7854"/>
    <w:rsid w:val="008B19B7"/>
    <w:rsid w:val="008B2264"/>
    <w:rsid w:val="008B2674"/>
    <w:rsid w:val="008B31A2"/>
    <w:rsid w:val="008B32EB"/>
    <w:rsid w:val="008B3567"/>
    <w:rsid w:val="008B35B9"/>
    <w:rsid w:val="008B36A3"/>
    <w:rsid w:val="008B4B20"/>
    <w:rsid w:val="008B5146"/>
    <w:rsid w:val="008B5491"/>
    <w:rsid w:val="008B7698"/>
    <w:rsid w:val="008C1230"/>
    <w:rsid w:val="008C181E"/>
    <w:rsid w:val="008C1B5B"/>
    <w:rsid w:val="008C26A2"/>
    <w:rsid w:val="008C2727"/>
    <w:rsid w:val="008C3D48"/>
    <w:rsid w:val="008C3DF4"/>
    <w:rsid w:val="008C5529"/>
    <w:rsid w:val="008C653C"/>
    <w:rsid w:val="008C6AD7"/>
    <w:rsid w:val="008C7458"/>
    <w:rsid w:val="008C7C57"/>
    <w:rsid w:val="008D000E"/>
    <w:rsid w:val="008D0184"/>
    <w:rsid w:val="008D025F"/>
    <w:rsid w:val="008D0D7F"/>
    <w:rsid w:val="008D10CE"/>
    <w:rsid w:val="008D133B"/>
    <w:rsid w:val="008D13F6"/>
    <w:rsid w:val="008D261A"/>
    <w:rsid w:val="008D2F9A"/>
    <w:rsid w:val="008D3AB0"/>
    <w:rsid w:val="008D3FC0"/>
    <w:rsid w:val="008D40A2"/>
    <w:rsid w:val="008D4970"/>
    <w:rsid w:val="008D513F"/>
    <w:rsid w:val="008D5922"/>
    <w:rsid w:val="008D5DD6"/>
    <w:rsid w:val="008D663B"/>
    <w:rsid w:val="008D767B"/>
    <w:rsid w:val="008D7AC3"/>
    <w:rsid w:val="008E0214"/>
    <w:rsid w:val="008E1B08"/>
    <w:rsid w:val="008E1C15"/>
    <w:rsid w:val="008E1EA6"/>
    <w:rsid w:val="008E28A1"/>
    <w:rsid w:val="008E3BB3"/>
    <w:rsid w:val="008E3C7C"/>
    <w:rsid w:val="008E4870"/>
    <w:rsid w:val="008E5172"/>
    <w:rsid w:val="008E5652"/>
    <w:rsid w:val="008E5ECE"/>
    <w:rsid w:val="008E7ECE"/>
    <w:rsid w:val="008E7EF8"/>
    <w:rsid w:val="008F059D"/>
    <w:rsid w:val="008F1F11"/>
    <w:rsid w:val="008F281A"/>
    <w:rsid w:val="008F2E7D"/>
    <w:rsid w:val="008F3603"/>
    <w:rsid w:val="008F3714"/>
    <w:rsid w:val="008F4095"/>
    <w:rsid w:val="008F4AA5"/>
    <w:rsid w:val="008F5AB0"/>
    <w:rsid w:val="008F7C2D"/>
    <w:rsid w:val="008F7EF4"/>
    <w:rsid w:val="0090029A"/>
    <w:rsid w:val="0090141D"/>
    <w:rsid w:val="009019C1"/>
    <w:rsid w:val="00902993"/>
    <w:rsid w:val="00903177"/>
    <w:rsid w:val="009037D0"/>
    <w:rsid w:val="00903E2D"/>
    <w:rsid w:val="00903F53"/>
    <w:rsid w:val="009044C6"/>
    <w:rsid w:val="00905FF1"/>
    <w:rsid w:val="009065D3"/>
    <w:rsid w:val="0090681D"/>
    <w:rsid w:val="00907120"/>
    <w:rsid w:val="009072DA"/>
    <w:rsid w:val="00907CA0"/>
    <w:rsid w:val="00910AE1"/>
    <w:rsid w:val="00912D7C"/>
    <w:rsid w:val="00913037"/>
    <w:rsid w:val="009141A7"/>
    <w:rsid w:val="00915061"/>
    <w:rsid w:val="00915067"/>
    <w:rsid w:val="00915298"/>
    <w:rsid w:val="00915607"/>
    <w:rsid w:val="00915888"/>
    <w:rsid w:val="0091636E"/>
    <w:rsid w:val="00916DDF"/>
    <w:rsid w:val="00920B17"/>
    <w:rsid w:val="00920B2D"/>
    <w:rsid w:val="009210D9"/>
    <w:rsid w:val="00921686"/>
    <w:rsid w:val="00921818"/>
    <w:rsid w:val="00921DDA"/>
    <w:rsid w:val="00922152"/>
    <w:rsid w:val="00923A21"/>
    <w:rsid w:val="00924383"/>
    <w:rsid w:val="0092479A"/>
    <w:rsid w:val="00924F0D"/>
    <w:rsid w:val="00924F3E"/>
    <w:rsid w:val="00925025"/>
    <w:rsid w:val="00925B9A"/>
    <w:rsid w:val="00926216"/>
    <w:rsid w:val="009279AD"/>
    <w:rsid w:val="0093044B"/>
    <w:rsid w:val="00931BDE"/>
    <w:rsid w:val="00932573"/>
    <w:rsid w:val="00932BEA"/>
    <w:rsid w:val="009331AE"/>
    <w:rsid w:val="00933EA2"/>
    <w:rsid w:val="0093596A"/>
    <w:rsid w:val="00936912"/>
    <w:rsid w:val="00936ECC"/>
    <w:rsid w:val="00937C42"/>
    <w:rsid w:val="00940C78"/>
    <w:rsid w:val="00942527"/>
    <w:rsid w:val="00943B54"/>
    <w:rsid w:val="00945749"/>
    <w:rsid w:val="00945B7D"/>
    <w:rsid w:val="00950411"/>
    <w:rsid w:val="00950E0D"/>
    <w:rsid w:val="00951179"/>
    <w:rsid w:val="0095149B"/>
    <w:rsid w:val="0095154E"/>
    <w:rsid w:val="00952F4A"/>
    <w:rsid w:val="0095392E"/>
    <w:rsid w:val="00954464"/>
    <w:rsid w:val="00954D2F"/>
    <w:rsid w:val="00955F9D"/>
    <w:rsid w:val="009565F3"/>
    <w:rsid w:val="0095766A"/>
    <w:rsid w:val="00957F85"/>
    <w:rsid w:val="0096239C"/>
    <w:rsid w:val="00962AA5"/>
    <w:rsid w:val="00962CEB"/>
    <w:rsid w:val="0096355E"/>
    <w:rsid w:val="00963BE2"/>
    <w:rsid w:val="00964754"/>
    <w:rsid w:val="00964842"/>
    <w:rsid w:val="00964A85"/>
    <w:rsid w:val="0096552C"/>
    <w:rsid w:val="00965B2A"/>
    <w:rsid w:val="00965DC3"/>
    <w:rsid w:val="00965E36"/>
    <w:rsid w:val="0096624B"/>
    <w:rsid w:val="00966A21"/>
    <w:rsid w:val="0096778A"/>
    <w:rsid w:val="00967F4A"/>
    <w:rsid w:val="00970614"/>
    <w:rsid w:val="0097090E"/>
    <w:rsid w:val="009726E4"/>
    <w:rsid w:val="009731DD"/>
    <w:rsid w:val="009737D8"/>
    <w:rsid w:val="0097599E"/>
    <w:rsid w:val="009760C8"/>
    <w:rsid w:val="00977354"/>
    <w:rsid w:val="00977C94"/>
    <w:rsid w:val="00977EFC"/>
    <w:rsid w:val="00980A00"/>
    <w:rsid w:val="00981D56"/>
    <w:rsid w:val="00982771"/>
    <w:rsid w:val="0098322D"/>
    <w:rsid w:val="0098339D"/>
    <w:rsid w:val="00983E7F"/>
    <w:rsid w:val="00983EE7"/>
    <w:rsid w:val="0098539A"/>
    <w:rsid w:val="009854EA"/>
    <w:rsid w:val="0098593B"/>
    <w:rsid w:val="0098604A"/>
    <w:rsid w:val="00986559"/>
    <w:rsid w:val="00986B15"/>
    <w:rsid w:val="00987108"/>
    <w:rsid w:val="0099057D"/>
    <w:rsid w:val="00990600"/>
    <w:rsid w:val="00991187"/>
    <w:rsid w:val="00991FE4"/>
    <w:rsid w:val="00993B9A"/>
    <w:rsid w:val="009949FB"/>
    <w:rsid w:val="00995452"/>
    <w:rsid w:val="009955E4"/>
    <w:rsid w:val="00996B6F"/>
    <w:rsid w:val="00996E57"/>
    <w:rsid w:val="00996E77"/>
    <w:rsid w:val="00997403"/>
    <w:rsid w:val="00997E7E"/>
    <w:rsid w:val="009A0810"/>
    <w:rsid w:val="009A09FB"/>
    <w:rsid w:val="009A19BC"/>
    <w:rsid w:val="009A1B3B"/>
    <w:rsid w:val="009A28AB"/>
    <w:rsid w:val="009A28CD"/>
    <w:rsid w:val="009A2A37"/>
    <w:rsid w:val="009A2AD4"/>
    <w:rsid w:val="009A46E6"/>
    <w:rsid w:val="009A6B9A"/>
    <w:rsid w:val="009B0926"/>
    <w:rsid w:val="009B159D"/>
    <w:rsid w:val="009B5055"/>
    <w:rsid w:val="009B55B9"/>
    <w:rsid w:val="009B5E6F"/>
    <w:rsid w:val="009B74D2"/>
    <w:rsid w:val="009B7E97"/>
    <w:rsid w:val="009C0015"/>
    <w:rsid w:val="009C08F7"/>
    <w:rsid w:val="009C0F24"/>
    <w:rsid w:val="009C1F73"/>
    <w:rsid w:val="009C23EF"/>
    <w:rsid w:val="009C2490"/>
    <w:rsid w:val="009C30F1"/>
    <w:rsid w:val="009C3C75"/>
    <w:rsid w:val="009C3C83"/>
    <w:rsid w:val="009C405E"/>
    <w:rsid w:val="009C4499"/>
    <w:rsid w:val="009C49F7"/>
    <w:rsid w:val="009C4D44"/>
    <w:rsid w:val="009C6C30"/>
    <w:rsid w:val="009C7188"/>
    <w:rsid w:val="009C78D0"/>
    <w:rsid w:val="009C7E8E"/>
    <w:rsid w:val="009D0D1C"/>
    <w:rsid w:val="009D249C"/>
    <w:rsid w:val="009D2649"/>
    <w:rsid w:val="009D292C"/>
    <w:rsid w:val="009D2BDF"/>
    <w:rsid w:val="009D4567"/>
    <w:rsid w:val="009D4680"/>
    <w:rsid w:val="009D6806"/>
    <w:rsid w:val="009D7DF9"/>
    <w:rsid w:val="009E057D"/>
    <w:rsid w:val="009E0E2E"/>
    <w:rsid w:val="009E1A92"/>
    <w:rsid w:val="009E1DBD"/>
    <w:rsid w:val="009E3896"/>
    <w:rsid w:val="009E450F"/>
    <w:rsid w:val="009E47B6"/>
    <w:rsid w:val="009E4CDF"/>
    <w:rsid w:val="009E51A7"/>
    <w:rsid w:val="009E5B8E"/>
    <w:rsid w:val="009E6111"/>
    <w:rsid w:val="009E679F"/>
    <w:rsid w:val="009E76ED"/>
    <w:rsid w:val="009E7AE6"/>
    <w:rsid w:val="009F0038"/>
    <w:rsid w:val="009F099F"/>
    <w:rsid w:val="009F0CEB"/>
    <w:rsid w:val="009F0D9A"/>
    <w:rsid w:val="009F0EBB"/>
    <w:rsid w:val="009F1137"/>
    <w:rsid w:val="009F1938"/>
    <w:rsid w:val="009F36D6"/>
    <w:rsid w:val="009F3C0C"/>
    <w:rsid w:val="009F3FF8"/>
    <w:rsid w:val="009F4527"/>
    <w:rsid w:val="009F58D1"/>
    <w:rsid w:val="009F59D6"/>
    <w:rsid w:val="009F59E9"/>
    <w:rsid w:val="009F5A72"/>
    <w:rsid w:val="009F66B3"/>
    <w:rsid w:val="009F7FC3"/>
    <w:rsid w:val="00A00442"/>
    <w:rsid w:val="00A010DF"/>
    <w:rsid w:val="00A01A1C"/>
    <w:rsid w:val="00A02646"/>
    <w:rsid w:val="00A02DF3"/>
    <w:rsid w:val="00A034CB"/>
    <w:rsid w:val="00A03AA9"/>
    <w:rsid w:val="00A05DB1"/>
    <w:rsid w:val="00A05EDD"/>
    <w:rsid w:val="00A07006"/>
    <w:rsid w:val="00A07A64"/>
    <w:rsid w:val="00A1031C"/>
    <w:rsid w:val="00A106D7"/>
    <w:rsid w:val="00A11265"/>
    <w:rsid w:val="00A12438"/>
    <w:rsid w:val="00A12EE1"/>
    <w:rsid w:val="00A13A7A"/>
    <w:rsid w:val="00A1463B"/>
    <w:rsid w:val="00A15103"/>
    <w:rsid w:val="00A1589A"/>
    <w:rsid w:val="00A16167"/>
    <w:rsid w:val="00A16687"/>
    <w:rsid w:val="00A16C9D"/>
    <w:rsid w:val="00A16E5D"/>
    <w:rsid w:val="00A17B12"/>
    <w:rsid w:val="00A20709"/>
    <w:rsid w:val="00A21024"/>
    <w:rsid w:val="00A21108"/>
    <w:rsid w:val="00A22202"/>
    <w:rsid w:val="00A23CFD"/>
    <w:rsid w:val="00A24115"/>
    <w:rsid w:val="00A248C0"/>
    <w:rsid w:val="00A26B18"/>
    <w:rsid w:val="00A31252"/>
    <w:rsid w:val="00A31641"/>
    <w:rsid w:val="00A31C0E"/>
    <w:rsid w:val="00A32212"/>
    <w:rsid w:val="00A3234F"/>
    <w:rsid w:val="00A32CC3"/>
    <w:rsid w:val="00A33813"/>
    <w:rsid w:val="00A33BA7"/>
    <w:rsid w:val="00A33F81"/>
    <w:rsid w:val="00A34EE9"/>
    <w:rsid w:val="00A35096"/>
    <w:rsid w:val="00A35BEE"/>
    <w:rsid w:val="00A373FB"/>
    <w:rsid w:val="00A40AAB"/>
    <w:rsid w:val="00A4326F"/>
    <w:rsid w:val="00A432C9"/>
    <w:rsid w:val="00A4429F"/>
    <w:rsid w:val="00A44461"/>
    <w:rsid w:val="00A44BCF"/>
    <w:rsid w:val="00A45372"/>
    <w:rsid w:val="00A462C8"/>
    <w:rsid w:val="00A47821"/>
    <w:rsid w:val="00A47BD2"/>
    <w:rsid w:val="00A502A6"/>
    <w:rsid w:val="00A509AF"/>
    <w:rsid w:val="00A50C68"/>
    <w:rsid w:val="00A5337F"/>
    <w:rsid w:val="00A53A87"/>
    <w:rsid w:val="00A54959"/>
    <w:rsid w:val="00A55EE1"/>
    <w:rsid w:val="00A566D4"/>
    <w:rsid w:val="00A56778"/>
    <w:rsid w:val="00A56875"/>
    <w:rsid w:val="00A56962"/>
    <w:rsid w:val="00A57787"/>
    <w:rsid w:val="00A5795B"/>
    <w:rsid w:val="00A57968"/>
    <w:rsid w:val="00A57C40"/>
    <w:rsid w:val="00A60C21"/>
    <w:rsid w:val="00A60DE1"/>
    <w:rsid w:val="00A617B9"/>
    <w:rsid w:val="00A61926"/>
    <w:rsid w:val="00A61B74"/>
    <w:rsid w:val="00A6317B"/>
    <w:rsid w:val="00A631D8"/>
    <w:rsid w:val="00A63DE2"/>
    <w:rsid w:val="00A6453A"/>
    <w:rsid w:val="00A64F81"/>
    <w:rsid w:val="00A653C2"/>
    <w:rsid w:val="00A65CE9"/>
    <w:rsid w:val="00A66172"/>
    <w:rsid w:val="00A672A9"/>
    <w:rsid w:val="00A6784F"/>
    <w:rsid w:val="00A7292D"/>
    <w:rsid w:val="00A73383"/>
    <w:rsid w:val="00A73638"/>
    <w:rsid w:val="00A74C52"/>
    <w:rsid w:val="00A75AAA"/>
    <w:rsid w:val="00A7723A"/>
    <w:rsid w:val="00A80494"/>
    <w:rsid w:val="00A80A5D"/>
    <w:rsid w:val="00A80CA2"/>
    <w:rsid w:val="00A8189C"/>
    <w:rsid w:val="00A81D53"/>
    <w:rsid w:val="00A826F3"/>
    <w:rsid w:val="00A82C26"/>
    <w:rsid w:val="00A8328B"/>
    <w:rsid w:val="00A846A2"/>
    <w:rsid w:val="00A84E3F"/>
    <w:rsid w:val="00A85B01"/>
    <w:rsid w:val="00A85E47"/>
    <w:rsid w:val="00A86317"/>
    <w:rsid w:val="00A86A2A"/>
    <w:rsid w:val="00A87B58"/>
    <w:rsid w:val="00A87F21"/>
    <w:rsid w:val="00A907FA"/>
    <w:rsid w:val="00A90834"/>
    <w:rsid w:val="00A90EB7"/>
    <w:rsid w:val="00A91BC0"/>
    <w:rsid w:val="00A9272A"/>
    <w:rsid w:val="00A928F3"/>
    <w:rsid w:val="00A92A98"/>
    <w:rsid w:val="00A93462"/>
    <w:rsid w:val="00A93905"/>
    <w:rsid w:val="00A93DDB"/>
    <w:rsid w:val="00A9557C"/>
    <w:rsid w:val="00A95BA2"/>
    <w:rsid w:val="00A95CB6"/>
    <w:rsid w:val="00A96037"/>
    <w:rsid w:val="00A9649C"/>
    <w:rsid w:val="00A969BE"/>
    <w:rsid w:val="00AA0768"/>
    <w:rsid w:val="00AA0DB4"/>
    <w:rsid w:val="00AA11B7"/>
    <w:rsid w:val="00AA169E"/>
    <w:rsid w:val="00AA1CEA"/>
    <w:rsid w:val="00AA2DBA"/>
    <w:rsid w:val="00AA528D"/>
    <w:rsid w:val="00AA5F1A"/>
    <w:rsid w:val="00AA6044"/>
    <w:rsid w:val="00AA7462"/>
    <w:rsid w:val="00AA76F0"/>
    <w:rsid w:val="00AA7B84"/>
    <w:rsid w:val="00AA7B88"/>
    <w:rsid w:val="00AB0A5F"/>
    <w:rsid w:val="00AB0CA6"/>
    <w:rsid w:val="00AB1665"/>
    <w:rsid w:val="00AB1B77"/>
    <w:rsid w:val="00AB2843"/>
    <w:rsid w:val="00AB38AA"/>
    <w:rsid w:val="00AB3FBB"/>
    <w:rsid w:val="00AB4800"/>
    <w:rsid w:val="00AB4E4F"/>
    <w:rsid w:val="00AB562A"/>
    <w:rsid w:val="00AB59AD"/>
    <w:rsid w:val="00AB5B2F"/>
    <w:rsid w:val="00AB7E71"/>
    <w:rsid w:val="00AC028D"/>
    <w:rsid w:val="00AC0686"/>
    <w:rsid w:val="00AC0D29"/>
    <w:rsid w:val="00AC0D74"/>
    <w:rsid w:val="00AC1AD4"/>
    <w:rsid w:val="00AC23C6"/>
    <w:rsid w:val="00AC3A48"/>
    <w:rsid w:val="00AC415D"/>
    <w:rsid w:val="00AC521D"/>
    <w:rsid w:val="00AC55EE"/>
    <w:rsid w:val="00AC57FD"/>
    <w:rsid w:val="00AC5824"/>
    <w:rsid w:val="00AC6400"/>
    <w:rsid w:val="00AC66E1"/>
    <w:rsid w:val="00AC6853"/>
    <w:rsid w:val="00AC77D8"/>
    <w:rsid w:val="00AC7CB0"/>
    <w:rsid w:val="00AD01D2"/>
    <w:rsid w:val="00AD199D"/>
    <w:rsid w:val="00AD3EF4"/>
    <w:rsid w:val="00AD44FE"/>
    <w:rsid w:val="00AD4E21"/>
    <w:rsid w:val="00AD4FC4"/>
    <w:rsid w:val="00AD5AE3"/>
    <w:rsid w:val="00AD634B"/>
    <w:rsid w:val="00AD7B56"/>
    <w:rsid w:val="00AD7CB5"/>
    <w:rsid w:val="00AE0D90"/>
    <w:rsid w:val="00AE254C"/>
    <w:rsid w:val="00AE3041"/>
    <w:rsid w:val="00AE3430"/>
    <w:rsid w:val="00AE3E63"/>
    <w:rsid w:val="00AE557C"/>
    <w:rsid w:val="00AE5B86"/>
    <w:rsid w:val="00AE5FD7"/>
    <w:rsid w:val="00AE7327"/>
    <w:rsid w:val="00AE7BA0"/>
    <w:rsid w:val="00AF08B9"/>
    <w:rsid w:val="00AF1C33"/>
    <w:rsid w:val="00AF3217"/>
    <w:rsid w:val="00AF3A97"/>
    <w:rsid w:val="00AF5120"/>
    <w:rsid w:val="00AF54AB"/>
    <w:rsid w:val="00AF5529"/>
    <w:rsid w:val="00AF5DFF"/>
    <w:rsid w:val="00AF61C3"/>
    <w:rsid w:val="00AF6314"/>
    <w:rsid w:val="00AF6D17"/>
    <w:rsid w:val="00AF6E1D"/>
    <w:rsid w:val="00AF6E9C"/>
    <w:rsid w:val="00B038DF"/>
    <w:rsid w:val="00B0410C"/>
    <w:rsid w:val="00B05955"/>
    <w:rsid w:val="00B06043"/>
    <w:rsid w:val="00B0653F"/>
    <w:rsid w:val="00B065E5"/>
    <w:rsid w:val="00B06DEC"/>
    <w:rsid w:val="00B0745E"/>
    <w:rsid w:val="00B07E1F"/>
    <w:rsid w:val="00B1020E"/>
    <w:rsid w:val="00B10D5E"/>
    <w:rsid w:val="00B11866"/>
    <w:rsid w:val="00B128DD"/>
    <w:rsid w:val="00B1377A"/>
    <w:rsid w:val="00B1477C"/>
    <w:rsid w:val="00B14959"/>
    <w:rsid w:val="00B159FD"/>
    <w:rsid w:val="00B15AEE"/>
    <w:rsid w:val="00B15AF6"/>
    <w:rsid w:val="00B15E05"/>
    <w:rsid w:val="00B16956"/>
    <w:rsid w:val="00B1722B"/>
    <w:rsid w:val="00B17480"/>
    <w:rsid w:val="00B1755B"/>
    <w:rsid w:val="00B17925"/>
    <w:rsid w:val="00B203CD"/>
    <w:rsid w:val="00B20D8F"/>
    <w:rsid w:val="00B21925"/>
    <w:rsid w:val="00B23E2B"/>
    <w:rsid w:val="00B2435D"/>
    <w:rsid w:val="00B243C7"/>
    <w:rsid w:val="00B247C5"/>
    <w:rsid w:val="00B25CB8"/>
    <w:rsid w:val="00B26295"/>
    <w:rsid w:val="00B26323"/>
    <w:rsid w:val="00B26716"/>
    <w:rsid w:val="00B2695D"/>
    <w:rsid w:val="00B30697"/>
    <w:rsid w:val="00B310DF"/>
    <w:rsid w:val="00B318A5"/>
    <w:rsid w:val="00B31BB9"/>
    <w:rsid w:val="00B31FDE"/>
    <w:rsid w:val="00B32024"/>
    <w:rsid w:val="00B33347"/>
    <w:rsid w:val="00B351D5"/>
    <w:rsid w:val="00B354DE"/>
    <w:rsid w:val="00B35D8A"/>
    <w:rsid w:val="00B362B5"/>
    <w:rsid w:val="00B3658B"/>
    <w:rsid w:val="00B36F3A"/>
    <w:rsid w:val="00B374B7"/>
    <w:rsid w:val="00B40BFB"/>
    <w:rsid w:val="00B40F9E"/>
    <w:rsid w:val="00B41F53"/>
    <w:rsid w:val="00B4269B"/>
    <w:rsid w:val="00B42B22"/>
    <w:rsid w:val="00B42D3D"/>
    <w:rsid w:val="00B4303A"/>
    <w:rsid w:val="00B4377B"/>
    <w:rsid w:val="00B438BD"/>
    <w:rsid w:val="00B4418B"/>
    <w:rsid w:val="00B454A3"/>
    <w:rsid w:val="00B4587F"/>
    <w:rsid w:val="00B4673C"/>
    <w:rsid w:val="00B46D3D"/>
    <w:rsid w:val="00B46D52"/>
    <w:rsid w:val="00B46E6E"/>
    <w:rsid w:val="00B47B87"/>
    <w:rsid w:val="00B5065C"/>
    <w:rsid w:val="00B50995"/>
    <w:rsid w:val="00B50DB4"/>
    <w:rsid w:val="00B50E94"/>
    <w:rsid w:val="00B528FA"/>
    <w:rsid w:val="00B54BE5"/>
    <w:rsid w:val="00B551D0"/>
    <w:rsid w:val="00B55742"/>
    <w:rsid w:val="00B560EC"/>
    <w:rsid w:val="00B5616F"/>
    <w:rsid w:val="00B56A95"/>
    <w:rsid w:val="00B570A6"/>
    <w:rsid w:val="00B57410"/>
    <w:rsid w:val="00B6020A"/>
    <w:rsid w:val="00B604F9"/>
    <w:rsid w:val="00B60690"/>
    <w:rsid w:val="00B6166D"/>
    <w:rsid w:val="00B61C3C"/>
    <w:rsid w:val="00B6272D"/>
    <w:rsid w:val="00B63C7A"/>
    <w:rsid w:val="00B63DC2"/>
    <w:rsid w:val="00B63EC3"/>
    <w:rsid w:val="00B64169"/>
    <w:rsid w:val="00B64542"/>
    <w:rsid w:val="00B65C36"/>
    <w:rsid w:val="00B65F51"/>
    <w:rsid w:val="00B664E3"/>
    <w:rsid w:val="00B6653B"/>
    <w:rsid w:val="00B7113E"/>
    <w:rsid w:val="00B71662"/>
    <w:rsid w:val="00B7315F"/>
    <w:rsid w:val="00B73C2D"/>
    <w:rsid w:val="00B73E60"/>
    <w:rsid w:val="00B7488F"/>
    <w:rsid w:val="00B76253"/>
    <w:rsid w:val="00B76773"/>
    <w:rsid w:val="00B77938"/>
    <w:rsid w:val="00B8015E"/>
    <w:rsid w:val="00B80162"/>
    <w:rsid w:val="00B80E8E"/>
    <w:rsid w:val="00B81181"/>
    <w:rsid w:val="00B81342"/>
    <w:rsid w:val="00B82BDB"/>
    <w:rsid w:val="00B84D41"/>
    <w:rsid w:val="00B84D75"/>
    <w:rsid w:val="00B8505A"/>
    <w:rsid w:val="00B851D8"/>
    <w:rsid w:val="00B8713F"/>
    <w:rsid w:val="00B87312"/>
    <w:rsid w:val="00B87802"/>
    <w:rsid w:val="00B87AA9"/>
    <w:rsid w:val="00B9051D"/>
    <w:rsid w:val="00B9084A"/>
    <w:rsid w:val="00B90AF2"/>
    <w:rsid w:val="00B92952"/>
    <w:rsid w:val="00B929EB"/>
    <w:rsid w:val="00B93173"/>
    <w:rsid w:val="00B9319F"/>
    <w:rsid w:val="00B939C3"/>
    <w:rsid w:val="00B93A09"/>
    <w:rsid w:val="00B93A55"/>
    <w:rsid w:val="00B93C91"/>
    <w:rsid w:val="00B9464E"/>
    <w:rsid w:val="00B94E3A"/>
    <w:rsid w:val="00B9558C"/>
    <w:rsid w:val="00B95980"/>
    <w:rsid w:val="00B95BE3"/>
    <w:rsid w:val="00B95E12"/>
    <w:rsid w:val="00B966E1"/>
    <w:rsid w:val="00B96D85"/>
    <w:rsid w:val="00BA0CA8"/>
    <w:rsid w:val="00BA199B"/>
    <w:rsid w:val="00BA29E6"/>
    <w:rsid w:val="00BA2BC4"/>
    <w:rsid w:val="00BA2DBD"/>
    <w:rsid w:val="00BA3B57"/>
    <w:rsid w:val="00BA5E58"/>
    <w:rsid w:val="00BA616A"/>
    <w:rsid w:val="00BA6B3A"/>
    <w:rsid w:val="00BA7467"/>
    <w:rsid w:val="00BB06D7"/>
    <w:rsid w:val="00BB0ED5"/>
    <w:rsid w:val="00BB1538"/>
    <w:rsid w:val="00BB1688"/>
    <w:rsid w:val="00BB1945"/>
    <w:rsid w:val="00BB1AF2"/>
    <w:rsid w:val="00BB21F7"/>
    <w:rsid w:val="00BB3078"/>
    <w:rsid w:val="00BB5128"/>
    <w:rsid w:val="00BB5F5B"/>
    <w:rsid w:val="00BB62F7"/>
    <w:rsid w:val="00BB6734"/>
    <w:rsid w:val="00BB68AA"/>
    <w:rsid w:val="00BB6BAE"/>
    <w:rsid w:val="00BB7242"/>
    <w:rsid w:val="00BB7BDF"/>
    <w:rsid w:val="00BC08EB"/>
    <w:rsid w:val="00BC200A"/>
    <w:rsid w:val="00BC2120"/>
    <w:rsid w:val="00BC2A28"/>
    <w:rsid w:val="00BC3140"/>
    <w:rsid w:val="00BC53D2"/>
    <w:rsid w:val="00BC5FE4"/>
    <w:rsid w:val="00BC6081"/>
    <w:rsid w:val="00BC667A"/>
    <w:rsid w:val="00BC6EF1"/>
    <w:rsid w:val="00BC739E"/>
    <w:rsid w:val="00BD0445"/>
    <w:rsid w:val="00BD0965"/>
    <w:rsid w:val="00BD0FD9"/>
    <w:rsid w:val="00BD1770"/>
    <w:rsid w:val="00BD19C6"/>
    <w:rsid w:val="00BD2727"/>
    <w:rsid w:val="00BD3A3A"/>
    <w:rsid w:val="00BD4ADB"/>
    <w:rsid w:val="00BD4B74"/>
    <w:rsid w:val="00BD4F34"/>
    <w:rsid w:val="00BD57E2"/>
    <w:rsid w:val="00BD5847"/>
    <w:rsid w:val="00BD5DEE"/>
    <w:rsid w:val="00BD5E6D"/>
    <w:rsid w:val="00BD63D9"/>
    <w:rsid w:val="00BD642F"/>
    <w:rsid w:val="00BD6518"/>
    <w:rsid w:val="00BD67D4"/>
    <w:rsid w:val="00BD70B2"/>
    <w:rsid w:val="00BE0576"/>
    <w:rsid w:val="00BE0A9E"/>
    <w:rsid w:val="00BE1210"/>
    <w:rsid w:val="00BE1246"/>
    <w:rsid w:val="00BE1893"/>
    <w:rsid w:val="00BE1E98"/>
    <w:rsid w:val="00BE1F59"/>
    <w:rsid w:val="00BE299A"/>
    <w:rsid w:val="00BE306B"/>
    <w:rsid w:val="00BE5743"/>
    <w:rsid w:val="00BE5F79"/>
    <w:rsid w:val="00BE6FA2"/>
    <w:rsid w:val="00BE71AD"/>
    <w:rsid w:val="00BE7AF8"/>
    <w:rsid w:val="00BF0560"/>
    <w:rsid w:val="00BF0879"/>
    <w:rsid w:val="00BF18E2"/>
    <w:rsid w:val="00BF22E7"/>
    <w:rsid w:val="00BF3617"/>
    <w:rsid w:val="00BF3A4B"/>
    <w:rsid w:val="00BF3DCE"/>
    <w:rsid w:val="00BF44CC"/>
    <w:rsid w:val="00BF45E6"/>
    <w:rsid w:val="00BF4759"/>
    <w:rsid w:val="00BF4AC3"/>
    <w:rsid w:val="00BF6010"/>
    <w:rsid w:val="00BF6961"/>
    <w:rsid w:val="00BF6C05"/>
    <w:rsid w:val="00BF748B"/>
    <w:rsid w:val="00BF7F33"/>
    <w:rsid w:val="00C0180C"/>
    <w:rsid w:val="00C01B4A"/>
    <w:rsid w:val="00C02607"/>
    <w:rsid w:val="00C02C9C"/>
    <w:rsid w:val="00C04B77"/>
    <w:rsid w:val="00C0506A"/>
    <w:rsid w:val="00C0673A"/>
    <w:rsid w:val="00C068E3"/>
    <w:rsid w:val="00C06C31"/>
    <w:rsid w:val="00C06F7B"/>
    <w:rsid w:val="00C073D0"/>
    <w:rsid w:val="00C0757F"/>
    <w:rsid w:val="00C075F2"/>
    <w:rsid w:val="00C10890"/>
    <w:rsid w:val="00C117EA"/>
    <w:rsid w:val="00C137EF"/>
    <w:rsid w:val="00C145A7"/>
    <w:rsid w:val="00C15CAF"/>
    <w:rsid w:val="00C15CFB"/>
    <w:rsid w:val="00C15D31"/>
    <w:rsid w:val="00C1679F"/>
    <w:rsid w:val="00C1752F"/>
    <w:rsid w:val="00C17D2E"/>
    <w:rsid w:val="00C20D00"/>
    <w:rsid w:val="00C21026"/>
    <w:rsid w:val="00C22525"/>
    <w:rsid w:val="00C22E62"/>
    <w:rsid w:val="00C23074"/>
    <w:rsid w:val="00C23400"/>
    <w:rsid w:val="00C2358B"/>
    <w:rsid w:val="00C24581"/>
    <w:rsid w:val="00C247EE"/>
    <w:rsid w:val="00C2496E"/>
    <w:rsid w:val="00C24E29"/>
    <w:rsid w:val="00C250C9"/>
    <w:rsid w:val="00C25545"/>
    <w:rsid w:val="00C2555D"/>
    <w:rsid w:val="00C25E8D"/>
    <w:rsid w:val="00C2647B"/>
    <w:rsid w:val="00C273EE"/>
    <w:rsid w:val="00C308C8"/>
    <w:rsid w:val="00C30F45"/>
    <w:rsid w:val="00C31D21"/>
    <w:rsid w:val="00C31EC5"/>
    <w:rsid w:val="00C3294D"/>
    <w:rsid w:val="00C33117"/>
    <w:rsid w:val="00C334C3"/>
    <w:rsid w:val="00C342A1"/>
    <w:rsid w:val="00C34DFF"/>
    <w:rsid w:val="00C351C4"/>
    <w:rsid w:val="00C355C7"/>
    <w:rsid w:val="00C36859"/>
    <w:rsid w:val="00C36B14"/>
    <w:rsid w:val="00C36F56"/>
    <w:rsid w:val="00C375E1"/>
    <w:rsid w:val="00C40958"/>
    <w:rsid w:val="00C40B76"/>
    <w:rsid w:val="00C410D6"/>
    <w:rsid w:val="00C41A7B"/>
    <w:rsid w:val="00C423E9"/>
    <w:rsid w:val="00C42924"/>
    <w:rsid w:val="00C4456F"/>
    <w:rsid w:val="00C44B2A"/>
    <w:rsid w:val="00C44D77"/>
    <w:rsid w:val="00C458BA"/>
    <w:rsid w:val="00C45C49"/>
    <w:rsid w:val="00C46156"/>
    <w:rsid w:val="00C464B8"/>
    <w:rsid w:val="00C5015B"/>
    <w:rsid w:val="00C50D78"/>
    <w:rsid w:val="00C52EB7"/>
    <w:rsid w:val="00C5303F"/>
    <w:rsid w:val="00C55220"/>
    <w:rsid w:val="00C55B37"/>
    <w:rsid w:val="00C55FDE"/>
    <w:rsid w:val="00C57CC4"/>
    <w:rsid w:val="00C61956"/>
    <w:rsid w:val="00C61EF4"/>
    <w:rsid w:val="00C62073"/>
    <w:rsid w:val="00C6324F"/>
    <w:rsid w:val="00C637D6"/>
    <w:rsid w:val="00C63845"/>
    <w:rsid w:val="00C63E78"/>
    <w:rsid w:val="00C666A4"/>
    <w:rsid w:val="00C66D3E"/>
    <w:rsid w:val="00C671FC"/>
    <w:rsid w:val="00C6798A"/>
    <w:rsid w:val="00C67D07"/>
    <w:rsid w:val="00C7077B"/>
    <w:rsid w:val="00C728E1"/>
    <w:rsid w:val="00C72C6B"/>
    <w:rsid w:val="00C73E9A"/>
    <w:rsid w:val="00C73F5E"/>
    <w:rsid w:val="00C7420C"/>
    <w:rsid w:val="00C74F6C"/>
    <w:rsid w:val="00C75B26"/>
    <w:rsid w:val="00C76449"/>
    <w:rsid w:val="00C76894"/>
    <w:rsid w:val="00C77F97"/>
    <w:rsid w:val="00C8175B"/>
    <w:rsid w:val="00C82283"/>
    <w:rsid w:val="00C8272B"/>
    <w:rsid w:val="00C82BAB"/>
    <w:rsid w:val="00C83B23"/>
    <w:rsid w:val="00C8435E"/>
    <w:rsid w:val="00C84957"/>
    <w:rsid w:val="00C86E24"/>
    <w:rsid w:val="00C877E5"/>
    <w:rsid w:val="00C87F1F"/>
    <w:rsid w:val="00C90474"/>
    <w:rsid w:val="00C90550"/>
    <w:rsid w:val="00C9198E"/>
    <w:rsid w:val="00C91A70"/>
    <w:rsid w:val="00C91CB8"/>
    <w:rsid w:val="00C92C9F"/>
    <w:rsid w:val="00C93EA7"/>
    <w:rsid w:val="00C940A9"/>
    <w:rsid w:val="00C942E8"/>
    <w:rsid w:val="00C9433E"/>
    <w:rsid w:val="00C948C6"/>
    <w:rsid w:val="00C951DB"/>
    <w:rsid w:val="00C95AFA"/>
    <w:rsid w:val="00C95D4F"/>
    <w:rsid w:val="00C96431"/>
    <w:rsid w:val="00CA0A03"/>
    <w:rsid w:val="00CA1493"/>
    <w:rsid w:val="00CA1BB7"/>
    <w:rsid w:val="00CA1C76"/>
    <w:rsid w:val="00CA2037"/>
    <w:rsid w:val="00CA2C7E"/>
    <w:rsid w:val="00CA340E"/>
    <w:rsid w:val="00CA3FEC"/>
    <w:rsid w:val="00CA475C"/>
    <w:rsid w:val="00CA4B11"/>
    <w:rsid w:val="00CA4E2B"/>
    <w:rsid w:val="00CA4E64"/>
    <w:rsid w:val="00CA5347"/>
    <w:rsid w:val="00CA5765"/>
    <w:rsid w:val="00CA5C72"/>
    <w:rsid w:val="00CA6425"/>
    <w:rsid w:val="00CA6A0E"/>
    <w:rsid w:val="00CA7DE0"/>
    <w:rsid w:val="00CB04D8"/>
    <w:rsid w:val="00CB0BED"/>
    <w:rsid w:val="00CB29AE"/>
    <w:rsid w:val="00CB2CD4"/>
    <w:rsid w:val="00CB328F"/>
    <w:rsid w:val="00CB3729"/>
    <w:rsid w:val="00CB4611"/>
    <w:rsid w:val="00CB5104"/>
    <w:rsid w:val="00CB537B"/>
    <w:rsid w:val="00CB7789"/>
    <w:rsid w:val="00CB7A3A"/>
    <w:rsid w:val="00CB7BD1"/>
    <w:rsid w:val="00CC0CEF"/>
    <w:rsid w:val="00CC1232"/>
    <w:rsid w:val="00CC1635"/>
    <w:rsid w:val="00CC1A0C"/>
    <w:rsid w:val="00CC1E43"/>
    <w:rsid w:val="00CC1EC7"/>
    <w:rsid w:val="00CC21E9"/>
    <w:rsid w:val="00CC3543"/>
    <w:rsid w:val="00CC368A"/>
    <w:rsid w:val="00CC3AA3"/>
    <w:rsid w:val="00CC5C97"/>
    <w:rsid w:val="00CC5E26"/>
    <w:rsid w:val="00CC5F63"/>
    <w:rsid w:val="00CC612C"/>
    <w:rsid w:val="00CC67E6"/>
    <w:rsid w:val="00CC7183"/>
    <w:rsid w:val="00CC73F0"/>
    <w:rsid w:val="00CD067F"/>
    <w:rsid w:val="00CD0754"/>
    <w:rsid w:val="00CD0AD3"/>
    <w:rsid w:val="00CD14A6"/>
    <w:rsid w:val="00CD16EE"/>
    <w:rsid w:val="00CD1BD3"/>
    <w:rsid w:val="00CD2D95"/>
    <w:rsid w:val="00CD3511"/>
    <w:rsid w:val="00CD399D"/>
    <w:rsid w:val="00CD4630"/>
    <w:rsid w:val="00CD5358"/>
    <w:rsid w:val="00CD539A"/>
    <w:rsid w:val="00CD5582"/>
    <w:rsid w:val="00CD5B6D"/>
    <w:rsid w:val="00CD62F8"/>
    <w:rsid w:val="00CD6745"/>
    <w:rsid w:val="00CD69B2"/>
    <w:rsid w:val="00CD78A5"/>
    <w:rsid w:val="00CD7F40"/>
    <w:rsid w:val="00CE2B66"/>
    <w:rsid w:val="00CE2ED6"/>
    <w:rsid w:val="00CE3190"/>
    <w:rsid w:val="00CE3458"/>
    <w:rsid w:val="00CE35C5"/>
    <w:rsid w:val="00CE3F03"/>
    <w:rsid w:val="00CE4232"/>
    <w:rsid w:val="00CE470B"/>
    <w:rsid w:val="00CE4CE0"/>
    <w:rsid w:val="00CE648C"/>
    <w:rsid w:val="00CE649E"/>
    <w:rsid w:val="00CE653C"/>
    <w:rsid w:val="00CE6FFF"/>
    <w:rsid w:val="00CE7402"/>
    <w:rsid w:val="00CE7665"/>
    <w:rsid w:val="00CF093C"/>
    <w:rsid w:val="00CF0A48"/>
    <w:rsid w:val="00CF110F"/>
    <w:rsid w:val="00CF1CAD"/>
    <w:rsid w:val="00CF2705"/>
    <w:rsid w:val="00CF2AE4"/>
    <w:rsid w:val="00CF3129"/>
    <w:rsid w:val="00CF47BD"/>
    <w:rsid w:val="00CF525C"/>
    <w:rsid w:val="00CF5D11"/>
    <w:rsid w:val="00CF68C7"/>
    <w:rsid w:val="00D00497"/>
    <w:rsid w:val="00D004B2"/>
    <w:rsid w:val="00D0064B"/>
    <w:rsid w:val="00D00E00"/>
    <w:rsid w:val="00D023AD"/>
    <w:rsid w:val="00D02862"/>
    <w:rsid w:val="00D02894"/>
    <w:rsid w:val="00D03C61"/>
    <w:rsid w:val="00D040C7"/>
    <w:rsid w:val="00D048D7"/>
    <w:rsid w:val="00D05E56"/>
    <w:rsid w:val="00D05F29"/>
    <w:rsid w:val="00D06623"/>
    <w:rsid w:val="00D0733A"/>
    <w:rsid w:val="00D07670"/>
    <w:rsid w:val="00D07ADC"/>
    <w:rsid w:val="00D07DC5"/>
    <w:rsid w:val="00D107CA"/>
    <w:rsid w:val="00D10C18"/>
    <w:rsid w:val="00D1143C"/>
    <w:rsid w:val="00D12605"/>
    <w:rsid w:val="00D12A1F"/>
    <w:rsid w:val="00D139CE"/>
    <w:rsid w:val="00D13BDF"/>
    <w:rsid w:val="00D14DBD"/>
    <w:rsid w:val="00D16644"/>
    <w:rsid w:val="00D16C16"/>
    <w:rsid w:val="00D16D59"/>
    <w:rsid w:val="00D179EE"/>
    <w:rsid w:val="00D20417"/>
    <w:rsid w:val="00D20F4E"/>
    <w:rsid w:val="00D2173B"/>
    <w:rsid w:val="00D219F3"/>
    <w:rsid w:val="00D21A0F"/>
    <w:rsid w:val="00D21E1B"/>
    <w:rsid w:val="00D22494"/>
    <w:rsid w:val="00D2281C"/>
    <w:rsid w:val="00D229AF"/>
    <w:rsid w:val="00D238BA"/>
    <w:rsid w:val="00D23AF7"/>
    <w:rsid w:val="00D23C80"/>
    <w:rsid w:val="00D246D6"/>
    <w:rsid w:val="00D246ED"/>
    <w:rsid w:val="00D251CB"/>
    <w:rsid w:val="00D26144"/>
    <w:rsid w:val="00D2636E"/>
    <w:rsid w:val="00D26830"/>
    <w:rsid w:val="00D27E08"/>
    <w:rsid w:val="00D27F0A"/>
    <w:rsid w:val="00D30848"/>
    <w:rsid w:val="00D31AFD"/>
    <w:rsid w:val="00D3204E"/>
    <w:rsid w:val="00D3246C"/>
    <w:rsid w:val="00D32CC6"/>
    <w:rsid w:val="00D337FB"/>
    <w:rsid w:val="00D3399E"/>
    <w:rsid w:val="00D340CD"/>
    <w:rsid w:val="00D3439E"/>
    <w:rsid w:val="00D35653"/>
    <w:rsid w:val="00D35886"/>
    <w:rsid w:val="00D366E5"/>
    <w:rsid w:val="00D37340"/>
    <w:rsid w:val="00D375C5"/>
    <w:rsid w:val="00D377A4"/>
    <w:rsid w:val="00D37DEE"/>
    <w:rsid w:val="00D40679"/>
    <w:rsid w:val="00D40BDD"/>
    <w:rsid w:val="00D40E7A"/>
    <w:rsid w:val="00D4131C"/>
    <w:rsid w:val="00D426A3"/>
    <w:rsid w:val="00D42762"/>
    <w:rsid w:val="00D43D6B"/>
    <w:rsid w:val="00D44392"/>
    <w:rsid w:val="00D443B7"/>
    <w:rsid w:val="00D465FB"/>
    <w:rsid w:val="00D50C40"/>
    <w:rsid w:val="00D5200A"/>
    <w:rsid w:val="00D52E52"/>
    <w:rsid w:val="00D5328B"/>
    <w:rsid w:val="00D534C8"/>
    <w:rsid w:val="00D53C77"/>
    <w:rsid w:val="00D53F1B"/>
    <w:rsid w:val="00D5569C"/>
    <w:rsid w:val="00D55E6F"/>
    <w:rsid w:val="00D56830"/>
    <w:rsid w:val="00D573CC"/>
    <w:rsid w:val="00D57466"/>
    <w:rsid w:val="00D57EBE"/>
    <w:rsid w:val="00D60193"/>
    <w:rsid w:val="00D60673"/>
    <w:rsid w:val="00D609F8"/>
    <w:rsid w:val="00D6217B"/>
    <w:rsid w:val="00D62604"/>
    <w:rsid w:val="00D62A5A"/>
    <w:rsid w:val="00D65C1A"/>
    <w:rsid w:val="00D660ED"/>
    <w:rsid w:val="00D673E7"/>
    <w:rsid w:val="00D67BC3"/>
    <w:rsid w:val="00D706A5"/>
    <w:rsid w:val="00D70833"/>
    <w:rsid w:val="00D7177E"/>
    <w:rsid w:val="00D71E75"/>
    <w:rsid w:val="00D7226A"/>
    <w:rsid w:val="00D742DE"/>
    <w:rsid w:val="00D74C39"/>
    <w:rsid w:val="00D74CBC"/>
    <w:rsid w:val="00D74CDE"/>
    <w:rsid w:val="00D74E61"/>
    <w:rsid w:val="00D75434"/>
    <w:rsid w:val="00D758BD"/>
    <w:rsid w:val="00D7744D"/>
    <w:rsid w:val="00D808B6"/>
    <w:rsid w:val="00D81821"/>
    <w:rsid w:val="00D81F74"/>
    <w:rsid w:val="00D82374"/>
    <w:rsid w:val="00D82EC6"/>
    <w:rsid w:val="00D84943"/>
    <w:rsid w:val="00D85728"/>
    <w:rsid w:val="00D85AD7"/>
    <w:rsid w:val="00D866E1"/>
    <w:rsid w:val="00D86A3C"/>
    <w:rsid w:val="00D87647"/>
    <w:rsid w:val="00D87872"/>
    <w:rsid w:val="00D87CF3"/>
    <w:rsid w:val="00D90123"/>
    <w:rsid w:val="00D90A2A"/>
    <w:rsid w:val="00D91E97"/>
    <w:rsid w:val="00D91F9C"/>
    <w:rsid w:val="00D92C75"/>
    <w:rsid w:val="00D92E18"/>
    <w:rsid w:val="00D92E3A"/>
    <w:rsid w:val="00D9333B"/>
    <w:rsid w:val="00D93E70"/>
    <w:rsid w:val="00D93F90"/>
    <w:rsid w:val="00D94BE9"/>
    <w:rsid w:val="00D94CAD"/>
    <w:rsid w:val="00D95147"/>
    <w:rsid w:val="00D95410"/>
    <w:rsid w:val="00D95880"/>
    <w:rsid w:val="00D967EE"/>
    <w:rsid w:val="00D9700E"/>
    <w:rsid w:val="00DA01FB"/>
    <w:rsid w:val="00DA186D"/>
    <w:rsid w:val="00DA2893"/>
    <w:rsid w:val="00DA2E9F"/>
    <w:rsid w:val="00DA312F"/>
    <w:rsid w:val="00DA360B"/>
    <w:rsid w:val="00DA3666"/>
    <w:rsid w:val="00DA49EA"/>
    <w:rsid w:val="00DA500D"/>
    <w:rsid w:val="00DA508F"/>
    <w:rsid w:val="00DA5607"/>
    <w:rsid w:val="00DA623C"/>
    <w:rsid w:val="00DA6843"/>
    <w:rsid w:val="00DA7401"/>
    <w:rsid w:val="00DA76F3"/>
    <w:rsid w:val="00DA79C4"/>
    <w:rsid w:val="00DA7A92"/>
    <w:rsid w:val="00DB094A"/>
    <w:rsid w:val="00DB1C70"/>
    <w:rsid w:val="00DB21F1"/>
    <w:rsid w:val="00DB255E"/>
    <w:rsid w:val="00DB2586"/>
    <w:rsid w:val="00DB384C"/>
    <w:rsid w:val="00DB39AB"/>
    <w:rsid w:val="00DB3C7B"/>
    <w:rsid w:val="00DB41D7"/>
    <w:rsid w:val="00DB4ADD"/>
    <w:rsid w:val="00DB4EB2"/>
    <w:rsid w:val="00DB510A"/>
    <w:rsid w:val="00DB7582"/>
    <w:rsid w:val="00DB7EE4"/>
    <w:rsid w:val="00DC0672"/>
    <w:rsid w:val="00DC0DCA"/>
    <w:rsid w:val="00DC1544"/>
    <w:rsid w:val="00DC16E0"/>
    <w:rsid w:val="00DC17C5"/>
    <w:rsid w:val="00DC1B2F"/>
    <w:rsid w:val="00DC20FC"/>
    <w:rsid w:val="00DC2D2A"/>
    <w:rsid w:val="00DC38A5"/>
    <w:rsid w:val="00DC5267"/>
    <w:rsid w:val="00DC5823"/>
    <w:rsid w:val="00DC695B"/>
    <w:rsid w:val="00DC6B6C"/>
    <w:rsid w:val="00DC7494"/>
    <w:rsid w:val="00DD065F"/>
    <w:rsid w:val="00DD2272"/>
    <w:rsid w:val="00DD2403"/>
    <w:rsid w:val="00DD24BC"/>
    <w:rsid w:val="00DD287C"/>
    <w:rsid w:val="00DD29C1"/>
    <w:rsid w:val="00DD40BA"/>
    <w:rsid w:val="00DD5022"/>
    <w:rsid w:val="00DD59EB"/>
    <w:rsid w:val="00DD6F70"/>
    <w:rsid w:val="00DD788E"/>
    <w:rsid w:val="00DD7DC0"/>
    <w:rsid w:val="00DE0670"/>
    <w:rsid w:val="00DE0AA9"/>
    <w:rsid w:val="00DE1A38"/>
    <w:rsid w:val="00DE1E33"/>
    <w:rsid w:val="00DE3F37"/>
    <w:rsid w:val="00DE43B9"/>
    <w:rsid w:val="00DE5657"/>
    <w:rsid w:val="00DE61AA"/>
    <w:rsid w:val="00DE7CBE"/>
    <w:rsid w:val="00DE7ECF"/>
    <w:rsid w:val="00DE7F35"/>
    <w:rsid w:val="00DF00D6"/>
    <w:rsid w:val="00DF044A"/>
    <w:rsid w:val="00DF07CB"/>
    <w:rsid w:val="00DF164C"/>
    <w:rsid w:val="00DF18BD"/>
    <w:rsid w:val="00DF19C1"/>
    <w:rsid w:val="00DF1FB0"/>
    <w:rsid w:val="00DF25EA"/>
    <w:rsid w:val="00DF2810"/>
    <w:rsid w:val="00DF2868"/>
    <w:rsid w:val="00DF3415"/>
    <w:rsid w:val="00DF355D"/>
    <w:rsid w:val="00DF3883"/>
    <w:rsid w:val="00DF4136"/>
    <w:rsid w:val="00DF41CA"/>
    <w:rsid w:val="00DF424C"/>
    <w:rsid w:val="00DF55AE"/>
    <w:rsid w:val="00DF637B"/>
    <w:rsid w:val="00DF69A0"/>
    <w:rsid w:val="00DF78BD"/>
    <w:rsid w:val="00DF7A52"/>
    <w:rsid w:val="00E0023C"/>
    <w:rsid w:val="00E00E85"/>
    <w:rsid w:val="00E01B98"/>
    <w:rsid w:val="00E02CD2"/>
    <w:rsid w:val="00E03BFA"/>
    <w:rsid w:val="00E03EC5"/>
    <w:rsid w:val="00E04894"/>
    <w:rsid w:val="00E04E02"/>
    <w:rsid w:val="00E0503C"/>
    <w:rsid w:val="00E051C2"/>
    <w:rsid w:val="00E055F2"/>
    <w:rsid w:val="00E06505"/>
    <w:rsid w:val="00E0662A"/>
    <w:rsid w:val="00E06FA7"/>
    <w:rsid w:val="00E10780"/>
    <w:rsid w:val="00E116C6"/>
    <w:rsid w:val="00E12EE8"/>
    <w:rsid w:val="00E12F48"/>
    <w:rsid w:val="00E13908"/>
    <w:rsid w:val="00E13B32"/>
    <w:rsid w:val="00E13CB8"/>
    <w:rsid w:val="00E14F9B"/>
    <w:rsid w:val="00E15781"/>
    <w:rsid w:val="00E15D68"/>
    <w:rsid w:val="00E15DE7"/>
    <w:rsid w:val="00E16744"/>
    <w:rsid w:val="00E16DCE"/>
    <w:rsid w:val="00E17AF8"/>
    <w:rsid w:val="00E205A9"/>
    <w:rsid w:val="00E22324"/>
    <w:rsid w:val="00E2264E"/>
    <w:rsid w:val="00E22896"/>
    <w:rsid w:val="00E23AFA"/>
    <w:rsid w:val="00E23B3B"/>
    <w:rsid w:val="00E23D99"/>
    <w:rsid w:val="00E26067"/>
    <w:rsid w:val="00E26E1F"/>
    <w:rsid w:val="00E27264"/>
    <w:rsid w:val="00E27E57"/>
    <w:rsid w:val="00E30B09"/>
    <w:rsid w:val="00E30E99"/>
    <w:rsid w:val="00E3143B"/>
    <w:rsid w:val="00E3216F"/>
    <w:rsid w:val="00E32204"/>
    <w:rsid w:val="00E32CBF"/>
    <w:rsid w:val="00E330F1"/>
    <w:rsid w:val="00E349CB"/>
    <w:rsid w:val="00E35855"/>
    <w:rsid w:val="00E3650B"/>
    <w:rsid w:val="00E3662C"/>
    <w:rsid w:val="00E36A55"/>
    <w:rsid w:val="00E37318"/>
    <w:rsid w:val="00E373A5"/>
    <w:rsid w:val="00E373C0"/>
    <w:rsid w:val="00E37954"/>
    <w:rsid w:val="00E40FD0"/>
    <w:rsid w:val="00E415C7"/>
    <w:rsid w:val="00E41987"/>
    <w:rsid w:val="00E42122"/>
    <w:rsid w:val="00E422CB"/>
    <w:rsid w:val="00E44EDA"/>
    <w:rsid w:val="00E450A9"/>
    <w:rsid w:val="00E46ACE"/>
    <w:rsid w:val="00E46C80"/>
    <w:rsid w:val="00E46CA0"/>
    <w:rsid w:val="00E46E81"/>
    <w:rsid w:val="00E46F31"/>
    <w:rsid w:val="00E4794D"/>
    <w:rsid w:val="00E52903"/>
    <w:rsid w:val="00E5303D"/>
    <w:rsid w:val="00E53439"/>
    <w:rsid w:val="00E534CB"/>
    <w:rsid w:val="00E53C99"/>
    <w:rsid w:val="00E53F5F"/>
    <w:rsid w:val="00E5463C"/>
    <w:rsid w:val="00E549B9"/>
    <w:rsid w:val="00E558E2"/>
    <w:rsid w:val="00E55B37"/>
    <w:rsid w:val="00E567E2"/>
    <w:rsid w:val="00E569E0"/>
    <w:rsid w:val="00E5784F"/>
    <w:rsid w:val="00E579EA"/>
    <w:rsid w:val="00E57A47"/>
    <w:rsid w:val="00E57A98"/>
    <w:rsid w:val="00E57DC0"/>
    <w:rsid w:val="00E60051"/>
    <w:rsid w:val="00E604CF"/>
    <w:rsid w:val="00E60669"/>
    <w:rsid w:val="00E60D9A"/>
    <w:rsid w:val="00E60FE5"/>
    <w:rsid w:val="00E62CE3"/>
    <w:rsid w:val="00E62CFD"/>
    <w:rsid w:val="00E634C2"/>
    <w:rsid w:val="00E6354E"/>
    <w:rsid w:val="00E63B97"/>
    <w:rsid w:val="00E63E72"/>
    <w:rsid w:val="00E64483"/>
    <w:rsid w:val="00E658BB"/>
    <w:rsid w:val="00E661DE"/>
    <w:rsid w:val="00E6627B"/>
    <w:rsid w:val="00E6629D"/>
    <w:rsid w:val="00E66B9D"/>
    <w:rsid w:val="00E70097"/>
    <w:rsid w:val="00E70D4A"/>
    <w:rsid w:val="00E71F91"/>
    <w:rsid w:val="00E71FBE"/>
    <w:rsid w:val="00E728BC"/>
    <w:rsid w:val="00E7301A"/>
    <w:rsid w:val="00E73CBD"/>
    <w:rsid w:val="00E75B25"/>
    <w:rsid w:val="00E75CAD"/>
    <w:rsid w:val="00E7618E"/>
    <w:rsid w:val="00E77395"/>
    <w:rsid w:val="00E77966"/>
    <w:rsid w:val="00E81E55"/>
    <w:rsid w:val="00E81EBB"/>
    <w:rsid w:val="00E828DB"/>
    <w:rsid w:val="00E843C3"/>
    <w:rsid w:val="00E846C5"/>
    <w:rsid w:val="00E84BFB"/>
    <w:rsid w:val="00E850D7"/>
    <w:rsid w:val="00E87918"/>
    <w:rsid w:val="00E906DC"/>
    <w:rsid w:val="00E90A72"/>
    <w:rsid w:val="00E90B22"/>
    <w:rsid w:val="00E90DF8"/>
    <w:rsid w:val="00E91234"/>
    <w:rsid w:val="00E9198C"/>
    <w:rsid w:val="00E92A50"/>
    <w:rsid w:val="00E92BF4"/>
    <w:rsid w:val="00E92C08"/>
    <w:rsid w:val="00E92F10"/>
    <w:rsid w:val="00E93E31"/>
    <w:rsid w:val="00E944A1"/>
    <w:rsid w:val="00E9686E"/>
    <w:rsid w:val="00E96B9F"/>
    <w:rsid w:val="00E972AA"/>
    <w:rsid w:val="00E97F18"/>
    <w:rsid w:val="00EA01EF"/>
    <w:rsid w:val="00EA0206"/>
    <w:rsid w:val="00EA0CEC"/>
    <w:rsid w:val="00EA20A3"/>
    <w:rsid w:val="00EA2EA4"/>
    <w:rsid w:val="00EA2ECA"/>
    <w:rsid w:val="00EA2F09"/>
    <w:rsid w:val="00EA312C"/>
    <w:rsid w:val="00EA39E2"/>
    <w:rsid w:val="00EA3DB5"/>
    <w:rsid w:val="00EA40E9"/>
    <w:rsid w:val="00EA4984"/>
    <w:rsid w:val="00EA49A1"/>
    <w:rsid w:val="00EA5445"/>
    <w:rsid w:val="00EA60B9"/>
    <w:rsid w:val="00EA6CC5"/>
    <w:rsid w:val="00EA7CE7"/>
    <w:rsid w:val="00EB09A9"/>
    <w:rsid w:val="00EB16E1"/>
    <w:rsid w:val="00EB23EA"/>
    <w:rsid w:val="00EB3517"/>
    <w:rsid w:val="00EB3602"/>
    <w:rsid w:val="00EB4307"/>
    <w:rsid w:val="00EB4655"/>
    <w:rsid w:val="00EB4D21"/>
    <w:rsid w:val="00EB637F"/>
    <w:rsid w:val="00EB666D"/>
    <w:rsid w:val="00EB71D1"/>
    <w:rsid w:val="00EB7500"/>
    <w:rsid w:val="00EC0622"/>
    <w:rsid w:val="00EC0A19"/>
    <w:rsid w:val="00EC198A"/>
    <w:rsid w:val="00EC288C"/>
    <w:rsid w:val="00EC2AA8"/>
    <w:rsid w:val="00EC2F1F"/>
    <w:rsid w:val="00EC314E"/>
    <w:rsid w:val="00EC3F78"/>
    <w:rsid w:val="00EC41B4"/>
    <w:rsid w:val="00EC4BD7"/>
    <w:rsid w:val="00EC502E"/>
    <w:rsid w:val="00EC5AC0"/>
    <w:rsid w:val="00EC5B16"/>
    <w:rsid w:val="00EC6190"/>
    <w:rsid w:val="00EC6A64"/>
    <w:rsid w:val="00EC783C"/>
    <w:rsid w:val="00ED069C"/>
    <w:rsid w:val="00ED17EC"/>
    <w:rsid w:val="00ED27B0"/>
    <w:rsid w:val="00ED2BA0"/>
    <w:rsid w:val="00ED2DF3"/>
    <w:rsid w:val="00ED32BB"/>
    <w:rsid w:val="00ED3B76"/>
    <w:rsid w:val="00ED4F85"/>
    <w:rsid w:val="00ED57DA"/>
    <w:rsid w:val="00ED6227"/>
    <w:rsid w:val="00ED6236"/>
    <w:rsid w:val="00ED6619"/>
    <w:rsid w:val="00ED673D"/>
    <w:rsid w:val="00ED6EC4"/>
    <w:rsid w:val="00ED7218"/>
    <w:rsid w:val="00EE079F"/>
    <w:rsid w:val="00EE08DD"/>
    <w:rsid w:val="00EE2318"/>
    <w:rsid w:val="00EE2698"/>
    <w:rsid w:val="00EE2826"/>
    <w:rsid w:val="00EE3462"/>
    <w:rsid w:val="00EE3854"/>
    <w:rsid w:val="00EE38E1"/>
    <w:rsid w:val="00EE562E"/>
    <w:rsid w:val="00EE60DB"/>
    <w:rsid w:val="00EE66DA"/>
    <w:rsid w:val="00EF1E99"/>
    <w:rsid w:val="00EF26B9"/>
    <w:rsid w:val="00EF2D27"/>
    <w:rsid w:val="00EF310E"/>
    <w:rsid w:val="00EF31F6"/>
    <w:rsid w:val="00EF330E"/>
    <w:rsid w:val="00EF3BFD"/>
    <w:rsid w:val="00EF405A"/>
    <w:rsid w:val="00EF4522"/>
    <w:rsid w:val="00EF5E1F"/>
    <w:rsid w:val="00EF6F7C"/>
    <w:rsid w:val="00EF6F82"/>
    <w:rsid w:val="00EF7217"/>
    <w:rsid w:val="00F00CC0"/>
    <w:rsid w:val="00F01697"/>
    <w:rsid w:val="00F018B4"/>
    <w:rsid w:val="00F01AF9"/>
    <w:rsid w:val="00F0205C"/>
    <w:rsid w:val="00F02D25"/>
    <w:rsid w:val="00F03760"/>
    <w:rsid w:val="00F03A49"/>
    <w:rsid w:val="00F04F6D"/>
    <w:rsid w:val="00F05D02"/>
    <w:rsid w:val="00F06C46"/>
    <w:rsid w:val="00F07411"/>
    <w:rsid w:val="00F10618"/>
    <w:rsid w:val="00F1151F"/>
    <w:rsid w:val="00F126F6"/>
    <w:rsid w:val="00F12D02"/>
    <w:rsid w:val="00F137D6"/>
    <w:rsid w:val="00F1436A"/>
    <w:rsid w:val="00F14AD7"/>
    <w:rsid w:val="00F14EC7"/>
    <w:rsid w:val="00F15C2C"/>
    <w:rsid w:val="00F15FB8"/>
    <w:rsid w:val="00F1664B"/>
    <w:rsid w:val="00F16FF2"/>
    <w:rsid w:val="00F17534"/>
    <w:rsid w:val="00F17A70"/>
    <w:rsid w:val="00F20046"/>
    <w:rsid w:val="00F2039E"/>
    <w:rsid w:val="00F2084D"/>
    <w:rsid w:val="00F213A8"/>
    <w:rsid w:val="00F213E2"/>
    <w:rsid w:val="00F21574"/>
    <w:rsid w:val="00F231BF"/>
    <w:rsid w:val="00F2349E"/>
    <w:rsid w:val="00F23ADC"/>
    <w:rsid w:val="00F23CFC"/>
    <w:rsid w:val="00F24D01"/>
    <w:rsid w:val="00F24D18"/>
    <w:rsid w:val="00F25215"/>
    <w:rsid w:val="00F25A9E"/>
    <w:rsid w:val="00F25C12"/>
    <w:rsid w:val="00F25FC6"/>
    <w:rsid w:val="00F2640E"/>
    <w:rsid w:val="00F26A72"/>
    <w:rsid w:val="00F304D5"/>
    <w:rsid w:val="00F30586"/>
    <w:rsid w:val="00F307A4"/>
    <w:rsid w:val="00F30988"/>
    <w:rsid w:val="00F30AB7"/>
    <w:rsid w:val="00F30C19"/>
    <w:rsid w:val="00F31370"/>
    <w:rsid w:val="00F31BA5"/>
    <w:rsid w:val="00F31E3A"/>
    <w:rsid w:val="00F32134"/>
    <w:rsid w:val="00F3306E"/>
    <w:rsid w:val="00F337F5"/>
    <w:rsid w:val="00F3390F"/>
    <w:rsid w:val="00F3468F"/>
    <w:rsid w:val="00F3592C"/>
    <w:rsid w:val="00F36789"/>
    <w:rsid w:val="00F36D4C"/>
    <w:rsid w:val="00F36FCC"/>
    <w:rsid w:val="00F37020"/>
    <w:rsid w:val="00F37A01"/>
    <w:rsid w:val="00F40C40"/>
    <w:rsid w:val="00F40EFE"/>
    <w:rsid w:val="00F4121A"/>
    <w:rsid w:val="00F41547"/>
    <w:rsid w:val="00F41A12"/>
    <w:rsid w:val="00F41C07"/>
    <w:rsid w:val="00F41EA8"/>
    <w:rsid w:val="00F41F7F"/>
    <w:rsid w:val="00F437FF"/>
    <w:rsid w:val="00F44AE8"/>
    <w:rsid w:val="00F451AE"/>
    <w:rsid w:val="00F45292"/>
    <w:rsid w:val="00F45301"/>
    <w:rsid w:val="00F453C0"/>
    <w:rsid w:val="00F45DE7"/>
    <w:rsid w:val="00F45EFF"/>
    <w:rsid w:val="00F45F3A"/>
    <w:rsid w:val="00F45FEB"/>
    <w:rsid w:val="00F50E4C"/>
    <w:rsid w:val="00F51236"/>
    <w:rsid w:val="00F52B65"/>
    <w:rsid w:val="00F53DE7"/>
    <w:rsid w:val="00F546A9"/>
    <w:rsid w:val="00F5475A"/>
    <w:rsid w:val="00F54E95"/>
    <w:rsid w:val="00F5787C"/>
    <w:rsid w:val="00F61353"/>
    <w:rsid w:val="00F6138F"/>
    <w:rsid w:val="00F61DB7"/>
    <w:rsid w:val="00F62938"/>
    <w:rsid w:val="00F636BB"/>
    <w:rsid w:val="00F63CCE"/>
    <w:rsid w:val="00F64690"/>
    <w:rsid w:val="00F64B53"/>
    <w:rsid w:val="00F654DD"/>
    <w:rsid w:val="00F6555A"/>
    <w:rsid w:val="00F65863"/>
    <w:rsid w:val="00F66601"/>
    <w:rsid w:val="00F66A2D"/>
    <w:rsid w:val="00F705E0"/>
    <w:rsid w:val="00F70A52"/>
    <w:rsid w:val="00F70C69"/>
    <w:rsid w:val="00F712FD"/>
    <w:rsid w:val="00F71569"/>
    <w:rsid w:val="00F71B13"/>
    <w:rsid w:val="00F71BC8"/>
    <w:rsid w:val="00F71D4A"/>
    <w:rsid w:val="00F720C2"/>
    <w:rsid w:val="00F72302"/>
    <w:rsid w:val="00F73791"/>
    <w:rsid w:val="00F744C4"/>
    <w:rsid w:val="00F75F76"/>
    <w:rsid w:val="00F77BFF"/>
    <w:rsid w:val="00F77E3F"/>
    <w:rsid w:val="00F80914"/>
    <w:rsid w:val="00F8277E"/>
    <w:rsid w:val="00F831C4"/>
    <w:rsid w:val="00F839A7"/>
    <w:rsid w:val="00F83A78"/>
    <w:rsid w:val="00F84892"/>
    <w:rsid w:val="00F84A0A"/>
    <w:rsid w:val="00F85A8D"/>
    <w:rsid w:val="00F87B56"/>
    <w:rsid w:val="00F87EF8"/>
    <w:rsid w:val="00F910ED"/>
    <w:rsid w:val="00F9209F"/>
    <w:rsid w:val="00F92150"/>
    <w:rsid w:val="00F92861"/>
    <w:rsid w:val="00F92F1C"/>
    <w:rsid w:val="00F93331"/>
    <w:rsid w:val="00F933B6"/>
    <w:rsid w:val="00F93679"/>
    <w:rsid w:val="00F93DF4"/>
    <w:rsid w:val="00F941CD"/>
    <w:rsid w:val="00F94BB9"/>
    <w:rsid w:val="00F96116"/>
    <w:rsid w:val="00F97207"/>
    <w:rsid w:val="00F97269"/>
    <w:rsid w:val="00F97C53"/>
    <w:rsid w:val="00FA00EC"/>
    <w:rsid w:val="00FA0549"/>
    <w:rsid w:val="00FA072C"/>
    <w:rsid w:val="00FA0BD7"/>
    <w:rsid w:val="00FA27D9"/>
    <w:rsid w:val="00FA2B89"/>
    <w:rsid w:val="00FA3D44"/>
    <w:rsid w:val="00FA410A"/>
    <w:rsid w:val="00FA44AA"/>
    <w:rsid w:val="00FA4C44"/>
    <w:rsid w:val="00FA4EB1"/>
    <w:rsid w:val="00FA6CB9"/>
    <w:rsid w:val="00FA6FF5"/>
    <w:rsid w:val="00FA73E5"/>
    <w:rsid w:val="00FA79FE"/>
    <w:rsid w:val="00FA7F17"/>
    <w:rsid w:val="00FB048F"/>
    <w:rsid w:val="00FB135D"/>
    <w:rsid w:val="00FB13E5"/>
    <w:rsid w:val="00FB1750"/>
    <w:rsid w:val="00FB2168"/>
    <w:rsid w:val="00FB2E0B"/>
    <w:rsid w:val="00FB349E"/>
    <w:rsid w:val="00FB408C"/>
    <w:rsid w:val="00FB5243"/>
    <w:rsid w:val="00FB60E2"/>
    <w:rsid w:val="00FB713A"/>
    <w:rsid w:val="00FB7590"/>
    <w:rsid w:val="00FC1B0B"/>
    <w:rsid w:val="00FC1FFC"/>
    <w:rsid w:val="00FC203F"/>
    <w:rsid w:val="00FC237E"/>
    <w:rsid w:val="00FC2596"/>
    <w:rsid w:val="00FC3261"/>
    <w:rsid w:val="00FC4618"/>
    <w:rsid w:val="00FC4B78"/>
    <w:rsid w:val="00FC68E0"/>
    <w:rsid w:val="00FC6F38"/>
    <w:rsid w:val="00FD0C55"/>
    <w:rsid w:val="00FD0CC7"/>
    <w:rsid w:val="00FD0E08"/>
    <w:rsid w:val="00FD136D"/>
    <w:rsid w:val="00FD253B"/>
    <w:rsid w:val="00FD25EC"/>
    <w:rsid w:val="00FD2EF6"/>
    <w:rsid w:val="00FD3C48"/>
    <w:rsid w:val="00FD3EBC"/>
    <w:rsid w:val="00FD628D"/>
    <w:rsid w:val="00FD79A6"/>
    <w:rsid w:val="00FE0C54"/>
    <w:rsid w:val="00FE1629"/>
    <w:rsid w:val="00FE2A6A"/>
    <w:rsid w:val="00FE2C3A"/>
    <w:rsid w:val="00FE3B3B"/>
    <w:rsid w:val="00FE478A"/>
    <w:rsid w:val="00FE4F9F"/>
    <w:rsid w:val="00FE6474"/>
    <w:rsid w:val="00FE68E8"/>
    <w:rsid w:val="00FE6B86"/>
    <w:rsid w:val="00FE6ECD"/>
    <w:rsid w:val="00FE7469"/>
    <w:rsid w:val="00FF02C3"/>
    <w:rsid w:val="00FF08F8"/>
    <w:rsid w:val="00FF1438"/>
    <w:rsid w:val="00FF1499"/>
    <w:rsid w:val="00FF1D84"/>
    <w:rsid w:val="00FF21D7"/>
    <w:rsid w:val="00FF24C5"/>
    <w:rsid w:val="00FF25C3"/>
    <w:rsid w:val="00FF26A9"/>
    <w:rsid w:val="00FF2A71"/>
    <w:rsid w:val="00FF32F5"/>
    <w:rsid w:val="00FF41B7"/>
    <w:rsid w:val="00FF483A"/>
    <w:rsid w:val="00FF4A08"/>
    <w:rsid w:val="00FF5DFA"/>
    <w:rsid w:val="00FF5E06"/>
    <w:rsid w:val="00FF69BA"/>
    <w:rsid w:val="00FF6FA0"/>
    <w:rsid w:val="00FF777E"/>
    <w:rsid w:val="00FF7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DD9A18-88EA-4AAF-8323-FC683C2D4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C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1060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060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A4EAF-F16A-47EA-B7A6-2EE8EC71A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Скребкова Ольга Николаевна</dc:creator>
  <cp:lastModifiedBy>Овсянникова Евгения Владимировна</cp:lastModifiedBy>
  <cp:revision>3</cp:revision>
  <dcterms:created xsi:type="dcterms:W3CDTF">2024-10-31T07:10:00Z</dcterms:created>
  <dcterms:modified xsi:type="dcterms:W3CDTF">2024-10-31T07:49:00Z</dcterms:modified>
</cp:coreProperties>
</file>