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8D" w:rsidRPr="00F20ABC" w:rsidRDefault="0073038D" w:rsidP="0073038D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F20ABC">
        <w:rPr>
          <w:b/>
          <w:sz w:val="20"/>
        </w:rPr>
        <w:t>Проект вносит</w:t>
      </w:r>
    </w:p>
    <w:p w:rsidR="0073038D" w:rsidRPr="00F20ABC" w:rsidRDefault="0073038D" w:rsidP="0073038D">
      <w:pPr>
        <w:keepNext/>
        <w:jc w:val="right"/>
        <w:outlineLvl w:val="2"/>
        <w:rPr>
          <w:b/>
          <w:sz w:val="20"/>
        </w:rPr>
      </w:pPr>
      <w:proofErr w:type="gramStart"/>
      <w:r w:rsidRPr="00F20ABC">
        <w:rPr>
          <w:b/>
          <w:sz w:val="20"/>
        </w:rPr>
        <w:t>исполняющий</w:t>
      </w:r>
      <w:proofErr w:type="gramEnd"/>
      <w:r w:rsidRPr="00F20ABC">
        <w:rPr>
          <w:b/>
          <w:sz w:val="20"/>
        </w:rPr>
        <w:t xml:space="preserve"> обязанности</w:t>
      </w:r>
    </w:p>
    <w:p w:rsidR="0073038D" w:rsidRPr="00F20ABC" w:rsidRDefault="0073038D" w:rsidP="0073038D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>Губернатора Ярославской области</w:t>
      </w:r>
    </w:p>
    <w:p w:rsidR="0073038D" w:rsidRPr="00F20ABC" w:rsidRDefault="0073038D" w:rsidP="0073038D">
      <w:pPr>
        <w:keepNext/>
        <w:jc w:val="right"/>
        <w:outlineLvl w:val="2"/>
        <w:rPr>
          <w:b/>
          <w:bCs/>
          <w:sz w:val="20"/>
        </w:rPr>
      </w:pPr>
    </w:p>
    <w:p w:rsidR="00B41ADF" w:rsidRPr="007769A5" w:rsidRDefault="00716C62" w:rsidP="0073038D">
      <w:pPr>
        <w:jc w:val="right"/>
        <w:rPr>
          <w:b/>
          <w:sz w:val="20"/>
          <w:szCs w:val="20"/>
        </w:rPr>
      </w:pPr>
      <w:r>
        <w:rPr>
          <w:b/>
          <w:sz w:val="20"/>
        </w:rPr>
        <w:t>А.Ю. Шабалин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</w:p>
    <w:p w:rsidR="00953AB4" w:rsidRDefault="00B41ADF" w:rsidP="00FB7E8C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FB7E8C">
        <w:rPr>
          <w:b/>
          <w:bCs/>
          <w:sz w:val="28"/>
          <w:szCs w:val="28"/>
        </w:rPr>
        <w:t>й</w:t>
      </w:r>
      <w:r w:rsidRPr="00517712">
        <w:rPr>
          <w:b/>
          <w:bCs/>
          <w:sz w:val="28"/>
          <w:szCs w:val="28"/>
        </w:rPr>
        <w:t xml:space="preserve"> в</w:t>
      </w:r>
      <w:r w:rsidR="00FB7E8C">
        <w:rPr>
          <w:b/>
          <w:bCs/>
          <w:sz w:val="28"/>
          <w:szCs w:val="28"/>
        </w:rPr>
        <w:t xml:space="preserve"> </w:t>
      </w:r>
      <w:r w:rsidRPr="00517712">
        <w:rPr>
          <w:b/>
          <w:bCs/>
          <w:sz w:val="28"/>
          <w:szCs w:val="28"/>
        </w:rPr>
        <w:t>Закон</w:t>
      </w:r>
      <w:r w:rsidR="00953AB4">
        <w:rPr>
          <w:b/>
          <w:bCs/>
          <w:sz w:val="28"/>
          <w:szCs w:val="28"/>
        </w:rPr>
        <w:t xml:space="preserve"> </w:t>
      </w:r>
      <w:r w:rsidRPr="00FB7E8C">
        <w:rPr>
          <w:b/>
          <w:bCs/>
          <w:sz w:val="28"/>
          <w:szCs w:val="28"/>
        </w:rPr>
        <w:t>Ярославской области</w:t>
      </w:r>
      <w:r w:rsidR="00FB7E8C" w:rsidRPr="00FB7E8C">
        <w:rPr>
          <w:b/>
          <w:bCs/>
          <w:sz w:val="28"/>
          <w:szCs w:val="28"/>
        </w:rPr>
        <w:t xml:space="preserve"> </w:t>
      </w:r>
    </w:p>
    <w:p w:rsidR="00953AB4" w:rsidRDefault="00B41ADF" w:rsidP="00FB7E8C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7E8C">
        <w:rPr>
          <w:b/>
          <w:bCs/>
          <w:sz w:val="28"/>
          <w:szCs w:val="28"/>
        </w:rPr>
        <w:t>«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>О государственной регистрации актов</w:t>
      </w:r>
      <w:r w:rsidR="00953AB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 xml:space="preserve">гражданского состояния </w:t>
      </w:r>
    </w:p>
    <w:p w:rsidR="00B41ADF" w:rsidRPr="00FB7E8C" w:rsidRDefault="00FB7E8C" w:rsidP="00FB7E8C">
      <w:pPr>
        <w:jc w:val="center"/>
        <w:rPr>
          <w:b/>
          <w:bCs/>
          <w:sz w:val="28"/>
          <w:szCs w:val="28"/>
        </w:rPr>
      </w:pPr>
      <w:r w:rsidRPr="00FB7E8C">
        <w:rPr>
          <w:rFonts w:eastAsiaTheme="minorHAnsi"/>
          <w:b/>
          <w:sz w:val="28"/>
          <w:szCs w:val="28"/>
          <w:lang w:eastAsia="en-US"/>
        </w:rPr>
        <w:t>на территории Ярославской области</w:t>
      </w:r>
      <w:r w:rsidR="00B41ADF" w:rsidRPr="00FB7E8C">
        <w:rPr>
          <w:b/>
          <w:bCs/>
          <w:sz w:val="28"/>
          <w:szCs w:val="28"/>
        </w:rPr>
        <w:t>»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FB7E8C" w:rsidRPr="00517712" w:rsidRDefault="00FB7E8C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proofErr w:type="gramStart"/>
      <w:r w:rsidRPr="007769A5">
        <w:t>Принят</w:t>
      </w:r>
      <w:proofErr w:type="gramEnd"/>
      <w:r w:rsidRPr="007769A5">
        <w:t xml:space="preserve">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EC2A15">
        <w:t>1</w:t>
      </w:r>
      <w:r w:rsidR="00B41ADF" w:rsidRPr="007769A5">
        <w:t xml:space="preserve"> года</w:t>
      </w:r>
    </w:p>
    <w:p w:rsidR="00BD4693" w:rsidRDefault="00BD4693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CAC" w:rsidRDefault="005B3CAC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D1470" w:rsidRPr="00DD1470" w:rsidRDefault="00DD1470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F2F40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C423E1" w:rsidRPr="000E4676" w:rsidRDefault="00FB7E8C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Внести в Закон Ярославской области от 13.06.2006 № 30-з «О госуда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ственной регистрации актов гражданского состояния на территории Яросла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ской области» (Губернские </w:t>
      </w:r>
      <w:r w:rsidRPr="0086072F">
        <w:rPr>
          <w:rFonts w:eastAsiaTheme="minorHAnsi"/>
          <w:sz w:val="28"/>
          <w:szCs w:val="28"/>
          <w:lang w:eastAsia="en-US"/>
        </w:rPr>
        <w:t>вести, 2006, 14 июня, № 38; Документ – Регион,</w:t>
      </w:r>
      <w:r w:rsidR="00BE3822" w:rsidRPr="0086072F">
        <w:rPr>
          <w:rFonts w:eastAsiaTheme="minorHAnsi"/>
          <w:sz w:val="28"/>
          <w:szCs w:val="28"/>
          <w:lang w:eastAsia="en-US"/>
        </w:rPr>
        <w:t xml:space="preserve"> </w:t>
      </w:r>
      <w:r w:rsidR="00C423E1" w:rsidRPr="0086072F">
        <w:rPr>
          <w:rFonts w:eastAsiaTheme="minorHAnsi"/>
          <w:sz w:val="28"/>
          <w:szCs w:val="28"/>
          <w:lang w:eastAsia="en-US"/>
        </w:rPr>
        <w:t xml:space="preserve">2015, </w:t>
      </w:r>
      <w:r w:rsidR="00A6062F" w:rsidRPr="0086072F">
        <w:rPr>
          <w:rFonts w:eastAsiaTheme="minorHAnsi"/>
          <w:sz w:val="28"/>
          <w:szCs w:val="28"/>
          <w:lang w:eastAsia="en-US"/>
        </w:rPr>
        <w:t xml:space="preserve">9 октября, № 83; </w:t>
      </w:r>
      <w:r w:rsidR="00C423E1" w:rsidRPr="0086072F">
        <w:rPr>
          <w:rFonts w:eastAsiaTheme="minorHAnsi"/>
          <w:sz w:val="28"/>
          <w:szCs w:val="28"/>
          <w:lang w:eastAsia="en-US"/>
        </w:rPr>
        <w:t xml:space="preserve">25 декабря, № 108; </w:t>
      </w:r>
      <w:r w:rsidR="00A6062F" w:rsidRPr="0086072F">
        <w:rPr>
          <w:rFonts w:eastAsiaTheme="minorHAnsi"/>
          <w:sz w:val="28"/>
          <w:szCs w:val="28"/>
          <w:lang w:eastAsia="en-US"/>
        </w:rPr>
        <w:t xml:space="preserve">2016, 27 декабря, № 113; </w:t>
      </w:r>
      <w:r w:rsidR="0086072F">
        <w:rPr>
          <w:rFonts w:eastAsiaTheme="minorHAnsi"/>
          <w:sz w:val="28"/>
          <w:szCs w:val="28"/>
          <w:lang w:eastAsia="en-US"/>
        </w:rPr>
        <w:t>2018, 4 </w:t>
      </w:r>
      <w:r w:rsidR="00C423E1" w:rsidRPr="0086072F">
        <w:rPr>
          <w:rFonts w:eastAsiaTheme="minorHAnsi"/>
          <w:sz w:val="28"/>
          <w:szCs w:val="28"/>
          <w:lang w:eastAsia="en-US"/>
        </w:rPr>
        <w:t xml:space="preserve">декабря, № 103; </w:t>
      </w:r>
      <w:r w:rsidR="00BE3822" w:rsidRPr="0086072F">
        <w:rPr>
          <w:rFonts w:eastAsiaTheme="minorHAnsi"/>
          <w:sz w:val="28"/>
          <w:szCs w:val="28"/>
          <w:lang w:eastAsia="en-US"/>
        </w:rPr>
        <w:t>2019, 15 ноября, № 97</w:t>
      </w:r>
      <w:r w:rsidR="00A6062F" w:rsidRPr="0086072F">
        <w:rPr>
          <w:rFonts w:eastAsiaTheme="minorHAnsi"/>
          <w:sz w:val="28"/>
          <w:szCs w:val="28"/>
          <w:lang w:eastAsia="en-US"/>
        </w:rPr>
        <w:t>; 2021, 8 октября, № 81</w:t>
      </w:r>
      <w:r>
        <w:rPr>
          <w:rFonts w:eastAsiaTheme="minorHAnsi"/>
          <w:sz w:val="28"/>
          <w:szCs w:val="28"/>
          <w:lang w:eastAsia="en-US"/>
        </w:rPr>
        <w:t xml:space="preserve">) следующие </w:t>
      </w:r>
      <w:r w:rsidRPr="000E4676">
        <w:rPr>
          <w:rFonts w:eastAsiaTheme="minorHAnsi"/>
          <w:sz w:val="28"/>
          <w:szCs w:val="28"/>
          <w:lang w:eastAsia="en-US"/>
        </w:rPr>
        <w:t>изменения:</w:t>
      </w:r>
    </w:p>
    <w:p w:rsidR="00CA2B72" w:rsidRPr="000E4676" w:rsidRDefault="00953AB4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4676">
        <w:rPr>
          <w:rFonts w:eastAsiaTheme="minorHAnsi"/>
          <w:sz w:val="28"/>
          <w:szCs w:val="28"/>
          <w:lang w:eastAsia="en-US"/>
        </w:rPr>
        <w:t xml:space="preserve">1) </w:t>
      </w:r>
      <w:r w:rsidR="008136EA" w:rsidRPr="000E4676">
        <w:rPr>
          <w:rFonts w:eastAsiaTheme="minorHAnsi"/>
          <w:sz w:val="28"/>
          <w:szCs w:val="28"/>
          <w:lang w:eastAsia="en-US"/>
        </w:rPr>
        <w:t xml:space="preserve">в части 2 статьи 7 слова «на территориях, определенных» заменить словом «, </w:t>
      </w:r>
      <w:r w:rsidR="00503F9A" w:rsidRPr="000E4676">
        <w:rPr>
          <w:rFonts w:eastAsiaTheme="minorHAnsi"/>
          <w:sz w:val="28"/>
          <w:szCs w:val="28"/>
          <w:lang w:eastAsia="en-US"/>
        </w:rPr>
        <w:t>указан</w:t>
      </w:r>
      <w:r w:rsidR="008136EA" w:rsidRPr="000E4676">
        <w:rPr>
          <w:rFonts w:eastAsiaTheme="minorHAnsi"/>
          <w:sz w:val="28"/>
          <w:szCs w:val="28"/>
          <w:lang w:eastAsia="en-US"/>
        </w:rPr>
        <w:t>ные»;</w:t>
      </w:r>
    </w:p>
    <w:p w:rsidR="008136EA" w:rsidRPr="000E4676" w:rsidRDefault="00436F1C" w:rsidP="008136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4676">
        <w:rPr>
          <w:rFonts w:eastAsiaTheme="minorHAnsi"/>
          <w:sz w:val="28"/>
          <w:szCs w:val="28"/>
          <w:lang w:eastAsia="en-US"/>
        </w:rPr>
        <w:t>2) статью 10</w:t>
      </w:r>
      <w:r w:rsidRPr="000E4676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0E4676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436F1C" w:rsidRPr="000E4676" w:rsidRDefault="00436F1C" w:rsidP="00B12E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4676">
        <w:rPr>
          <w:rFonts w:eastAsiaTheme="minorHAnsi"/>
          <w:sz w:val="28"/>
          <w:szCs w:val="28"/>
          <w:lang w:eastAsia="en-US"/>
        </w:rPr>
        <w:t>«Статья 10</w:t>
      </w:r>
      <w:r w:rsidRPr="000E4676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0E4676">
        <w:rPr>
          <w:rFonts w:eastAsiaTheme="minorHAnsi"/>
          <w:sz w:val="28"/>
          <w:szCs w:val="28"/>
          <w:lang w:eastAsia="en-US"/>
        </w:rPr>
        <w:t xml:space="preserve">. </w:t>
      </w:r>
      <w:r w:rsidRPr="000E4676">
        <w:rPr>
          <w:rFonts w:eastAsiaTheme="minorHAnsi"/>
          <w:b/>
          <w:sz w:val="28"/>
          <w:szCs w:val="28"/>
          <w:lang w:eastAsia="en-US"/>
        </w:rPr>
        <w:t>Место восстановления утраченных записей актов гражданского состояния на бумажных носителях</w:t>
      </w:r>
    </w:p>
    <w:p w:rsidR="005B4488" w:rsidRPr="000E4676" w:rsidRDefault="00436F1C" w:rsidP="00B12E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4676">
        <w:rPr>
          <w:rFonts w:eastAsiaTheme="minorHAnsi"/>
          <w:sz w:val="28"/>
          <w:szCs w:val="28"/>
          <w:lang w:eastAsia="en-US"/>
        </w:rPr>
        <w:t>Восстановление утраченных записей актов гражданского состояния, составленных органами местного самоуправления городских и сельских п</w:t>
      </w:r>
      <w:r w:rsidRPr="000E4676">
        <w:rPr>
          <w:rFonts w:eastAsiaTheme="minorHAnsi"/>
          <w:sz w:val="28"/>
          <w:szCs w:val="28"/>
          <w:lang w:eastAsia="en-US"/>
        </w:rPr>
        <w:t>о</w:t>
      </w:r>
      <w:r w:rsidRPr="000E4676">
        <w:rPr>
          <w:rFonts w:eastAsiaTheme="minorHAnsi"/>
          <w:sz w:val="28"/>
          <w:szCs w:val="28"/>
          <w:lang w:eastAsia="en-US"/>
        </w:rPr>
        <w:t>селений</w:t>
      </w:r>
      <w:r w:rsidR="007C0A73" w:rsidRPr="000E4676">
        <w:rPr>
          <w:rFonts w:eastAsiaTheme="minorHAnsi"/>
          <w:sz w:val="28"/>
          <w:szCs w:val="28"/>
          <w:lang w:eastAsia="en-US"/>
        </w:rPr>
        <w:t xml:space="preserve"> Ярославской области </w:t>
      </w:r>
      <w:r w:rsidR="009F48E6" w:rsidRPr="000E4676">
        <w:rPr>
          <w:rFonts w:eastAsiaTheme="minorHAnsi"/>
          <w:sz w:val="28"/>
          <w:szCs w:val="28"/>
          <w:lang w:eastAsia="en-US"/>
        </w:rPr>
        <w:t>на бумажных носителях</w:t>
      </w:r>
      <w:r w:rsidRPr="000E4676">
        <w:rPr>
          <w:rFonts w:eastAsiaTheme="minorHAnsi"/>
          <w:sz w:val="28"/>
          <w:szCs w:val="28"/>
          <w:lang w:eastAsia="en-US"/>
        </w:rPr>
        <w:t xml:space="preserve">, производится </w:t>
      </w:r>
      <w:r w:rsidR="005B4488" w:rsidRPr="000E4676">
        <w:rPr>
          <w:rFonts w:eastAsiaTheme="minorHAnsi"/>
          <w:sz w:val="28"/>
          <w:szCs w:val="28"/>
          <w:lang w:eastAsia="en-US"/>
        </w:rPr>
        <w:t>в соо</w:t>
      </w:r>
      <w:r w:rsidR="005B4488" w:rsidRPr="000E4676">
        <w:rPr>
          <w:rFonts w:eastAsiaTheme="minorHAnsi"/>
          <w:sz w:val="28"/>
          <w:szCs w:val="28"/>
          <w:lang w:eastAsia="en-US"/>
        </w:rPr>
        <w:t>т</w:t>
      </w:r>
      <w:r w:rsidR="005B4488" w:rsidRPr="000E4676">
        <w:rPr>
          <w:rFonts w:eastAsiaTheme="minorHAnsi"/>
          <w:sz w:val="28"/>
          <w:szCs w:val="28"/>
          <w:lang w:eastAsia="en-US"/>
        </w:rPr>
        <w:t xml:space="preserve">ветствии с требованиями, установленными Федеральным </w:t>
      </w:r>
      <w:hyperlink r:id="rId8" w:history="1">
        <w:r w:rsidR="005B4488" w:rsidRPr="000E467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5B4488" w:rsidRPr="000E4676">
        <w:rPr>
          <w:rFonts w:eastAsiaTheme="minorHAnsi"/>
          <w:sz w:val="28"/>
          <w:szCs w:val="28"/>
          <w:lang w:eastAsia="en-US"/>
        </w:rPr>
        <w:t xml:space="preserve"> «Об актах гражданского состояния»: </w:t>
      </w:r>
    </w:p>
    <w:p w:rsidR="00436F1C" w:rsidRPr="000E4676" w:rsidRDefault="005B4488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4676">
        <w:rPr>
          <w:rFonts w:eastAsiaTheme="minorHAnsi"/>
          <w:sz w:val="28"/>
          <w:szCs w:val="28"/>
          <w:lang w:eastAsia="en-US"/>
        </w:rPr>
        <w:t xml:space="preserve">1) </w:t>
      </w:r>
      <w:r w:rsidR="00436F1C" w:rsidRPr="000E4676">
        <w:rPr>
          <w:rFonts w:eastAsiaTheme="minorHAnsi"/>
          <w:sz w:val="28"/>
          <w:szCs w:val="28"/>
          <w:lang w:eastAsia="en-US"/>
        </w:rPr>
        <w:t xml:space="preserve">территориальными органами записи актов гражданского состояния, указанными в </w:t>
      </w:r>
      <w:r w:rsidR="001B3BE0" w:rsidRPr="000E4676">
        <w:rPr>
          <w:rFonts w:eastAsiaTheme="minorHAnsi"/>
          <w:sz w:val="28"/>
          <w:szCs w:val="28"/>
          <w:lang w:eastAsia="en-US"/>
        </w:rPr>
        <w:t>приложении 1 к настоящему З</w:t>
      </w:r>
      <w:r w:rsidRPr="000E4676">
        <w:rPr>
          <w:rFonts w:eastAsiaTheme="minorHAnsi"/>
          <w:sz w:val="28"/>
          <w:szCs w:val="28"/>
          <w:lang w:eastAsia="en-US"/>
        </w:rPr>
        <w:t>акону;</w:t>
      </w:r>
    </w:p>
    <w:p w:rsidR="00436F1C" w:rsidRDefault="005B4488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2) </w:t>
      </w:r>
      <w:r w:rsidR="001B3BE0" w:rsidRPr="005B4488">
        <w:rPr>
          <w:rFonts w:eastAsiaTheme="minorHAnsi"/>
          <w:sz w:val="28"/>
          <w:szCs w:val="28"/>
          <w:lang w:eastAsia="en-US"/>
        </w:rPr>
        <w:t>т</w:t>
      </w:r>
      <w:r w:rsidR="00785F47" w:rsidRPr="005B4488">
        <w:rPr>
          <w:rFonts w:eastAsiaTheme="minorHAnsi"/>
          <w:sz w:val="28"/>
          <w:szCs w:val="28"/>
          <w:lang w:eastAsia="en-US"/>
        </w:rPr>
        <w:t>ерриториальны</w:t>
      </w:r>
      <w:r w:rsidR="001B3BE0" w:rsidRPr="005B4488">
        <w:rPr>
          <w:rFonts w:eastAsiaTheme="minorHAnsi"/>
          <w:sz w:val="28"/>
          <w:szCs w:val="28"/>
          <w:lang w:eastAsia="en-US"/>
        </w:rPr>
        <w:t>ми</w:t>
      </w:r>
      <w:r w:rsidR="00785F47" w:rsidRPr="005B4488">
        <w:rPr>
          <w:rFonts w:eastAsiaTheme="minorHAnsi"/>
          <w:sz w:val="28"/>
          <w:szCs w:val="28"/>
          <w:lang w:eastAsia="en-US"/>
        </w:rPr>
        <w:t xml:space="preserve"> орган</w:t>
      </w:r>
      <w:r w:rsidR="001B3BE0" w:rsidRPr="005B4488">
        <w:rPr>
          <w:rFonts w:eastAsiaTheme="minorHAnsi"/>
          <w:sz w:val="28"/>
          <w:szCs w:val="28"/>
          <w:lang w:eastAsia="en-US"/>
        </w:rPr>
        <w:t>ами</w:t>
      </w:r>
      <w:r w:rsidR="00785F47" w:rsidRPr="005B4488">
        <w:rPr>
          <w:rFonts w:eastAsiaTheme="minorHAnsi"/>
          <w:sz w:val="28"/>
          <w:szCs w:val="28"/>
          <w:lang w:eastAsia="en-US"/>
        </w:rPr>
        <w:t xml:space="preserve"> записи актов гражданского состояния </w:t>
      </w:r>
      <w:r w:rsidR="00035C03" w:rsidRPr="005B4488">
        <w:rPr>
          <w:rFonts w:eastAsiaTheme="minorHAnsi"/>
          <w:sz w:val="28"/>
          <w:szCs w:val="28"/>
          <w:lang w:eastAsia="en-US"/>
        </w:rPr>
        <w:t xml:space="preserve">в городе </w:t>
      </w:r>
      <w:r w:rsidR="00436F1C" w:rsidRPr="005B4488">
        <w:rPr>
          <w:rFonts w:eastAsiaTheme="minorHAnsi"/>
          <w:sz w:val="28"/>
          <w:szCs w:val="28"/>
          <w:lang w:eastAsia="en-US"/>
        </w:rPr>
        <w:t>Ярославл</w:t>
      </w:r>
      <w:r w:rsidR="00035C03" w:rsidRPr="005B4488">
        <w:rPr>
          <w:rFonts w:eastAsiaTheme="minorHAnsi"/>
          <w:sz w:val="28"/>
          <w:szCs w:val="28"/>
          <w:lang w:eastAsia="en-US"/>
        </w:rPr>
        <w:t>е</w:t>
      </w:r>
      <w:r w:rsidR="00436F1C" w:rsidRPr="005B4488">
        <w:rPr>
          <w:rFonts w:eastAsiaTheme="minorHAnsi"/>
          <w:sz w:val="28"/>
          <w:szCs w:val="28"/>
          <w:lang w:eastAsia="en-US"/>
        </w:rPr>
        <w:t xml:space="preserve"> </w:t>
      </w:r>
      <w:r w:rsidRPr="005B4488">
        <w:rPr>
          <w:rFonts w:eastAsiaTheme="minorHAnsi"/>
          <w:sz w:val="28"/>
          <w:szCs w:val="28"/>
          <w:lang w:eastAsia="en-US"/>
        </w:rPr>
        <w:t xml:space="preserve">– </w:t>
      </w:r>
      <w:r w:rsidR="009F48E6" w:rsidRPr="009F48E6">
        <w:rPr>
          <w:rFonts w:eastAsiaTheme="minorHAnsi"/>
          <w:sz w:val="28"/>
          <w:szCs w:val="28"/>
          <w:lang w:eastAsia="en-US"/>
        </w:rPr>
        <w:t>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85F47">
        <w:rPr>
          <w:rFonts w:eastAsiaTheme="minorHAnsi"/>
          <w:sz w:val="28"/>
          <w:szCs w:val="28"/>
          <w:lang w:eastAsia="en-US"/>
        </w:rPr>
        <w:t>видам</w:t>
      </w:r>
      <w:r w:rsidR="00436F1C" w:rsidRPr="00E304FF">
        <w:rPr>
          <w:rFonts w:eastAsiaTheme="minorHAnsi"/>
          <w:sz w:val="28"/>
          <w:szCs w:val="28"/>
          <w:lang w:eastAsia="en-US"/>
        </w:rPr>
        <w:t xml:space="preserve"> государственной регистрац</w:t>
      </w:r>
      <w:r w:rsidR="00436F1C">
        <w:rPr>
          <w:rFonts w:eastAsiaTheme="minorHAnsi"/>
          <w:sz w:val="28"/>
          <w:szCs w:val="28"/>
          <w:lang w:eastAsia="en-US"/>
        </w:rPr>
        <w:t>ии актов гражда</w:t>
      </w:r>
      <w:r w:rsidR="00436F1C">
        <w:rPr>
          <w:rFonts w:eastAsiaTheme="minorHAnsi"/>
          <w:sz w:val="28"/>
          <w:szCs w:val="28"/>
          <w:lang w:eastAsia="en-US"/>
        </w:rPr>
        <w:t>н</w:t>
      </w:r>
      <w:r w:rsidR="00436F1C">
        <w:rPr>
          <w:rFonts w:eastAsiaTheme="minorHAnsi"/>
          <w:sz w:val="28"/>
          <w:szCs w:val="28"/>
          <w:lang w:eastAsia="en-US"/>
        </w:rPr>
        <w:t xml:space="preserve">ского состояния, </w:t>
      </w:r>
      <w:r w:rsidRPr="005B4488">
        <w:rPr>
          <w:rFonts w:eastAsiaTheme="minorHAnsi"/>
          <w:sz w:val="28"/>
          <w:szCs w:val="28"/>
          <w:lang w:eastAsia="en-US"/>
        </w:rPr>
        <w:t>указанным</w:t>
      </w:r>
      <w:r w:rsidR="00436F1C" w:rsidRPr="005B4488">
        <w:rPr>
          <w:rFonts w:eastAsiaTheme="minorHAnsi"/>
          <w:sz w:val="28"/>
          <w:szCs w:val="28"/>
          <w:lang w:eastAsia="en-US"/>
        </w:rPr>
        <w:t xml:space="preserve"> </w:t>
      </w:r>
      <w:r w:rsidR="00436F1C">
        <w:rPr>
          <w:rFonts w:eastAsiaTheme="minorHAnsi"/>
          <w:sz w:val="28"/>
          <w:szCs w:val="28"/>
          <w:lang w:eastAsia="en-US"/>
        </w:rPr>
        <w:t xml:space="preserve">в </w:t>
      </w:r>
      <w:r w:rsidR="00436F1C" w:rsidRPr="00E304FF">
        <w:rPr>
          <w:rFonts w:eastAsiaTheme="minorHAnsi"/>
          <w:sz w:val="28"/>
          <w:szCs w:val="28"/>
          <w:lang w:eastAsia="en-US"/>
        </w:rPr>
        <w:t>приложении 2 к настоя</w:t>
      </w:r>
      <w:r w:rsidR="001B3BE0">
        <w:rPr>
          <w:rFonts w:eastAsiaTheme="minorHAnsi"/>
          <w:sz w:val="28"/>
          <w:szCs w:val="28"/>
          <w:lang w:eastAsia="en-US"/>
        </w:rPr>
        <w:t>щему З</w:t>
      </w:r>
      <w:r w:rsidR="00436F1C" w:rsidRPr="00E304FF">
        <w:rPr>
          <w:rFonts w:eastAsiaTheme="minorHAnsi"/>
          <w:sz w:val="28"/>
          <w:szCs w:val="28"/>
          <w:lang w:eastAsia="en-US"/>
        </w:rPr>
        <w:t>акону</w:t>
      </w:r>
      <w:proofErr w:type="gramStart"/>
      <w:r w:rsidR="00436F1C" w:rsidRPr="00E304FF">
        <w:rPr>
          <w:rFonts w:eastAsiaTheme="minorHAnsi"/>
          <w:sz w:val="28"/>
          <w:szCs w:val="28"/>
          <w:lang w:eastAsia="en-US"/>
        </w:rPr>
        <w:t>.»</w:t>
      </w:r>
      <w:r w:rsidR="00436F1C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785F47" w:rsidRDefault="00785F47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75C9">
        <w:rPr>
          <w:rFonts w:eastAsiaTheme="minorHAnsi"/>
          <w:sz w:val="28"/>
          <w:szCs w:val="28"/>
          <w:lang w:eastAsia="en-US"/>
        </w:rPr>
        <w:t xml:space="preserve">3) </w:t>
      </w:r>
      <w:r w:rsidR="009F75C9" w:rsidRPr="009F75C9">
        <w:rPr>
          <w:rFonts w:eastAsiaTheme="minorHAnsi"/>
          <w:sz w:val="28"/>
          <w:szCs w:val="28"/>
          <w:lang w:eastAsia="en-US"/>
        </w:rPr>
        <w:t>в приложении 1 слова «Наименование территориального органа» з</w:t>
      </w:r>
      <w:r w:rsidR="009F75C9" w:rsidRPr="009F75C9">
        <w:rPr>
          <w:rFonts w:eastAsiaTheme="minorHAnsi"/>
          <w:sz w:val="28"/>
          <w:szCs w:val="28"/>
          <w:lang w:eastAsia="en-US"/>
        </w:rPr>
        <w:t>а</w:t>
      </w:r>
      <w:r w:rsidR="009F75C9" w:rsidRPr="009F75C9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864EFB">
        <w:rPr>
          <w:rFonts w:eastAsiaTheme="minorHAnsi"/>
          <w:sz w:val="28"/>
          <w:szCs w:val="28"/>
          <w:lang w:eastAsia="en-US"/>
        </w:rPr>
        <w:t xml:space="preserve"> </w:t>
      </w:r>
      <w:r w:rsidR="00864EFB" w:rsidRPr="005B4488">
        <w:rPr>
          <w:rFonts w:eastAsiaTheme="minorHAnsi"/>
          <w:sz w:val="28"/>
          <w:szCs w:val="28"/>
          <w:lang w:eastAsia="en-US"/>
        </w:rPr>
        <w:t>записи актов гражданского состо</w:t>
      </w:r>
      <w:r w:rsidR="00864EFB" w:rsidRPr="005B4488">
        <w:rPr>
          <w:rFonts w:eastAsiaTheme="minorHAnsi"/>
          <w:sz w:val="28"/>
          <w:szCs w:val="28"/>
          <w:lang w:eastAsia="en-US"/>
        </w:rPr>
        <w:t>я</w:t>
      </w:r>
      <w:r w:rsidR="00864EFB" w:rsidRPr="005B4488">
        <w:rPr>
          <w:rFonts w:eastAsiaTheme="minorHAnsi"/>
          <w:sz w:val="28"/>
          <w:szCs w:val="28"/>
          <w:lang w:eastAsia="en-US"/>
        </w:rPr>
        <w:t>ния</w:t>
      </w:r>
      <w:r w:rsidR="009F75C9" w:rsidRPr="009F75C9">
        <w:rPr>
          <w:rFonts w:eastAsiaTheme="minorHAnsi"/>
          <w:sz w:val="28"/>
          <w:szCs w:val="28"/>
          <w:lang w:eastAsia="en-US"/>
        </w:rPr>
        <w:t>»;</w:t>
      </w:r>
    </w:p>
    <w:p w:rsidR="009F75C9" w:rsidRDefault="009F75C9" w:rsidP="009F75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9F75C9">
        <w:rPr>
          <w:rFonts w:eastAsiaTheme="minorHAnsi"/>
          <w:sz w:val="28"/>
          <w:szCs w:val="28"/>
          <w:lang w:eastAsia="en-US"/>
        </w:rPr>
        <w:t xml:space="preserve">в приложении </w:t>
      </w:r>
      <w:r>
        <w:rPr>
          <w:rFonts w:eastAsiaTheme="minorHAnsi"/>
          <w:sz w:val="28"/>
          <w:szCs w:val="28"/>
          <w:lang w:eastAsia="en-US"/>
        </w:rPr>
        <w:t>2</w:t>
      </w:r>
      <w:r w:rsidRPr="009F75C9">
        <w:rPr>
          <w:rFonts w:eastAsiaTheme="minorHAnsi"/>
          <w:sz w:val="28"/>
          <w:szCs w:val="28"/>
          <w:lang w:eastAsia="en-US"/>
        </w:rPr>
        <w:t xml:space="preserve"> слова «Наименование территориального органа» з</w:t>
      </w:r>
      <w:r w:rsidRPr="009F75C9">
        <w:rPr>
          <w:rFonts w:eastAsiaTheme="minorHAnsi"/>
          <w:sz w:val="28"/>
          <w:szCs w:val="28"/>
          <w:lang w:eastAsia="en-US"/>
        </w:rPr>
        <w:t>а</w:t>
      </w:r>
      <w:r w:rsidRPr="009F75C9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864EFB">
        <w:rPr>
          <w:rFonts w:eastAsiaTheme="minorHAnsi"/>
          <w:sz w:val="28"/>
          <w:szCs w:val="28"/>
          <w:lang w:eastAsia="en-US"/>
        </w:rPr>
        <w:t xml:space="preserve"> </w:t>
      </w:r>
      <w:r w:rsidR="00864EFB" w:rsidRPr="005B4488">
        <w:rPr>
          <w:rFonts w:eastAsiaTheme="minorHAnsi"/>
          <w:sz w:val="28"/>
          <w:szCs w:val="28"/>
          <w:lang w:eastAsia="en-US"/>
        </w:rPr>
        <w:t>записи актов гражданского состо</w:t>
      </w:r>
      <w:r w:rsidR="00864EFB" w:rsidRPr="005B4488">
        <w:rPr>
          <w:rFonts w:eastAsiaTheme="minorHAnsi"/>
          <w:sz w:val="28"/>
          <w:szCs w:val="28"/>
          <w:lang w:eastAsia="en-US"/>
        </w:rPr>
        <w:t>я</w:t>
      </w:r>
      <w:r w:rsidR="00864EFB" w:rsidRPr="005B4488">
        <w:rPr>
          <w:rFonts w:eastAsiaTheme="minorHAnsi"/>
          <w:sz w:val="28"/>
          <w:szCs w:val="28"/>
          <w:lang w:eastAsia="en-US"/>
        </w:rPr>
        <w:t>ния</w:t>
      </w:r>
      <w:r w:rsidRPr="009F75C9">
        <w:rPr>
          <w:rFonts w:eastAsiaTheme="minorHAnsi"/>
          <w:sz w:val="28"/>
          <w:szCs w:val="28"/>
          <w:lang w:eastAsia="en-US"/>
        </w:rPr>
        <w:t>»;</w:t>
      </w:r>
    </w:p>
    <w:p w:rsidR="009F75C9" w:rsidRDefault="009F75C9" w:rsidP="009F75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9F75C9">
        <w:rPr>
          <w:rFonts w:eastAsiaTheme="minorHAnsi"/>
          <w:sz w:val="28"/>
          <w:szCs w:val="28"/>
          <w:lang w:eastAsia="en-US"/>
        </w:rPr>
        <w:t xml:space="preserve">в приложении </w:t>
      </w:r>
      <w:r>
        <w:rPr>
          <w:rFonts w:eastAsiaTheme="minorHAnsi"/>
          <w:sz w:val="28"/>
          <w:szCs w:val="28"/>
          <w:lang w:eastAsia="en-US"/>
        </w:rPr>
        <w:t>4</w:t>
      </w:r>
      <w:r w:rsidRPr="009F75C9">
        <w:rPr>
          <w:rFonts w:eastAsiaTheme="minorHAnsi"/>
          <w:sz w:val="28"/>
          <w:szCs w:val="28"/>
          <w:lang w:eastAsia="en-US"/>
        </w:rPr>
        <w:t xml:space="preserve"> слова «Наименование территориального органа» з</w:t>
      </w:r>
      <w:r w:rsidRPr="009F75C9">
        <w:rPr>
          <w:rFonts w:eastAsiaTheme="minorHAnsi"/>
          <w:sz w:val="28"/>
          <w:szCs w:val="28"/>
          <w:lang w:eastAsia="en-US"/>
        </w:rPr>
        <w:t>а</w:t>
      </w:r>
      <w:r w:rsidRPr="009F75C9">
        <w:rPr>
          <w:rFonts w:eastAsiaTheme="minorHAnsi"/>
          <w:sz w:val="28"/>
          <w:szCs w:val="28"/>
          <w:lang w:eastAsia="en-US"/>
        </w:rPr>
        <w:t>менить словами «Территориальный орган</w:t>
      </w:r>
      <w:r w:rsidR="00864EFB" w:rsidRPr="00864EFB">
        <w:rPr>
          <w:rFonts w:eastAsiaTheme="minorHAnsi"/>
          <w:sz w:val="28"/>
          <w:szCs w:val="28"/>
          <w:lang w:eastAsia="en-US"/>
        </w:rPr>
        <w:t xml:space="preserve"> </w:t>
      </w:r>
      <w:r w:rsidR="00864EFB" w:rsidRPr="005B4488">
        <w:rPr>
          <w:rFonts w:eastAsiaTheme="minorHAnsi"/>
          <w:sz w:val="28"/>
          <w:szCs w:val="28"/>
          <w:lang w:eastAsia="en-US"/>
        </w:rPr>
        <w:t>записи актов гражданского состо</w:t>
      </w:r>
      <w:r w:rsidR="00864EFB" w:rsidRPr="005B4488">
        <w:rPr>
          <w:rFonts w:eastAsiaTheme="minorHAnsi"/>
          <w:sz w:val="28"/>
          <w:szCs w:val="28"/>
          <w:lang w:eastAsia="en-US"/>
        </w:rPr>
        <w:t>я</w:t>
      </w:r>
      <w:r w:rsidR="00864EFB" w:rsidRPr="005B4488">
        <w:rPr>
          <w:rFonts w:eastAsiaTheme="minorHAnsi"/>
          <w:sz w:val="28"/>
          <w:szCs w:val="28"/>
          <w:lang w:eastAsia="en-US"/>
        </w:rPr>
        <w:t>ния</w:t>
      </w:r>
      <w:r w:rsidRPr="009F75C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F75C9" w:rsidRPr="009F75C9" w:rsidRDefault="009F75C9" w:rsidP="00436F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B7E8C" w:rsidRPr="001C18E5" w:rsidRDefault="00FB7E8C" w:rsidP="00FB7E8C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2C32D6" w:rsidRPr="008A0717" w:rsidRDefault="002C32D6" w:rsidP="002C32D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247E">
        <w:rPr>
          <w:sz w:val="28"/>
          <w:szCs w:val="20"/>
        </w:rPr>
        <w:t>Нас</w:t>
      </w:r>
      <w:r>
        <w:rPr>
          <w:sz w:val="28"/>
          <w:szCs w:val="20"/>
        </w:rPr>
        <w:t>тоящий Закон вступает в силу со дня его официального опублик</w:t>
      </w:r>
      <w:r>
        <w:rPr>
          <w:sz w:val="28"/>
          <w:szCs w:val="20"/>
        </w:rPr>
        <w:t>о</w:t>
      </w:r>
      <w:r>
        <w:rPr>
          <w:sz w:val="28"/>
          <w:szCs w:val="20"/>
        </w:rPr>
        <w:t>вания, за исключением пунктов 1 и 2 статьи 1</w:t>
      </w:r>
      <w:r w:rsidR="00864EFB">
        <w:rPr>
          <w:sz w:val="28"/>
          <w:szCs w:val="20"/>
        </w:rPr>
        <w:t xml:space="preserve"> настоящего Закона</w:t>
      </w:r>
      <w:r>
        <w:rPr>
          <w:sz w:val="28"/>
          <w:szCs w:val="20"/>
        </w:rPr>
        <w:t>, вступа</w:t>
      </w:r>
      <w:r>
        <w:rPr>
          <w:sz w:val="28"/>
          <w:szCs w:val="20"/>
        </w:rPr>
        <w:t>ю</w:t>
      </w:r>
      <w:r>
        <w:rPr>
          <w:sz w:val="28"/>
          <w:szCs w:val="20"/>
        </w:rPr>
        <w:t>щих в силу с 30</w:t>
      </w:r>
      <w:r w:rsidRPr="001A247E">
        <w:rPr>
          <w:sz w:val="28"/>
          <w:szCs w:val="20"/>
        </w:rPr>
        <w:t xml:space="preserve"> </w:t>
      </w:r>
      <w:r>
        <w:rPr>
          <w:sz w:val="28"/>
          <w:szCs w:val="20"/>
        </w:rPr>
        <w:t>декабря</w:t>
      </w:r>
      <w:r w:rsidRPr="001A247E">
        <w:rPr>
          <w:sz w:val="28"/>
          <w:szCs w:val="20"/>
        </w:rPr>
        <w:t xml:space="preserve"> 2021 года</w:t>
      </w:r>
      <w:r>
        <w:rPr>
          <w:sz w:val="28"/>
          <w:szCs w:val="20"/>
        </w:rPr>
        <w:t xml:space="preserve">. </w:t>
      </w: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C423E1" w:rsidRDefault="00C423E1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3038D" w:rsidRPr="0073038D" w:rsidRDefault="0073038D" w:rsidP="0073038D">
      <w:pPr>
        <w:rPr>
          <w:bCs/>
          <w:sz w:val="28"/>
          <w:szCs w:val="28"/>
        </w:rPr>
      </w:pPr>
      <w:r w:rsidRPr="0073038D">
        <w:rPr>
          <w:bCs/>
          <w:sz w:val="28"/>
          <w:szCs w:val="28"/>
        </w:rPr>
        <w:t>Временно исполняющий</w:t>
      </w:r>
    </w:p>
    <w:p w:rsidR="0073038D" w:rsidRPr="0073038D" w:rsidRDefault="0073038D" w:rsidP="0073038D">
      <w:pPr>
        <w:rPr>
          <w:bCs/>
          <w:sz w:val="28"/>
          <w:szCs w:val="28"/>
        </w:rPr>
      </w:pPr>
      <w:r w:rsidRPr="0073038D">
        <w:rPr>
          <w:bCs/>
          <w:sz w:val="28"/>
          <w:szCs w:val="28"/>
        </w:rPr>
        <w:t>обязанности Губернатора</w:t>
      </w:r>
    </w:p>
    <w:p w:rsidR="0073038D" w:rsidRPr="0073038D" w:rsidRDefault="0073038D" w:rsidP="0073038D">
      <w:pPr>
        <w:rPr>
          <w:sz w:val="28"/>
          <w:szCs w:val="28"/>
        </w:rPr>
      </w:pPr>
      <w:r w:rsidRPr="0073038D">
        <w:rPr>
          <w:sz w:val="28"/>
          <w:szCs w:val="28"/>
        </w:rPr>
        <w:t>Ярославской области</w:t>
      </w:r>
      <w:r w:rsidRPr="0073038D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73038D">
        <w:rPr>
          <w:sz w:val="28"/>
          <w:szCs w:val="28"/>
        </w:rPr>
        <w:t>Евраев</w:t>
      </w:r>
      <w:proofErr w:type="spellEnd"/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73038D" w:rsidP="0073038D">
      <w:pPr>
        <w:rPr>
          <w:sz w:val="28"/>
          <w:szCs w:val="28"/>
        </w:rPr>
      </w:pPr>
      <w:r w:rsidRPr="0073038D">
        <w:rPr>
          <w:sz w:val="28"/>
          <w:szCs w:val="28"/>
        </w:rPr>
        <w:t xml:space="preserve"> «_____»_____________2021 г.</w:t>
      </w:r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73038D" w:rsidP="0073038D">
      <w:pPr>
        <w:rPr>
          <w:sz w:val="28"/>
          <w:szCs w:val="28"/>
        </w:rPr>
      </w:pPr>
      <w:r w:rsidRPr="0073038D">
        <w:rPr>
          <w:sz w:val="28"/>
          <w:szCs w:val="28"/>
        </w:rPr>
        <w:t>№_______</w:t>
      </w:r>
    </w:p>
    <w:p w:rsidR="0073038D" w:rsidRPr="0073038D" w:rsidRDefault="0073038D" w:rsidP="0073038D">
      <w:pPr>
        <w:rPr>
          <w:b/>
          <w:sz w:val="28"/>
          <w:szCs w:val="28"/>
        </w:rPr>
      </w:pPr>
    </w:p>
    <w:p w:rsidR="00875284" w:rsidRPr="0073038D" w:rsidRDefault="00875284" w:rsidP="0073038D">
      <w:pPr>
        <w:rPr>
          <w:sz w:val="28"/>
          <w:szCs w:val="28"/>
        </w:rPr>
      </w:pPr>
    </w:p>
    <w:sectPr w:rsidR="00875284" w:rsidRPr="0073038D" w:rsidSect="00CB4C7C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0C" w:rsidRDefault="00C27D0C" w:rsidP="00011B0F">
      <w:r>
        <w:separator/>
      </w:r>
    </w:p>
  </w:endnote>
  <w:endnote w:type="continuationSeparator" w:id="0">
    <w:p w:rsidR="00C27D0C" w:rsidRDefault="00C27D0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0C" w:rsidRDefault="00C27D0C" w:rsidP="00011B0F">
      <w:r>
        <w:separator/>
      </w:r>
    </w:p>
  </w:footnote>
  <w:footnote w:type="continuationSeparator" w:id="0">
    <w:p w:rsidR="00C27D0C" w:rsidRDefault="00C27D0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8778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CC2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49AC"/>
    <w:rsid w:val="00025517"/>
    <w:rsid w:val="000273FF"/>
    <w:rsid w:val="000274BF"/>
    <w:rsid w:val="000330D9"/>
    <w:rsid w:val="0003361F"/>
    <w:rsid w:val="00035C03"/>
    <w:rsid w:val="00035C85"/>
    <w:rsid w:val="00036A7E"/>
    <w:rsid w:val="00045FF9"/>
    <w:rsid w:val="000506ED"/>
    <w:rsid w:val="0005319C"/>
    <w:rsid w:val="00054B9D"/>
    <w:rsid w:val="00056BC4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432A"/>
    <w:rsid w:val="000E4676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59CE"/>
    <w:rsid w:val="00151C66"/>
    <w:rsid w:val="00151F07"/>
    <w:rsid w:val="00154A6A"/>
    <w:rsid w:val="001555BC"/>
    <w:rsid w:val="00155A15"/>
    <w:rsid w:val="00155ABA"/>
    <w:rsid w:val="0016268A"/>
    <w:rsid w:val="00163876"/>
    <w:rsid w:val="001671A6"/>
    <w:rsid w:val="00173143"/>
    <w:rsid w:val="00174DA2"/>
    <w:rsid w:val="001774B0"/>
    <w:rsid w:val="0017753C"/>
    <w:rsid w:val="001816AE"/>
    <w:rsid w:val="001833EC"/>
    <w:rsid w:val="00186503"/>
    <w:rsid w:val="00193580"/>
    <w:rsid w:val="001A247E"/>
    <w:rsid w:val="001A2C8D"/>
    <w:rsid w:val="001A587F"/>
    <w:rsid w:val="001B3BE0"/>
    <w:rsid w:val="001C14A5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2A50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6CC2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32D6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282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A04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8C9"/>
    <w:rsid w:val="003B6F79"/>
    <w:rsid w:val="003C3DDB"/>
    <w:rsid w:val="003D583C"/>
    <w:rsid w:val="003D7429"/>
    <w:rsid w:val="003E1713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6F1C"/>
    <w:rsid w:val="00441EF5"/>
    <w:rsid w:val="00447BE7"/>
    <w:rsid w:val="0045126E"/>
    <w:rsid w:val="00451EB0"/>
    <w:rsid w:val="00460099"/>
    <w:rsid w:val="00463704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D0"/>
    <w:rsid w:val="004C7DF3"/>
    <w:rsid w:val="004D4A0B"/>
    <w:rsid w:val="004D762C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3F9A"/>
    <w:rsid w:val="005059FD"/>
    <w:rsid w:val="0051073F"/>
    <w:rsid w:val="00513627"/>
    <w:rsid w:val="005156C6"/>
    <w:rsid w:val="00517712"/>
    <w:rsid w:val="00520286"/>
    <w:rsid w:val="005258DA"/>
    <w:rsid w:val="00530544"/>
    <w:rsid w:val="005313C8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0CAB"/>
    <w:rsid w:val="005921D7"/>
    <w:rsid w:val="00595E8D"/>
    <w:rsid w:val="00596957"/>
    <w:rsid w:val="00597E27"/>
    <w:rsid w:val="005A1120"/>
    <w:rsid w:val="005A33C3"/>
    <w:rsid w:val="005A45A4"/>
    <w:rsid w:val="005B0C2F"/>
    <w:rsid w:val="005B3CAC"/>
    <w:rsid w:val="005B4488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6F7EAB"/>
    <w:rsid w:val="0070159E"/>
    <w:rsid w:val="00701C41"/>
    <w:rsid w:val="00701E51"/>
    <w:rsid w:val="00701FA6"/>
    <w:rsid w:val="007022C4"/>
    <w:rsid w:val="00705014"/>
    <w:rsid w:val="00706FC2"/>
    <w:rsid w:val="00712871"/>
    <w:rsid w:val="00716C62"/>
    <w:rsid w:val="00716F6B"/>
    <w:rsid w:val="00721143"/>
    <w:rsid w:val="0072774C"/>
    <w:rsid w:val="007300DE"/>
    <w:rsid w:val="007302F6"/>
    <w:rsid w:val="0073038D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85F47"/>
    <w:rsid w:val="00790912"/>
    <w:rsid w:val="00791A4C"/>
    <w:rsid w:val="007A1440"/>
    <w:rsid w:val="007A1844"/>
    <w:rsid w:val="007A213A"/>
    <w:rsid w:val="007A58F0"/>
    <w:rsid w:val="007A66E7"/>
    <w:rsid w:val="007B2E0B"/>
    <w:rsid w:val="007B4074"/>
    <w:rsid w:val="007B524B"/>
    <w:rsid w:val="007B609D"/>
    <w:rsid w:val="007B65AD"/>
    <w:rsid w:val="007B7514"/>
    <w:rsid w:val="007B76AA"/>
    <w:rsid w:val="007C0A73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3F13"/>
    <w:rsid w:val="007E79B8"/>
    <w:rsid w:val="007E7BCE"/>
    <w:rsid w:val="007F2082"/>
    <w:rsid w:val="0080050F"/>
    <w:rsid w:val="00810C9D"/>
    <w:rsid w:val="00811CF0"/>
    <w:rsid w:val="00813546"/>
    <w:rsid w:val="008136EA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072F"/>
    <w:rsid w:val="0086379E"/>
    <w:rsid w:val="00864EFB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1978"/>
    <w:rsid w:val="008B47A9"/>
    <w:rsid w:val="008B5097"/>
    <w:rsid w:val="008B5D3E"/>
    <w:rsid w:val="008C218F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3AB4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48E6"/>
    <w:rsid w:val="009F5DFD"/>
    <w:rsid w:val="009F75C9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62F"/>
    <w:rsid w:val="00A6088A"/>
    <w:rsid w:val="00A60A12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2E42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693"/>
    <w:rsid w:val="00BD47B3"/>
    <w:rsid w:val="00BD7443"/>
    <w:rsid w:val="00BE3822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358"/>
    <w:rsid w:val="00C23847"/>
    <w:rsid w:val="00C2387A"/>
    <w:rsid w:val="00C27D0C"/>
    <w:rsid w:val="00C31D92"/>
    <w:rsid w:val="00C3255D"/>
    <w:rsid w:val="00C329AF"/>
    <w:rsid w:val="00C341DC"/>
    <w:rsid w:val="00C3437D"/>
    <w:rsid w:val="00C35C97"/>
    <w:rsid w:val="00C423E1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37B8"/>
    <w:rsid w:val="00C960FF"/>
    <w:rsid w:val="00CA01EE"/>
    <w:rsid w:val="00CA14AB"/>
    <w:rsid w:val="00CA2B72"/>
    <w:rsid w:val="00CA4D84"/>
    <w:rsid w:val="00CA775F"/>
    <w:rsid w:val="00CB2319"/>
    <w:rsid w:val="00CB4C7C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1470"/>
    <w:rsid w:val="00DD20B4"/>
    <w:rsid w:val="00DD4299"/>
    <w:rsid w:val="00DE3926"/>
    <w:rsid w:val="00DE4901"/>
    <w:rsid w:val="00DE7AA7"/>
    <w:rsid w:val="00DF2F40"/>
    <w:rsid w:val="00DF3D59"/>
    <w:rsid w:val="00DF410E"/>
    <w:rsid w:val="00DF6584"/>
    <w:rsid w:val="00E020F7"/>
    <w:rsid w:val="00E045EA"/>
    <w:rsid w:val="00E04E7D"/>
    <w:rsid w:val="00E05E24"/>
    <w:rsid w:val="00E068A1"/>
    <w:rsid w:val="00E127EC"/>
    <w:rsid w:val="00E130D3"/>
    <w:rsid w:val="00E15F99"/>
    <w:rsid w:val="00E2069B"/>
    <w:rsid w:val="00E21EA2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D1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01E0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023A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7E8C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D29121A5BD56493F36D9557B2DE55E77C8208989E841248FD8BCF2C7F5CE53A8B72E1003C2977E6F0844A3DFe4PB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2021-11-30T12:44:00Z</cp:lastPrinted>
  <dcterms:created xsi:type="dcterms:W3CDTF">2021-12-08T11:06:00Z</dcterms:created>
  <dcterms:modified xsi:type="dcterms:W3CDTF">2021-12-08T11:06:00Z</dcterms:modified>
</cp:coreProperties>
</file>