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B56588" w:rsidRPr="00B56588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комиссиях по делам несовершеннолетних и защите их прав в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B359D3" w:rsidRPr="00B359D3" w:rsidRDefault="00465C09" w:rsidP="00C43551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>назначен</w:t>
      </w:r>
      <w:r w:rsidR="008C2562">
        <w:rPr>
          <w:szCs w:val="28"/>
        </w:rPr>
        <w:t xml:space="preserve"> </w:t>
      </w:r>
      <w:r w:rsidR="00B56588">
        <w:rPr>
          <w:szCs w:val="28"/>
        </w:rPr>
        <w:t>начальник у</w:t>
      </w:r>
      <w:r w:rsidR="00B56588" w:rsidRPr="00B56588">
        <w:rPr>
          <w:szCs w:val="28"/>
        </w:rPr>
        <w:t>правлени</w:t>
      </w:r>
      <w:r w:rsidR="00B56588">
        <w:rPr>
          <w:szCs w:val="28"/>
        </w:rPr>
        <w:t>я</w:t>
      </w:r>
      <w:r w:rsidR="00B56588" w:rsidRPr="00B56588">
        <w:rPr>
          <w:szCs w:val="28"/>
        </w:rPr>
        <w:t xml:space="preserve"> по социальной и демографической политике Правительства Ярославской области</w:t>
      </w:r>
      <w:r w:rsidR="00B56588">
        <w:rPr>
          <w:szCs w:val="28"/>
        </w:rPr>
        <w:t xml:space="preserve"> </w:t>
      </w:r>
      <w:proofErr w:type="spellStart"/>
      <w:r w:rsidR="00B56588">
        <w:rPr>
          <w:szCs w:val="28"/>
        </w:rPr>
        <w:t>Башмашникова</w:t>
      </w:r>
      <w:proofErr w:type="spellEnd"/>
      <w:r w:rsidR="00B56588">
        <w:rPr>
          <w:szCs w:val="28"/>
        </w:rPr>
        <w:t xml:space="preserve"> М.В</w:t>
      </w:r>
      <w:r w:rsidR="008C2562">
        <w:rPr>
          <w:bCs/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421EB6">
        <w:rPr>
          <w:rFonts w:ascii="Times New Roman" w:hAnsi="Times New Roman"/>
          <w:sz w:val="28"/>
        </w:rPr>
        <w:t>5</w:t>
      </w:r>
      <w:r w:rsidR="003D19D7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05EA" w:rsidRDefault="00CB05E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47F" w:rsidRDefault="00D5247F">
      <w:r>
        <w:separator/>
      </w:r>
    </w:p>
  </w:endnote>
  <w:endnote w:type="continuationSeparator" w:id="0">
    <w:p w:rsidR="00D5247F" w:rsidRDefault="00D52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47F" w:rsidRDefault="00D5247F">
      <w:r>
        <w:separator/>
      </w:r>
    </w:p>
  </w:footnote>
  <w:footnote w:type="continuationSeparator" w:id="0">
    <w:p w:rsidR="00D5247F" w:rsidRDefault="00D52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19D7"/>
    <w:rsid w:val="003D3891"/>
    <w:rsid w:val="003D6832"/>
    <w:rsid w:val="003E34C5"/>
    <w:rsid w:val="003F158E"/>
    <w:rsid w:val="00413EAE"/>
    <w:rsid w:val="004147FC"/>
    <w:rsid w:val="00421EB6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4443"/>
    <w:rsid w:val="004977FA"/>
    <w:rsid w:val="004A0D47"/>
    <w:rsid w:val="004A565B"/>
    <w:rsid w:val="004B513D"/>
    <w:rsid w:val="004C1667"/>
    <w:rsid w:val="004E2C5F"/>
    <w:rsid w:val="004E77D5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97885"/>
    <w:rsid w:val="005A07F4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562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57A70"/>
    <w:rsid w:val="00865E19"/>
    <w:rsid w:val="008823A1"/>
    <w:rsid w:val="0089152B"/>
    <w:rsid w:val="008A439D"/>
    <w:rsid w:val="008A5169"/>
    <w:rsid w:val="008A573F"/>
    <w:rsid w:val="008B50A1"/>
    <w:rsid w:val="008C2562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5176A"/>
    <w:rsid w:val="00B51F7E"/>
    <w:rsid w:val="00B526D3"/>
    <w:rsid w:val="00B55760"/>
    <w:rsid w:val="00B56588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E48BB"/>
    <w:rsid w:val="00CF659C"/>
    <w:rsid w:val="00CF7925"/>
    <w:rsid w:val="00D00240"/>
    <w:rsid w:val="00D21EA1"/>
    <w:rsid w:val="00D259A6"/>
    <w:rsid w:val="00D32204"/>
    <w:rsid w:val="00D42F9E"/>
    <w:rsid w:val="00D5247F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0C22C-2175-45CF-ABE1-FCAB30640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2025-12-19T07:04:00Z</dcterms:created>
  <dcterms:modified xsi:type="dcterms:W3CDTF">2025-12-19T07:04:00Z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