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proofErr w:type="spellStart"/>
      <w:r>
        <w:rPr>
          <w:b/>
          <w:sz w:val="20"/>
        </w:rPr>
        <w:t>Евраев</w:t>
      </w:r>
      <w:proofErr w:type="spellEnd"/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9408B8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9408B8">
      <w:pPr>
        <w:ind w:firstLine="0"/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9408B8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9408B8">
      <w:pPr>
        <w:ind w:firstLine="0"/>
        <w:rPr>
          <w:bCs/>
          <w:szCs w:val="28"/>
        </w:rPr>
      </w:pPr>
    </w:p>
    <w:p w:rsidR="006810B3" w:rsidRDefault="00772A8C" w:rsidP="006810B3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 xml:space="preserve">О </w:t>
      </w:r>
      <w:r w:rsidR="006810B3">
        <w:rPr>
          <w:b/>
          <w:bCs/>
          <w:sz w:val="28"/>
          <w:szCs w:val="28"/>
        </w:rPr>
        <w:t xml:space="preserve">приостановлении действия статьи 6 </w:t>
      </w:r>
      <w:r w:rsidR="00AF51B4" w:rsidRPr="00AF51B4">
        <w:rPr>
          <w:b/>
          <w:bCs/>
          <w:sz w:val="28"/>
          <w:szCs w:val="28"/>
        </w:rPr>
        <w:t xml:space="preserve">Закона Ярославской области </w:t>
      </w:r>
      <w:r w:rsidR="006810B3">
        <w:rPr>
          <w:b/>
          <w:bCs/>
          <w:sz w:val="28"/>
          <w:szCs w:val="28"/>
        </w:rPr>
        <w:br/>
      </w:r>
      <w:r w:rsidR="00AF51B4" w:rsidRPr="00AF51B4">
        <w:rPr>
          <w:b/>
          <w:bCs/>
          <w:sz w:val="28"/>
          <w:szCs w:val="28"/>
        </w:rPr>
        <w:t>«</w:t>
      </w:r>
      <w:r w:rsidR="006810B3" w:rsidRPr="006810B3">
        <w:rPr>
          <w:b/>
          <w:bCs/>
          <w:sz w:val="28"/>
          <w:szCs w:val="28"/>
        </w:rPr>
        <w:t xml:space="preserve">О порядке определения прожиточного минимума </w:t>
      </w:r>
    </w:p>
    <w:p w:rsidR="006810B3" w:rsidRPr="006810B3" w:rsidRDefault="006810B3" w:rsidP="0057698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Ярославской области»</w:t>
      </w:r>
    </w:p>
    <w:p w:rsidR="002E017E" w:rsidRDefault="002E017E" w:rsidP="009408B8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</w:t>
      </w:r>
      <w:r w:rsidR="000C3D35">
        <w:rPr>
          <w:sz w:val="24"/>
        </w:rPr>
        <w:t xml:space="preserve"> </w:t>
      </w:r>
      <w:r w:rsidRPr="00700A46">
        <w:rPr>
          <w:sz w:val="24"/>
        </w:rPr>
        <w:t>_____________ 202</w:t>
      </w:r>
      <w:r w:rsidR="005B004A">
        <w:rPr>
          <w:sz w:val="24"/>
        </w:rPr>
        <w:t>5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C9316B" w:rsidRDefault="00C9316B" w:rsidP="00404DC4">
      <w:pPr>
        <w:ind w:firstLine="709"/>
        <w:rPr>
          <w:b/>
          <w:bCs/>
          <w:szCs w:val="28"/>
        </w:rPr>
      </w:pPr>
    </w:p>
    <w:p w:rsidR="00404DC4" w:rsidRDefault="006A6B28" w:rsidP="00404DC4">
      <w:pPr>
        <w:ind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 xml:space="preserve">Статья </w:t>
      </w:r>
      <w:r w:rsidR="003F132C">
        <w:rPr>
          <w:b/>
          <w:bCs/>
          <w:szCs w:val="28"/>
        </w:rPr>
        <w:t>1</w:t>
      </w:r>
    </w:p>
    <w:p w:rsidR="006810B3" w:rsidRPr="00B53030" w:rsidRDefault="006810B3" w:rsidP="00B53030">
      <w:pPr>
        <w:autoSpaceDE w:val="0"/>
        <w:autoSpaceDN w:val="0"/>
        <w:adjustRightInd w:val="0"/>
        <w:ind w:firstLine="708"/>
        <w:rPr>
          <w:bCs/>
          <w:szCs w:val="28"/>
        </w:rPr>
      </w:pPr>
      <w:r>
        <w:rPr>
          <w:szCs w:val="28"/>
        </w:rPr>
        <w:t xml:space="preserve">Приостановить действие статьи 6 Закона Ярославской области </w:t>
      </w:r>
      <w:r w:rsidR="00B53030">
        <w:rPr>
          <w:bCs/>
          <w:szCs w:val="28"/>
        </w:rPr>
        <w:t>от </w:t>
      </w:r>
      <w:r w:rsidR="00B53030" w:rsidRPr="00B53030">
        <w:rPr>
          <w:bCs/>
          <w:szCs w:val="28"/>
        </w:rPr>
        <w:t xml:space="preserve">30.12.1996 </w:t>
      </w:r>
      <w:r w:rsidR="00B53030">
        <w:rPr>
          <w:bCs/>
          <w:szCs w:val="28"/>
        </w:rPr>
        <w:t>№</w:t>
      </w:r>
      <w:r w:rsidR="00B53030" w:rsidRPr="00B53030">
        <w:rPr>
          <w:bCs/>
          <w:szCs w:val="28"/>
        </w:rPr>
        <w:t xml:space="preserve"> 25-з </w:t>
      </w:r>
      <w:r w:rsidR="00B53030">
        <w:rPr>
          <w:bCs/>
          <w:szCs w:val="28"/>
        </w:rPr>
        <w:t>«</w:t>
      </w:r>
      <w:r w:rsidR="00B53030" w:rsidRPr="00B53030">
        <w:rPr>
          <w:bCs/>
          <w:szCs w:val="28"/>
        </w:rPr>
        <w:t>О порядке определения прожиточного минимума в Ярославской области</w:t>
      </w:r>
      <w:r w:rsidR="00B53030">
        <w:rPr>
          <w:bCs/>
          <w:szCs w:val="28"/>
        </w:rPr>
        <w:t>»</w:t>
      </w:r>
      <w:r w:rsidR="00B53030" w:rsidRPr="00B53030">
        <w:rPr>
          <w:szCs w:val="28"/>
        </w:rPr>
        <w:t xml:space="preserve"> </w:t>
      </w:r>
      <w:r w:rsidRPr="006810B3">
        <w:rPr>
          <w:szCs w:val="28"/>
        </w:rPr>
        <w:t>(в редакции Закона Яро</w:t>
      </w:r>
      <w:r>
        <w:rPr>
          <w:szCs w:val="28"/>
        </w:rPr>
        <w:t xml:space="preserve">славской области от 14.07.1998 </w:t>
      </w:r>
      <w:r w:rsidR="00B53030">
        <w:rPr>
          <w:szCs w:val="28"/>
        </w:rPr>
        <w:br/>
      </w:r>
      <w:r>
        <w:rPr>
          <w:szCs w:val="28"/>
        </w:rPr>
        <w:t>№</w:t>
      </w:r>
      <w:r w:rsidRPr="006810B3">
        <w:rPr>
          <w:szCs w:val="28"/>
        </w:rPr>
        <w:t xml:space="preserve"> 16-з) </w:t>
      </w:r>
      <w:r w:rsidRPr="006810B3">
        <w:rPr>
          <w:bCs/>
          <w:szCs w:val="28"/>
        </w:rPr>
        <w:t>(Губернские вести, специальный выпуск «Документ», 1997, 10 января, № 2; 1998, 20 июля, № 50; Документ</w:t>
      </w:r>
      <w:r>
        <w:rPr>
          <w:bCs/>
          <w:szCs w:val="28"/>
        </w:rPr>
        <w:t>-</w:t>
      </w:r>
      <w:r w:rsidRPr="006810B3">
        <w:rPr>
          <w:bCs/>
          <w:szCs w:val="28"/>
        </w:rPr>
        <w:t>Регион, 20</w:t>
      </w:r>
      <w:r w:rsidR="00241F84">
        <w:rPr>
          <w:bCs/>
          <w:szCs w:val="28"/>
        </w:rPr>
        <w:t>21</w:t>
      </w:r>
      <w:r w:rsidRPr="006810B3">
        <w:rPr>
          <w:bCs/>
          <w:szCs w:val="28"/>
        </w:rPr>
        <w:t xml:space="preserve">, </w:t>
      </w:r>
      <w:r w:rsidR="00241F84">
        <w:rPr>
          <w:bCs/>
          <w:szCs w:val="28"/>
        </w:rPr>
        <w:t>9</w:t>
      </w:r>
      <w:r w:rsidRPr="006810B3">
        <w:rPr>
          <w:bCs/>
          <w:szCs w:val="28"/>
        </w:rPr>
        <w:t xml:space="preserve"> апреля, № </w:t>
      </w:r>
      <w:r w:rsidR="00241F84">
        <w:rPr>
          <w:bCs/>
          <w:szCs w:val="28"/>
        </w:rPr>
        <w:t>28</w:t>
      </w:r>
      <w:r w:rsidRPr="006810B3">
        <w:rPr>
          <w:bCs/>
          <w:szCs w:val="28"/>
        </w:rPr>
        <w:t>)</w:t>
      </w:r>
      <w:r>
        <w:rPr>
          <w:bCs/>
          <w:szCs w:val="28"/>
        </w:rPr>
        <w:t>.</w:t>
      </w:r>
    </w:p>
    <w:p w:rsidR="00782414" w:rsidRPr="00782414" w:rsidRDefault="00782414" w:rsidP="006810B3">
      <w:pPr>
        <w:autoSpaceDE w:val="0"/>
        <w:autoSpaceDN w:val="0"/>
        <w:adjustRightInd w:val="0"/>
        <w:ind w:firstLine="0"/>
        <w:rPr>
          <w:szCs w:val="28"/>
        </w:rPr>
      </w:pPr>
    </w:p>
    <w:p w:rsidR="0059172C" w:rsidRDefault="0059172C" w:rsidP="0059172C">
      <w:pPr>
        <w:autoSpaceDE w:val="0"/>
        <w:autoSpaceDN w:val="0"/>
        <w:adjustRightInd w:val="0"/>
        <w:ind w:firstLine="708"/>
        <w:rPr>
          <w:b/>
          <w:szCs w:val="28"/>
        </w:rPr>
      </w:pPr>
      <w:r w:rsidRPr="002668D1">
        <w:rPr>
          <w:b/>
          <w:szCs w:val="28"/>
        </w:rPr>
        <w:t>Статья 2</w:t>
      </w:r>
    </w:p>
    <w:p w:rsidR="006810B3" w:rsidRPr="006810B3" w:rsidRDefault="006810B3" w:rsidP="006810B3">
      <w:pPr>
        <w:autoSpaceDE w:val="0"/>
        <w:autoSpaceDN w:val="0"/>
        <w:adjustRightInd w:val="0"/>
        <w:ind w:firstLine="708"/>
        <w:rPr>
          <w:szCs w:val="28"/>
        </w:rPr>
      </w:pPr>
      <w:r w:rsidRPr="006810B3">
        <w:rPr>
          <w:szCs w:val="28"/>
        </w:rPr>
        <w:t xml:space="preserve">1. Величина прожиточного минимума на душу населения в Ярославской области на очередной год устанавливается до 15 </w:t>
      </w:r>
      <w:r>
        <w:rPr>
          <w:szCs w:val="28"/>
        </w:rPr>
        <w:t>ноября</w:t>
      </w:r>
      <w:r w:rsidRPr="006810B3">
        <w:rPr>
          <w:szCs w:val="28"/>
        </w:rPr>
        <w:t xml:space="preserve"> текущего года Правительством Ярославской области с учетом коэффициента региональной дифференциации, который рассчитывается как соотношение величины прожиточного минимума на душу населения в целом по Российской Федерации и величины прожиточного минимума на душу населения в Ярославской области в порядке, определяемом Правительством Российской Федерации.</w:t>
      </w:r>
    </w:p>
    <w:p w:rsidR="006810B3" w:rsidRPr="006810B3" w:rsidRDefault="006810B3" w:rsidP="006810B3">
      <w:pPr>
        <w:autoSpaceDE w:val="0"/>
        <w:autoSpaceDN w:val="0"/>
        <w:adjustRightInd w:val="0"/>
        <w:ind w:firstLine="708"/>
        <w:rPr>
          <w:szCs w:val="28"/>
        </w:rPr>
      </w:pPr>
      <w:r w:rsidRPr="006810B3">
        <w:rPr>
          <w:szCs w:val="28"/>
        </w:rPr>
        <w:t>2. Величина прожиточного минимума по основным социально-демографическим группам населения (трудоспособное</w:t>
      </w:r>
      <w:r w:rsidR="00241F84">
        <w:rPr>
          <w:szCs w:val="28"/>
        </w:rPr>
        <w:t xml:space="preserve"> население, пенсионеры, дети) в </w:t>
      </w:r>
      <w:r w:rsidRPr="006810B3">
        <w:rPr>
          <w:szCs w:val="28"/>
        </w:rPr>
        <w:t xml:space="preserve">Ярославской области на очередной год устанавливается до 15 </w:t>
      </w:r>
      <w:r w:rsidR="00241F84">
        <w:rPr>
          <w:szCs w:val="28"/>
        </w:rPr>
        <w:t>ноября</w:t>
      </w:r>
      <w:r w:rsidRPr="006810B3">
        <w:rPr>
          <w:szCs w:val="28"/>
        </w:rPr>
        <w:t xml:space="preserve"> текущего года Правительством Ярославской области в порядке, определяемом Правительством Российской Федерации.</w:t>
      </w:r>
    </w:p>
    <w:p w:rsidR="006810B3" w:rsidRDefault="006810B3" w:rsidP="0059172C">
      <w:pPr>
        <w:autoSpaceDE w:val="0"/>
        <w:autoSpaceDN w:val="0"/>
        <w:adjustRightInd w:val="0"/>
        <w:ind w:firstLine="708"/>
        <w:rPr>
          <w:szCs w:val="28"/>
        </w:rPr>
      </w:pPr>
    </w:p>
    <w:p w:rsidR="00576984" w:rsidRPr="006810B3" w:rsidRDefault="00576984" w:rsidP="0059172C">
      <w:pPr>
        <w:autoSpaceDE w:val="0"/>
        <w:autoSpaceDN w:val="0"/>
        <w:adjustRightInd w:val="0"/>
        <w:ind w:firstLine="708"/>
        <w:rPr>
          <w:szCs w:val="28"/>
        </w:rPr>
      </w:pPr>
      <w:bookmarkStart w:id="0" w:name="_GoBack"/>
      <w:bookmarkEnd w:id="0"/>
    </w:p>
    <w:p w:rsidR="0059172C" w:rsidRPr="007F3FBE" w:rsidRDefault="0059172C" w:rsidP="0059172C">
      <w:pPr>
        <w:autoSpaceDE w:val="0"/>
        <w:autoSpaceDN w:val="0"/>
        <w:adjustRightInd w:val="0"/>
        <w:ind w:firstLine="708"/>
        <w:rPr>
          <w:b/>
          <w:szCs w:val="28"/>
        </w:rPr>
      </w:pPr>
      <w:r w:rsidRPr="007F3FBE">
        <w:rPr>
          <w:b/>
          <w:szCs w:val="28"/>
        </w:rPr>
        <w:lastRenderedPageBreak/>
        <w:t>Статья 3</w:t>
      </w:r>
    </w:p>
    <w:p w:rsidR="003D1F4B" w:rsidRPr="007F3FBE" w:rsidRDefault="00782414" w:rsidP="006810B3">
      <w:pPr>
        <w:autoSpaceDE w:val="0"/>
        <w:autoSpaceDN w:val="0"/>
        <w:adjustRightInd w:val="0"/>
        <w:ind w:firstLine="708"/>
        <w:rPr>
          <w:szCs w:val="28"/>
        </w:rPr>
      </w:pPr>
      <w:r w:rsidRPr="00782414">
        <w:rPr>
          <w:szCs w:val="28"/>
        </w:rPr>
        <w:t>Настоящий Закон вступает в силу со дня</w:t>
      </w:r>
      <w:r w:rsidR="00AF51B4">
        <w:rPr>
          <w:szCs w:val="28"/>
        </w:rPr>
        <w:t xml:space="preserve"> </w:t>
      </w:r>
      <w:r w:rsidR="006810B3">
        <w:rPr>
          <w:szCs w:val="28"/>
        </w:rPr>
        <w:t>его официального опубликования.</w:t>
      </w:r>
    </w:p>
    <w:p w:rsidR="00386F7D" w:rsidRPr="007F3FBE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386F7D" w:rsidRPr="007F3FBE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386F7D" w:rsidRPr="007F3FBE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7F3FBE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F3FBE">
        <w:rPr>
          <w:bCs/>
          <w:szCs w:val="28"/>
        </w:rPr>
        <w:t>Губернатор</w:t>
      </w:r>
    </w:p>
    <w:p w:rsidR="00556647" w:rsidRPr="007F3FBE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F3FBE">
        <w:rPr>
          <w:bCs/>
          <w:szCs w:val="28"/>
        </w:rPr>
        <w:t xml:space="preserve">Ярославской области </w:t>
      </w:r>
      <w:r w:rsidRPr="007F3FBE">
        <w:rPr>
          <w:bCs/>
          <w:szCs w:val="28"/>
        </w:rPr>
        <w:tab/>
        <w:t xml:space="preserve"> </w:t>
      </w:r>
      <w:r w:rsidR="00143A22" w:rsidRPr="007F3FBE">
        <w:rPr>
          <w:bCs/>
          <w:szCs w:val="28"/>
        </w:rPr>
        <w:t xml:space="preserve">  </w:t>
      </w:r>
      <w:r w:rsidRPr="007F3FBE">
        <w:rPr>
          <w:bCs/>
          <w:szCs w:val="28"/>
        </w:rPr>
        <w:t xml:space="preserve">М.Я. </w:t>
      </w:r>
      <w:proofErr w:type="spellStart"/>
      <w:r w:rsidRPr="007F3FBE">
        <w:rPr>
          <w:bCs/>
          <w:szCs w:val="28"/>
        </w:rPr>
        <w:t>Евраев</w:t>
      </w:r>
      <w:proofErr w:type="spellEnd"/>
    </w:p>
    <w:p w:rsidR="003260C8" w:rsidRPr="007F3FBE" w:rsidRDefault="003260C8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C4195D" w:rsidRPr="007F3FBE" w:rsidRDefault="00C4195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CC45E0" w:rsidRPr="00CC45E0" w:rsidRDefault="006810B3" w:rsidP="00CC45E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>«____</w:t>
      </w:r>
      <w:r w:rsidR="00CC45E0" w:rsidRPr="00CC45E0">
        <w:rPr>
          <w:bCs/>
          <w:szCs w:val="28"/>
        </w:rPr>
        <w:t>» _____________ 2025 г.</w:t>
      </w:r>
    </w:p>
    <w:p w:rsidR="00CC45E0" w:rsidRPr="00CC45E0" w:rsidRDefault="00CC45E0" w:rsidP="00CC45E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F34DFD" w:rsidRPr="00CC45E0" w:rsidRDefault="00CC45E0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bCs/>
          <w:szCs w:val="28"/>
        </w:rPr>
      </w:pPr>
      <w:r w:rsidRPr="00CC45E0">
        <w:rPr>
          <w:bCs/>
          <w:szCs w:val="28"/>
        </w:rPr>
        <w:t>№______</w:t>
      </w:r>
    </w:p>
    <w:sectPr w:rsidR="00F34DFD" w:rsidRPr="00CC45E0" w:rsidSect="00041273">
      <w:headerReference w:type="even" r:id="rId12"/>
      <w:headerReference w:type="default" r:id="rId13"/>
      <w:pgSz w:w="11906" w:h="16838" w:code="9"/>
      <w:pgMar w:top="1134" w:right="707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46" w:rsidRDefault="00526F46">
      <w:r>
        <w:separator/>
      </w:r>
    </w:p>
    <w:p w:rsidR="00526F46" w:rsidRDefault="00526F46"/>
    <w:p w:rsidR="00526F46" w:rsidRDefault="00526F46"/>
  </w:endnote>
  <w:end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46" w:rsidRDefault="00526F46">
      <w:r>
        <w:separator/>
      </w:r>
    </w:p>
    <w:p w:rsidR="00526F46" w:rsidRDefault="00526F46"/>
    <w:p w:rsidR="00526F46" w:rsidRDefault="00526F46"/>
  </w:footnote>
  <w:foot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984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 w15:restartNumberingAfterBreak="0">
    <w:nsid w:val="2AC46200"/>
    <w:multiLevelType w:val="hybridMultilevel"/>
    <w:tmpl w:val="AB9AA884"/>
    <w:lvl w:ilvl="0" w:tplc="99025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D3F080F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807C6D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B7173E"/>
    <w:multiLevelType w:val="hybridMultilevel"/>
    <w:tmpl w:val="E4AC1BE0"/>
    <w:lvl w:ilvl="0" w:tplc="6A640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0C3565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9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2F44C0F"/>
    <w:multiLevelType w:val="hybridMultilevel"/>
    <w:tmpl w:val="323213E0"/>
    <w:lvl w:ilvl="0" w:tplc="D41489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34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8"/>
  </w:num>
  <w:num w:numId="2">
    <w:abstractNumId w:val="36"/>
  </w:num>
  <w:num w:numId="3">
    <w:abstractNumId w:val="11"/>
  </w:num>
  <w:num w:numId="4">
    <w:abstractNumId w:val="1"/>
  </w:num>
  <w:num w:numId="5">
    <w:abstractNumId w:val="21"/>
  </w:num>
  <w:num w:numId="6">
    <w:abstractNumId w:val="19"/>
  </w:num>
  <w:num w:numId="7">
    <w:abstractNumId w:val="18"/>
  </w:num>
  <w:num w:numId="8">
    <w:abstractNumId w:val="29"/>
  </w:num>
  <w:num w:numId="9">
    <w:abstractNumId w:val="9"/>
  </w:num>
  <w:num w:numId="10">
    <w:abstractNumId w:val="15"/>
  </w:num>
  <w:num w:numId="11">
    <w:abstractNumId w:val="31"/>
  </w:num>
  <w:num w:numId="12">
    <w:abstractNumId w:val="32"/>
  </w:num>
  <w:num w:numId="13">
    <w:abstractNumId w:val="6"/>
  </w:num>
  <w:num w:numId="14">
    <w:abstractNumId w:val="33"/>
  </w:num>
  <w:num w:numId="15">
    <w:abstractNumId w:val="10"/>
  </w:num>
  <w:num w:numId="16">
    <w:abstractNumId w:val="27"/>
  </w:num>
  <w:num w:numId="17">
    <w:abstractNumId w:val="22"/>
  </w:num>
  <w:num w:numId="18">
    <w:abstractNumId w:val="35"/>
  </w:num>
  <w:num w:numId="19">
    <w:abstractNumId w:val="34"/>
  </w:num>
  <w:num w:numId="20">
    <w:abstractNumId w:val="14"/>
  </w:num>
  <w:num w:numId="21">
    <w:abstractNumId w:val="26"/>
  </w:num>
  <w:num w:numId="22">
    <w:abstractNumId w:val="20"/>
  </w:num>
  <w:num w:numId="23">
    <w:abstractNumId w:val="8"/>
  </w:num>
  <w:num w:numId="24">
    <w:abstractNumId w:val="24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5"/>
  </w:num>
  <w:num w:numId="31">
    <w:abstractNumId w:val="7"/>
  </w:num>
  <w:num w:numId="32">
    <w:abstractNumId w:val="30"/>
  </w:num>
  <w:num w:numId="33">
    <w:abstractNumId w:val="12"/>
  </w:num>
  <w:num w:numId="34">
    <w:abstractNumId w:val="16"/>
  </w:num>
  <w:num w:numId="35">
    <w:abstractNumId w:val="17"/>
  </w:num>
  <w:num w:numId="36">
    <w:abstractNumId w:val="13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11C"/>
    <w:rsid w:val="00004674"/>
    <w:rsid w:val="0000492E"/>
    <w:rsid w:val="00004C72"/>
    <w:rsid w:val="00004F5B"/>
    <w:rsid w:val="000055A3"/>
    <w:rsid w:val="000067BD"/>
    <w:rsid w:val="00006C60"/>
    <w:rsid w:val="000070CF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4624"/>
    <w:rsid w:val="00015563"/>
    <w:rsid w:val="00015A9D"/>
    <w:rsid w:val="00015C0B"/>
    <w:rsid w:val="00015F57"/>
    <w:rsid w:val="0001603B"/>
    <w:rsid w:val="000168D0"/>
    <w:rsid w:val="00016CA8"/>
    <w:rsid w:val="00016CC0"/>
    <w:rsid w:val="00020ADC"/>
    <w:rsid w:val="000211FA"/>
    <w:rsid w:val="000222C9"/>
    <w:rsid w:val="0002396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5B99"/>
    <w:rsid w:val="00036324"/>
    <w:rsid w:val="0003640F"/>
    <w:rsid w:val="000367DA"/>
    <w:rsid w:val="0003721C"/>
    <w:rsid w:val="00037707"/>
    <w:rsid w:val="00037A5A"/>
    <w:rsid w:val="00037B2D"/>
    <w:rsid w:val="00037B7A"/>
    <w:rsid w:val="00037D45"/>
    <w:rsid w:val="00037D75"/>
    <w:rsid w:val="00037F44"/>
    <w:rsid w:val="00040BDB"/>
    <w:rsid w:val="00040E77"/>
    <w:rsid w:val="00041273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11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51D"/>
    <w:rsid w:val="0008189B"/>
    <w:rsid w:val="00081A3E"/>
    <w:rsid w:val="00081D97"/>
    <w:rsid w:val="00082312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2620"/>
    <w:rsid w:val="00093964"/>
    <w:rsid w:val="00093E1C"/>
    <w:rsid w:val="000942B5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2650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2E"/>
    <w:rsid w:val="000C1230"/>
    <w:rsid w:val="000C253C"/>
    <w:rsid w:val="000C30F9"/>
    <w:rsid w:val="000C31CD"/>
    <w:rsid w:val="000C36D9"/>
    <w:rsid w:val="000C3D35"/>
    <w:rsid w:val="000C41A6"/>
    <w:rsid w:val="000C4631"/>
    <w:rsid w:val="000C4810"/>
    <w:rsid w:val="000C4E39"/>
    <w:rsid w:val="000C5C71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E7F77"/>
    <w:rsid w:val="000F0A99"/>
    <w:rsid w:val="000F15E6"/>
    <w:rsid w:val="000F207A"/>
    <w:rsid w:val="000F239D"/>
    <w:rsid w:val="000F263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2F8C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29D"/>
    <w:rsid w:val="001074A3"/>
    <w:rsid w:val="00107A47"/>
    <w:rsid w:val="00107D1E"/>
    <w:rsid w:val="001101EA"/>
    <w:rsid w:val="00110E8E"/>
    <w:rsid w:val="00111885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4B3"/>
    <w:rsid w:val="00125ECE"/>
    <w:rsid w:val="0012638A"/>
    <w:rsid w:val="001263D2"/>
    <w:rsid w:val="0012725F"/>
    <w:rsid w:val="00127B9F"/>
    <w:rsid w:val="001300EF"/>
    <w:rsid w:val="00131B2D"/>
    <w:rsid w:val="00131D21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A22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6AED"/>
    <w:rsid w:val="001576C7"/>
    <w:rsid w:val="00157A56"/>
    <w:rsid w:val="00160292"/>
    <w:rsid w:val="0016042C"/>
    <w:rsid w:val="00160551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0AE6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56E"/>
    <w:rsid w:val="0019088A"/>
    <w:rsid w:val="00190ADE"/>
    <w:rsid w:val="00190B65"/>
    <w:rsid w:val="00190EF8"/>
    <w:rsid w:val="00191686"/>
    <w:rsid w:val="00192434"/>
    <w:rsid w:val="00192B57"/>
    <w:rsid w:val="0019467A"/>
    <w:rsid w:val="00194756"/>
    <w:rsid w:val="00194EC2"/>
    <w:rsid w:val="001A0771"/>
    <w:rsid w:val="001A1ADF"/>
    <w:rsid w:val="001A27BA"/>
    <w:rsid w:val="001A3E08"/>
    <w:rsid w:val="001A47E8"/>
    <w:rsid w:val="001A481F"/>
    <w:rsid w:val="001A5D89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41A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2FA3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882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1F94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1F84"/>
    <w:rsid w:val="0024278E"/>
    <w:rsid w:val="002430BC"/>
    <w:rsid w:val="002434C8"/>
    <w:rsid w:val="0024425B"/>
    <w:rsid w:val="0024585F"/>
    <w:rsid w:val="002458AE"/>
    <w:rsid w:val="00245F59"/>
    <w:rsid w:val="0024630A"/>
    <w:rsid w:val="00246978"/>
    <w:rsid w:val="00246DBB"/>
    <w:rsid w:val="00246F3E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3C"/>
    <w:rsid w:val="002575E8"/>
    <w:rsid w:val="00260074"/>
    <w:rsid w:val="00260D98"/>
    <w:rsid w:val="002614AE"/>
    <w:rsid w:val="00261631"/>
    <w:rsid w:val="0026164C"/>
    <w:rsid w:val="002628AA"/>
    <w:rsid w:val="00262A13"/>
    <w:rsid w:val="002653E6"/>
    <w:rsid w:val="00265684"/>
    <w:rsid w:val="00265E60"/>
    <w:rsid w:val="00265E75"/>
    <w:rsid w:val="002668D1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0F4D"/>
    <w:rsid w:val="002F1743"/>
    <w:rsid w:val="002F180C"/>
    <w:rsid w:val="002F182E"/>
    <w:rsid w:val="002F1CDA"/>
    <w:rsid w:val="002F2EB0"/>
    <w:rsid w:val="002F5391"/>
    <w:rsid w:val="002F58E1"/>
    <w:rsid w:val="002F6167"/>
    <w:rsid w:val="002F627F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25"/>
    <w:rsid w:val="00311070"/>
    <w:rsid w:val="00311276"/>
    <w:rsid w:val="00311A90"/>
    <w:rsid w:val="00311B32"/>
    <w:rsid w:val="003136E8"/>
    <w:rsid w:val="00313719"/>
    <w:rsid w:val="003139F7"/>
    <w:rsid w:val="0031421C"/>
    <w:rsid w:val="003145A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0C8"/>
    <w:rsid w:val="00326E06"/>
    <w:rsid w:val="00327E98"/>
    <w:rsid w:val="0033049B"/>
    <w:rsid w:val="00330657"/>
    <w:rsid w:val="00330914"/>
    <w:rsid w:val="00330B5C"/>
    <w:rsid w:val="0033166F"/>
    <w:rsid w:val="0033282F"/>
    <w:rsid w:val="00333433"/>
    <w:rsid w:val="00333527"/>
    <w:rsid w:val="00333BAA"/>
    <w:rsid w:val="00335621"/>
    <w:rsid w:val="003356DF"/>
    <w:rsid w:val="003372EC"/>
    <w:rsid w:val="00342D61"/>
    <w:rsid w:val="00343027"/>
    <w:rsid w:val="003435E1"/>
    <w:rsid w:val="003438BD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0D2"/>
    <w:rsid w:val="00353621"/>
    <w:rsid w:val="00354245"/>
    <w:rsid w:val="003544EB"/>
    <w:rsid w:val="00354A22"/>
    <w:rsid w:val="00355109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1525"/>
    <w:rsid w:val="00372A69"/>
    <w:rsid w:val="003735A0"/>
    <w:rsid w:val="003737B0"/>
    <w:rsid w:val="00373C7E"/>
    <w:rsid w:val="00374122"/>
    <w:rsid w:val="003750F7"/>
    <w:rsid w:val="00377568"/>
    <w:rsid w:val="00380E96"/>
    <w:rsid w:val="00381071"/>
    <w:rsid w:val="00381AC1"/>
    <w:rsid w:val="00381F7D"/>
    <w:rsid w:val="00382F70"/>
    <w:rsid w:val="0038336E"/>
    <w:rsid w:val="0038374B"/>
    <w:rsid w:val="00383A3F"/>
    <w:rsid w:val="00384A4C"/>
    <w:rsid w:val="00385D84"/>
    <w:rsid w:val="00386057"/>
    <w:rsid w:val="0038672C"/>
    <w:rsid w:val="003868A3"/>
    <w:rsid w:val="00386F7D"/>
    <w:rsid w:val="00387855"/>
    <w:rsid w:val="00390250"/>
    <w:rsid w:val="0039101C"/>
    <w:rsid w:val="00391E08"/>
    <w:rsid w:val="00392032"/>
    <w:rsid w:val="0039236C"/>
    <w:rsid w:val="0039249B"/>
    <w:rsid w:val="0039261C"/>
    <w:rsid w:val="00392725"/>
    <w:rsid w:val="003930C0"/>
    <w:rsid w:val="003937C3"/>
    <w:rsid w:val="00393E60"/>
    <w:rsid w:val="00393EEF"/>
    <w:rsid w:val="00393F18"/>
    <w:rsid w:val="003950A3"/>
    <w:rsid w:val="003952EB"/>
    <w:rsid w:val="003956EC"/>
    <w:rsid w:val="0039589E"/>
    <w:rsid w:val="00397085"/>
    <w:rsid w:val="00397B3D"/>
    <w:rsid w:val="003A0808"/>
    <w:rsid w:val="003A1957"/>
    <w:rsid w:val="003A1F3C"/>
    <w:rsid w:val="003A289B"/>
    <w:rsid w:val="003A2C1C"/>
    <w:rsid w:val="003A3419"/>
    <w:rsid w:val="003A3614"/>
    <w:rsid w:val="003A3696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C0A"/>
    <w:rsid w:val="003C4B57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05"/>
    <w:rsid w:val="003D1DE0"/>
    <w:rsid w:val="003D1F4B"/>
    <w:rsid w:val="003D1FE7"/>
    <w:rsid w:val="003D2879"/>
    <w:rsid w:val="003D39B5"/>
    <w:rsid w:val="003D3B07"/>
    <w:rsid w:val="003D410F"/>
    <w:rsid w:val="003D48B0"/>
    <w:rsid w:val="003D563C"/>
    <w:rsid w:val="003D5EA3"/>
    <w:rsid w:val="003D6000"/>
    <w:rsid w:val="003D6A4D"/>
    <w:rsid w:val="003D6D65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26A3E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346"/>
    <w:rsid w:val="00462B3D"/>
    <w:rsid w:val="0046346D"/>
    <w:rsid w:val="00463804"/>
    <w:rsid w:val="00464508"/>
    <w:rsid w:val="00464773"/>
    <w:rsid w:val="00464BE7"/>
    <w:rsid w:val="004650BD"/>
    <w:rsid w:val="00465207"/>
    <w:rsid w:val="00465F00"/>
    <w:rsid w:val="00466099"/>
    <w:rsid w:val="0046652F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5A15"/>
    <w:rsid w:val="00475A5B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F58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26B1"/>
    <w:rsid w:val="004A3958"/>
    <w:rsid w:val="004A4462"/>
    <w:rsid w:val="004A468C"/>
    <w:rsid w:val="004A528A"/>
    <w:rsid w:val="004A56F8"/>
    <w:rsid w:val="004A6B96"/>
    <w:rsid w:val="004A6E19"/>
    <w:rsid w:val="004B0409"/>
    <w:rsid w:val="004B0986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936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50FB"/>
    <w:rsid w:val="004C5149"/>
    <w:rsid w:val="004C548F"/>
    <w:rsid w:val="004C5B79"/>
    <w:rsid w:val="004C5CB1"/>
    <w:rsid w:val="004C6C10"/>
    <w:rsid w:val="004C76B4"/>
    <w:rsid w:val="004C7946"/>
    <w:rsid w:val="004D0145"/>
    <w:rsid w:val="004D037C"/>
    <w:rsid w:val="004D06B9"/>
    <w:rsid w:val="004D0946"/>
    <w:rsid w:val="004D0CB5"/>
    <w:rsid w:val="004D0E9F"/>
    <w:rsid w:val="004D1BAF"/>
    <w:rsid w:val="004D20DE"/>
    <w:rsid w:val="004D22B6"/>
    <w:rsid w:val="004D2FDE"/>
    <w:rsid w:val="004D3566"/>
    <w:rsid w:val="004D407D"/>
    <w:rsid w:val="004D4DBD"/>
    <w:rsid w:val="004D5B03"/>
    <w:rsid w:val="004D5D42"/>
    <w:rsid w:val="004D60DB"/>
    <w:rsid w:val="004D66E6"/>
    <w:rsid w:val="004D7706"/>
    <w:rsid w:val="004D7D93"/>
    <w:rsid w:val="004E0559"/>
    <w:rsid w:val="004E0DB5"/>
    <w:rsid w:val="004E308F"/>
    <w:rsid w:val="004E31CC"/>
    <w:rsid w:val="004E345D"/>
    <w:rsid w:val="004E3EF8"/>
    <w:rsid w:val="004E4D49"/>
    <w:rsid w:val="004E5612"/>
    <w:rsid w:val="004E57E2"/>
    <w:rsid w:val="004E7225"/>
    <w:rsid w:val="004E7A83"/>
    <w:rsid w:val="004F03B6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449"/>
    <w:rsid w:val="005067F8"/>
    <w:rsid w:val="005072E3"/>
    <w:rsid w:val="00507B6D"/>
    <w:rsid w:val="00510687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CA"/>
    <w:rsid w:val="00526CEB"/>
    <w:rsid w:val="00526D8E"/>
    <w:rsid w:val="00526F46"/>
    <w:rsid w:val="00526FC4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4868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37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5952"/>
    <w:rsid w:val="00576984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725"/>
    <w:rsid w:val="0059172C"/>
    <w:rsid w:val="00591B27"/>
    <w:rsid w:val="00592023"/>
    <w:rsid w:val="00594D99"/>
    <w:rsid w:val="00595C27"/>
    <w:rsid w:val="0059639B"/>
    <w:rsid w:val="00596D62"/>
    <w:rsid w:val="00596D8F"/>
    <w:rsid w:val="00596ED8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030"/>
    <w:rsid w:val="005A4200"/>
    <w:rsid w:val="005A4E9B"/>
    <w:rsid w:val="005A52E6"/>
    <w:rsid w:val="005A65FB"/>
    <w:rsid w:val="005A676E"/>
    <w:rsid w:val="005A6D57"/>
    <w:rsid w:val="005A6EFD"/>
    <w:rsid w:val="005B004A"/>
    <w:rsid w:val="005B0A38"/>
    <w:rsid w:val="005B18F0"/>
    <w:rsid w:val="005B2ED2"/>
    <w:rsid w:val="005B30DE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B7E99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E59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0D0"/>
    <w:rsid w:val="005F4231"/>
    <w:rsid w:val="005F51AC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3F6"/>
    <w:rsid w:val="006049A7"/>
    <w:rsid w:val="0060631A"/>
    <w:rsid w:val="006067C4"/>
    <w:rsid w:val="00606A0D"/>
    <w:rsid w:val="00606D3C"/>
    <w:rsid w:val="00610397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C98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3B4E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13E8"/>
    <w:rsid w:val="00672801"/>
    <w:rsid w:val="006728DE"/>
    <w:rsid w:val="00673081"/>
    <w:rsid w:val="0067348C"/>
    <w:rsid w:val="006735C1"/>
    <w:rsid w:val="00673F74"/>
    <w:rsid w:val="00674A46"/>
    <w:rsid w:val="00674E10"/>
    <w:rsid w:val="006751DF"/>
    <w:rsid w:val="00675282"/>
    <w:rsid w:val="00676CAE"/>
    <w:rsid w:val="0068028F"/>
    <w:rsid w:val="00680D80"/>
    <w:rsid w:val="006810B3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745"/>
    <w:rsid w:val="00690C74"/>
    <w:rsid w:val="006916FB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842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3E56"/>
    <w:rsid w:val="006C3E98"/>
    <w:rsid w:val="006C43A9"/>
    <w:rsid w:val="006C5471"/>
    <w:rsid w:val="006C5915"/>
    <w:rsid w:val="006C6209"/>
    <w:rsid w:val="006C6B7B"/>
    <w:rsid w:val="006C7AD9"/>
    <w:rsid w:val="006D1E88"/>
    <w:rsid w:val="006D1F88"/>
    <w:rsid w:val="006D290F"/>
    <w:rsid w:val="006D2E9E"/>
    <w:rsid w:val="006D3ADA"/>
    <w:rsid w:val="006D4009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624"/>
    <w:rsid w:val="00707A22"/>
    <w:rsid w:val="0071108D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274E8"/>
    <w:rsid w:val="00730CD4"/>
    <w:rsid w:val="00731AEF"/>
    <w:rsid w:val="00732011"/>
    <w:rsid w:val="00733310"/>
    <w:rsid w:val="0073347D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14B"/>
    <w:rsid w:val="00750751"/>
    <w:rsid w:val="00750ABF"/>
    <w:rsid w:val="007516D0"/>
    <w:rsid w:val="00753163"/>
    <w:rsid w:val="007532F6"/>
    <w:rsid w:val="007542BF"/>
    <w:rsid w:val="007559A2"/>
    <w:rsid w:val="00755C8C"/>
    <w:rsid w:val="007567B0"/>
    <w:rsid w:val="00756D9C"/>
    <w:rsid w:val="00756E6E"/>
    <w:rsid w:val="00757D89"/>
    <w:rsid w:val="00760524"/>
    <w:rsid w:val="00760C27"/>
    <w:rsid w:val="0076156E"/>
    <w:rsid w:val="007625CE"/>
    <w:rsid w:val="007628D1"/>
    <w:rsid w:val="00762DC0"/>
    <w:rsid w:val="00762FBF"/>
    <w:rsid w:val="00763ABA"/>
    <w:rsid w:val="00764EA1"/>
    <w:rsid w:val="00765532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894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414"/>
    <w:rsid w:val="0078272F"/>
    <w:rsid w:val="0078301C"/>
    <w:rsid w:val="00783151"/>
    <w:rsid w:val="007838C2"/>
    <w:rsid w:val="007849A0"/>
    <w:rsid w:val="0078525F"/>
    <w:rsid w:val="0078580C"/>
    <w:rsid w:val="007858F0"/>
    <w:rsid w:val="00785CBC"/>
    <w:rsid w:val="007872EE"/>
    <w:rsid w:val="00787658"/>
    <w:rsid w:val="00787B18"/>
    <w:rsid w:val="00787E43"/>
    <w:rsid w:val="00792F5B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27F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48D4"/>
    <w:rsid w:val="007D6764"/>
    <w:rsid w:val="007D77D3"/>
    <w:rsid w:val="007D7B21"/>
    <w:rsid w:val="007E0887"/>
    <w:rsid w:val="007E10C0"/>
    <w:rsid w:val="007E134F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A22"/>
    <w:rsid w:val="007E7C0E"/>
    <w:rsid w:val="007E7EE5"/>
    <w:rsid w:val="007F1295"/>
    <w:rsid w:val="007F196C"/>
    <w:rsid w:val="007F21CD"/>
    <w:rsid w:val="007F3057"/>
    <w:rsid w:val="007F347D"/>
    <w:rsid w:val="007F37B0"/>
    <w:rsid w:val="007F3FBE"/>
    <w:rsid w:val="007F57E4"/>
    <w:rsid w:val="007F5973"/>
    <w:rsid w:val="007F5CD0"/>
    <w:rsid w:val="007F6523"/>
    <w:rsid w:val="007F709B"/>
    <w:rsid w:val="007F7FAA"/>
    <w:rsid w:val="00800F06"/>
    <w:rsid w:val="00802B09"/>
    <w:rsid w:val="00802CA8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3C88"/>
    <w:rsid w:val="00845715"/>
    <w:rsid w:val="008457D2"/>
    <w:rsid w:val="008459A9"/>
    <w:rsid w:val="00846761"/>
    <w:rsid w:val="008476FF"/>
    <w:rsid w:val="00847725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36D"/>
    <w:rsid w:val="00856442"/>
    <w:rsid w:val="008567D1"/>
    <w:rsid w:val="00856CE3"/>
    <w:rsid w:val="00856CF8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49C"/>
    <w:rsid w:val="008B06F0"/>
    <w:rsid w:val="008B08F6"/>
    <w:rsid w:val="008B1FC1"/>
    <w:rsid w:val="008B2469"/>
    <w:rsid w:val="008B2E18"/>
    <w:rsid w:val="008B3006"/>
    <w:rsid w:val="008B3029"/>
    <w:rsid w:val="008B31B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2F61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4FF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1D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8F7B69"/>
    <w:rsid w:val="009010F0"/>
    <w:rsid w:val="00901839"/>
    <w:rsid w:val="00901E00"/>
    <w:rsid w:val="009031C0"/>
    <w:rsid w:val="009039D8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C98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08B8"/>
    <w:rsid w:val="00941AF9"/>
    <w:rsid w:val="00942461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CBD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2B1D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0AB"/>
    <w:rsid w:val="009B2307"/>
    <w:rsid w:val="009B2530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1EED"/>
    <w:rsid w:val="009D2353"/>
    <w:rsid w:val="009D23CE"/>
    <w:rsid w:val="009D28B9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A47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6A9D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19C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1521"/>
    <w:rsid w:val="00A424C7"/>
    <w:rsid w:val="00A427B5"/>
    <w:rsid w:val="00A42912"/>
    <w:rsid w:val="00A42E23"/>
    <w:rsid w:val="00A43504"/>
    <w:rsid w:val="00A436EE"/>
    <w:rsid w:val="00A4408A"/>
    <w:rsid w:val="00A44400"/>
    <w:rsid w:val="00A4461E"/>
    <w:rsid w:val="00A4522B"/>
    <w:rsid w:val="00A4523D"/>
    <w:rsid w:val="00A45EE5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4F12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293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1F4E"/>
    <w:rsid w:val="00A9280A"/>
    <w:rsid w:val="00A9288A"/>
    <w:rsid w:val="00A9326E"/>
    <w:rsid w:val="00A948CC"/>
    <w:rsid w:val="00A94B2C"/>
    <w:rsid w:val="00A95577"/>
    <w:rsid w:val="00A95A8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A721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29D4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1D50"/>
    <w:rsid w:val="00AF4AEA"/>
    <w:rsid w:val="00AF51B4"/>
    <w:rsid w:val="00AF66D5"/>
    <w:rsid w:val="00AF742E"/>
    <w:rsid w:val="00AF7C1A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088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47F86"/>
    <w:rsid w:val="00B50622"/>
    <w:rsid w:val="00B50E05"/>
    <w:rsid w:val="00B51471"/>
    <w:rsid w:val="00B53030"/>
    <w:rsid w:val="00B533A2"/>
    <w:rsid w:val="00B54274"/>
    <w:rsid w:val="00B557C4"/>
    <w:rsid w:val="00B563BD"/>
    <w:rsid w:val="00B567BB"/>
    <w:rsid w:val="00B56FD8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62D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75E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2A8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6F16"/>
    <w:rsid w:val="00BC7F37"/>
    <w:rsid w:val="00BD02E1"/>
    <w:rsid w:val="00BD0604"/>
    <w:rsid w:val="00BD068C"/>
    <w:rsid w:val="00BD0788"/>
    <w:rsid w:val="00BD0A22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4C4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6B7"/>
    <w:rsid w:val="00C2493B"/>
    <w:rsid w:val="00C254F3"/>
    <w:rsid w:val="00C27549"/>
    <w:rsid w:val="00C30509"/>
    <w:rsid w:val="00C30CB6"/>
    <w:rsid w:val="00C30F68"/>
    <w:rsid w:val="00C31760"/>
    <w:rsid w:val="00C318AD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195D"/>
    <w:rsid w:val="00C4234A"/>
    <w:rsid w:val="00C42D94"/>
    <w:rsid w:val="00C443F2"/>
    <w:rsid w:val="00C44964"/>
    <w:rsid w:val="00C44F93"/>
    <w:rsid w:val="00C45845"/>
    <w:rsid w:val="00C465B4"/>
    <w:rsid w:val="00C46BA5"/>
    <w:rsid w:val="00C47034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02C"/>
    <w:rsid w:val="00C91F14"/>
    <w:rsid w:val="00C92403"/>
    <w:rsid w:val="00C92D8B"/>
    <w:rsid w:val="00C92E93"/>
    <w:rsid w:val="00C9316B"/>
    <w:rsid w:val="00C94575"/>
    <w:rsid w:val="00C94AE5"/>
    <w:rsid w:val="00C9534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12B"/>
    <w:rsid w:val="00CA6899"/>
    <w:rsid w:val="00CA707D"/>
    <w:rsid w:val="00CA791B"/>
    <w:rsid w:val="00CA7E47"/>
    <w:rsid w:val="00CB044F"/>
    <w:rsid w:val="00CB0E86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5DD"/>
    <w:rsid w:val="00CC42E7"/>
    <w:rsid w:val="00CC45E0"/>
    <w:rsid w:val="00CC5CF0"/>
    <w:rsid w:val="00CC62FA"/>
    <w:rsid w:val="00CC718A"/>
    <w:rsid w:val="00CC7424"/>
    <w:rsid w:val="00CC7C9D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796"/>
    <w:rsid w:val="00D27A7D"/>
    <w:rsid w:val="00D27CF3"/>
    <w:rsid w:val="00D303E2"/>
    <w:rsid w:val="00D31A2A"/>
    <w:rsid w:val="00D31D04"/>
    <w:rsid w:val="00D33835"/>
    <w:rsid w:val="00D33C4C"/>
    <w:rsid w:val="00D33E65"/>
    <w:rsid w:val="00D34E03"/>
    <w:rsid w:val="00D3573C"/>
    <w:rsid w:val="00D35CF1"/>
    <w:rsid w:val="00D3672F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6FA6"/>
    <w:rsid w:val="00D67172"/>
    <w:rsid w:val="00D67AEC"/>
    <w:rsid w:val="00D70B93"/>
    <w:rsid w:val="00D70E1F"/>
    <w:rsid w:val="00D71451"/>
    <w:rsid w:val="00D71805"/>
    <w:rsid w:val="00D734AE"/>
    <w:rsid w:val="00D73F9A"/>
    <w:rsid w:val="00D749BA"/>
    <w:rsid w:val="00D74BFD"/>
    <w:rsid w:val="00D74FF9"/>
    <w:rsid w:val="00D751B4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13ED"/>
    <w:rsid w:val="00D93A89"/>
    <w:rsid w:val="00D96256"/>
    <w:rsid w:val="00D962FC"/>
    <w:rsid w:val="00D97B87"/>
    <w:rsid w:val="00DA0415"/>
    <w:rsid w:val="00DA049B"/>
    <w:rsid w:val="00DA0EC6"/>
    <w:rsid w:val="00DA16DC"/>
    <w:rsid w:val="00DA2916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0A6"/>
    <w:rsid w:val="00DB03AA"/>
    <w:rsid w:val="00DB09C2"/>
    <w:rsid w:val="00DB0AC8"/>
    <w:rsid w:val="00DB1623"/>
    <w:rsid w:val="00DB1BD2"/>
    <w:rsid w:val="00DB2673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3CA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4D5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17E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3A3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6660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86B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4D0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3B8"/>
    <w:rsid w:val="00E67989"/>
    <w:rsid w:val="00E67DFE"/>
    <w:rsid w:val="00E715E7"/>
    <w:rsid w:val="00E71ECB"/>
    <w:rsid w:val="00E72E66"/>
    <w:rsid w:val="00E730A7"/>
    <w:rsid w:val="00E74BC8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24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020"/>
    <w:rsid w:val="00EA368B"/>
    <w:rsid w:val="00EA37FD"/>
    <w:rsid w:val="00EA3B81"/>
    <w:rsid w:val="00EA3D1A"/>
    <w:rsid w:val="00EA42D8"/>
    <w:rsid w:val="00EA5324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3F6F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47F"/>
    <w:rsid w:val="00ED0637"/>
    <w:rsid w:val="00ED0C6D"/>
    <w:rsid w:val="00ED0EFA"/>
    <w:rsid w:val="00ED1FF1"/>
    <w:rsid w:val="00ED2064"/>
    <w:rsid w:val="00ED222C"/>
    <w:rsid w:val="00ED2B41"/>
    <w:rsid w:val="00ED2D45"/>
    <w:rsid w:val="00ED33B6"/>
    <w:rsid w:val="00ED436F"/>
    <w:rsid w:val="00ED5ECB"/>
    <w:rsid w:val="00ED6D92"/>
    <w:rsid w:val="00ED7323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C1D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3F9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0EA6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3AC"/>
    <w:rsid w:val="00F67FCD"/>
    <w:rsid w:val="00F706A1"/>
    <w:rsid w:val="00F72B70"/>
    <w:rsid w:val="00F73A92"/>
    <w:rsid w:val="00F73D45"/>
    <w:rsid w:val="00F7415F"/>
    <w:rsid w:val="00F74BCA"/>
    <w:rsid w:val="00F74D86"/>
    <w:rsid w:val="00F753C5"/>
    <w:rsid w:val="00F76A3E"/>
    <w:rsid w:val="00F76F13"/>
    <w:rsid w:val="00F77543"/>
    <w:rsid w:val="00F7769D"/>
    <w:rsid w:val="00F805D5"/>
    <w:rsid w:val="00F80B40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29C"/>
    <w:rsid w:val="00F85905"/>
    <w:rsid w:val="00F86789"/>
    <w:rsid w:val="00F87551"/>
    <w:rsid w:val="00F90BFC"/>
    <w:rsid w:val="00F90E31"/>
    <w:rsid w:val="00F90E53"/>
    <w:rsid w:val="00F9195D"/>
    <w:rsid w:val="00F931C4"/>
    <w:rsid w:val="00F93359"/>
    <w:rsid w:val="00F93682"/>
    <w:rsid w:val="00F95904"/>
    <w:rsid w:val="00F965F0"/>
    <w:rsid w:val="00F97673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6AC3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88A"/>
    <w:rsid w:val="00FD1E53"/>
    <w:rsid w:val="00FD32A3"/>
    <w:rsid w:val="00FD3327"/>
    <w:rsid w:val="00FD3834"/>
    <w:rsid w:val="00FD3A8B"/>
    <w:rsid w:val="00FD3B6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E7398"/>
    <w:rsid w:val="00FF05CA"/>
    <w:rsid w:val="00FF0DE8"/>
    <w:rsid w:val="00FF1021"/>
    <w:rsid w:val="00FF1282"/>
    <w:rsid w:val="00FF2AA4"/>
    <w:rsid w:val="00FF2DD6"/>
    <w:rsid w:val="00FF2E31"/>
    <w:rsid w:val="00FF2E81"/>
    <w:rsid w:val="00FF3574"/>
    <w:rsid w:val="00FF3D6A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61B5AEF4"/>
  <w15:docId w15:val="{0701DE30-B6BD-4C74-8ABB-3CC55D07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BCF9F4-7627-4E30-BD09-62D6EBA11EFC}">
  <ds:schemaRefs>
    <ds:schemaRef ds:uri="05bb7913-6745-425b-9415-f9dbd3e56b95"/>
    <ds:schemaRef ds:uri="67a9cb4f-e58d-445a-8e0b-2b8d792f9e38"/>
    <ds:schemaRef ds:uri="af44e648-6311-40f1-ad37-1234555fd9ba"/>
    <ds:schemaRef ds:uri="http://schemas.microsoft.com/office/infopath/2007/PartnerControls"/>
    <ds:schemaRef ds:uri="081b8c99-5a1b-4ba1-9a3e-0d0cea83319e"/>
    <ds:schemaRef ds:uri="http://purl.org/dc/dcmitype/"/>
    <ds:schemaRef ds:uri="http://purl.org/dc/terms/"/>
    <ds:schemaRef ds:uri="http://schemas.microsoft.com/office/2006/metadata/properties"/>
    <ds:schemaRef ds:uri="5256eb8c-d5dd-498a-ad6f-7fa801666f9a"/>
    <ds:schemaRef ds:uri="a853e5a8-fa1e-4dd3-a1b5-1604bfb35b05"/>
    <ds:schemaRef ds:uri="e2080b48-eafa-461e-b501-38555d38caa1"/>
    <ds:schemaRef ds:uri="bc1d99f4-2047-4b43-99f0-e8f2a593a624"/>
    <ds:schemaRef ds:uri="1e82c985-6cf2-4d43-b8b5-a430af7accc6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</ds:schemaRefs>
</ds:datastoreItem>
</file>

<file path=customXml/itemProps4.xml><?xml version="1.0" encoding="utf-8"?>
<ds:datastoreItem xmlns:ds="http://schemas.openxmlformats.org/officeDocument/2006/customXml" ds:itemID="{98CA60D3-10D0-431D-90BF-56EFD433C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205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1614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4</cp:revision>
  <cp:lastPrinted>2025-03-11T10:36:00Z</cp:lastPrinted>
  <dcterms:created xsi:type="dcterms:W3CDTF">2025-03-11T10:10:00Z</dcterms:created>
  <dcterms:modified xsi:type="dcterms:W3CDTF">2025-03-11T11:08:00Z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