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F85" w:rsidRPr="00DD2366" w:rsidRDefault="00426F85" w:rsidP="00DD2366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8</w:t>
      </w:r>
    </w:p>
    <w:p w:rsidR="00426F85" w:rsidRDefault="00426F85" w:rsidP="00DD2366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>к Закону Ярославской области</w:t>
      </w:r>
    </w:p>
    <w:p w:rsidR="00426F85" w:rsidRPr="00F55BDA" w:rsidRDefault="00426F85" w:rsidP="000C0D27">
      <w:pPr>
        <w:ind w:left="5670"/>
        <w:jc w:val="right"/>
        <w:rPr>
          <w:sz w:val="28"/>
          <w:szCs w:val="28"/>
        </w:rPr>
      </w:pPr>
      <w:bookmarkStart w:id="0" w:name="_GoBack"/>
      <w:bookmarkEnd w:id="0"/>
      <w:r w:rsidRPr="00F55BDA">
        <w:rPr>
          <w:sz w:val="28"/>
          <w:szCs w:val="28"/>
        </w:rPr>
        <w:t xml:space="preserve">от </w:t>
      </w:r>
      <w:r>
        <w:rPr>
          <w:sz w:val="28"/>
          <w:szCs w:val="28"/>
        </w:rPr>
        <w:t>27.12.2012 № 73-з</w:t>
      </w:r>
    </w:p>
    <w:p w:rsidR="00426F85" w:rsidRDefault="00426F85" w:rsidP="0092753E">
      <w:pPr>
        <w:jc w:val="right"/>
        <w:rPr>
          <w:sz w:val="28"/>
          <w:szCs w:val="28"/>
        </w:rPr>
      </w:pPr>
    </w:p>
    <w:p w:rsidR="00426F85" w:rsidRDefault="00426F85" w:rsidP="0092753E">
      <w:pPr>
        <w:jc w:val="right"/>
        <w:rPr>
          <w:sz w:val="28"/>
          <w:szCs w:val="28"/>
        </w:rPr>
      </w:pPr>
    </w:p>
    <w:p w:rsidR="00426F85" w:rsidRPr="0092753E" w:rsidRDefault="00426F85" w:rsidP="0092753E">
      <w:pPr>
        <w:jc w:val="right"/>
        <w:rPr>
          <w:sz w:val="28"/>
          <w:szCs w:val="28"/>
        </w:rPr>
      </w:pPr>
    </w:p>
    <w:p w:rsidR="00426F85" w:rsidRDefault="00426F85" w:rsidP="00717DBB">
      <w:pPr>
        <w:ind w:left="240"/>
        <w:jc w:val="center"/>
        <w:outlineLvl w:val="0"/>
        <w:rPr>
          <w:b/>
          <w:bCs/>
          <w:sz w:val="28"/>
          <w:szCs w:val="28"/>
        </w:rPr>
      </w:pPr>
      <w:r w:rsidRPr="007764E2">
        <w:rPr>
          <w:b/>
          <w:bCs/>
          <w:sz w:val="28"/>
          <w:szCs w:val="28"/>
        </w:rPr>
        <w:t>Распределение межбюджетных трансфертов</w:t>
      </w:r>
      <w:r>
        <w:rPr>
          <w:b/>
          <w:bCs/>
          <w:sz w:val="28"/>
          <w:szCs w:val="28"/>
        </w:rPr>
        <w:t xml:space="preserve">, получаемых </w:t>
      </w:r>
    </w:p>
    <w:p w:rsidR="00426F85" w:rsidRPr="00E33950" w:rsidRDefault="00426F85" w:rsidP="00717DBB">
      <w:pPr>
        <w:ind w:left="2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 областного бюджета и бюджета Федерального фонда обязательного</w:t>
      </w:r>
    </w:p>
    <w:p w:rsidR="00426F85" w:rsidRPr="00293F2E" w:rsidRDefault="00426F85" w:rsidP="00717DBB">
      <w:pPr>
        <w:ind w:left="24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медицинского страхования, на плановый период 20</w:t>
      </w:r>
      <w:r w:rsidRPr="003B3644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4 и 2015 годов</w:t>
      </w:r>
    </w:p>
    <w:p w:rsidR="00426F85" w:rsidRPr="00293F2E" w:rsidRDefault="00426F85" w:rsidP="00B815F8">
      <w:pPr>
        <w:rPr>
          <w:sz w:val="28"/>
          <w:szCs w:val="28"/>
        </w:rPr>
      </w:pPr>
    </w:p>
    <w:tbl>
      <w:tblPr>
        <w:tblW w:w="4993" w:type="pct"/>
        <w:jc w:val="right"/>
        <w:tblInd w:w="-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2"/>
        <w:gridCol w:w="1863"/>
        <w:gridCol w:w="1863"/>
      </w:tblGrid>
      <w:tr w:rsidR="00426F85" w:rsidRPr="00596744" w:rsidTr="002E43DD">
        <w:trPr>
          <w:trHeight w:val="713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  <w:vAlign w:val="center"/>
          </w:tcPr>
          <w:p w:rsidR="00426F85" w:rsidRPr="00B34EF1" w:rsidRDefault="00426F85" w:rsidP="00717DBB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596744">
              <w:rPr>
                <w:b/>
                <w:sz w:val="28"/>
                <w:szCs w:val="28"/>
              </w:rPr>
              <w:t>Наименование</w:t>
            </w:r>
            <w:r>
              <w:rPr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sz w:val="28"/>
                <w:szCs w:val="28"/>
              </w:rPr>
              <w:t>межбюджетного трансферта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  <w:vAlign w:val="center"/>
          </w:tcPr>
          <w:p w:rsidR="00426F85" w:rsidRPr="00593D26" w:rsidRDefault="00426F85" w:rsidP="00717DBB">
            <w:pPr>
              <w:ind w:right="57"/>
              <w:jc w:val="center"/>
              <w:rPr>
                <w:b/>
                <w:sz w:val="28"/>
                <w:szCs w:val="28"/>
              </w:rPr>
            </w:pPr>
            <w:r w:rsidRPr="00596744">
              <w:rPr>
                <w:b/>
                <w:sz w:val="28"/>
                <w:szCs w:val="28"/>
              </w:rPr>
              <w:t>Сумма</w:t>
            </w:r>
            <w:r>
              <w:rPr>
                <w:b/>
                <w:sz w:val="28"/>
                <w:szCs w:val="28"/>
              </w:rPr>
              <w:t xml:space="preserve"> на 2014 год</w:t>
            </w:r>
          </w:p>
          <w:p w:rsidR="00426F85" w:rsidRPr="00596744" w:rsidRDefault="00426F85" w:rsidP="00717DBB">
            <w:pPr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596744">
              <w:rPr>
                <w:b/>
                <w:sz w:val="28"/>
                <w:szCs w:val="28"/>
              </w:rPr>
              <w:t>руб.)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  <w:vAlign w:val="center"/>
          </w:tcPr>
          <w:p w:rsidR="00426F85" w:rsidRPr="003B3644" w:rsidRDefault="00426F85" w:rsidP="00717DBB">
            <w:pPr>
              <w:ind w:right="57"/>
              <w:jc w:val="center"/>
              <w:rPr>
                <w:b/>
                <w:sz w:val="28"/>
                <w:szCs w:val="28"/>
              </w:rPr>
            </w:pPr>
            <w:r w:rsidRPr="00596744">
              <w:rPr>
                <w:b/>
                <w:sz w:val="28"/>
                <w:szCs w:val="28"/>
              </w:rPr>
              <w:t>Сумма</w:t>
            </w:r>
            <w:r>
              <w:rPr>
                <w:b/>
                <w:sz w:val="28"/>
                <w:szCs w:val="28"/>
              </w:rPr>
              <w:t xml:space="preserve"> на 2015 год</w:t>
            </w:r>
          </w:p>
          <w:p w:rsidR="00426F85" w:rsidRPr="00596744" w:rsidRDefault="00426F85" w:rsidP="00717DBB">
            <w:pPr>
              <w:ind w:right="57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</w:t>
            </w:r>
            <w:r w:rsidRPr="00596744">
              <w:rPr>
                <w:b/>
                <w:sz w:val="28"/>
                <w:szCs w:val="28"/>
              </w:rPr>
              <w:t>руб.)</w:t>
            </w:r>
          </w:p>
        </w:tc>
      </w:tr>
      <w:tr w:rsidR="00426F85" w:rsidRPr="00596744" w:rsidTr="002E43DD">
        <w:trPr>
          <w:trHeight w:val="324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Pr="001C5DED" w:rsidRDefault="00426F85" w:rsidP="00717DBB">
            <w:pPr>
              <w:ind w:left="107" w:right="69"/>
              <w:rPr>
                <w:b/>
                <w:noProof/>
                <w:sz w:val="28"/>
                <w:szCs w:val="28"/>
              </w:rPr>
            </w:pPr>
            <w:r w:rsidRPr="001C5DED">
              <w:rPr>
                <w:b/>
                <w:noProof/>
                <w:sz w:val="28"/>
                <w:szCs w:val="28"/>
              </w:rPr>
              <w:t>Межбюджетные трансферты, всего,</w:t>
            </w:r>
          </w:p>
          <w:p w:rsidR="00426F85" w:rsidRPr="001C5DED" w:rsidRDefault="00426F85" w:rsidP="00717DBB">
            <w:pPr>
              <w:ind w:left="107" w:right="69"/>
              <w:rPr>
                <w:b/>
                <w:sz w:val="28"/>
                <w:szCs w:val="28"/>
              </w:rPr>
            </w:pPr>
            <w:r w:rsidRPr="001C5DED">
              <w:rPr>
                <w:sz w:val="28"/>
                <w:szCs w:val="28"/>
              </w:rPr>
              <w:t>в том числе: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4A4B20" w:rsidRDefault="00426F85" w:rsidP="004F654D">
            <w:pPr>
              <w:ind w:right="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10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613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 w:rsidRPr="004A4B20">
              <w:rPr>
                <w:b/>
                <w:color w:val="000000"/>
                <w:sz w:val="28"/>
                <w:szCs w:val="28"/>
              </w:rPr>
              <w:t>5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26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4A4B20" w:rsidRDefault="00426F85" w:rsidP="004F654D">
            <w:pPr>
              <w:ind w:right="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12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Pr="00DF5145">
              <w:rPr>
                <w:b/>
                <w:color w:val="000000"/>
                <w:sz w:val="28"/>
                <w:szCs w:val="28"/>
                <w:lang w:val="en-US"/>
              </w:rPr>
              <w:t>317 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898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</w:tr>
      <w:tr w:rsidR="00426F85" w:rsidRPr="00596744" w:rsidTr="002E43DD">
        <w:trPr>
          <w:trHeight w:val="299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Pr="001C5DED" w:rsidRDefault="00426F85" w:rsidP="00717DBB">
            <w:pPr>
              <w:ind w:left="107" w:right="69"/>
              <w:rPr>
                <w:noProof/>
                <w:sz w:val="28"/>
                <w:szCs w:val="28"/>
              </w:rPr>
            </w:pPr>
            <w:r w:rsidRPr="001C5DED">
              <w:rPr>
                <w:b/>
                <w:noProof/>
                <w:sz w:val="28"/>
                <w:szCs w:val="28"/>
              </w:rPr>
              <w:t>за счет средств областного бюджета</w:t>
            </w:r>
            <w:r w:rsidRPr="001C5DED">
              <w:rPr>
                <w:noProof/>
                <w:sz w:val="28"/>
                <w:szCs w:val="28"/>
              </w:rPr>
              <w:t xml:space="preserve">, </w:t>
            </w:r>
          </w:p>
          <w:p w:rsidR="00426F85" w:rsidRPr="001C5DED" w:rsidRDefault="00426F85" w:rsidP="00717DBB">
            <w:pPr>
              <w:ind w:left="107" w:right="69"/>
              <w:rPr>
                <w:noProof/>
                <w:sz w:val="28"/>
                <w:szCs w:val="28"/>
              </w:rPr>
            </w:pPr>
            <w:r w:rsidRPr="001C5DED">
              <w:rPr>
                <w:noProof/>
                <w:sz w:val="28"/>
                <w:szCs w:val="28"/>
              </w:rPr>
              <w:t>в том числе: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4A4B20" w:rsidRDefault="00426F85" w:rsidP="004F654D">
            <w:pPr>
              <w:ind w:right="57"/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 </w:t>
            </w:r>
            <w:r w:rsidRPr="001C5DED">
              <w:rPr>
                <w:b/>
                <w:color w:val="000000"/>
                <w:sz w:val="28"/>
                <w:szCs w:val="28"/>
                <w:lang w:val="en-US"/>
              </w:rPr>
              <w:t>555</w:t>
            </w:r>
            <w:r w:rsidRPr="004A4B20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487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8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4A4B20" w:rsidRDefault="00426F85" w:rsidP="004F654D">
            <w:pPr>
              <w:ind w:right="57"/>
              <w:jc w:val="right"/>
              <w:rPr>
                <w:b/>
                <w:color w:val="000000"/>
                <w:sz w:val="28"/>
                <w:szCs w:val="28"/>
              </w:rPr>
            </w:pPr>
            <w:r w:rsidRPr="001C5DED">
              <w:rPr>
                <w:b/>
                <w:color w:val="000000"/>
                <w:sz w:val="28"/>
                <w:szCs w:val="28"/>
              </w:rPr>
              <w:t>1</w:t>
            </w:r>
            <w:r w:rsidRPr="001C5DED">
              <w:rPr>
                <w:b/>
                <w:color w:val="000000"/>
                <w:sz w:val="28"/>
                <w:szCs w:val="28"/>
                <w:lang w:val="en-US"/>
              </w:rPr>
              <w:t> 283</w:t>
            </w:r>
            <w:r w:rsidRPr="00DF5145">
              <w:rPr>
                <w:b/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678</w:t>
            </w:r>
            <w:r w:rsidRPr="004A4B20">
              <w:rPr>
                <w:b/>
                <w:color w:val="000000"/>
                <w:sz w:val="28"/>
                <w:szCs w:val="28"/>
              </w:rPr>
              <w:t> </w:t>
            </w:r>
            <w:r>
              <w:rPr>
                <w:b/>
                <w:color w:val="000000"/>
                <w:sz w:val="28"/>
                <w:szCs w:val="28"/>
                <w:lang w:val="en-US"/>
              </w:rPr>
              <w:t>7</w:t>
            </w:r>
            <w:r w:rsidRPr="004A4B20">
              <w:rPr>
                <w:b/>
                <w:color w:val="000000"/>
                <w:sz w:val="28"/>
                <w:szCs w:val="28"/>
              </w:rPr>
              <w:t>00</w:t>
            </w:r>
          </w:p>
        </w:tc>
      </w:tr>
      <w:tr w:rsidR="00426F85" w:rsidRPr="003F422F" w:rsidTr="002E43DD">
        <w:trPr>
          <w:trHeight w:val="637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Pr="001C5DED" w:rsidRDefault="00426F85" w:rsidP="00717DBB">
            <w:pPr>
              <w:ind w:left="107" w:right="69"/>
              <w:rPr>
                <w:sz w:val="28"/>
                <w:szCs w:val="28"/>
              </w:rPr>
            </w:pPr>
            <w:r w:rsidRPr="001C5DED">
              <w:rPr>
                <w:sz w:val="28"/>
                <w:szCs w:val="28"/>
              </w:rPr>
              <w:t>дополнительное финансовое обеспечение реализации территориальной программы обязательного медицинского страхования в части базовой программы обязательного м</w:t>
            </w:r>
            <w:r w:rsidRPr="001C5DED">
              <w:rPr>
                <w:sz w:val="28"/>
                <w:szCs w:val="28"/>
              </w:rPr>
              <w:t>е</w:t>
            </w:r>
            <w:r w:rsidRPr="001C5DED">
              <w:rPr>
                <w:sz w:val="28"/>
                <w:szCs w:val="28"/>
              </w:rPr>
              <w:t>дицинского страхования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DF5145" w:rsidRDefault="00426F85" w:rsidP="004F654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931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998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DF5145" w:rsidRDefault="00426F85" w:rsidP="004F654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381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346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426F85" w:rsidRPr="003F422F" w:rsidTr="002E43DD">
        <w:trPr>
          <w:trHeight w:val="637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Pr="001C5DED" w:rsidRDefault="00426F85" w:rsidP="00717DBB">
            <w:pPr>
              <w:ind w:left="107" w:right="69"/>
              <w:rPr>
                <w:sz w:val="28"/>
                <w:szCs w:val="28"/>
              </w:rPr>
            </w:pPr>
            <w:r w:rsidRPr="001C5DED">
              <w:rPr>
                <w:sz w:val="28"/>
                <w:szCs w:val="28"/>
              </w:rPr>
              <w:t>финансовое обеспечение дополнительных видов и условий оказания медицинской п</w:t>
            </w:r>
            <w:r w:rsidRPr="001C5DED">
              <w:rPr>
                <w:sz w:val="28"/>
                <w:szCs w:val="28"/>
              </w:rPr>
              <w:t>о</w:t>
            </w:r>
            <w:r w:rsidRPr="001C5DED">
              <w:rPr>
                <w:sz w:val="28"/>
                <w:szCs w:val="28"/>
              </w:rPr>
              <w:t>мощи, не установленных базовой програ</w:t>
            </w:r>
            <w:r w:rsidRPr="001C5DED">
              <w:rPr>
                <w:sz w:val="28"/>
                <w:szCs w:val="28"/>
              </w:rPr>
              <w:t>м</w:t>
            </w:r>
            <w:r w:rsidRPr="001C5DED">
              <w:rPr>
                <w:sz w:val="28"/>
                <w:szCs w:val="28"/>
              </w:rPr>
              <w:t>мой обязательного медицинского страхов</w:t>
            </w:r>
            <w:r w:rsidRPr="001C5DED">
              <w:rPr>
                <w:sz w:val="28"/>
                <w:szCs w:val="28"/>
              </w:rPr>
              <w:t>а</w:t>
            </w:r>
            <w:r w:rsidRPr="001C5DED">
              <w:rPr>
                <w:sz w:val="28"/>
                <w:szCs w:val="28"/>
              </w:rPr>
              <w:t>ния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DF5145" w:rsidRDefault="00426F85" w:rsidP="004F654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514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489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DF5145" w:rsidRDefault="00426F85" w:rsidP="004F654D">
            <w:pPr>
              <w:ind w:right="57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793</w:t>
            </w:r>
            <w:r w:rsidRPr="00DF5145">
              <w:rPr>
                <w:color w:val="000000"/>
                <w:sz w:val="28"/>
                <w:szCs w:val="28"/>
                <w:lang w:val="en-US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332</w:t>
            </w:r>
            <w:r w:rsidRPr="00DF514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  <w:r w:rsidRPr="00DF5145">
              <w:rPr>
                <w:color w:val="000000"/>
                <w:sz w:val="28"/>
                <w:szCs w:val="28"/>
              </w:rPr>
              <w:t>00</w:t>
            </w:r>
          </w:p>
        </w:tc>
      </w:tr>
      <w:tr w:rsidR="00426F85" w:rsidRPr="003F422F" w:rsidTr="002E43DD">
        <w:trPr>
          <w:trHeight w:val="637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Pr="001C5DED" w:rsidRDefault="00426F85" w:rsidP="00717DBB">
            <w:pPr>
              <w:ind w:left="107" w:right="69"/>
              <w:rPr>
                <w:sz w:val="28"/>
                <w:szCs w:val="28"/>
              </w:rPr>
            </w:pPr>
            <w:r w:rsidRPr="001C5DED">
              <w:rPr>
                <w:noProof/>
                <w:sz w:val="28"/>
                <w:szCs w:val="28"/>
              </w:rPr>
              <w:t>прочие безвозмездные поступления на дополнительные меры социальной поддержки медицинских работников медицинских организаций Ярославской области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3652C8" w:rsidRDefault="00426F85" w:rsidP="004F654D">
            <w:pPr>
              <w:ind w:right="57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3652C8" w:rsidRDefault="00426F85" w:rsidP="004F654D">
            <w:pPr>
              <w:ind w:right="57"/>
              <w:jc w:val="right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  <w:lang w:val="en-US"/>
              </w:rPr>
              <w:t>109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000</w:t>
            </w:r>
            <w:r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  <w:lang w:val="en-US"/>
              </w:rPr>
              <w:t>0</w:t>
            </w:r>
            <w:r>
              <w:rPr>
                <w:sz w:val="28"/>
                <w:szCs w:val="28"/>
              </w:rPr>
              <w:t>00</w:t>
            </w:r>
          </w:p>
        </w:tc>
      </w:tr>
      <w:tr w:rsidR="00426F85" w:rsidRPr="00596744" w:rsidTr="002E43DD">
        <w:trPr>
          <w:trHeight w:val="637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Default="00426F85" w:rsidP="00717DBB">
            <w:pPr>
              <w:ind w:left="107" w:right="69"/>
              <w:rPr>
                <w:noProof/>
                <w:sz w:val="28"/>
                <w:szCs w:val="28"/>
              </w:rPr>
            </w:pPr>
            <w:r w:rsidRPr="00DE5070">
              <w:rPr>
                <w:b/>
                <w:noProof/>
                <w:sz w:val="28"/>
                <w:szCs w:val="28"/>
              </w:rPr>
              <w:t>за счет средств Федерального фонда обязательного медицинского страхования</w:t>
            </w:r>
            <w:r>
              <w:rPr>
                <w:noProof/>
                <w:sz w:val="28"/>
                <w:szCs w:val="28"/>
              </w:rPr>
              <w:t>,</w:t>
            </w:r>
          </w:p>
          <w:p w:rsidR="00426F85" w:rsidRPr="00596744" w:rsidRDefault="00426F85" w:rsidP="00717DBB">
            <w:pPr>
              <w:ind w:left="107" w:right="6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t>в том числе: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BF0935" w:rsidRDefault="00426F85" w:rsidP="004F654D">
            <w:pPr>
              <w:ind w:right="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9 058 038 400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BF0935" w:rsidRDefault="00426F85" w:rsidP="004F654D">
            <w:pPr>
              <w:ind w:right="57"/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11 034 219 500</w:t>
            </w:r>
          </w:p>
        </w:tc>
      </w:tr>
      <w:tr w:rsidR="00426F85" w:rsidRPr="00596744" w:rsidTr="002E43DD">
        <w:trPr>
          <w:trHeight w:val="699"/>
          <w:jc w:val="right"/>
        </w:trPr>
        <w:tc>
          <w:tcPr>
            <w:tcW w:w="3060" w:type="pct"/>
            <w:tcMar>
              <w:left w:w="28" w:type="dxa"/>
              <w:right w:w="28" w:type="dxa"/>
            </w:tcMar>
          </w:tcPr>
          <w:p w:rsidR="00426F85" w:rsidRDefault="00426F85" w:rsidP="00717DBB">
            <w:pPr>
              <w:ind w:left="107" w:right="6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территориальной программы обязательного медицинского страхования в рамках базовой программы обязательного медицинского страхования</w:t>
            </w:r>
          </w:p>
        </w:tc>
        <w:tc>
          <w:tcPr>
            <w:tcW w:w="961" w:type="pct"/>
            <w:tcMar>
              <w:left w:w="28" w:type="dxa"/>
              <w:right w:w="28" w:type="dxa"/>
            </w:tcMar>
          </w:tcPr>
          <w:p w:rsidR="00426F85" w:rsidRPr="00F67E38" w:rsidRDefault="00426F85" w:rsidP="004F654D">
            <w:pPr>
              <w:ind w:right="57"/>
              <w:jc w:val="right"/>
              <w:rPr>
                <w:sz w:val="28"/>
                <w:szCs w:val="28"/>
              </w:rPr>
            </w:pPr>
            <w:r w:rsidRPr="00F67E38">
              <w:rPr>
                <w:sz w:val="28"/>
                <w:szCs w:val="28"/>
              </w:rPr>
              <w:t>9 058 038 400</w:t>
            </w:r>
          </w:p>
        </w:tc>
        <w:tc>
          <w:tcPr>
            <w:tcW w:w="979" w:type="pct"/>
            <w:tcMar>
              <w:left w:w="28" w:type="dxa"/>
              <w:right w:w="28" w:type="dxa"/>
            </w:tcMar>
          </w:tcPr>
          <w:p w:rsidR="00426F85" w:rsidRPr="00F67E38" w:rsidRDefault="00426F85" w:rsidP="004F654D">
            <w:pPr>
              <w:ind w:right="57"/>
              <w:jc w:val="right"/>
              <w:rPr>
                <w:sz w:val="28"/>
                <w:szCs w:val="28"/>
              </w:rPr>
            </w:pPr>
            <w:r w:rsidRPr="00F67E38">
              <w:rPr>
                <w:sz w:val="28"/>
                <w:szCs w:val="28"/>
              </w:rPr>
              <w:t>11 034 219 500</w:t>
            </w:r>
          </w:p>
        </w:tc>
      </w:tr>
    </w:tbl>
    <w:p w:rsidR="00426F85" w:rsidRPr="00E32701" w:rsidRDefault="00426F85" w:rsidP="00B815F8">
      <w:pPr>
        <w:ind w:firstLine="709"/>
        <w:jc w:val="both"/>
        <w:rPr>
          <w:sz w:val="28"/>
          <w:szCs w:val="28"/>
        </w:rPr>
      </w:pPr>
    </w:p>
    <w:p w:rsidR="00426F85" w:rsidRDefault="00426F85" w:rsidP="00654F69">
      <w:pPr>
        <w:jc w:val="center"/>
      </w:pPr>
    </w:p>
    <w:sectPr w:rsidR="00426F85" w:rsidSect="0092753E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F85" w:rsidRDefault="00426F85" w:rsidP="0092753E">
      <w:r>
        <w:separator/>
      </w:r>
    </w:p>
  </w:endnote>
  <w:endnote w:type="continuationSeparator" w:id="0">
    <w:p w:rsidR="00426F85" w:rsidRDefault="00426F85" w:rsidP="00927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F85" w:rsidRDefault="00426F85" w:rsidP="0092753E">
      <w:r>
        <w:separator/>
      </w:r>
    </w:p>
  </w:footnote>
  <w:footnote w:type="continuationSeparator" w:id="0">
    <w:p w:rsidR="00426F85" w:rsidRDefault="00426F85" w:rsidP="009275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6F85" w:rsidRDefault="00426F85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426F85" w:rsidRDefault="00426F8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3E"/>
    <w:rsid w:val="0000106F"/>
    <w:rsid w:val="00002256"/>
    <w:rsid w:val="000026BD"/>
    <w:rsid w:val="00002754"/>
    <w:rsid w:val="000027B8"/>
    <w:rsid w:val="00002DBF"/>
    <w:rsid w:val="00003254"/>
    <w:rsid w:val="00003EBB"/>
    <w:rsid w:val="00004E12"/>
    <w:rsid w:val="00005015"/>
    <w:rsid w:val="00005037"/>
    <w:rsid w:val="000054C4"/>
    <w:rsid w:val="00005ECC"/>
    <w:rsid w:val="0001017C"/>
    <w:rsid w:val="00010A5C"/>
    <w:rsid w:val="000112EC"/>
    <w:rsid w:val="00011FCD"/>
    <w:rsid w:val="00012E85"/>
    <w:rsid w:val="000131F1"/>
    <w:rsid w:val="000147DB"/>
    <w:rsid w:val="00014E40"/>
    <w:rsid w:val="00014E8D"/>
    <w:rsid w:val="000178C6"/>
    <w:rsid w:val="0001791E"/>
    <w:rsid w:val="00020513"/>
    <w:rsid w:val="00020846"/>
    <w:rsid w:val="00020863"/>
    <w:rsid w:val="00021B13"/>
    <w:rsid w:val="00022409"/>
    <w:rsid w:val="0002355B"/>
    <w:rsid w:val="000235C5"/>
    <w:rsid w:val="00023E1A"/>
    <w:rsid w:val="000245F4"/>
    <w:rsid w:val="00025E75"/>
    <w:rsid w:val="0002635F"/>
    <w:rsid w:val="0002777F"/>
    <w:rsid w:val="0003065B"/>
    <w:rsid w:val="00030676"/>
    <w:rsid w:val="000309DD"/>
    <w:rsid w:val="000313E5"/>
    <w:rsid w:val="000316C0"/>
    <w:rsid w:val="00032252"/>
    <w:rsid w:val="00034AF3"/>
    <w:rsid w:val="00035547"/>
    <w:rsid w:val="00035ABF"/>
    <w:rsid w:val="00035B27"/>
    <w:rsid w:val="000362CC"/>
    <w:rsid w:val="000362E6"/>
    <w:rsid w:val="00036E28"/>
    <w:rsid w:val="000377B4"/>
    <w:rsid w:val="000425D8"/>
    <w:rsid w:val="00043F97"/>
    <w:rsid w:val="0004589B"/>
    <w:rsid w:val="000463DC"/>
    <w:rsid w:val="00046EDF"/>
    <w:rsid w:val="00047D54"/>
    <w:rsid w:val="0005099E"/>
    <w:rsid w:val="00051D9B"/>
    <w:rsid w:val="00054267"/>
    <w:rsid w:val="00055BC2"/>
    <w:rsid w:val="00057D77"/>
    <w:rsid w:val="0006105E"/>
    <w:rsid w:val="00062A20"/>
    <w:rsid w:val="000636B3"/>
    <w:rsid w:val="00064216"/>
    <w:rsid w:val="00064623"/>
    <w:rsid w:val="00064C76"/>
    <w:rsid w:val="0006732A"/>
    <w:rsid w:val="000676DF"/>
    <w:rsid w:val="000705FA"/>
    <w:rsid w:val="00070634"/>
    <w:rsid w:val="00070D73"/>
    <w:rsid w:val="00075DA2"/>
    <w:rsid w:val="00081DE5"/>
    <w:rsid w:val="0008362B"/>
    <w:rsid w:val="00083E5F"/>
    <w:rsid w:val="00084B86"/>
    <w:rsid w:val="00085937"/>
    <w:rsid w:val="000860C0"/>
    <w:rsid w:val="00086EC9"/>
    <w:rsid w:val="00087790"/>
    <w:rsid w:val="00091188"/>
    <w:rsid w:val="000917FA"/>
    <w:rsid w:val="00092B0D"/>
    <w:rsid w:val="00092D98"/>
    <w:rsid w:val="00094513"/>
    <w:rsid w:val="00095A6A"/>
    <w:rsid w:val="00095FBF"/>
    <w:rsid w:val="0009748A"/>
    <w:rsid w:val="000A0A5E"/>
    <w:rsid w:val="000A1554"/>
    <w:rsid w:val="000A31EA"/>
    <w:rsid w:val="000A4ECF"/>
    <w:rsid w:val="000A4F67"/>
    <w:rsid w:val="000A5C76"/>
    <w:rsid w:val="000A665E"/>
    <w:rsid w:val="000A6A72"/>
    <w:rsid w:val="000B4CB3"/>
    <w:rsid w:val="000B4F49"/>
    <w:rsid w:val="000B5732"/>
    <w:rsid w:val="000B7047"/>
    <w:rsid w:val="000B74E1"/>
    <w:rsid w:val="000C0D27"/>
    <w:rsid w:val="000C2621"/>
    <w:rsid w:val="000C34EC"/>
    <w:rsid w:val="000C57EC"/>
    <w:rsid w:val="000C68A9"/>
    <w:rsid w:val="000C787A"/>
    <w:rsid w:val="000C78E7"/>
    <w:rsid w:val="000D1D41"/>
    <w:rsid w:val="000D30F3"/>
    <w:rsid w:val="000D43B8"/>
    <w:rsid w:val="000D4C1F"/>
    <w:rsid w:val="000D537B"/>
    <w:rsid w:val="000D571E"/>
    <w:rsid w:val="000D6110"/>
    <w:rsid w:val="000D7BCB"/>
    <w:rsid w:val="000E0CED"/>
    <w:rsid w:val="000E1760"/>
    <w:rsid w:val="000E3997"/>
    <w:rsid w:val="000E4689"/>
    <w:rsid w:val="000E64D0"/>
    <w:rsid w:val="000F128B"/>
    <w:rsid w:val="000F2098"/>
    <w:rsid w:val="000F27E6"/>
    <w:rsid w:val="000F2CC1"/>
    <w:rsid w:val="000F5A55"/>
    <w:rsid w:val="000F6ED2"/>
    <w:rsid w:val="001006C5"/>
    <w:rsid w:val="00100C36"/>
    <w:rsid w:val="00100D61"/>
    <w:rsid w:val="001015AE"/>
    <w:rsid w:val="00102C64"/>
    <w:rsid w:val="00102F51"/>
    <w:rsid w:val="001032E0"/>
    <w:rsid w:val="0010422B"/>
    <w:rsid w:val="00104343"/>
    <w:rsid w:val="0010436A"/>
    <w:rsid w:val="0010485B"/>
    <w:rsid w:val="00105EA2"/>
    <w:rsid w:val="00106FBE"/>
    <w:rsid w:val="001113C0"/>
    <w:rsid w:val="00111670"/>
    <w:rsid w:val="0011311D"/>
    <w:rsid w:val="001154F3"/>
    <w:rsid w:val="001159DB"/>
    <w:rsid w:val="00116922"/>
    <w:rsid w:val="001179E0"/>
    <w:rsid w:val="001223B6"/>
    <w:rsid w:val="00124C9C"/>
    <w:rsid w:val="00124EF6"/>
    <w:rsid w:val="00125334"/>
    <w:rsid w:val="001253A1"/>
    <w:rsid w:val="0012551C"/>
    <w:rsid w:val="00125CF5"/>
    <w:rsid w:val="001265E2"/>
    <w:rsid w:val="00126D1B"/>
    <w:rsid w:val="00127945"/>
    <w:rsid w:val="00130FBB"/>
    <w:rsid w:val="00132C65"/>
    <w:rsid w:val="0013304D"/>
    <w:rsid w:val="00134267"/>
    <w:rsid w:val="00135E00"/>
    <w:rsid w:val="001406AF"/>
    <w:rsid w:val="00140D62"/>
    <w:rsid w:val="00141616"/>
    <w:rsid w:val="00142A8D"/>
    <w:rsid w:val="00142E27"/>
    <w:rsid w:val="001457F1"/>
    <w:rsid w:val="001464FC"/>
    <w:rsid w:val="00150062"/>
    <w:rsid w:val="0015142D"/>
    <w:rsid w:val="001527F4"/>
    <w:rsid w:val="00154DDF"/>
    <w:rsid w:val="001569F1"/>
    <w:rsid w:val="00156EDD"/>
    <w:rsid w:val="00157BE1"/>
    <w:rsid w:val="00160FF9"/>
    <w:rsid w:val="0016117E"/>
    <w:rsid w:val="00161579"/>
    <w:rsid w:val="001618C0"/>
    <w:rsid w:val="001621E5"/>
    <w:rsid w:val="00162A23"/>
    <w:rsid w:val="00164071"/>
    <w:rsid w:val="00164DB9"/>
    <w:rsid w:val="00165306"/>
    <w:rsid w:val="00165A45"/>
    <w:rsid w:val="0016670C"/>
    <w:rsid w:val="00166D37"/>
    <w:rsid w:val="001727FA"/>
    <w:rsid w:val="00172F3E"/>
    <w:rsid w:val="001734C0"/>
    <w:rsid w:val="00173A41"/>
    <w:rsid w:val="00173BB0"/>
    <w:rsid w:val="00176560"/>
    <w:rsid w:val="00182F4D"/>
    <w:rsid w:val="00185477"/>
    <w:rsid w:val="001861FA"/>
    <w:rsid w:val="001864E4"/>
    <w:rsid w:val="0019115E"/>
    <w:rsid w:val="00191BF3"/>
    <w:rsid w:val="0019389B"/>
    <w:rsid w:val="0019438F"/>
    <w:rsid w:val="00194622"/>
    <w:rsid w:val="00194A6A"/>
    <w:rsid w:val="00194BA5"/>
    <w:rsid w:val="001962E7"/>
    <w:rsid w:val="00196561"/>
    <w:rsid w:val="00196911"/>
    <w:rsid w:val="001A03B4"/>
    <w:rsid w:val="001A2AAF"/>
    <w:rsid w:val="001A3A98"/>
    <w:rsid w:val="001A438A"/>
    <w:rsid w:val="001A557C"/>
    <w:rsid w:val="001B0FC5"/>
    <w:rsid w:val="001B20A6"/>
    <w:rsid w:val="001C0360"/>
    <w:rsid w:val="001C05A9"/>
    <w:rsid w:val="001C3C39"/>
    <w:rsid w:val="001C43D6"/>
    <w:rsid w:val="001C5DED"/>
    <w:rsid w:val="001C6376"/>
    <w:rsid w:val="001C705C"/>
    <w:rsid w:val="001D1358"/>
    <w:rsid w:val="001D2D47"/>
    <w:rsid w:val="001D402D"/>
    <w:rsid w:val="001D4654"/>
    <w:rsid w:val="001D4895"/>
    <w:rsid w:val="001D6F13"/>
    <w:rsid w:val="001E0C71"/>
    <w:rsid w:val="001E155D"/>
    <w:rsid w:val="001E21F6"/>
    <w:rsid w:val="001E4C57"/>
    <w:rsid w:val="001E5EA3"/>
    <w:rsid w:val="001E72E5"/>
    <w:rsid w:val="001E7542"/>
    <w:rsid w:val="001F0877"/>
    <w:rsid w:val="001F1A0E"/>
    <w:rsid w:val="001F1B4A"/>
    <w:rsid w:val="001F1C8E"/>
    <w:rsid w:val="001F2DE6"/>
    <w:rsid w:val="001F414E"/>
    <w:rsid w:val="001F7BF3"/>
    <w:rsid w:val="00200D5D"/>
    <w:rsid w:val="00201D31"/>
    <w:rsid w:val="00203505"/>
    <w:rsid w:val="00205E0E"/>
    <w:rsid w:val="0020611A"/>
    <w:rsid w:val="00207394"/>
    <w:rsid w:val="00210535"/>
    <w:rsid w:val="00211398"/>
    <w:rsid w:val="00211DC2"/>
    <w:rsid w:val="002128DB"/>
    <w:rsid w:val="00212B3F"/>
    <w:rsid w:val="00216168"/>
    <w:rsid w:val="00217A3A"/>
    <w:rsid w:val="00217AD8"/>
    <w:rsid w:val="00217B7A"/>
    <w:rsid w:val="002202DD"/>
    <w:rsid w:val="00220830"/>
    <w:rsid w:val="00220AEC"/>
    <w:rsid w:val="00220B83"/>
    <w:rsid w:val="002219A4"/>
    <w:rsid w:val="0022249A"/>
    <w:rsid w:val="00223A0A"/>
    <w:rsid w:val="00226F20"/>
    <w:rsid w:val="00227B5F"/>
    <w:rsid w:val="00230393"/>
    <w:rsid w:val="00230F71"/>
    <w:rsid w:val="00235A16"/>
    <w:rsid w:val="002364F6"/>
    <w:rsid w:val="00237B5D"/>
    <w:rsid w:val="002424D2"/>
    <w:rsid w:val="00242B28"/>
    <w:rsid w:val="002445A9"/>
    <w:rsid w:val="00245E5B"/>
    <w:rsid w:val="00246550"/>
    <w:rsid w:val="00247B9A"/>
    <w:rsid w:val="00250A03"/>
    <w:rsid w:val="00252AC2"/>
    <w:rsid w:val="00253A93"/>
    <w:rsid w:val="00254D48"/>
    <w:rsid w:val="00257793"/>
    <w:rsid w:val="00260094"/>
    <w:rsid w:val="002636E4"/>
    <w:rsid w:val="00266587"/>
    <w:rsid w:val="00266A17"/>
    <w:rsid w:val="0026708A"/>
    <w:rsid w:val="00267A35"/>
    <w:rsid w:val="00270290"/>
    <w:rsid w:val="00272778"/>
    <w:rsid w:val="00273797"/>
    <w:rsid w:val="00273A6B"/>
    <w:rsid w:val="00274C5C"/>
    <w:rsid w:val="0027545C"/>
    <w:rsid w:val="0027565B"/>
    <w:rsid w:val="00277168"/>
    <w:rsid w:val="00277BFB"/>
    <w:rsid w:val="00280DA4"/>
    <w:rsid w:val="002824D6"/>
    <w:rsid w:val="00282839"/>
    <w:rsid w:val="00282998"/>
    <w:rsid w:val="0028336D"/>
    <w:rsid w:val="0028350E"/>
    <w:rsid w:val="002839D8"/>
    <w:rsid w:val="00283E26"/>
    <w:rsid w:val="00283F42"/>
    <w:rsid w:val="00284124"/>
    <w:rsid w:val="00287958"/>
    <w:rsid w:val="00291634"/>
    <w:rsid w:val="00293F2E"/>
    <w:rsid w:val="002944B9"/>
    <w:rsid w:val="002948D5"/>
    <w:rsid w:val="00295180"/>
    <w:rsid w:val="00296D9B"/>
    <w:rsid w:val="002970C2"/>
    <w:rsid w:val="002A4121"/>
    <w:rsid w:val="002A5789"/>
    <w:rsid w:val="002A6481"/>
    <w:rsid w:val="002B19E1"/>
    <w:rsid w:val="002B39F1"/>
    <w:rsid w:val="002B4005"/>
    <w:rsid w:val="002B6DE7"/>
    <w:rsid w:val="002B6FF9"/>
    <w:rsid w:val="002C0868"/>
    <w:rsid w:val="002C1B71"/>
    <w:rsid w:val="002C24E1"/>
    <w:rsid w:val="002C6C2E"/>
    <w:rsid w:val="002C796F"/>
    <w:rsid w:val="002D01D7"/>
    <w:rsid w:val="002D07AB"/>
    <w:rsid w:val="002D0B0C"/>
    <w:rsid w:val="002D113A"/>
    <w:rsid w:val="002D122A"/>
    <w:rsid w:val="002D208E"/>
    <w:rsid w:val="002D5EEE"/>
    <w:rsid w:val="002E2B34"/>
    <w:rsid w:val="002E2C17"/>
    <w:rsid w:val="002E32F7"/>
    <w:rsid w:val="002E43DD"/>
    <w:rsid w:val="002E5628"/>
    <w:rsid w:val="002E613E"/>
    <w:rsid w:val="002E78B5"/>
    <w:rsid w:val="002E7A96"/>
    <w:rsid w:val="002F0143"/>
    <w:rsid w:val="002F04E2"/>
    <w:rsid w:val="002F1260"/>
    <w:rsid w:val="002F183B"/>
    <w:rsid w:val="002F2423"/>
    <w:rsid w:val="002F422C"/>
    <w:rsid w:val="002F4B9F"/>
    <w:rsid w:val="002F609E"/>
    <w:rsid w:val="002F67F6"/>
    <w:rsid w:val="002F680C"/>
    <w:rsid w:val="002F70FD"/>
    <w:rsid w:val="00300905"/>
    <w:rsid w:val="00300AF3"/>
    <w:rsid w:val="003012E3"/>
    <w:rsid w:val="00301894"/>
    <w:rsid w:val="00302131"/>
    <w:rsid w:val="00302984"/>
    <w:rsid w:val="00302EE5"/>
    <w:rsid w:val="00303898"/>
    <w:rsid w:val="003063CB"/>
    <w:rsid w:val="003076AF"/>
    <w:rsid w:val="00310053"/>
    <w:rsid w:val="0031145A"/>
    <w:rsid w:val="0031726D"/>
    <w:rsid w:val="00321D63"/>
    <w:rsid w:val="00322A7F"/>
    <w:rsid w:val="00323CB6"/>
    <w:rsid w:val="00324364"/>
    <w:rsid w:val="0032472A"/>
    <w:rsid w:val="00326714"/>
    <w:rsid w:val="00330A60"/>
    <w:rsid w:val="003319C0"/>
    <w:rsid w:val="00334DEE"/>
    <w:rsid w:val="00335A3B"/>
    <w:rsid w:val="00335F38"/>
    <w:rsid w:val="00337A13"/>
    <w:rsid w:val="0034005B"/>
    <w:rsid w:val="00342B50"/>
    <w:rsid w:val="00342C56"/>
    <w:rsid w:val="0034436B"/>
    <w:rsid w:val="00346A74"/>
    <w:rsid w:val="00346C66"/>
    <w:rsid w:val="003476A1"/>
    <w:rsid w:val="00350136"/>
    <w:rsid w:val="00350BD4"/>
    <w:rsid w:val="00351A0F"/>
    <w:rsid w:val="0035306C"/>
    <w:rsid w:val="00355B2B"/>
    <w:rsid w:val="00356987"/>
    <w:rsid w:val="003576D5"/>
    <w:rsid w:val="0036071C"/>
    <w:rsid w:val="0036344E"/>
    <w:rsid w:val="003636D3"/>
    <w:rsid w:val="00363B79"/>
    <w:rsid w:val="00364EBE"/>
    <w:rsid w:val="0036503F"/>
    <w:rsid w:val="0036515C"/>
    <w:rsid w:val="003652C8"/>
    <w:rsid w:val="0036660D"/>
    <w:rsid w:val="0036738F"/>
    <w:rsid w:val="00374111"/>
    <w:rsid w:val="003774D6"/>
    <w:rsid w:val="003804FF"/>
    <w:rsid w:val="00381DE5"/>
    <w:rsid w:val="003837C3"/>
    <w:rsid w:val="00384413"/>
    <w:rsid w:val="00384976"/>
    <w:rsid w:val="0038669A"/>
    <w:rsid w:val="00386F37"/>
    <w:rsid w:val="00390245"/>
    <w:rsid w:val="00390387"/>
    <w:rsid w:val="00390C89"/>
    <w:rsid w:val="00392FC5"/>
    <w:rsid w:val="003937D0"/>
    <w:rsid w:val="00393DEE"/>
    <w:rsid w:val="00395B31"/>
    <w:rsid w:val="00395F17"/>
    <w:rsid w:val="0039784F"/>
    <w:rsid w:val="003A0C51"/>
    <w:rsid w:val="003A3498"/>
    <w:rsid w:val="003A3B89"/>
    <w:rsid w:val="003A4B80"/>
    <w:rsid w:val="003A4D07"/>
    <w:rsid w:val="003A64A9"/>
    <w:rsid w:val="003B2FFA"/>
    <w:rsid w:val="003B31B3"/>
    <w:rsid w:val="003B3644"/>
    <w:rsid w:val="003B50B8"/>
    <w:rsid w:val="003B5587"/>
    <w:rsid w:val="003B771E"/>
    <w:rsid w:val="003C04EC"/>
    <w:rsid w:val="003C18F1"/>
    <w:rsid w:val="003C3881"/>
    <w:rsid w:val="003C4BBD"/>
    <w:rsid w:val="003C6FB3"/>
    <w:rsid w:val="003D0717"/>
    <w:rsid w:val="003D074E"/>
    <w:rsid w:val="003D0C07"/>
    <w:rsid w:val="003D125D"/>
    <w:rsid w:val="003D2186"/>
    <w:rsid w:val="003D38DC"/>
    <w:rsid w:val="003D42CB"/>
    <w:rsid w:val="003D64FD"/>
    <w:rsid w:val="003E348D"/>
    <w:rsid w:val="003E4A22"/>
    <w:rsid w:val="003E4DC9"/>
    <w:rsid w:val="003F0281"/>
    <w:rsid w:val="003F422F"/>
    <w:rsid w:val="003F4B32"/>
    <w:rsid w:val="003F51E2"/>
    <w:rsid w:val="003F5B50"/>
    <w:rsid w:val="003F7ACC"/>
    <w:rsid w:val="003F7C6B"/>
    <w:rsid w:val="00400CF2"/>
    <w:rsid w:val="004010DF"/>
    <w:rsid w:val="00401366"/>
    <w:rsid w:val="00401684"/>
    <w:rsid w:val="00403085"/>
    <w:rsid w:val="00403E85"/>
    <w:rsid w:val="004045B3"/>
    <w:rsid w:val="00407A8F"/>
    <w:rsid w:val="00407E9C"/>
    <w:rsid w:val="00414399"/>
    <w:rsid w:val="00415E0B"/>
    <w:rsid w:val="0041630C"/>
    <w:rsid w:val="00416944"/>
    <w:rsid w:val="00416D1C"/>
    <w:rsid w:val="00416EC8"/>
    <w:rsid w:val="00420A52"/>
    <w:rsid w:val="00421985"/>
    <w:rsid w:val="00421B06"/>
    <w:rsid w:val="004231B2"/>
    <w:rsid w:val="0042585D"/>
    <w:rsid w:val="00426965"/>
    <w:rsid w:val="00426F85"/>
    <w:rsid w:val="0042729D"/>
    <w:rsid w:val="0043065D"/>
    <w:rsid w:val="00430710"/>
    <w:rsid w:val="00431678"/>
    <w:rsid w:val="00431753"/>
    <w:rsid w:val="00433676"/>
    <w:rsid w:val="00435C64"/>
    <w:rsid w:val="004368BE"/>
    <w:rsid w:val="00437970"/>
    <w:rsid w:val="00440187"/>
    <w:rsid w:val="0044102A"/>
    <w:rsid w:val="00442D66"/>
    <w:rsid w:val="00446F0B"/>
    <w:rsid w:val="0045048E"/>
    <w:rsid w:val="00450E74"/>
    <w:rsid w:val="00451206"/>
    <w:rsid w:val="00451B69"/>
    <w:rsid w:val="0045443F"/>
    <w:rsid w:val="00454F97"/>
    <w:rsid w:val="0045545D"/>
    <w:rsid w:val="00456455"/>
    <w:rsid w:val="00457E53"/>
    <w:rsid w:val="004612B0"/>
    <w:rsid w:val="004622B2"/>
    <w:rsid w:val="004622D2"/>
    <w:rsid w:val="0046306D"/>
    <w:rsid w:val="0046453F"/>
    <w:rsid w:val="00465471"/>
    <w:rsid w:val="00465BC7"/>
    <w:rsid w:val="004665C8"/>
    <w:rsid w:val="00467007"/>
    <w:rsid w:val="0047050A"/>
    <w:rsid w:val="004706F1"/>
    <w:rsid w:val="0047136B"/>
    <w:rsid w:val="00471CC2"/>
    <w:rsid w:val="0047654A"/>
    <w:rsid w:val="0047720F"/>
    <w:rsid w:val="0048097A"/>
    <w:rsid w:val="00481B4A"/>
    <w:rsid w:val="004824EA"/>
    <w:rsid w:val="004830EB"/>
    <w:rsid w:val="00483801"/>
    <w:rsid w:val="00485DDD"/>
    <w:rsid w:val="00490896"/>
    <w:rsid w:val="00491E6F"/>
    <w:rsid w:val="00492315"/>
    <w:rsid w:val="004925EE"/>
    <w:rsid w:val="00492FE9"/>
    <w:rsid w:val="00493486"/>
    <w:rsid w:val="00495966"/>
    <w:rsid w:val="00495CB8"/>
    <w:rsid w:val="00495F73"/>
    <w:rsid w:val="0049620D"/>
    <w:rsid w:val="004A152A"/>
    <w:rsid w:val="004A2A78"/>
    <w:rsid w:val="004A2FEB"/>
    <w:rsid w:val="004A3569"/>
    <w:rsid w:val="004A393C"/>
    <w:rsid w:val="004A3ADE"/>
    <w:rsid w:val="004A4B20"/>
    <w:rsid w:val="004A5E3B"/>
    <w:rsid w:val="004A5E6C"/>
    <w:rsid w:val="004B1D90"/>
    <w:rsid w:val="004B5856"/>
    <w:rsid w:val="004B59E7"/>
    <w:rsid w:val="004B5C82"/>
    <w:rsid w:val="004B5FD0"/>
    <w:rsid w:val="004B66D0"/>
    <w:rsid w:val="004B79DB"/>
    <w:rsid w:val="004C2C8A"/>
    <w:rsid w:val="004C35B4"/>
    <w:rsid w:val="004C3BD2"/>
    <w:rsid w:val="004C4515"/>
    <w:rsid w:val="004C782D"/>
    <w:rsid w:val="004D0531"/>
    <w:rsid w:val="004D18BF"/>
    <w:rsid w:val="004D2D9A"/>
    <w:rsid w:val="004D65E8"/>
    <w:rsid w:val="004D6BC5"/>
    <w:rsid w:val="004E063E"/>
    <w:rsid w:val="004E06C4"/>
    <w:rsid w:val="004E072C"/>
    <w:rsid w:val="004E0C9E"/>
    <w:rsid w:val="004E215E"/>
    <w:rsid w:val="004E2D2B"/>
    <w:rsid w:val="004E30A8"/>
    <w:rsid w:val="004E336A"/>
    <w:rsid w:val="004E4B74"/>
    <w:rsid w:val="004E5327"/>
    <w:rsid w:val="004E6C5F"/>
    <w:rsid w:val="004F0216"/>
    <w:rsid w:val="004F19D9"/>
    <w:rsid w:val="004F37AA"/>
    <w:rsid w:val="004F40AB"/>
    <w:rsid w:val="004F413A"/>
    <w:rsid w:val="004F4A1F"/>
    <w:rsid w:val="004F654D"/>
    <w:rsid w:val="004F6ABA"/>
    <w:rsid w:val="00500D2E"/>
    <w:rsid w:val="00501478"/>
    <w:rsid w:val="00502412"/>
    <w:rsid w:val="005041C7"/>
    <w:rsid w:val="0050614A"/>
    <w:rsid w:val="00506514"/>
    <w:rsid w:val="00506C0E"/>
    <w:rsid w:val="005108E4"/>
    <w:rsid w:val="00510905"/>
    <w:rsid w:val="005128D1"/>
    <w:rsid w:val="005132EA"/>
    <w:rsid w:val="00513605"/>
    <w:rsid w:val="00514A5D"/>
    <w:rsid w:val="00514DCA"/>
    <w:rsid w:val="00515211"/>
    <w:rsid w:val="00515E1D"/>
    <w:rsid w:val="00516667"/>
    <w:rsid w:val="00520281"/>
    <w:rsid w:val="00521473"/>
    <w:rsid w:val="00522416"/>
    <w:rsid w:val="0052523A"/>
    <w:rsid w:val="00525E6A"/>
    <w:rsid w:val="005264A8"/>
    <w:rsid w:val="0052662E"/>
    <w:rsid w:val="00527671"/>
    <w:rsid w:val="00531764"/>
    <w:rsid w:val="00531B8B"/>
    <w:rsid w:val="00531E20"/>
    <w:rsid w:val="0053403F"/>
    <w:rsid w:val="0053495B"/>
    <w:rsid w:val="005352DF"/>
    <w:rsid w:val="005362BD"/>
    <w:rsid w:val="00536808"/>
    <w:rsid w:val="00536C2E"/>
    <w:rsid w:val="00540E33"/>
    <w:rsid w:val="00541755"/>
    <w:rsid w:val="005435A6"/>
    <w:rsid w:val="00543727"/>
    <w:rsid w:val="00543997"/>
    <w:rsid w:val="0054402A"/>
    <w:rsid w:val="005440E9"/>
    <w:rsid w:val="0054437F"/>
    <w:rsid w:val="00544FCD"/>
    <w:rsid w:val="0054576E"/>
    <w:rsid w:val="00550AA4"/>
    <w:rsid w:val="00551432"/>
    <w:rsid w:val="00552516"/>
    <w:rsid w:val="00552577"/>
    <w:rsid w:val="00553A28"/>
    <w:rsid w:val="00554299"/>
    <w:rsid w:val="00554858"/>
    <w:rsid w:val="00556579"/>
    <w:rsid w:val="00556E0C"/>
    <w:rsid w:val="00556F3A"/>
    <w:rsid w:val="00561B7B"/>
    <w:rsid w:val="00561D03"/>
    <w:rsid w:val="005632C2"/>
    <w:rsid w:val="00563397"/>
    <w:rsid w:val="00566550"/>
    <w:rsid w:val="005701A3"/>
    <w:rsid w:val="0057177E"/>
    <w:rsid w:val="005733E6"/>
    <w:rsid w:val="00573A92"/>
    <w:rsid w:val="00575BEC"/>
    <w:rsid w:val="0057660F"/>
    <w:rsid w:val="00576C0C"/>
    <w:rsid w:val="005802C9"/>
    <w:rsid w:val="00582069"/>
    <w:rsid w:val="005846EB"/>
    <w:rsid w:val="00584AB5"/>
    <w:rsid w:val="00586AF1"/>
    <w:rsid w:val="00587BFA"/>
    <w:rsid w:val="00587F5B"/>
    <w:rsid w:val="005901EA"/>
    <w:rsid w:val="00590BB2"/>
    <w:rsid w:val="00591041"/>
    <w:rsid w:val="00591071"/>
    <w:rsid w:val="005924E0"/>
    <w:rsid w:val="00592F9A"/>
    <w:rsid w:val="00593D26"/>
    <w:rsid w:val="00595D3D"/>
    <w:rsid w:val="00596744"/>
    <w:rsid w:val="00597FCA"/>
    <w:rsid w:val="005A1CE4"/>
    <w:rsid w:val="005A1EDD"/>
    <w:rsid w:val="005A3898"/>
    <w:rsid w:val="005A3CC6"/>
    <w:rsid w:val="005A50B4"/>
    <w:rsid w:val="005A5A06"/>
    <w:rsid w:val="005A5EA0"/>
    <w:rsid w:val="005A6213"/>
    <w:rsid w:val="005A6409"/>
    <w:rsid w:val="005A79BF"/>
    <w:rsid w:val="005A7A69"/>
    <w:rsid w:val="005A7E22"/>
    <w:rsid w:val="005B3202"/>
    <w:rsid w:val="005B475B"/>
    <w:rsid w:val="005B6F7C"/>
    <w:rsid w:val="005C081A"/>
    <w:rsid w:val="005C0839"/>
    <w:rsid w:val="005C19F3"/>
    <w:rsid w:val="005C2315"/>
    <w:rsid w:val="005C3402"/>
    <w:rsid w:val="005C579C"/>
    <w:rsid w:val="005C5D98"/>
    <w:rsid w:val="005C6AE2"/>
    <w:rsid w:val="005D1D5B"/>
    <w:rsid w:val="005D301F"/>
    <w:rsid w:val="005D5589"/>
    <w:rsid w:val="005D6B52"/>
    <w:rsid w:val="005D6C31"/>
    <w:rsid w:val="005E32F2"/>
    <w:rsid w:val="005E36A0"/>
    <w:rsid w:val="005E4DB2"/>
    <w:rsid w:val="005F0166"/>
    <w:rsid w:val="005F093E"/>
    <w:rsid w:val="005F1A70"/>
    <w:rsid w:val="005F27EB"/>
    <w:rsid w:val="005F49B6"/>
    <w:rsid w:val="005F4BD2"/>
    <w:rsid w:val="005F4C35"/>
    <w:rsid w:val="005F55E0"/>
    <w:rsid w:val="005F568B"/>
    <w:rsid w:val="005F5BF4"/>
    <w:rsid w:val="006014CE"/>
    <w:rsid w:val="00602393"/>
    <w:rsid w:val="0060373D"/>
    <w:rsid w:val="006047B1"/>
    <w:rsid w:val="00606BD3"/>
    <w:rsid w:val="00607386"/>
    <w:rsid w:val="00607854"/>
    <w:rsid w:val="006079FB"/>
    <w:rsid w:val="00613216"/>
    <w:rsid w:val="00613D64"/>
    <w:rsid w:val="0061610D"/>
    <w:rsid w:val="00616488"/>
    <w:rsid w:val="006170AE"/>
    <w:rsid w:val="00617AFA"/>
    <w:rsid w:val="0062091E"/>
    <w:rsid w:val="00620967"/>
    <w:rsid w:val="00620BC8"/>
    <w:rsid w:val="00621B8C"/>
    <w:rsid w:val="00621BCF"/>
    <w:rsid w:val="00622E29"/>
    <w:rsid w:val="006239A9"/>
    <w:rsid w:val="00623CBE"/>
    <w:rsid w:val="00623E49"/>
    <w:rsid w:val="00626B57"/>
    <w:rsid w:val="00626D78"/>
    <w:rsid w:val="0062787D"/>
    <w:rsid w:val="00627FC6"/>
    <w:rsid w:val="006313C0"/>
    <w:rsid w:val="00635250"/>
    <w:rsid w:val="00636B30"/>
    <w:rsid w:val="006370DA"/>
    <w:rsid w:val="006372A6"/>
    <w:rsid w:val="00637343"/>
    <w:rsid w:val="0064038F"/>
    <w:rsid w:val="006406A1"/>
    <w:rsid w:val="00642C3C"/>
    <w:rsid w:val="00642C7D"/>
    <w:rsid w:val="0064465A"/>
    <w:rsid w:val="00644F09"/>
    <w:rsid w:val="00647880"/>
    <w:rsid w:val="006511F1"/>
    <w:rsid w:val="00654235"/>
    <w:rsid w:val="00654F69"/>
    <w:rsid w:val="006559B7"/>
    <w:rsid w:val="006560D9"/>
    <w:rsid w:val="00661386"/>
    <w:rsid w:val="00661E99"/>
    <w:rsid w:val="006627B4"/>
    <w:rsid w:val="00662843"/>
    <w:rsid w:val="00662FAD"/>
    <w:rsid w:val="00663897"/>
    <w:rsid w:val="00663ADA"/>
    <w:rsid w:val="00666AF9"/>
    <w:rsid w:val="006705AB"/>
    <w:rsid w:val="00671580"/>
    <w:rsid w:val="00672516"/>
    <w:rsid w:val="006738BE"/>
    <w:rsid w:val="006758E5"/>
    <w:rsid w:val="006802A5"/>
    <w:rsid w:val="006838E0"/>
    <w:rsid w:val="00683B0A"/>
    <w:rsid w:val="00684F28"/>
    <w:rsid w:val="0068607F"/>
    <w:rsid w:val="006868AC"/>
    <w:rsid w:val="00687348"/>
    <w:rsid w:val="0069148A"/>
    <w:rsid w:val="006921E3"/>
    <w:rsid w:val="006936B7"/>
    <w:rsid w:val="00693962"/>
    <w:rsid w:val="006963A5"/>
    <w:rsid w:val="006A14EB"/>
    <w:rsid w:val="006A2C42"/>
    <w:rsid w:val="006B024B"/>
    <w:rsid w:val="006B130E"/>
    <w:rsid w:val="006B5174"/>
    <w:rsid w:val="006B5604"/>
    <w:rsid w:val="006B5F4A"/>
    <w:rsid w:val="006B739D"/>
    <w:rsid w:val="006B7566"/>
    <w:rsid w:val="006C009D"/>
    <w:rsid w:val="006C1831"/>
    <w:rsid w:val="006C23AA"/>
    <w:rsid w:val="006C2B9D"/>
    <w:rsid w:val="006C310F"/>
    <w:rsid w:val="006C39F7"/>
    <w:rsid w:val="006C5D19"/>
    <w:rsid w:val="006C60C8"/>
    <w:rsid w:val="006C61F6"/>
    <w:rsid w:val="006D0185"/>
    <w:rsid w:val="006D057A"/>
    <w:rsid w:val="006D104E"/>
    <w:rsid w:val="006D21D2"/>
    <w:rsid w:val="006D24CE"/>
    <w:rsid w:val="006D2EF1"/>
    <w:rsid w:val="006D5A98"/>
    <w:rsid w:val="006D65FF"/>
    <w:rsid w:val="006D7566"/>
    <w:rsid w:val="006E14E1"/>
    <w:rsid w:val="006E18B6"/>
    <w:rsid w:val="006E1A80"/>
    <w:rsid w:val="006E2B7A"/>
    <w:rsid w:val="006E2D5A"/>
    <w:rsid w:val="006E46C1"/>
    <w:rsid w:val="006E5698"/>
    <w:rsid w:val="006E5FCE"/>
    <w:rsid w:val="006E6B40"/>
    <w:rsid w:val="006E70E0"/>
    <w:rsid w:val="006E78C9"/>
    <w:rsid w:val="006F3128"/>
    <w:rsid w:val="006F3EE1"/>
    <w:rsid w:val="006F4EFF"/>
    <w:rsid w:val="006F6C28"/>
    <w:rsid w:val="00700B5B"/>
    <w:rsid w:val="00703EFE"/>
    <w:rsid w:val="00703F2C"/>
    <w:rsid w:val="007049F4"/>
    <w:rsid w:val="00705EC9"/>
    <w:rsid w:val="00706562"/>
    <w:rsid w:val="00706DE5"/>
    <w:rsid w:val="00707049"/>
    <w:rsid w:val="0071140A"/>
    <w:rsid w:val="007126FE"/>
    <w:rsid w:val="0071486A"/>
    <w:rsid w:val="00715D65"/>
    <w:rsid w:val="007165F3"/>
    <w:rsid w:val="00717DBB"/>
    <w:rsid w:val="0072144E"/>
    <w:rsid w:val="00722AEB"/>
    <w:rsid w:val="00723FCB"/>
    <w:rsid w:val="00726992"/>
    <w:rsid w:val="007279D9"/>
    <w:rsid w:val="0073331B"/>
    <w:rsid w:val="00733C64"/>
    <w:rsid w:val="007340AA"/>
    <w:rsid w:val="00735AE5"/>
    <w:rsid w:val="00736443"/>
    <w:rsid w:val="007402CC"/>
    <w:rsid w:val="007408DA"/>
    <w:rsid w:val="00740CE3"/>
    <w:rsid w:val="00743398"/>
    <w:rsid w:val="00747071"/>
    <w:rsid w:val="00750B27"/>
    <w:rsid w:val="0075141B"/>
    <w:rsid w:val="00751453"/>
    <w:rsid w:val="00751BC4"/>
    <w:rsid w:val="00753C6B"/>
    <w:rsid w:val="007543F9"/>
    <w:rsid w:val="00755AFC"/>
    <w:rsid w:val="007577B9"/>
    <w:rsid w:val="0076052F"/>
    <w:rsid w:val="00761652"/>
    <w:rsid w:val="00767E18"/>
    <w:rsid w:val="00767FF5"/>
    <w:rsid w:val="0077063A"/>
    <w:rsid w:val="00770760"/>
    <w:rsid w:val="007764E2"/>
    <w:rsid w:val="00776F08"/>
    <w:rsid w:val="007774C7"/>
    <w:rsid w:val="00781563"/>
    <w:rsid w:val="00781D89"/>
    <w:rsid w:val="0078395C"/>
    <w:rsid w:val="007850C7"/>
    <w:rsid w:val="00785CF2"/>
    <w:rsid w:val="007871C9"/>
    <w:rsid w:val="0079149A"/>
    <w:rsid w:val="00791BEE"/>
    <w:rsid w:val="0079269F"/>
    <w:rsid w:val="00793D3E"/>
    <w:rsid w:val="00794670"/>
    <w:rsid w:val="007957FA"/>
    <w:rsid w:val="00795BFB"/>
    <w:rsid w:val="007963EE"/>
    <w:rsid w:val="007A021F"/>
    <w:rsid w:val="007A1092"/>
    <w:rsid w:val="007A205A"/>
    <w:rsid w:val="007A27A4"/>
    <w:rsid w:val="007A2D65"/>
    <w:rsid w:val="007B0A61"/>
    <w:rsid w:val="007B1BAE"/>
    <w:rsid w:val="007B3921"/>
    <w:rsid w:val="007B3E39"/>
    <w:rsid w:val="007B65E6"/>
    <w:rsid w:val="007B72F8"/>
    <w:rsid w:val="007C07E8"/>
    <w:rsid w:val="007C14CF"/>
    <w:rsid w:val="007C160C"/>
    <w:rsid w:val="007C1DD8"/>
    <w:rsid w:val="007C208B"/>
    <w:rsid w:val="007C2D09"/>
    <w:rsid w:val="007C422F"/>
    <w:rsid w:val="007C46DA"/>
    <w:rsid w:val="007C4771"/>
    <w:rsid w:val="007D0230"/>
    <w:rsid w:val="007D1164"/>
    <w:rsid w:val="007D283A"/>
    <w:rsid w:val="007D3186"/>
    <w:rsid w:val="007D4B3E"/>
    <w:rsid w:val="007D65FD"/>
    <w:rsid w:val="007D6E93"/>
    <w:rsid w:val="007E3DD5"/>
    <w:rsid w:val="007E55E9"/>
    <w:rsid w:val="007E679E"/>
    <w:rsid w:val="007E6C4D"/>
    <w:rsid w:val="007F223C"/>
    <w:rsid w:val="007F2CC6"/>
    <w:rsid w:val="007F40E2"/>
    <w:rsid w:val="007F62E0"/>
    <w:rsid w:val="007F7863"/>
    <w:rsid w:val="0080014D"/>
    <w:rsid w:val="00800C56"/>
    <w:rsid w:val="00801B20"/>
    <w:rsid w:val="00801F32"/>
    <w:rsid w:val="008027BB"/>
    <w:rsid w:val="00802D85"/>
    <w:rsid w:val="00803320"/>
    <w:rsid w:val="008044EE"/>
    <w:rsid w:val="008047C2"/>
    <w:rsid w:val="008062C8"/>
    <w:rsid w:val="008070E2"/>
    <w:rsid w:val="008075AF"/>
    <w:rsid w:val="008104EF"/>
    <w:rsid w:val="0081079E"/>
    <w:rsid w:val="00810CB7"/>
    <w:rsid w:val="008114CB"/>
    <w:rsid w:val="008133D9"/>
    <w:rsid w:val="008142E5"/>
    <w:rsid w:val="00816918"/>
    <w:rsid w:val="00820546"/>
    <w:rsid w:val="00820582"/>
    <w:rsid w:val="00820818"/>
    <w:rsid w:val="00820A0F"/>
    <w:rsid w:val="0082139C"/>
    <w:rsid w:val="00822745"/>
    <w:rsid w:val="00823226"/>
    <w:rsid w:val="00824592"/>
    <w:rsid w:val="00826AE8"/>
    <w:rsid w:val="008272A2"/>
    <w:rsid w:val="008305AB"/>
    <w:rsid w:val="00830BB5"/>
    <w:rsid w:val="00832435"/>
    <w:rsid w:val="0084002C"/>
    <w:rsid w:val="008414B0"/>
    <w:rsid w:val="008431D1"/>
    <w:rsid w:val="0084386A"/>
    <w:rsid w:val="00843C09"/>
    <w:rsid w:val="0084477D"/>
    <w:rsid w:val="008448E4"/>
    <w:rsid w:val="00844AC5"/>
    <w:rsid w:val="00847F78"/>
    <w:rsid w:val="00850107"/>
    <w:rsid w:val="00852A7D"/>
    <w:rsid w:val="00853025"/>
    <w:rsid w:val="008543DA"/>
    <w:rsid w:val="00855BCD"/>
    <w:rsid w:val="008573FC"/>
    <w:rsid w:val="00857D0A"/>
    <w:rsid w:val="0086119D"/>
    <w:rsid w:val="00862612"/>
    <w:rsid w:val="00862FEE"/>
    <w:rsid w:val="008632BC"/>
    <w:rsid w:val="008640B5"/>
    <w:rsid w:val="00864486"/>
    <w:rsid w:val="00866328"/>
    <w:rsid w:val="00867F4C"/>
    <w:rsid w:val="00871FC6"/>
    <w:rsid w:val="00872700"/>
    <w:rsid w:val="00872DC1"/>
    <w:rsid w:val="0087357C"/>
    <w:rsid w:val="00874D1B"/>
    <w:rsid w:val="00877832"/>
    <w:rsid w:val="008808BD"/>
    <w:rsid w:val="00880CCB"/>
    <w:rsid w:val="0088491E"/>
    <w:rsid w:val="00884A3B"/>
    <w:rsid w:val="00884EBB"/>
    <w:rsid w:val="00885D84"/>
    <w:rsid w:val="00885DDA"/>
    <w:rsid w:val="00887D22"/>
    <w:rsid w:val="00890EC0"/>
    <w:rsid w:val="008911D7"/>
    <w:rsid w:val="00891553"/>
    <w:rsid w:val="00891779"/>
    <w:rsid w:val="0089454D"/>
    <w:rsid w:val="008951C4"/>
    <w:rsid w:val="008955F1"/>
    <w:rsid w:val="00895C5C"/>
    <w:rsid w:val="00897C69"/>
    <w:rsid w:val="008A2233"/>
    <w:rsid w:val="008A4C93"/>
    <w:rsid w:val="008B25E1"/>
    <w:rsid w:val="008B36FB"/>
    <w:rsid w:val="008B4434"/>
    <w:rsid w:val="008B4B18"/>
    <w:rsid w:val="008B521C"/>
    <w:rsid w:val="008B7D89"/>
    <w:rsid w:val="008B7FC7"/>
    <w:rsid w:val="008C1200"/>
    <w:rsid w:val="008C475A"/>
    <w:rsid w:val="008C4EA1"/>
    <w:rsid w:val="008C7DF9"/>
    <w:rsid w:val="008D04DE"/>
    <w:rsid w:val="008D0DD0"/>
    <w:rsid w:val="008D0FC9"/>
    <w:rsid w:val="008D1D91"/>
    <w:rsid w:val="008D2325"/>
    <w:rsid w:val="008D3880"/>
    <w:rsid w:val="008D423B"/>
    <w:rsid w:val="008D4824"/>
    <w:rsid w:val="008D5700"/>
    <w:rsid w:val="008D7078"/>
    <w:rsid w:val="008E20A0"/>
    <w:rsid w:val="008E220E"/>
    <w:rsid w:val="008E2FAC"/>
    <w:rsid w:val="008E7977"/>
    <w:rsid w:val="008F241C"/>
    <w:rsid w:val="008F4DC7"/>
    <w:rsid w:val="008F5C28"/>
    <w:rsid w:val="008F6465"/>
    <w:rsid w:val="008F7035"/>
    <w:rsid w:val="008F72D5"/>
    <w:rsid w:val="008F75B2"/>
    <w:rsid w:val="00900212"/>
    <w:rsid w:val="00901C08"/>
    <w:rsid w:val="00901CBF"/>
    <w:rsid w:val="00902566"/>
    <w:rsid w:val="009026C7"/>
    <w:rsid w:val="009040CB"/>
    <w:rsid w:val="00905DD2"/>
    <w:rsid w:val="009069A5"/>
    <w:rsid w:val="00906D86"/>
    <w:rsid w:val="00906DD1"/>
    <w:rsid w:val="00907C7A"/>
    <w:rsid w:val="009113CA"/>
    <w:rsid w:val="0091168E"/>
    <w:rsid w:val="00911795"/>
    <w:rsid w:val="00912337"/>
    <w:rsid w:val="009123C0"/>
    <w:rsid w:val="00912FB9"/>
    <w:rsid w:val="00913CF4"/>
    <w:rsid w:val="00916939"/>
    <w:rsid w:val="0091716B"/>
    <w:rsid w:val="0091733F"/>
    <w:rsid w:val="00923470"/>
    <w:rsid w:val="009243EC"/>
    <w:rsid w:val="00924555"/>
    <w:rsid w:val="009245C7"/>
    <w:rsid w:val="00924898"/>
    <w:rsid w:val="00924E22"/>
    <w:rsid w:val="00925E4E"/>
    <w:rsid w:val="0092641A"/>
    <w:rsid w:val="00927284"/>
    <w:rsid w:val="0092753E"/>
    <w:rsid w:val="00927DB7"/>
    <w:rsid w:val="00930125"/>
    <w:rsid w:val="00930185"/>
    <w:rsid w:val="00931626"/>
    <w:rsid w:val="00931ACB"/>
    <w:rsid w:val="0093203B"/>
    <w:rsid w:val="0093241B"/>
    <w:rsid w:val="00932B06"/>
    <w:rsid w:val="00932E34"/>
    <w:rsid w:val="00933A9F"/>
    <w:rsid w:val="00933B03"/>
    <w:rsid w:val="009341C8"/>
    <w:rsid w:val="009353AD"/>
    <w:rsid w:val="00937D82"/>
    <w:rsid w:val="009401EC"/>
    <w:rsid w:val="009409D2"/>
    <w:rsid w:val="00941018"/>
    <w:rsid w:val="00941E05"/>
    <w:rsid w:val="009429CD"/>
    <w:rsid w:val="009433CD"/>
    <w:rsid w:val="00943D22"/>
    <w:rsid w:val="00943D5F"/>
    <w:rsid w:val="009448D8"/>
    <w:rsid w:val="009448F1"/>
    <w:rsid w:val="00945B9E"/>
    <w:rsid w:val="009468C6"/>
    <w:rsid w:val="00946B6C"/>
    <w:rsid w:val="00947611"/>
    <w:rsid w:val="0095170E"/>
    <w:rsid w:val="00952C15"/>
    <w:rsid w:val="00953343"/>
    <w:rsid w:val="00953823"/>
    <w:rsid w:val="00954637"/>
    <w:rsid w:val="009559CB"/>
    <w:rsid w:val="00955EAE"/>
    <w:rsid w:val="0096080F"/>
    <w:rsid w:val="00960A2A"/>
    <w:rsid w:val="00960CA5"/>
    <w:rsid w:val="00964C63"/>
    <w:rsid w:val="00964F9A"/>
    <w:rsid w:val="009668C0"/>
    <w:rsid w:val="00967185"/>
    <w:rsid w:val="00967ACA"/>
    <w:rsid w:val="00967BF9"/>
    <w:rsid w:val="00967D68"/>
    <w:rsid w:val="00970C75"/>
    <w:rsid w:val="00971E07"/>
    <w:rsid w:val="00972267"/>
    <w:rsid w:val="009728CD"/>
    <w:rsid w:val="0097294B"/>
    <w:rsid w:val="00973237"/>
    <w:rsid w:val="00976210"/>
    <w:rsid w:val="00977089"/>
    <w:rsid w:val="009777FD"/>
    <w:rsid w:val="00977A6B"/>
    <w:rsid w:val="00980A4F"/>
    <w:rsid w:val="00982167"/>
    <w:rsid w:val="0098244D"/>
    <w:rsid w:val="00982B37"/>
    <w:rsid w:val="00985BAC"/>
    <w:rsid w:val="00986718"/>
    <w:rsid w:val="00990FE3"/>
    <w:rsid w:val="00991D56"/>
    <w:rsid w:val="00993AAE"/>
    <w:rsid w:val="00994FEA"/>
    <w:rsid w:val="009958DA"/>
    <w:rsid w:val="00996687"/>
    <w:rsid w:val="009967EC"/>
    <w:rsid w:val="00997994"/>
    <w:rsid w:val="009A1426"/>
    <w:rsid w:val="009A2C6A"/>
    <w:rsid w:val="009A566F"/>
    <w:rsid w:val="009A6C92"/>
    <w:rsid w:val="009A7E49"/>
    <w:rsid w:val="009B130D"/>
    <w:rsid w:val="009B189A"/>
    <w:rsid w:val="009B3087"/>
    <w:rsid w:val="009B3893"/>
    <w:rsid w:val="009B3E1D"/>
    <w:rsid w:val="009B4A3C"/>
    <w:rsid w:val="009B622D"/>
    <w:rsid w:val="009B72EA"/>
    <w:rsid w:val="009C0C79"/>
    <w:rsid w:val="009C0E83"/>
    <w:rsid w:val="009C10E9"/>
    <w:rsid w:val="009C12BA"/>
    <w:rsid w:val="009C135E"/>
    <w:rsid w:val="009C1954"/>
    <w:rsid w:val="009C426F"/>
    <w:rsid w:val="009C4CFC"/>
    <w:rsid w:val="009C5800"/>
    <w:rsid w:val="009C6B6F"/>
    <w:rsid w:val="009C7F4B"/>
    <w:rsid w:val="009D18EA"/>
    <w:rsid w:val="009D1CCB"/>
    <w:rsid w:val="009D308F"/>
    <w:rsid w:val="009D38ED"/>
    <w:rsid w:val="009D3F36"/>
    <w:rsid w:val="009D7199"/>
    <w:rsid w:val="009D78A6"/>
    <w:rsid w:val="009E35B3"/>
    <w:rsid w:val="009E5131"/>
    <w:rsid w:val="009F216C"/>
    <w:rsid w:val="009F389E"/>
    <w:rsid w:val="009F455E"/>
    <w:rsid w:val="009F5057"/>
    <w:rsid w:val="009F7ADA"/>
    <w:rsid w:val="00A00F11"/>
    <w:rsid w:val="00A02240"/>
    <w:rsid w:val="00A0642C"/>
    <w:rsid w:val="00A06B76"/>
    <w:rsid w:val="00A06C05"/>
    <w:rsid w:val="00A07CD8"/>
    <w:rsid w:val="00A10DC4"/>
    <w:rsid w:val="00A1174C"/>
    <w:rsid w:val="00A126B8"/>
    <w:rsid w:val="00A139FF"/>
    <w:rsid w:val="00A14E03"/>
    <w:rsid w:val="00A15CB7"/>
    <w:rsid w:val="00A16717"/>
    <w:rsid w:val="00A16782"/>
    <w:rsid w:val="00A24848"/>
    <w:rsid w:val="00A25363"/>
    <w:rsid w:val="00A275A1"/>
    <w:rsid w:val="00A31D51"/>
    <w:rsid w:val="00A323DD"/>
    <w:rsid w:val="00A32843"/>
    <w:rsid w:val="00A32F03"/>
    <w:rsid w:val="00A33424"/>
    <w:rsid w:val="00A34B38"/>
    <w:rsid w:val="00A36D0D"/>
    <w:rsid w:val="00A400F6"/>
    <w:rsid w:val="00A413F9"/>
    <w:rsid w:val="00A42911"/>
    <w:rsid w:val="00A46338"/>
    <w:rsid w:val="00A469BC"/>
    <w:rsid w:val="00A47F5E"/>
    <w:rsid w:val="00A500D3"/>
    <w:rsid w:val="00A52DDB"/>
    <w:rsid w:val="00A540D3"/>
    <w:rsid w:val="00A56CB0"/>
    <w:rsid w:val="00A57CD6"/>
    <w:rsid w:val="00A6062A"/>
    <w:rsid w:val="00A60CF3"/>
    <w:rsid w:val="00A60D3D"/>
    <w:rsid w:val="00A60EFB"/>
    <w:rsid w:val="00A6106B"/>
    <w:rsid w:val="00A6266B"/>
    <w:rsid w:val="00A62A22"/>
    <w:rsid w:val="00A63640"/>
    <w:rsid w:val="00A64216"/>
    <w:rsid w:val="00A64B0D"/>
    <w:rsid w:val="00A64D9B"/>
    <w:rsid w:val="00A67746"/>
    <w:rsid w:val="00A736C6"/>
    <w:rsid w:val="00A73BDD"/>
    <w:rsid w:val="00A73D8C"/>
    <w:rsid w:val="00A75D35"/>
    <w:rsid w:val="00A75DF8"/>
    <w:rsid w:val="00A760CF"/>
    <w:rsid w:val="00A760F9"/>
    <w:rsid w:val="00A80AB2"/>
    <w:rsid w:val="00A8398C"/>
    <w:rsid w:val="00A83AF3"/>
    <w:rsid w:val="00A859E7"/>
    <w:rsid w:val="00A85C9A"/>
    <w:rsid w:val="00A87045"/>
    <w:rsid w:val="00A87607"/>
    <w:rsid w:val="00A90226"/>
    <w:rsid w:val="00A9111E"/>
    <w:rsid w:val="00A91EF7"/>
    <w:rsid w:val="00A94719"/>
    <w:rsid w:val="00A95EEC"/>
    <w:rsid w:val="00A961C9"/>
    <w:rsid w:val="00A96FDD"/>
    <w:rsid w:val="00A97E25"/>
    <w:rsid w:val="00AA2CCD"/>
    <w:rsid w:val="00AA3881"/>
    <w:rsid w:val="00AA447D"/>
    <w:rsid w:val="00AA6D8E"/>
    <w:rsid w:val="00AB0E6E"/>
    <w:rsid w:val="00AB2084"/>
    <w:rsid w:val="00AB31DE"/>
    <w:rsid w:val="00AB36E1"/>
    <w:rsid w:val="00AB584F"/>
    <w:rsid w:val="00AB612B"/>
    <w:rsid w:val="00AB71DE"/>
    <w:rsid w:val="00AC0224"/>
    <w:rsid w:val="00AC070E"/>
    <w:rsid w:val="00AC1193"/>
    <w:rsid w:val="00AC1365"/>
    <w:rsid w:val="00AC138B"/>
    <w:rsid w:val="00AC2419"/>
    <w:rsid w:val="00AC482D"/>
    <w:rsid w:val="00AC6B9D"/>
    <w:rsid w:val="00AD0C19"/>
    <w:rsid w:val="00AD1B33"/>
    <w:rsid w:val="00AD26D4"/>
    <w:rsid w:val="00AD3A45"/>
    <w:rsid w:val="00AD52DF"/>
    <w:rsid w:val="00AD7559"/>
    <w:rsid w:val="00AD7ACE"/>
    <w:rsid w:val="00AE097D"/>
    <w:rsid w:val="00AE0DE2"/>
    <w:rsid w:val="00AE1E36"/>
    <w:rsid w:val="00AE234A"/>
    <w:rsid w:val="00AE28B3"/>
    <w:rsid w:val="00AE28E6"/>
    <w:rsid w:val="00AE43BC"/>
    <w:rsid w:val="00AE4E4F"/>
    <w:rsid w:val="00AE688C"/>
    <w:rsid w:val="00AE6CBD"/>
    <w:rsid w:val="00AE788A"/>
    <w:rsid w:val="00AF112D"/>
    <w:rsid w:val="00AF12FC"/>
    <w:rsid w:val="00AF3497"/>
    <w:rsid w:val="00AF3D9B"/>
    <w:rsid w:val="00AF53FD"/>
    <w:rsid w:val="00AF5E31"/>
    <w:rsid w:val="00AF60D2"/>
    <w:rsid w:val="00AF66D2"/>
    <w:rsid w:val="00AF79C6"/>
    <w:rsid w:val="00B05AAC"/>
    <w:rsid w:val="00B06A0F"/>
    <w:rsid w:val="00B11B2C"/>
    <w:rsid w:val="00B12FBA"/>
    <w:rsid w:val="00B15AC7"/>
    <w:rsid w:val="00B15C74"/>
    <w:rsid w:val="00B15DFD"/>
    <w:rsid w:val="00B1773F"/>
    <w:rsid w:val="00B17B9C"/>
    <w:rsid w:val="00B17F9A"/>
    <w:rsid w:val="00B20863"/>
    <w:rsid w:val="00B21CDF"/>
    <w:rsid w:val="00B259C0"/>
    <w:rsid w:val="00B25B80"/>
    <w:rsid w:val="00B27484"/>
    <w:rsid w:val="00B30240"/>
    <w:rsid w:val="00B32B13"/>
    <w:rsid w:val="00B32E6F"/>
    <w:rsid w:val="00B33F3B"/>
    <w:rsid w:val="00B34EF1"/>
    <w:rsid w:val="00B35E12"/>
    <w:rsid w:val="00B36402"/>
    <w:rsid w:val="00B37404"/>
    <w:rsid w:val="00B40E05"/>
    <w:rsid w:val="00B4158C"/>
    <w:rsid w:val="00B41BCA"/>
    <w:rsid w:val="00B421C7"/>
    <w:rsid w:val="00B42633"/>
    <w:rsid w:val="00B43A09"/>
    <w:rsid w:val="00B44811"/>
    <w:rsid w:val="00B44EDF"/>
    <w:rsid w:val="00B457A8"/>
    <w:rsid w:val="00B46311"/>
    <w:rsid w:val="00B47ADD"/>
    <w:rsid w:val="00B509B3"/>
    <w:rsid w:val="00B52EA6"/>
    <w:rsid w:val="00B54272"/>
    <w:rsid w:val="00B54D4B"/>
    <w:rsid w:val="00B568A3"/>
    <w:rsid w:val="00B56EBF"/>
    <w:rsid w:val="00B60D54"/>
    <w:rsid w:val="00B62210"/>
    <w:rsid w:val="00B62978"/>
    <w:rsid w:val="00B62D05"/>
    <w:rsid w:val="00B62D0B"/>
    <w:rsid w:val="00B649AA"/>
    <w:rsid w:val="00B65261"/>
    <w:rsid w:val="00B66700"/>
    <w:rsid w:val="00B672A8"/>
    <w:rsid w:val="00B67348"/>
    <w:rsid w:val="00B727F9"/>
    <w:rsid w:val="00B72E8D"/>
    <w:rsid w:val="00B80C12"/>
    <w:rsid w:val="00B815F8"/>
    <w:rsid w:val="00B81634"/>
    <w:rsid w:val="00B84043"/>
    <w:rsid w:val="00B85081"/>
    <w:rsid w:val="00B854F3"/>
    <w:rsid w:val="00B85B6F"/>
    <w:rsid w:val="00B90A00"/>
    <w:rsid w:val="00B90E3D"/>
    <w:rsid w:val="00B9393B"/>
    <w:rsid w:val="00B94E99"/>
    <w:rsid w:val="00B96718"/>
    <w:rsid w:val="00B970A0"/>
    <w:rsid w:val="00B97604"/>
    <w:rsid w:val="00BA00E7"/>
    <w:rsid w:val="00BA026C"/>
    <w:rsid w:val="00BA1A03"/>
    <w:rsid w:val="00BA2147"/>
    <w:rsid w:val="00BA3137"/>
    <w:rsid w:val="00BA4A7E"/>
    <w:rsid w:val="00BA5AD8"/>
    <w:rsid w:val="00BA6748"/>
    <w:rsid w:val="00BA6E20"/>
    <w:rsid w:val="00BB0828"/>
    <w:rsid w:val="00BB0E97"/>
    <w:rsid w:val="00BB13DA"/>
    <w:rsid w:val="00BB1BEF"/>
    <w:rsid w:val="00BB4EDC"/>
    <w:rsid w:val="00BB6AE3"/>
    <w:rsid w:val="00BB75E9"/>
    <w:rsid w:val="00BC13CA"/>
    <w:rsid w:val="00BC1B12"/>
    <w:rsid w:val="00BC4429"/>
    <w:rsid w:val="00BC4879"/>
    <w:rsid w:val="00BC7740"/>
    <w:rsid w:val="00BD000E"/>
    <w:rsid w:val="00BD050F"/>
    <w:rsid w:val="00BD1B6A"/>
    <w:rsid w:val="00BD2942"/>
    <w:rsid w:val="00BD3751"/>
    <w:rsid w:val="00BE4484"/>
    <w:rsid w:val="00BE51C5"/>
    <w:rsid w:val="00BE65B6"/>
    <w:rsid w:val="00BF079E"/>
    <w:rsid w:val="00BF0935"/>
    <w:rsid w:val="00BF1770"/>
    <w:rsid w:val="00BF1F17"/>
    <w:rsid w:val="00BF2CBA"/>
    <w:rsid w:val="00BF5388"/>
    <w:rsid w:val="00BF5C05"/>
    <w:rsid w:val="00BF672F"/>
    <w:rsid w:val="00BF7954"/>
    <w:rsid w:val="00C010AF"/>
    <w:rsid w:val="00C01959"/>
    <w:rsid w:val="00C01E17"/>
    <w:rsid w:val="00C01F2D"/>
    <w:rsid w:val="00C04405"/>
    <w:rsid w:val="00C0446F"/>
    <w:rsid w:val="00C04A42"/>
    <w:rsid w:val="00C05262"/>
    <w:rsid w:val="00C05D27"/>
    <w:rsid w:val="00C05E3A"/>
    <w:rsid w:val="00C06F9D"/>
    <w:rsid w:val="00C0709A"/>
    <w:rsid w:val="00C07C5E"/>
    <w:rsid w:val="00C11BB1"/>
    <w:rsid w:val="00C1538E"/>
    <w:rsid w:val="00C15E32"/>
    <w:rsid w:val="00C167C0"/>
    <w:rsid w:val="00C2070F"/>
    <w:rsid w:val="00C224E9"/>
    <w:rsid w:val="00C2273C"/>
    <w:rsid w:val="00C228BB"/>
    <w:rsid w:val="00C22CDC"/>
    <w:rsid w:val="00C24800"/>
    <w:rsid w:val="00C25DE2"/>
    <w:rsid w:val="00C26BE0"/>
    <w:rsid w:val="00C272AD"/>
    <w:rsid w:val="00C27663"/>
    <w:rsid w:val="00C30999"/>
    <w:rsid w:val="00C31642"/>
    <w:rsid w:val="00C31C83"/>
    <w:rsid w:val="00C34BD9"/>
    <w:rsid w:val="00C3541E"/>
    <w:rsid w:val="00C369E2"/>
    <w:rsid w:val="00C42275"/>
    <w:rsid w:val="00C437FD"/>
    <w:rsid w:val="00C4465E"/>
    <w:rsid w:val="00C45149"/>
    <w:rsid w:val="00C45B6F"/>
    <w:rsid w:val="00C477AC"/>
    <w:rsid w:val="00C47CE4"/>
    <w:rsid w:val="00C532EE"/>
    <w:rsid w:val="00C533B2"/>
    <w:rsid w:val="00C541E2"/>
    <w:rsid w:val="00C61D61"/>
    <w:rsid w:val="00C61D9D"/>
    <w:rsid w:val="00C627DB"/>
    <w:rsid w:val="00C63AAF"/>
    <w:rsid w:val="00C63DD3"/>
    <w:rsid w:val="00C649DA"/>
    <w:rsid w:val="00C703FE"/>
    <w:rsid w:val="00C70641"/>
    <w:rsid w:val="00C733A7"/>
    <w:rsid w:val="00C73F8C"/>
    <w:rsid w:val="00C746E5"/>
    <w:rsid w:val="00C75647"/>
    <w:rsid w:val="00C75843"/>
    <w:rsid w:val="00C77261"/>
    <w:rsid w:val="00C801BE"/>
    <w:rsid w:val="00C8251E"/>
    <w:rsid w:val="00C84DAC"/>
    <w:rsid w:val="00C85626"/>
    <w:rsid w:val="00C85FBB"/>
    <w:rsid w:val="00C867DF"/>
    <w:rsid w:val="00C90907"/>
    <w:rsid w:val="00C9155F"/>
    <w:rsid w:val="00C91EB1"/>
    <w:rsid w:val="00C95C56"/>
    <w:rsid w:val="00C965A8"/>
    <w:rsid w:val="00CA0960"/>
    <w:rsid w:val="00CA13FB"/>
    <w:rsid w:val="00CA6284"/>
    <w:rsid w:val="00CA62E0"/>
    <w:rsid w:val="00CA738E"/>
    <w:rsid w:val="00CB153B"/>
    <w:rsid w:val="00CB2495"/>
    <w:rsid w:val="00CB2639"/>
    <w:rsid w:val="00CB3B87"/>
    <w:rsid w:val="00CB5A6D"/>
    <w:rsid w:val="00CB74FF"/>
    <w:rsid w:val="00CC1718"/>
    <w:rsid w:val="00CC1911"/>
    <w:rsid w:val="00CC256B"/>
    <w:rsid w:val="00CC2F21"/>
    <w:rsid w:val="00CD053F"/>
    <w:rsid w:val="00CD20E8"/>
    <w:rsid w:val="00CD362B"/>
    <w:rsid w:val="00CD40AF"/>
    <w:rsid w:val="00CD5C0C"/>
    <w:rsid w:val="00CD7B7D"/>
    <w:rsid w:val="00CE0000"/>
    <w:rsid w:val="00CE0685"/>
    <w:rsid w:val="00CE1829"/>
    <w:rsid w:val="00CE27F5"/>
    <w:rsid w:val="00CE5B0A"/>
    <w:rsid w:val="00CE6EDA"/>
    <w:rsid w:val="00CE7D77"/>
    <w:rsid w:val="00CF0458"/>
    <w:rsid w:val="00CF27B0"/>
    <w:rsid w:val="00CF44F6"/>
    <w:rsid w:val="00CF5CBC"/>
    <w:rsid w:val="00CF646D"/>
    <w:rsid w:val="00CF668A"/>
    <w:rsid w:val="00CF6DE1"/>
    <w:rsid w:val="00CF739A"/>
    <w:rsid w:val="00D0032A"/>
    <w:rsid w:val="00D00F2E"/>
    <w:rsid w:val="00D02934"/>
    <w:rsid w:val="00D02BB4"/>
    <w:rsid w:val="00D03660"/>
    <w:rsid w:val="00D03AC7"/>
    <w:rsid w:val="00D06246"/>
    <w:rsid w:val="00D064AF"/>
    <w:rsid w:val="00D067EE"/>
    <w:rsid w:val="00D106EC"/>
    <w:rsid w:val="00D10AA6"/>
    <w:rsid w:val="00D121EE"/>
    <w:rsid w:val="00D12B17"/>
    <w:rsid w:val="00D12D48"/>
    <w:rsid w:val="00D13D81"/>
    <w:rsid w:val="00D14155"/>
    <w:rsid w:val="00D15075"/>
    <w:rsid w:val="00D16920"/>
    <w:rsid w:val="00D172CA"/>
    <w:rsid w:val="00D17985"/>
    <w:rsid w:val="00D22862"/>
    <w:rsid w:val="00D22ED6"/>
    <w:rsid w:val="00D23593"/>
    <w:rsid w:val="00D237DF"/>
    <w:rsid w:val="00D23AB7"/>
    <w:rsid w:val="00D26D1D"/>
    <w:rsid w:val="00D27D1C"/>
    <w:rsid w:val="00D305EA"/>
    <w:rsid w:val="00D3065D"/>
    <w:rsid w:val="00D31162"/>
    <w:rsid w:val="00D33A41"/>
    <w:rsid w:val="00D34C27"/>
    <w:rsid w:val="00D350FF"/>
    <w:rsid w:val="00D37115"/>
    <w:rsid w:val="00D3773A"/>
    <w:rsid w:val="00D40BBC"/>
    <w:rsid w:val="00D41154"/>
    <w:rsid w:val="00D417A2"/>
    <w:rsid w:val="00D423CF"/>
    <w:rsid w:val="00D4280F"/>
    <w:rsid w:val="00D44DC7"/>
    <w:rsid w:val="00D501D5"/>
    <w:rsid w:val="00D521DE"/>
    <w:rsid w:val="00D53259"/>
    <w:rsid w:val="00D54C57"/>
    <w:rsid w:val="00D557BD"/>
    <w:rsid w:val="00D5633D"/>
    <w:rsid w:val="00D576EE"/>
    <w:rsid w:val="00D57DAF"/>
    <w:rsid w:val="00D62328"/>
    <w:rsid w:val="00D63B4C"/>
    <w:rsid w:val="00D63F11"/>
    <w:rsid w:val="00D6504D"/>
    <w:rsid w:val="00D67038"/>
    <w:rsid w:val="00D67606"/>
    <w:rsid w:val="00D72B5F"/>
    <w:rsid w:val="00D7324B"/>
    <w:rsid w:val="00D77634"/>
    <w:rsid w:val="00D77D90"/>
    <w:rsid w:val="00D8093B"/>
    <w:rsid w:val="00D81619"/>
    <w:rsid w:val="00D8162C"/>
    <w:rsid w:val="00D81965"/>
    <w:rsid w:val="00D8201C"/>
    <w:rsid w:val="00D83041"/>
    <w:rsid w:val="00D8344B"/>
    <w:rsid w:val="00D83B43"/>
    <w:rsid w:val="00D8561E"/>
    <w:rsid w:val="00D86763"/>
    <w:rsid w:val="00D86B10"/>
    <w:rsid w:val="00D870DD"/>
    <w:rsid w:val="00D9144C"/>
    <w:rsid w:val="00D91742"/>
    <w:rsid w:val="00D91ECB"/>
    <w:rsid w:val="00D92A6E"/>
    <w:rsid w:val="00D93835"/>
    <w:rsid w:val="00D938A7"/>
    <w:rsid w:val="00D9496D"/>
    <w:rsid w:val="00D9564B"/>
    <w:rsid w:val="00DA0EFF"/>
    <w:rsid w:val="00DA11A3"/>
    <w:rsid w:val="00DA164A"/>
    <w:rsid w:val="00DA1F56"/>
    <w:rsid w:val="00DB0A1D"/>
    <w:rsid w:val="00DB0F5E"/>
    <w:rsid w:val="00DB105D"/>
    <w:rsid w:val="00DB1375"/>
    <w:rsid w:val="00DB1EED"/>
    <w:rsid w:val="00DB1FA8"/>
    <w:rsid w:val="00DB2944"/>
    <w:rsid w:val="00DB2E4A"/>
    <w:rsid w:val="00DB44AD"/>
    <w:rsid w:val="00DB4A40"/>
    <w:rsid w:val="00DB531D"/>
    <w:rsid w:val="00DB535E"/>
    <w:rsid w:val="00DB6450"/>
    <w:rsid w:val="00DB7A36"/>
    <w:rsid w:val="00DC166E"/>
    <w:rsid w:val="00DC1E3C"/>
    <w:rsid w:val="00DC20DA"/>
    <w:rsid w:val="00DC565D"/>
    <w:rsid w:val="00DC790B"/>
    <w:rsid w:val="00DC7C02"/>
    <w:rsid w:val="00DC7C95"/>
    <w:rsid w:val="00DC7F1F"/>
    <w:rsid w:val="00DD03E1"/>
    <w:rsid w:val="00DD0B5A"/>
    <w:rsid w:val="00DD15EC"/>
    <w:rsid w:val="00DD1C85"/>
    <w:rsid w:val="00DD2366"/>
    <w:rsid w:val="00DD2AA7"/>
    <w:rsid w:val="00DD4BC6"/>
    <w:rsid w:val="00DD6B23"/>
    <w:rsid w:val="00DD7A76"/>
    <w:rsid w:val="00DD7C78"/>
    <w:rsid w:val="00DE04E9"/>
    <w:rsid w:val="00DE0B1F"/>
    <w:rsid w:val="00DE1416"/>
    <w:rsid w:val="00DE14FB"/>
    <w:rsid w:val="00DE31DB"/>
    <w:rsid w:val="00DE3A62"/>
    <w:rsid w:val="00DE43D4"/>
    <w:rsid w:val="00DE5070"/>
    <w:rsid w:val="00DE6E2E"/>
    <w:rsid w:val="00DE75E6"/>
    <w:rsid w:val="00DF0CCA"/>
    <w:rsid w:val="00DF0DCE"/>
    <w:rsid w:val="00DF1E87"/>
    <w:rsid w:val="00DF24D2"/>
    <w:rsid w:val="00DF3607"/>
    <w:rsid w:val="00DF3AF8"/>
    <w:rsid w:val="00DF3B9A"/>
    <w:rsid w:val="00DF451D"/>
    <w:rsid w:val="00DF50D2"/>
    <w:rsid w:val="00DF5145"/>
    <w:rsid w:val="00DF5E8A"/>
    <w:rsid w:val="00DF637D"/>
    <w:rsid w:val="00DF63C1"/>
    <w:rsid w:val="00E012FC"/>
    <w:rsid w:val="00E01F96"/>
    <w:rsid w:val="00E03584"/>
    <w:rsid w:val="00E03CBD"/>
    <w:rsid w:val="00E04B5D"/>
    <w:rsid w:val="00E053DC"/>
    <w:rsid w:val="00E07821"/>
    <w:rsid w:val="00E10353"/>
    <w:rsid w:val="00E11D29"/>
    <w:rsid w:val="00E12DC1"/>
    <w:rsid w:val="00E142D4"/>
    <w:rsid w:val="00E1479B"/>
    <w:rsid w:val="00E14834"/>
    <w:rsid w:val="00E15AFA"/>
    <w:rsid w:val="00E17AE4"/>
    <w:rsid w:val="00E22DE5"/>
    <w:rsid w:val="00E250D4"/>
    <w:rsid w:val="00E26381"/>
    <w:rsid w:val="00E26565"/>
    <w:rsid w:val="00E26689"/>
    <w:rsid w:val="00E27D4F"/>
    <w:rsid w:val="00E27DF6"/>
    <w:rsid w:val="00E32701"/>
    <w:rsid w:val="00E33950"/>
    <w:rsid w:val="00E33A19"/>
    <w:rsid w:val="00E33AB8"/>
    <w:rsid w:val="00E35AD2"/>
    <w:rsid w:val="00E37641"/>
    <w:rsid w:val="00E41060"/>
    <w:rsid w:val="00E461DF"/>
    <w:rsid w:val="00E4695D"/>
    <w:rsid w:val="00E46C0E"/>
    <w:rsid w:val="00E470DB"/>
    <w:rsid w:val="00E53E00"/>
    <w:rsid w:val="00E53F8B"/>
    <w:rsid w:val="00E54D2F"/>
    <w:rsid w:val="00E54E55"/>
    <w:rsid w:val="00E55409"/>
    <w:rsid w:val="00E569C9"/>
    <w:rsid w:val="00E617B2"/>
    <w:rsid w:val="00E67517"/>
    <w:rsid w:val="00E67607"/>
    <w:rsid w:val="00E67778"/>
    <w:rsid w:val="00E708B8"/>
    <w:rsid w:val="00E712F1"/>
    <w:rsid w:val="00E71320"/>
    <w:rsid w:val="00E71E0F"/>
    <w:rsid w:val="00E72372"/>
    <w:rsid w:val="00E72B93"/>
    <w:rsid w:val="00E739DE"/>
    <w:rsid w:val="00E746DF"/>
    <w:rsid w:val="00E74E84"/>
    <w:rsid w:val="00E75EAD"/>
    <w:rsid w:val="00E76286"/>
    <w:rsid w:val="00E766D0"/>
    <w:rsid w:val="00E76E8F"/>
    <w:rsid w:val="00E77651"/>
    <w:rsid w:val="00E77785"/>
    <w:rsid w:val="00E77D07"/>
    <w:rsid w:val="00E800FB"/>
    <w:rsid w:val="00E80237"/>
    <w:rsid w:val="00E81A32"/>
    <w:rsid w:val="00E81AA9"/>
    <w:rsid w:val="00E82457"/>
    <w:rsid w:val="00E856BC"/>
    <w:rsid w:val="00E860FE"/>
    <w:rsid w:val="00E90571"/>
    <w:rsid w:val="00E90D11"/>
    <w:rsid w:val="00E927A1"/>
    <w:rsid w:val="00E932F8"/>
    <w:rsid w:val="00E9376A"/>
    <w:rsid w:val="00E94997"/>
    <w:rsid w:val="00E9499B"/>
    <w:rsid w:val="00E978CF"/>
    <w:rsid w:val="00EA0635"/>
    <w:rsid w:val="00EA25B2"/>
    <w:rsid w:val="00EA2851"/>
    <w:rsid w:val="00EA2EA8"/>
    <w:rsid w:val="00EA2F6C"/>
    <w:rsid w:val="00EA3450"/>
    <w:rsid w:val="00EA3C5E"/>
    <w:rsid w:val="00EA5051"/>
    <w:rsid w:val="00EA5DCB"/>
    <w:rsid w:val="00EA6C0A"/>
    <w:rsid w:val="00EB146F"/>
    <w:rsid w:val="00EB15BD"/>
    <w:rsid w:val="00EB160E"/>
    <w:rsid w:val="00EB3FA5"/>
    <w:rsid w:val="00EB4AB0"/>
    <w:rsid w:val="00EB62BE"/>
    <w:rsid w:val="00EB675E"/>
    <w:rsid w:val="00EB6E05"/>
    <w:rsid w:val="00EC19C3"/>
    <w:rsid w:val="00EC2FF1"/>
    <w:rsid w:val="00EC4FB8"/>
    <w:rsid w:val="00ED0BC4"/>
    <w:rsid w:val="00ED1451"/>
    <w:rsid w:val="00ED2DA8"/>
    <w:rsid w:val="00ED494D"/>
    <w:rsid w:val="00ED580F"/>
    <w:rsid w:val="00EE1AF0"/>
    <w:rsid w:val="00EE35FA"/>
    <w:rsid w:val="00EE67BB"/>
    <w:rsid w:val="00EF03A2"/>
    <w:rsid w:val="00EF0EAB"/>
    <w:rsid w:val="00EF3937"/>
    <w:rsid w:val="00EF4948"/>
    <w:rsid w:val="00EF4A80"/>
    <w:rsid w:val="00EF716B"/>
    <w:rsid w:val="00EF7221"/>
    <w:rsid w:val="00F00769"/>
    <w:rsid w:val="00F013FB"/>
    <w:rsid w:val="00F01B51"/>
    <w:rsid w:val="00F11B76"/>
    <w:rsid w:val="00F12B42"/>
    <w:rsid w:val="00F13743"/>
    <w:rsid w:val="00F15666"/>
    <w:rsid w:val="00F21026"/>
    <w:rsid w:val="00F23152"/>
    <w:rsid w:val="00F23466"/>
    <w:rsid w:val="00F25CD6"/>
    <w:rsid w:val="00F261F4"/>
    <w:rsid w:val="00F26526"/>
    <w:rsid w:val="00F268D7"/>
    <w:rsid w:val="00F278EB"/>
    <w:rsid w:val="00F304E8"/>
    <w:rsid w:val="00F30ADF"/>
    <w:rsid w:val="00F32170"/>
    <w:rsid w:val="00F329BE"/>
    <w:rsid w:val="00F33E77"/>
    <w:rsid w:val="00F348FB"/>
    <w:rsid w:val="00F34F38"/>
    <w:rsid w:val="00F362EB"/>
    <w:rsid w:val="00F3757E"/>
    <w:rsid w:val="00F37D67"/>
    <w:rsid w:val="00F37F22"/>
    <w:rsid w:val="00F43037"/>
    <w:rsid w:val="00F4313B"/>
    <w:rsid w:val="00F46292"/>
    <w:rsid w:val="00F472C0"/>
    <w:rsid w:val="00F47397"/>
    <w:rsid w:val="00F47889"/>
    <w:rsid w:val="00F478A4"/>
    <w:rsid w:val="00F524DF"/>
    <w:rsid w:val="00F53F4F"/>
    <w:rsid w:val="00F558A6"/>
    <w:rsid w:val="00F55BDA"/>
    <w:rsid w:val="00F561FD"/>
    <w:rsid w:val="00F57AEE"/>
    <w:rsid w:val="00F61682"/>
    <w:rsid w:val="00F622A3"/>
    <w:rsid w:val="00F625A2"/>
    <w:rsid w:val="00F637BB"/>
    <w:rsid w:val="00F63E2C"/>
    <w:rsid w:val="00F644EA"/>
    <w:rsid w:val="00F64BFF"/>
    <w:rsid w:val="00F65384"/>
    <w:rsid w:val="00F65422"/>
    <w:rsid w:val="00F66CF8"/>
    <w:rsid w:val="00F679DF"/>
    <w:rsid w:val="00F67E38"/>
    <w:rsid w:val="00F721F9"/>
    <w:rsid w:val="00F723D9"/>
    <w:rsid w:val="00F73FC6"/>
    <w:rsid w:val="00F753D9"/>
    <w:rsid w:val="00F75EC9"/>
    <w:rsid w:val="00F81003"/>
    <w:rsid w:val="00F81353"/>
    <w:rsid w:val="00F8170F"/>
    <w:rsid w:val="00F83C66"/>
    <w:rsid w:val="00F84F92"/>
    <w:rsid w:val="00F86785"/>
    <w:rsid w:val="00F869F4"/>
    <w:rsid w:val="00F905B5"/>
    <w:rsid w:val="00F928ED"/>
    <w:rsid w:val="00F93351"/>
    <w:rsid w:val="00F93371"/>
    <w:rsid w:val="00F966AF"/>
    <w:rsid w:val="00F976A7"/>
    <w:rsid w:val="00FA0BB4"/>
    <w:rsid w:val="00FA1D4E"/>
    <w:rsid w:val="00FA302A"/>
    <w:rsid w:val="00FA355F"/>
    <w:rsid w:val="00FA36F4"/>
    <w:rsid w:val="00FA5458"/>
    <w:rsid w:val="00FA5CD5"/>
    <w:rsid w:val="00FA630B"/>
    <w:rsid w:val="00FA68F8"/>
    <w:rsid w:val="00FA6B46"/>
    <w:rsid w:val="00FA6D3F"/>
    <w:rsid w:val="00FB0776"/>
    <w:rsid w:val="00FB0A9E"/>
    <w:rsid w:val="00FB1420"/>
    <w:rsid w:val="00FB2566"/>
    <w:rsid w:val="00FB2BA7"/>
    <w:rsid w:val="00FB41E0"/>
    <w:rsid w:val="00FB6F01"/>
    <w:rsid w:val="00FB7378"/>
    <w:rsid w:val="00FB753E"/>
    <w:rsid w:val="00FC0FAF"/>
    <w:rsid w:val="00FC3746"/>
    <w:rsid w:val="00FC413C"/>
    <w:rsid w:val="00FC6928"/>
    <w:rsid w:val="00FC76AE"/>
    <w:rsid w:val="00FC798A"/>
    <w:rsid w:val="00FD3055"/>
    <w:rsid w:val="00FD3BAE"/>
    <w:rsid w:val="00FD3CBD"/>
    <w:rsid w:val="00FD50AF"/>
    <w:rsid w:val="00FD558D"/>
    <w:rsid w:val="00FD6C02"/>
    <w:rsid w:val="00FD6DA7"/>
    <w:rsid w:val="00FD72D9"/>
    <w:rsid w:val="00FD77A2"/>
    <w:rsid w:val="00FE03EF"/>
    <w:rsid w:val="00FE0EBD"/>
    <w:rsid w:val="00FE10DA"/>
    <w:rsid w:val="00FE2911"/>
    <w:rsid w:val="00FE4585"/>
    <w:rsid w:val="00FE5DCD"/>
    <w:rsid w:val="00FE6633"/>
    <w:rsid w:val="00FE6FFC"/>
    <w:rsid w:val="00FF0159"/>
    <w:rsid w:val="00FF14F6"/>
    <w:rsid w:val="00FF29B5"/>
    <w:rsid w:val="00FF337C"/>
    <w:rsid w:val="00FF3BEE"/>
    <w:rsid w:val="00FF50F3"/>
    <w:rsid w:val="00FF579D"/>
    <w:rsid w:val="00FF7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3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2753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2753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2753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65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896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199</Words>
  <Characters>1140</Characters>
  <Application>Microsoft Office Outlook</Application>
  <DocSecurity>0</DocSecurity>
  <Lines>0</Lines>
  <Paragraphs>0</Paragraphs>
  <ScaleCrop>false</ScaleCrop>
  <Company>pravitelstvo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subject/>
  <dc:creator>Travnikov</dc:creator>
  <cp:keywords/>
  <dc:description/>
  <cp:lastModifiedBy>chernova</cp:lastModifiedBy>
  <cp:revision>5</cp:revision>
  <cp:lastPrinted>2012-12-24T05:40:00Z</cp:lastPrinted>
  <dcterms:created xsi:type="dcterms:W3CDTF">2012-12-13T12:14:00Z</dcterms:created>
  <dcterms:modified xsi:type="dcterms:W3CDTF">2012-12-26T05:55:00Z</dcterms:modified>
</cp:coreProperties>
</file>