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FE9" w:rsidRDefault="007E4FE9" w:rsidP="00A75D4F">
      <w:pPr>
        <w:pStyle w:val="Heading1"/>
        <w:spacing w:line="252" w:lineRule="auto"/>
        <w:ind w:firstLine="709"/>
        <w:jc w:val="both"/>
        <w:rPr>
          <w:lang w:val="en-US"/>
        </w:rPr>
      </w:pPr>
    </w:p>
    <w:p w:rsidR="007E4FE9" w:rsidRDefault="007E4FE9" w:rsidP="00A75D4F">
      <w:pPr>
        <w:pStyle w:val="Heading1"/>
        <w:spacing w:line="252" w:lineRule="auto"/>
        <w:ind w:firstLine="709"/>
        <w:jc w:val="both"/>
        <w:rPr>
          <w:lang w:val="en-US"/>
        </w:rPr>
      </w:pPr>
    </w:p>
    <w:p w:rsidR="007E4FE9" w:rsidRDefault="007E4FE9" w:rsidP="00A75D4F">
      <w:pPr>
        <w:pStyle w:val="Heading1"/>
        <w:spacing w:line="252" w:lineRule="auto"/>
        <w:ind w:firstLine="709"/>
        <w:jc w:val="both"/>
        <w:rPr>
          <w:lang w:val="en-US"/>
        </w:rPr>
      </w:pPr>
    </w:p>
    <w:p w:rsidR="007E4FE9" w:rsidRDefault="007E4FE9" w:rsidP="00A75D4F">
      <w:pPr>
        <w:pStyle w:val="Heading1"/>
        <w:spacing w:line="252" w:lineRule="auto"/>
        <w:ind w:firstLine="709"/>
        <w:jc w:val="both"/>
        <w:rPr>
          <w:lang w:val="en-US"/>
        </w:rPr>
      </w:pPr>
    </w:p>
    <w:p w:rsidR="007E4FE9" w:rsidRDefault="007E4FE9" w:rsidP="00A75D4F">
      <w:pPr>
        <w:pStyle w:val="Heading1"/>
        <w:spacing w:line="252" w:lineRule="auto"/>
        <w:ind w:firstLine="709"/>
        <w:jc w:val="both"/>
        <w:rPr>
          <w:lang w:val="en-US"/>
        </w:rPr>
      </w:pPr>
    </w:p>
    <w:p w:rsidR="007E4FE9" w:rsidRDefault="007E4FE9" w:rsidP="00A75D4F">
      <w:pPr>
        <w:pStyle w:val="Heading1"/>
        <w:spacing w:line="252" w:lineRule="auto"/>
        <w:ind w:firstLine="709"/>
        <w:jc w:val="both"/>
        <w:rPr>
          <w:lang w:val="en-US"/>
        </w:rPr>
      </w:pPr>
    </w:p>
    <w:p w:rsidR="007E4FE9" w:rsidRDefault="007E4FE9" w:rsidP="00A75D4F">
      <w:pPr>
        <w:pStyle w:val="Heading1"/>
        <w:spacing w:line="252" w:lineRule="auto"/>
        <w:ind w:firstLine="709"/>
        <w:jc w:val="both"/>
        <w:rPr>
          <w:lang w:val="en-US"/>
        </w:rPr>
      </w:pPr>
    </w:p>
    <w:p w:rsidR="007E4FE9" w:rsidRDefault="007E4FE9" w:rsidP="00A75D4F">
      <w:pPr>
        <w:pStyle w:val="Heading1"/>
        <w:spacing w:line="252" w:lineRule="auto"/>
        <w:ind w:firstLine="709"/>
        <w:jc w:val="both"/>
        <w:rPr>
          <w:lang w:val="en-US"/>
        </w:rPr>
      </w:pPr>
    </w:p>
    <w:p w:rsidR="007E4FE9" w:rsidRDefault="007E4FE9" w:rsidP="00A75D4F">
      <w:pPr>
        <w:pStyle w:val="Heading1"/>
        <w:spacing w:line="252" w:lineRule="auto"/>
        <w:ind w:firstLine="709"/>
        <w:jc w:val="both"/>
        <w:rPr>
          <w:lang w:val="en-US"/>
        </w:rPr>
      </w:pPr>
    </w:p>
    <w:p w:rsidR="007E4FE9" w:rsidRDefault="007E4FE9" w:rsidP="00A75D4F">
      <w:pPr>
        <w:pStyle w:val="Heading1"/>
        <w:spacing w:line="252" w:lineRule="auto"/>
        <w:ind w:firstLine="709"/>
      </w:pPr>
      <w:r w:rsidRPr="00A57305">
        <w:t>О внесении изменений в</w:t>
      </w:r>
      <w:r>
        <w:t xml:space="preserve"> </w:t>
      </w:r>
      <w:r w:rsidRPr="00A57305">
        <w:t>Закон Ярославской области</w:t>
      </w:r>
    </w:p>
    <w:p w:rsidR="007E4FE9" w:rsidRPr="00A57305" w:rsidRDefault="007E4FE9" w:rsidP="00A75D4F">
      <w:pPr>
        <w:pStyle w:val="Heading1"/>
        <w:spacing w:line="252" w:lineRule="auto"/>
        <w:ind w:firstLine="709"/>
      </w:pPr>
      <w:r w:rsidRPr="00A57305">
        <w:t xml:space="preserve">«О </w:t>
      </w:r>
      <w:r>
        <w:t>дорожном фонде Ярославской области</w:t>
      </w:r>
      <w:r w:rsidRPr="00A57305">
        <w:t>»</w:t>
      </w:r>
    </w:p>
    <w:p w:rsidR="007E4FE9" w:rsidRDefault="007E4FE9" w:rsidP="00A75D4F">
      <w:pPr>
        <w:spacing w:line="252" w:lineRule="auto"/>
        <w:ind w:firstLine="709"/>
      </w:pPr>
    </w:p>
    <w:p w:rsidR="007E4FE9" w:rsidRPr="008B2E18" w:rsidRDefault="007E4FE9" w:rsidP="00A75D4F">
      <w:pPr>
        <w:spacing w:line="252" w:lineRule="auto"/>
        <w:ind w:firstLine="709"/>
      </w:pPr>
    </w:p>
    <w:p w:rsidR="007E4FE9" w:rsidRPr="00395EB6" w:rsidRDefault="007E4FE9" w:rsidP="00096EFB">
      <w:pPr>
        <w:pStyle w:val="a4"/>
        <w:spacing w:line="252" w:lineRule="auto"/>
      </w:pPr>
      <w:r w:rsidRPr="00395EB6">
        <w:t>При</w:t>
      </w:r>
      <w:r>
        <w:t>нят Ярославской областной Думой</w:t>
      </w:r>
    </w:p>
    <w:p w:rsidR="007E4FE9" w:rsidRPr="00395EB6" w:rsidRDefault="007E4FE9" w:rsidP="00096EFB">
      <w:pPr>
        <w:pStyle w:val="a4"/>
        <w:spacing w:line="252" w:lineRule="auto"/>
      </w:pPr>
      <w:r>
        <w:t>27 апреля</w:t>
      </w:r>
      <w:r w:rsidRPr="00395EB6">
        <w:t xml:space="preserve"> 201</w:t>
      </w:r>
      <w:r>
        <w:t>2</w:t>
      </w:r>
      <w:r w:rsidRPr="00395EB6">
        <w:t xml:space="preserve"> года</w:t>
      </w:r>
    </w:p>
    <w:p w:rsidR="007E4FE9" w:rsidRPr="00D9537D" w:rsidRDefault="007E4FE9" w:rsidP="00A75D4F">
      <w:pPr>
        <w:spacing w:line="252" w:lineRule="auto"/>
        <w:ind w:firstLine="709"/>
      </w:pPr>
    </w:p>
    <w:p w:rsidR="007E4FE9" w:rsidRPr="00D9537D" w:rsidRDefault="007E4FE9" w:rsidP="00A75D4F">
      <w:pPr>
        <w:spacing w:line="252" w:lineRule="auto"/>
        <w:ind w:firstLine="709"/>
      </w:pPr>
    </w:p>
    <w:p w:rsidR="007E4FE9" w:rsidRDefault="007E4FE9" w:rsidP="00A75D4F">
      <w:pPr>
        <w:tabs>
          <w:tab w:val="left" w:pos="709"/>
        </w:tabs>
        <w:autoSpaceDE w:val="0"/>
        <w:autoSpaceDN w:val="0"/>
        <w:adjustRightInd w:val="0"/>
        <w:spacing w:line="252" w:lineRule="auto"/>
        <w:ind w:firstLine="709"/>
        <w:outlineLvl w:val="0"/>
        <w:rPr>
          <w:b/>
          <w:szCs w:val="28"/>
        </w:rPr>
      </w:pPr>
      <w:r>
        <w:rPr>
          <w:b/>
          <w:szCs w:val="28"/>
        </w:rPr>
        <w:t>Статья 1</w:t>
      </w:r>
    </w:p>
    <w:p w:rsidR="007E4FE9" w:rsidRDefault="007E4FE9" w:rsidP="00A75D4F">
      <w:pPr>
        <w:tabs>
          <w:tab w:val="left" w:pos="709"/>
        </w:tabs>
        <w:autoSpaceDE w:val="0"/>
        <w:autoSpaceDN w:val="0"/>
        <w:adjustRightInd w:val="0"/>
        <w:spacing w:line="252" w:lineRule="auto"/>
        <w:ind w:firstLine="709"/>
        <w:rPr>
          <w:szCs w:val="28"/>
        </w:rPr>
      </w:pPr>
      <w:r>
        <w:rPr>
          <w:szCs w:val="28"/>
        </w:rPr>
        <w:t xml:space="preserve">Внести в Закон Ярославской области от 30.06.2011 № 22-з «О дорожном фонде Ярославской области» </w:t>
      </w:r>
      <w:r>
        <w:t>(Документ – Регион, 2011, 6 июля, № 52) сл</w:t>
      </w:r>
      <w:r>
        <w:t>е</w:t>
      </w:r>
      <w:r>
        <w:t xml:space="preserve">дующие </w:t>
      </w:r>
      <w:r>
        <w:rPr>
          <w:szCs w:val="28"/>
        </w:rPr>
        <w:t>изменения:</w:t>
      </w:r>
    </w:p>
    <w:p w:rsidR="007E4FE9" w:rsidRDefault="007E4FE9" w:rsidP="00A75D4F">
      <w:pPr>
        <w:pStyle w:val="ListParagraph"/>
        <w:autoSpaceDE w:val="0"/>
        <w:autoSpaceDN w:val="0"/>
        <w:adjustRightInd w:val="0"/>
        <w:spacing w:line="252" w:lineRule="auto"/>
        <w:ind w:left="0" w:firstLine="709"/>
        <w:outlineLvl w:val="0"/>
        <w:rPr>
          <w:szCs w:val="28"/>
        </w:rPr>
      </w:pPr>
      <w:r>
        <w:rPr>
          <w:szCs w:val="28"/>
        </w:rPr>
        <w:t>1) в части 1 статьи 2 слова «регионального или межмуниципального значения» заменить словами «, а также капитального ремонта и ремонта дв</w:t>
      </w:r>
      <w:r>
        <w:rPr>
          <w:szCs w:val="28"/>
        </w:rPr>
        <w:t>о</w:t>
      </w:r>
      <w:r>
        <w:rPr>
          <w:szCs w:val="28"/>
        </w:rPr>
        <w:t>ровых территорий многоквартирных домов, проездов к дворовым территор</w:t>
      </w:r>
      <w:r>
        <w:rPr>
          <w:szCs w:val="28"/>
        </w:rPr>
        <w:t>и</w:t>
      </w:r>
      <w:r>
        <w:rPr>
          <w:szCs w:val="28"/>
        </w:rPr>
        <w:t>ям многоквартирных домов населенных пунктов»;</w:t>
      </w:r>
    </w:p>
    <w:p w:rsidR="007E4FE9" w:rsidRDefault="007E4FE9" w:rsidP="00A75D4F">
      <w:pPr>
        <w:pStyle w:val="ListParagraph"/>
        <w:autoSpaceDE w:val="0"/>
        <w:autoSpaceDN w:val="0"/>
        <w:adjustRightInd w:val="0"/>
        <w:spacing w:line="252" w:lineRule="auto"/>
        <w:ind w:left="0" w:firstLine="709"/>
        <w:outlineLvl w:val="0"/>
        <w:rPr>
          <w:szCs w:val="28"/>
        </w:rPr>
      </w:pPr>
      <w:r>
        <w:rPr>
          <w:szCs w:val="28"/>
        </w:rPr>
        <w:t>2) в части 1 статьи 3:</w:t>
      </w:r>
    </w:p>
    <w:p w:rsidR="007E4FE9" w:rsidRDefault="007E4FE9" w:rsidP="00A75D4F">
      <w:pPr>
        <w:pStyle w:val="ListParagraph"/>
        <w:autoSpaceDE w:val="0"/>
        <w:autoSpaceDN w:val="0"/>
        <w:adjustRightInd w:val="0"/>
        <w:spacing w:line="252" w:lineRule="auto"/>
        <w:ind w:left="0" w:firstLine="709"/>
        <w:outlineLvl w:val="0"/>
        <w:rPr>
          <w:szCs w:val="28"/>
        </w:rPr>
      </w:pPr>
      <w:r>
        <w:rPr>
          <w:szCs w:val="28"/>
        </w:rPr>
        <w:t>а) в абзаце первом слова «областного бюджета» заменить словами «ко</w:t>
      </w:r>
      <w:r>
        <w:rPr>
          <w:szCs w:val="28"/>
        </w:rPr>
        <w:t>н</w:t>
      </w:r>
      <w:r>
        <w:rPr>
          <w:szCs w:val="28"/>
        </w:rPr>
        <w:t>солидированного бюджета Ярославской области»;</w:t>
      </w:r>
    </w:p>
    <w:p w:rsidR="007E4FE9" w:rsidRDefault="007E4FE9" w:rsidP="00A75D4F">
      <w:pPr>
        <w:spacing w:line="252" w:lineRule="auto"/>
        <w:ind w:firstLine="709"/>
        <w:rPr>
          <w:szCs w:val="28"/>
        </w:rPr>
      </w:pPr>
      <w:r>
        <w:rPr>
          <w:szCs w:val="28"/>
        </w:rPr>
        <w:t>б) дополнить абзацами следующего содержания:</w:t>
      </w:r>
    </w:p>
    <w:p w:rsidR="007E4FE9" w:rsidRDefault="007E4FE9" w:rsidP="00A75D4F">
      <w:pPr>
        <w:spacing w:line="252" w:lineRule="auto"/>
        <w:ind w:firstLine="709"/>
        <w:rPr>
          <w:szCs w:val="28"/>
        </w:rPr>
      </w:pPr>
      <w:r>
        <w:rPr>
          <w:szCs w:val="28"/>
        </w:rPr>
        <w:t>«передачи в аренду земельных участков, расположенных в полосе отв</w:t>
      </w:r>
      <w:r>
        <w:rPr>
          <w:szCs w:val="28"/>
        </w:rPr>
        <w:t>о</w:t>
      </w:r>
      <w:r>
        <w:rPr>
          <w:szCs w:val="28"/>
        </w:rPr>
        <w:t>да автомобильных дорог общего пользования регионального или межмуниц</w:t>
      </w:r>
      <w:r>
        <w:rPr>
          <w:szCs w:val="28"/>
        </w:rPr>
        <w:t>и</w:t>
      </w:r>
      <w:r>
        <w:rPr>
          <w:szCs w:val="28"/>
        </w:rPr>
        <w:t>пального значения;</w:t>
      </w:r>
    </w:p>
    <w:p w:rsidR="007E4FE9" w:rsidRDefault="007E4FE9" w:rsidP="00A75D4F">
      <w:pPr>
        <w:tabs>
          <w:tab w:val="left" w:pos="709"/>
        </w:tabs>
        <w:spacing w:line="252" w:lineRule="auto"/>
        <w:ind w:firstLine="709"/>
        <w:rPr>
          <w:szCs w:val="28"/>
        </w:rPr>
      </w:pPr>
      <w:r>
        <w:rPr>
          <w:szCs w:val="28"/>
        </w:rPr>
        <w:t>платы по соглашениям об установлении публичных сервитутов в отн</w:t>
      </w:r>
      <w:r>
        <w:rPr>
          <w:szCs w:val="28"/>
        </w:rPr>
        <w:t>о</w:t>
      </w:r>
      <w:r>
        <w:rPr>
          <w:szCs w:val="28"/>
        </w:rPr>
        <w:t>шении земельных участков в границах полос отвода автомобильных дорог общего пользования регионального или межмуниципального значения в целях прокладки, переноса, переустройства инженерных коммуникаций, их эксплу</w:t>
      </w:r>
      <w:r>
        <w:rPr>
          <w:szCs w:val="28"/>
        </w:rPr>
        <w:t>а</w:t>
      </w:r>
      <w:r>
        <w:rPr>
          <w:szCs w:val="28"/>
        </w:rPr>
        <w:t>тации;</w:t>
      </w:r>
    </w:p>
    <w:p w:rsidR="007E4FE9" w:rsidRDefault="007E4FE9" w:rsidP="00A75D4F">
      <w:pPr>
        <w:tabs>
          <w:tab w:val="left" w:pos="709"/>
        </w:tabs>
        <w:spacing w:line="252" w:lineRule="auto"/>
        <w:ind w:firstLine="709"/>
        <w:rPr>
          <w:szCs w:val="28"/>
        </w:rPr>
      </w:pPr>
      <w:r>
        <w:rPr>
          <w:szCs w:val="28"/>
        </w:rPr>
        <w:t>платы по соглашениям об установлении частных сервитутов в отнош</w:t>
      </w:r>
      <w:r>
        <w:rPr>
          <w:szCs w:val="28"/>
        </w:rPr>
        <w:t>е</w:t>
      </w:r>
      <w:r>
        <w:rPr>
          <w:szCs w:val="28"/>
        </w:rPr>
        <w:t>нии земельных участков в границах полос отвода автомобильных дорог общ</w:t>
      </w:r>
      <w:r>
        <w:rPr>
          <w:szCs w:val="28"/>
        </w:rPr>
        <w:t>е</w:t>
      </w:r>
      <w:r>
        <w:rPr>
          <w:szCs w:val="28"/>
        </w:rPr>
        <w:t>го пользования регионального или межмуниципального значения в целях строительства (реконструкции), капитального ремонта объектов дорожного сервиса, их эксплуатации, установки и эксплуатации рекламных конструкций;</w:t>
      </w:r>
    </w:p>
    <w:p w:rsidR="007E4FE9" w:rsidRDefault="007E4FE9" w:rsidP="00A75D4F">
      <w:pPr>
        <w:tabs>
          <w:tab w:val="left" w:pos="709"/>
        </w:tabs>
        <w:autoSpaceDE w:val="0"/>
        <w:autoSpaceDN w:val="0"/>
        <w:adjustRightInd w:val="0"/>
        <w:spacing w:line="252" w:lineRule="auto"/>
        <w:ind w:firstLine="709"/>
        <w:rPr>
          <w:szCs w:val="28"/>
        </w:rPr>
      </w:pPr>
      <w:r>
        <w:rPr>
          <w:szCs w:val="28"/>
        </w:rPr>
        <w:t>поступлений от погашения задолженности по налогу на пользователей автомобильных дорог, штрафов и пеней за несвоевременную уплату указанн</w:t>
      </w:r>
      <w:r>
        <w:rPr>
          <w:szCs w:val="28"/>
        </w:rPr>
        <w:t>о</w:t>
      </w:r>
      <w:r>
        <w:rPr>
          <w:szCs w:val="28"/>
        </w:rPr>
        <w:t>го налога;</w:t>
      </w:r>
    </w:p>
    <w:p w:rsidR="007E4FE9" w:rsidRDefault="007E4FE9" w:rsidP="00A75D4F">
      <w:pPr>
        <w:tabs>
          <w:tab w:val="left" w:pos="709"/>
        </w:tabs>
        <w:spacing w:line="252" w:lineRule="auto"/>
        <w:ind w:firstLine="709"/>
        <w:rPr>
          <w:szCs w:val="28"/>
        </w:rPr>
      </w:pPr>
      <w:r>
        <w:rPr>
          <w:szCs w:val="28"/>
        </w:rPr>
        <w:t>денежных средств, внесенных участником конкурса или аукциона, пр</w:t>
      </w:r>
      <w:r>
        <w:rPr>
          <w:szCs w:val="28"/>
        </w:rPr>
        <w:t>о</w:t>
      </w:r>
      <w:r>
        <w:rPr>
          <w:szCs w:val="28"/>
        </w:rPr>
        <w:t>водимых в целях заключения государственного контракта, финансируемого за счет средств дорожного фонда, в качестве обеспечения заявки на участие в т</w:t>
      </w:r>
      <w:r>
        <w:rPr>
          <w:szCs w:val="28"/>
        </w:rPr>
        <w:t>а</w:t>
      </w:r>
      <w:r>
        <w:rPr>
          <w:szCs w:val="28"/>
        </w:rPr>
        <w:t>ком конкурсе или аукционе в случае уклонения участника конкурса или ау</w:t>
      </w:r>
      <w:r>
        <w:rPr>
          <w:szCs w:val="28"/>
        </w:rPr>
        <w:t>к</w:t>
      </w:r>
      <w:r>
        <w:rPr>
          <w:szCs w:val="28"/>
        </w:rPr>
        <w:t>циона от заключения такого контракта и в иных случаях, установленных зак</w:t>
      </w:r>
      <w:r>
        <w:rPr>
          <w:szCs w:val="28"/>
        </w:rPr>
        <w:t>о</w:t>
      </w:r>
      <w:r>
        <w:rPr>
          <w:szCs w:val="28"/>
        </w:rPr>
        <w:t>нодательством Российской Федерации;</w:t>
      </w:r>
    </w:p>
    <w:p w:rsidR="007E4FE9" w:rsidRDefault="007E4FE9" w:rsidP="00A75D4F">
      <w:pPr>
        <w:pStyle w:val="ListParagraph"/>
        <w:autoSpaceDE w:val="0"/>
        <w:autoSpaceDN w:val="0"/>
        <w:adjustRightInd w:val="0"/>
        <w:spacing w:line="252" w:lineRule="auto"/>
        <w:ind w:left="0" w:firstLine="709"/>
        <w:outlineLvl w:val="0"/>
        <w:rPr>
          <w:szCs w:val="28"/>
        </w:rPr>
      </w:pPr>
      <w:r>
        <w:rPr>
          <w:szCs w:val="28"/>
        </w:rPr>
        <w:t>денежных средств, поступающих в областной бюджет от уплаты неу</w:t>
      </w:r>
      <w:r>
        <w:rPr>
          <w:szCs w:val="28"/>
        </w:rPr>
        <w:t>с</w:t>
      </w:r>
      <w:r>
        <w:rPr>
          <w:szCs w:val="28"/>
        </w:rPr>
        <w:t>тоек (штрафов, пеней), а также от возмещения убытков государственного з</w:t>
      </w:r>
      <w:r>
        <w:rPr>
          <w:szCs w:val="28"/>
        </w:rPr>
        <w:t>а</w:t>
      </w:r>
      <w:r>
        <w:rPr>
          <w:szCs w:val="28"/>
        </w:rPr>
        <w:t>казчика, взысканных в установленном порядке в связи с нарушением испо</w:t>
      </w:r>
      <w:r>
        <w:rPr>
          <w:szCs w:val="28"/>
        </w:rPr>
        <w:t>л</w:t>
      </w:r>
      <w:r>
        <w:rPr>
          <w:szCs w:val="28"/>
        </w:rPr>
        <w:t>нителем (подрядчиком) условий государственного контракта или иных дог</w:t>
      </w:r>
      <w:r>
        <w:rPr>
          <w:szCs w:val="28"/>
        </w:rPr>
        <w:t>о</w:t>
      </w:r>
      <w:r>
        <w:rPr>
          <w:szCs w:val="28"/>
        </w:rPr>
        <w:t>воров, финансируемых за счет средств дорожного фонда, или в связи с укл</w:t>
      </w:r>
      <w:r>
        <w:rPr>
          <w:szCs w:val="28"/>
        </w:rPr>
        <w:t>о</w:t>
      </w:r>
      <w:r>
        <w:rPr>
          <w:szCs w:val="28"/>
        </w:rPr>
        <w:t>нением от заключения таких контрактов или иных договоров.»;</w:t>
      </w:r>
    </w:p>
    <w:p w:rsidR="007E4FE9" w:rsidRDefault="007E4FE9" w:rsidP="00A75D4F">
      <w:pPr>
        <w:pStyle w:val="ListParagraph"/>
        <w:autoSpaceDE w:val="0"/>
        <w:autoSpaceDN w:val="0"/>
        <w:adjustRightInd w:val="0"/>
        <w:spacing w:line="252" w:lineRule="auto"/>
        <w:ind w:left="0" w:firstLine="709"/>
        <w:outlineLvl w:val="0"/>
        <w:rPr>
          <w:szCs w:val="28"/>
        </w:rPr>
      </w:pPr>
      <w:r>
        <w:rPr>
          <w:szCs w:val="28"/>
        </w:rPr>
        <w:t>3) в статье 4:</w:t>
      </w:r>
    </w:p>
    <w:p w:rsidR="007E4FE9" w:rsidRDefault="007E4FE9" w:rsidP="00A75D4F">
      <w:pPr>
        <w:pStyle w:val="ListParagraph"/>
        <w:autoSpaceDE w:val="0"/>
        <w:autoSpaceDN w:val="0"/>
        <w:adjustRightInd w:val="0"/>
        <w:spacing w:line="252" w:lineRule="auto"/>
        <w:ind w:left="0" w:firstLine="709"/>
        <w:outlineLvl w:val="0"/>
        <w:rPr>
          <w:szCs w:val="28"/>
        </w:rPr>
      </w:pPr>
      <w:r>
        <w:rPr>
          <w:szCs w:val="28"/>
        </w:rPr>
        <w:t>а) в части 1 слова «или межмуниципального значения» заменить слов</w:t>
      </w:r>
      <w:r>
        <w:rPr>
          <w:szCs w:val="28"/>
        </w:rPr>
        <w:t>а</w:t>
      </w:r>
      <w:r>
        <w:rPr>
          <w:szCs w:val="28"/>
        </w:rPr>
        <w:t>ми «, межмуниципального или местного значения, а также капитального р</w:t>
      </w:r>
      <w:r>
        <w:rPr>
          <w:szCs w:val="28"/>
        </w:rPr>
        <w:t>е</w:t>
      </w:r>
      <w:r>
        <w:rPr>
          <w:szCs w:val="28"/>
        </w:rPr>
        <w:t>монта и ремонта дворовых территорий многоквартирных домов, проездов к дворовым территориям многоквартирных домов населенных пунктов»;</w:t>
      </w:r>
    </w:p>
    <w:p w:rsidR="007E4FE9" w:rsidRPr="0063644C" w:rsidRDefault="007E4FE9" w:rsidP="00A75D4F">
      <w:pPr>
        <w:pStyle w:val="ListParagraph"/>
        <w:autoSpaceDE w:val="0"/>
        <w:autoSpaceDN w:val="0"/>
        <w:adjustRightInd w:val="0"/>
        <w:spacing w:line="252" w:lineRule="auto"/>
        <w:ind w:left="0" w:firstLine="709"/>
        <w:outlineLvl w:val="0"/>
        <w:rPr>
          <w:szCs w:val="28"/>
        </w:rPr>
      </w:pPr>
      <w:r w:rsidRPr="0063644C">
        <w:rPr>
          <w:szCs w:val="28"/>
        </w:rPr>
        <w:t>б) в части 2 слова «и местного» исключить;</w:t>
      </w:r>
    </w:p>
    <w:p w:rsidR="007E4FE9" w:rsidRPr="0063644C" w:rsidRDefault="007E4FE9" w:rsidP="00A75D4F">
      <w:pPr>
        <w:spacing w:line="252" w:lineRule="auto"/>
        <w:ind w:firstLine="709"/>
        <w:rPr>
          <w:szCs w:val="28"/>
        </w:rPr>
      </w:pPr>
      <w:r w:rsidRPr="0063644C">
        <w:rPr>
          <w:szCs w:val="28"/>
        </w:rPr>
        <w:t xml:space="preserve">в) дополнить частью 3 следующего содержания: </w:t>
      </w:r>
    </w:p>
    <w:p w:rsidR="007E4FE9" w:rsidRPr="0063644C" w:rsidRDefault="007E4FE9" w:rsidP="00A75D4F">
      <w:pPr>
        <w:pStyle w:val="ListParagraph"/>
        <w:autoSpaceDE w:val="0"/>
        <w:autoSpaceDN w:val="0"/>
        <w:adjustRightInd w:val="0"/>
        <w:spacing w:line="252" w:lineRule="auto"/>
        <w:ind w:left="0" w:firstLine="709"/>
        <w:outlineLvl w:val="0"/>
        <w:rPr>
          <w:szCs w:val="28"/>
        </w:rPr>
      </w:pPr>
      <w:r w:rsidRPr="0063644C">
        <w:rPr>
          <w:szCs w:val="28"/>
        </w:rPr>
        <w:t xml:space="preserve">«3. </w:t>
      </w:r>
      <w:r w:rsidRPr="0063644C">
        <w:t xml:space="preserve">Бюджетные ассигнования дорожного фонда </w:t>
      </w:r>
      <w:r w:rsidRPr="0063644C">
        <w:rPr>
          <w:szCs w:val="28"/>
        </w:rPr>
        <w:t>в размере не менее 5 процентов общего объема бюджетных ассигнований</w:t>
      </w:r>
      <w:r w:rsidRPr="0063644C">
        <w:t xml:space="preserve"> направляются</w:t>
      </w:r>
      <w:r w:rsidRPr="0063644C">
        <w:rPr>
          <w:szCs w:val="28"/>
        </w:rPr>
        <w:t xml:space="preserve"> на прое</w:t>
      </w:r>
      <w:r w:rsidRPr="0063644C">
        <w:rPr>
          <w:szCs w:val="28"/>
        </w:rPr>
        <w:t>к</w:t>
      </w:r>
      <w:r w:rsidRPr="0063644C">
        <w:rPr>
          <w:szCs w:val="28"/>
        </w:rPr>
        <w:t>тирование и строительство (реконструкцию) автомобильных дорог общего пользования регионального значения с твердым покрытием, а также предо</w:t>
      </w:r>
      <w:r w:rsidRPr="0063644C">
        <w:rPr>
          <w:szCs w:val="28"/>
        </w:rPr>
        <w:t>с</w:t>
      </w:r>
      <w:r w:rsidRPr="0063644C">
        <w:rPr>
          <w:szCs w:val="28"/>
        </w:rPr>
        <w:t>тавление субсидий местным бюджетам на проектирование и строительство (реконструкцию) автомобильных дорог общего пользования местного знач</w:t>
      </w:r>
      <w:r w:rsidRPr="0063644C">
        <w:rPr>
          <w:szCs w:val="28"/>
        </w:rPr>
        <w:t>е</w:t>
      </w:r>
      <w:r w:rsidRPr="0063644C">
        <w:rPr>
          <w:szCs w:val="28"/>
        </w:rPr>
        <w:t>ния с твердым покрытием до сельских населенных пунктов, не имеющих круглогодичной связи с сетью автомобильных дорог общего пользования.».</w:t>
      </w:r>
    </w:p>
    <w:p w:rsidR="007E4FE9" w:rsidRPr="0063644C" w:rsidRDefault="007E4FE9" w:rsidP="00A75D4F">
      <w:pPr>
        <w:pStyle w:val="ListParagraph"/>
        <w:autoSpaceDE w:val="0"/>
        <w:autoSpaceDN w:val="0"/>
        <w:adjustRightInd w:val="0"/>
        <w:spacing w:line="252" w:lineRule="auto"/>
        <w:ind w:left="0" w:firstLine="709"/>
        <w:outlineLvl w:val="0"/>
        <w:rPr>
          <w:b/>
          <w:szCs w:val="28"/>
        </w:rPr>
      </w:pPr>
    </w:p>
    <w:p w:rsidR="007E4FE9" w:rsidRPr="0063644C" w:rsidRDefault="007E4FE9" w:rsidP="00A75D4F">
      <w:pPr>
        <w:pStyle w:val="ListParagraph"/>
        <w:autoSpaceDE w:val="0"/>
        <w:autoSpaceDN w:val="0"/>
        <w:adjustRightInd w:val="0"/>
        <w:spacing w:line="252" w:lineRule="auto"/>
        <w:ind w:left="0" w:firstLine="709"/>
        <w:outlineLvl w:val="0"/>
        <w:rPr>
          <w:b/>
          <w:szCs w:val="28"/>
        </w:rPr>
      </w:pPr>
      <w:r w:rsidRPr="0063644C">
        <w:rPr>
          <w:b/>
          <w:szCs w:val="28"/>
        </w:rPr>
        <w:t>Статья 2</w:t>
      </w:r>
    </w:p>
    <w:p w:rsidR="007E4FE9" w:rsidRPr="0063644C" w:rsidRDefault="007E4FE9" w:rsidP="00D9537D">
      <w:pPr>
        <w:autoSpaceDE w:val="0"/>
        <w:autoSpaceDN w:val="0"/>
        <w:adjustRightInd w:val="0"/>
        <w:ind w:firstLine="709"/>
        <w:outlineLvl w:val="3"/>
        <w:rPr>
          <w:szCs w:val="28"/>
        </w:rPr>
      </w:pPr>
      <w:r w:rsidRPr="0063644C">
        <w:rPr>
          <w:szCs w:val="28"/>
        </w:rPr>
        <w:t>1. Действие положений Закона Ярославской области от 30.06.2011</w:t>
      </w:r>
      <w:r w:rsidRPr="0063644C">
        <w:rPr>
          <w:szCs w:val="28"/>
        </w:rPr>
        <w:br/>
        <w:t>№ 22-з «О дорожном фонде Ярославской области» (в редакции настоящего Закона) распространяется на правоотношения, возникшие с 1 января 2012 г</w:t>
      </w:r>
      <w:r w:rsidRPr="0063644C">
        <w:rPr>
          <w:szCs w:val="28"/>
        </w:rPr>
        <w:t>о</w:t>
      </w:r>
      <w:r w:rsidRPr="0063644C">
        <w:rPr>
          <w:szCs w:val="28"/>
        </w:rPr>
        <w:t>да.</w:t>
      </w:r>
    </w:p>
    <w:p w:rsidR="007E4FE9" w:rsidRDefault="007E4FE9" w:rsidP="00D9537D">
      <w:pPr>
        <w:autoSpaceDE w:val="0"/>
        <w:autoSpaceDN w:val="0"/>
        <w:adjustRightInd w:val="0"/>
        <w:spacing w:line="252" w:lineRule="auto"/>
        <w:ind w:firstLine="709"/>
        <w:outlineLvl w:val="3"/>
        <w:rPr>
          <w:szCs w:val="28"/>
        </w:rPr>
      </w:pPr>
      <w:r>
        <w:rPr>
          <w:szCs w:val="28"/>
        </w:rPr>
        <w:t xml:space="preserve">2. Порядок формирования и использования бюджетных ассигнований дорожного фонда Ярославской области </w:t>
      </w:r>
      <w:bookmarkStart w:id="0" w:name="_GoBack"/>
      <w:bookmarkEnd w:id="0"/>
      <w:r>
        <w:rPr>
          <w:szCs w:val="28"/>
        </w:rPr>
        <w:t>на 2012 и 2013 годы должен пред</w:t>
      </w:r>
      <w:r>
        <w:rPr>
          <w:szCs w:val="28"/>
        </w:rPr>
        <w:t>у</w:t>
      </w:r>
      <w:r>
        <w:rPr>
          <w:szCs w:val="28"/>
        </w:rPr>
        <w:t>сматривать:</w:t>
      </w:r>
    </w:p>
    <w:p w:rsidR="007E4FE9" w:rsidRDefault="007E4FE9" w:rsidP="00A75D4F">
      <w:pPr>
        <w:autoSpaceDE w:val="0"/>
        <w:autoSpaceDN w:val="0"/>
        <w:adjustRightInd w:val="0"/>
        <w:spacing w:line="252" w:lineRule="auto"/>
        <w:ind w:firstLine="709"/>
        <w:outlineLvl w:val="0"/>
        <w:rPr>
          <w:szCs w:val="28"/>
        </w:rPr>
      </w:pPr>
      <w:r>
        <w:rPr>
          <w:szCs w:val="28"/>
        </w:rPr>
        <w:t>1) предоставление субсидий местным бюджетам на капитальный ремонт и ремонт автомобильных дорог общего пользования населенных пунктов в размере не менее 5 процентов общего объема бюджетных ассигнований д</w:t>
      </w:r>
      <w:r>
        <w:rPr>
          <w:szCs w:val="28"/>
        </w:rPr>
        <w:t>о</w:t>
      </w:r>
      <w:r>
        <w:rPr>
          <w:szCs w:val="28"/>
        </w:rPr>
        <w:t>рожного фонда Ярославской области;</w:t>
      </w:r>
    </w:p>
    <w:p w:rsidR="007E4FE9" w:rsidRDefault="007E4FE9" w:rsidP="00A75D4F">
      <w:pPr>
        <w:autoSpaceDE w:val="0"/>
        <w:autoSpaceDN w:val="0"/>
        <w:adjustRightInd w:val="0"/>
        <w:spacing w:line="252" w:lineRule="auto"/>
        <w:ind w:firstLine="709"/>
        <w:outlineLvl w:val="0"/>
        <w:rPr>
          <w:szCs w:val="28"/>
        </w:rPr>
      </w:pPr>
      <w:r>
        <w:rPr>
          <w:szCs w:val="28"/>
        </w:rPr>
        <w:t>2) предоставление субсидий местным бюджетам на капитальный ремонт и ремонт дворовых территорий многоквартирных домов, проездов к дворовым территориям многоквартирных домов населенных пунктов в размере не менее 5 процентов общего объема бюджетных ассигнований дорожного фонда Яр</w:t>
      </w:r>
      <w:r>
        <w:rPr>
          <w:szCs w:val="28"/>
        </w:rPr>
        <w:t>о</w:t>
      </w:r>
      <w:r>
        <w:rPr>
          <w:szCs w:val="28"/>
        </w:rPr>
        <w:t>славской области.</w:t>
      </w:r>
    </w:p>
    <w:p w:rsidR="007E4FE9" w:rsidRDefault="007E4FE9" w:rsidP="00A75D4F">
      <w:pPr>
        <w:spacing w:line="252" w:lineRule="auto"/>
        <w:ind w:firstLine="709"/>
      </w:pPr>
    </w:p>
    <w:p w:rsidR="007E4FE9" w:rsidRDefault="007E4FE9" w:rsidP="00A75D4F">
      <w:pPr>
        <w:spacing w:line="252" w:lineRule="auto"/>
        <w:ind w:firstLine="709"/>
      </w:pPr>
    </w:p>
    <w:p w:rsidR="007E4FE9" w:rsidRDefault="007E4FE9" w:rsidP="00A75D4F">
      <w:pPr>
        <w:spacing w:line="252" w:lineRule="auto"/>
        <w:ind w:firstLine="709"/>
        <w:rPr>
          <w:szCs w:val="28"/>
        </w:rPr>
      </w:pPr>
    </w:p>
    <w:p w:rsidR="007E4FE9" w:rsidRDefault="007E4FE9" w:rsidP="00A75D4F">
      <w:pPr>
        <w:pStyle w:val="Heading2"/>
        <w:spacing w:line="252" w:lineRule="auto"/>
      </w:pPr>
      <w:r>
        <w:t>Губернатор</w:t>
      </w:r>
    </w:p>
    <w:p w:rsidR="007E4FE9" w:rsidRDefault="007E4FE9" w:rsidP="00C82ED3">
      <w:pPr>
        <w:pStyle w:val="Heading2"/>
        <w:tabs>
          <w:tab w:val="clear" w:pos="8222"/>
        </w:tabs>
        <w:spacing w:line="252" w:lineRule="auto"/>
      </w:pPr>
      <w:r>
        <w:t>Ярославской области</w:t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С.А. Вахруков</w:t>
      </w:r>
    </w:p>
    <w:p w:rsidR="007E4FE9" w:rsidRDefault="007E4FE9" w:rsidP="00A75D4F">
      <w:pPr>
        <w:spacing w:line="252" w:lineRule="auto"/>
        <w:ind w:firstLine="0"/>
        <w:rPr>
          <w:bCs/>
          <w:szCs w:val="28"/>
        </w:rPr>
      </w:pPr>
    </w:p>
    <w:p w:rsidR="007E4FE9" w:rsidRDefault="007E4FE9" w:rsidP="00A75D4F">
      <w:pPr>
        <w:spacing w:line="252" w:lineRule="auto"/>
        <w:ind w:firstLine="0"/>
      </w:pPr>
    </w:p>
    <w:p w:rsidR="007E4FE9" w:rsidRPr="00C203DC" w:rsidRDefault="007E4FE9" w:rsidP="00381F21">
      <w:pPr>
        <w:pStyle w:val="Heading2"/>
      </w:pPr>
      <w:r w:rsidRPr="00C203DC">
        <w:t>«</w:t>
      </w:r>
      <w:r>
        <w:t xml:space="preserve"> 28 </w:t>
      </w:r>
      <w:r w:rsidRPr="00C203DC">
        <w:t>»</w:t>
      </w:r>
      <w:r>
        <w:t xml:space="preserve"> апреля </w:t>
      </w:r>
      <w:smartTag w:uri="urn:schemas-microsoft-com:office:smarttags" w:element="metricconverter">
        <w:smartTagPr>
          <w:attr w:name="ProductID" w:val="2012 г"/>
        </w:smartTagPr>
        <w:r w:rsidRPr="00C203DC">
          <w:t>2012 г</w:t>
        </w:r>
      </w:smartTag>
      <w:r w:rsidRPr="00C203DC">
        <w:t>.</w:t>
      </w:r>
    </w:p>
    <w:p w:rsidR="007E4FE9" w:rsidRPr="00C203DC" w:rsidRDefault="007E4FE9" w:rsidP="00381F21">
      <w:pPr>
        <w:pStyle w:val="Heading2"/>
        <w:ind w:firstLine="709"/>
      </w:pPr>
    </w:p>
    <w:p w:rsidR="007E4FE9" w:rsidRPr="00C203DC" w:rsidRDefault="007E4FE9" w:rsidP="00381F21">
      <w:pPr>
        <w:pStyle w:val="Heading2"/>
      </w:pPr>
      <w:r w:rsidRPr="00C203DC">
        <w:t>№</w:t>
      </w:r>
      <w:r w:rsidRPr="00C203DC">
        <w:rPr>
          <w:lang w:val="en-US"/>
        </w:rPr>
        <w:t xml:space="preserve"> </w:t>
      </w:r>
      <w:r>
        <w:t>15-з</w:t>
      </w:r>
    </w:p>
    <w:p w:rsidR="007E4FE9" w:rsidRDefault="007E4FE9" w:rsidP="00381F21">
      <w:pPr>
        <w:pStyle w:val="Heading2"/>
        <w:spacing w:line="252" w:lineRule="auto"/>
      </w:pPr>
    </w:p>
    <w:sectPr w:rsidR="007E4FE9" w:rsidSect="00A75D4F">
      <w:headerReference w:type="even" r:id="rId7"/>
      <w:headerReference w:type="default" r:id="rId8"/>
      <w:pgSz w:w="11906" w:h="16838" w:code="9"/>
      <w:pgMar w:top="1134" w:right="680" w:bottom="1134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FE9" w:rsidRDefault="007E4FE9">
      <w:r>
        <w:separator/>
      </w:r>
    </w:p>
    <w:p w:rsidR="007E4FE9" w:rsidRDefault="007E4FE9"/>
    <w:p w:rsidR="007E4FE9" w:rsidRDefault="007E4FE9"/>
  </w:endnote>
  <w:endnote w:type="continuationSeparator" w:id="0">
    <w:p w:rsidR="007E4FE9" w:rsidRDefault="007E4FE9">
      <w:r>
        <w:continuationSeparator/>
      </w:r>
    </w:p>
    <w:p w:rsidR="007E4FE9" w:rsidRDefault="007E4FE9"/>
    <w:p w:rsidR="007E4FE9" w:rsidRDefault="007E4FE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FE9" w:rsidRDefault="007E4FE9">
      <w:r>
        <w:separator/>
      </w:r>
    </w:p>
    <w:p w:rsidR="007E4FE9" w:rsidRDefault="007E4FE9"/>
    <w:p w:rsidR="007E4FE9" w:rsidRDefault="007E4FE9"/>
  </w:footnote>
  <w:footnote w:type="continuationSeparator" w:id="0">
    <w:p w:rsidR="007E4FE9" w:rsidRDefault="007E4FE9">
      <w:r>
        <w:continuationSeparator/>
      </w:r>
    </w:p>
    <w:p w:rsidR="007E4FE9" w:rsidRDefault="007E4FE9"/>
    <w:p w:rsidR="007E4FE9" w:rsidRDefault="007E4FE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FE9" w:rsidRDefault="007E4FE9" w:rsidP="00B021A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E4FE9" w:rsidRDefault="007E4FE9">
    <w:pPr>
      <w:pStyle w:val="Header"/>
    </w:pPr>
  </w:p>
  <w:p w:rsidR="007E4FE9" w:rsidRDefault="007E4FE9"/>
  <w:p w:rsidR="007E4FE9" w:rsidRDefault="007E4FE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FE9" w:rsidRDefault="007E4FE9" w:rsidP="008B2E18">
    <w:pPr>
      <w:pStyle w:val="Header"/>
      <w:framePr w:wrap="around" w:vAnchor="text" w:hAnchor="margin" w:xAlign="center" w:y="1"/>
      <w:ind w:firstLine="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7E4FE9" w:rsidRDefault="007E4FE9" w:rsidP="00947DF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4415"/>
    <w:multiLevelType w:val="hybridMultilevel"/>
    <w:tmpl w:val="293A00EA"/>
    <w:lvl w:ilvl="0" w:tplc="C3BA3D2A">
      <w:start w:val="1"/>
      <w:numFmt w:val="decimal"/>
      <w:lvlText w:val="%1)"/>
      <w:lvlJc w:val="left"/>
      <w:pPr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812B84"/>
    <w:multiLevelType w:val="hybridMultilevel"/>
    <w:tmpl w:val="6CC8BC80"/>
    <w:lvl w:ilvl="0" w:tplc="80523542">
      <w:start w:val="1"/>
      <w:numFmt w:val="decimal"/>
      <w:lvlText w:val="%1)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2">
    <w:nsid w:val="068E2045"/>
    <w:multiLevelType w:val="hybridMultilevel"/>
    <w:tmpl w:val="AAF4BCB8"/>
    <w:lvl w:ilvl="0" w:tplc="1C4ACBA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cs="Times New Roman" w:hint="default"/>
      </w:rPr>
    </w:lvl>
  </w:abstractNum>
  <w:abstractNum w:abstractNumId="4">
    <w:nsid w:val="207A2F21"/>
    <w:multiLevelType w:val="hybridMultilevel"/>
    <w:tmpl w:val="AA946512"/>
    <w:lvl w:ilvl="0" w:tplc="66CABD6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cs="Times New Roman" w:hint="default"/>
      </w:rPr>
    </w:lvl>
  </w:abstractNum>
  <w:abstractNum w:abstractNumId="6">
    <w:nsid w:val="264849E4"/>
    <w:multiLevelType w:val="hybridMultilevel"/>
    <w:tmpl w:val="A886B064"/>
    <w:lvl w:ilvl="0" w:tplc="151AFF1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2B383B0B"/>
    <w:multiLevelType w:val="hybridMultilevel"/>
    <w:tmpl w:val="B2785CF6"/>
    <w:lvl w:ilvl="0" w:tplc="6EBEEC2A">
      <w:start w:val="1"/>
      <w:numFmt w:val="decimal"/>
      <w:lvlText w:val="%1)"/>
      <w:lvlJc w:val="left"/>
      <w:pPr>
        <w:ind w:left="1410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04F11A5"/>
    <w:multiLevelType w:val="hybridMultilevel"/>
    <w:tmpl w:val="99980A30"/>
    <w:lvl w:ilvl="0" w:tplc="6EBEEC2A">
      <w:start w:val="1"/>
      <w:numFmt w:val="decimal"/>
      <w:lvlText w:val="%1)"/>
      <w:lvlJc w:val="left"/>
      <w:pPr>
        <w:ind w:left="1410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37090222"/>
    <w:multiLevelType w:val="hybridMultilevel"/>
    <w:tmpl w:val="87FC4F58"/>
    <w:lvl w:ilvl="0" w:tplc="F99C676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39F956EA"/>
    <w:multiLevelType w:val="hybridMultilevel"/>
    <w:tmpl w:val="7C1CAE48"/>
    <w:lvl w:ilvl="0" w:tplc="C8A27FB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3C9852ED"/>
    <w:multiLevelType w:val="hybridMultilevel"/>
    <w:tmpl w:val="8900388E"/>
    <w:lvl w:ilvl="0" w:tplc="C3BA3D2A">
      <w:start w:val="1"/>
      <w:numFmt w:val="decimal"/>
      <w:lvlText w:val="%1)"/>
      <w:lvlJc w:val="left"/>
      <w:pPr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43E2077B"/>
    <w:multiLevelType w:val="hybridMultilevel"/>
    <w:tmpl w:val="B380C58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A9D72DC"/>
    <w:multiLevelType w:val="hybridMultilevel"/>
    <w:tmpl w:val="08921736"/>
    <w:lvl w:ilvl="0" w:tplc="C3BA3D2A">
      <w:start w:val="1"/>
      <w:numFmt w:val="decimal"/>
      <w:lvlText w:val="%1)"/>
      <w:lvlJc w:val="left"/>
      <w:pPr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68E1429E"/>
    <w:multiLevelType w:val="hybridMultilevel"/>
    <w:tmpl w:val="E086185C"/>
    <w:lvl w:ilvl="0" w:tplc="6EBEEC2A">
      <w:start w:val="1"/>
      <w:numFmt w:val="decimal"/>
      <w:lvlText w:val="%1)"/>
      <w:lvlJc w:val="left"/>
      <w:pPr>
        <w:ind w:left="1410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cs="Times New Roman" w:hint="default"/>
      </w:rPr>
    </w:lvl>
  </w:abstractNum>
  <w:abstractNum w:abstractNumId="16">
    <w:nsid w:val="6CD85FB4"/>
    <w:multiLevelType w:val="hybridMultilevel"/>
    <w:tmpl w:val="72EEA55C"/>
    <w:lvl w:ilvl="0" w:tplc="6EBEEC2A">
      <w:start w:val="1"/>
      <w:numFmt w:val="decimal"/>
      <w:lvlText w:val="%1)"/>
      <w:lvlJc w:val="left"/>
      <w:pPr>
        <w:ind w:left="1410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B9734E0"/>
    <w:multiLevelType w:val="hybridMultilevel"/>
    <w:tmpl w:val="8420323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15"/>
  </w:num>
  <w:num w:numId="2">
    <w:abstractNumId w:val="18"/>
  </w:num>
  <w:num w:numId="3">
    <w:abstractNumId w:val="5"/>
  </w:num>
  <w:num w:numId="4">
    <w:abstractNumId w:val="3"/>
  </w:num>
  <w:num w:numId="5">
    <w:abstractNumId w:val="9"/>
  </w:num>
  <w:num w:numId="6">
    <w:abstractNumId w:val="10"/>
  </w:num>
  <w:num w:numId="7">
    <w:abstractNumId w:val="6"/>
  </w:num>
  <w:num w:numId="8">
    <w:abstractNumId w:val="1"/>
  </w:num>
  <w:num w:numId="9">
    <w:abstractNumId w:val="17"/>
  </w:num>
  <w:num w:numId="10">
    <w:abstractNumId w:val="2"/>
  </w:num>
  <w:num w:numId="11">
    <w:abstractNumId w:val="12"/>
  </w:num>
  <w:num w:numId="12">
    <w:abstractNumId w:val="13"/>
  </w:num>
  <w:num w:numId="13">
    <w:abstractNumId w:val="0"/>
  </w:num>
  <w:num w:numId="14">
    <w:abstractNumId w:val="11"/>
  </w:num>
  <w:num w:numId="15">
    <w:abstractNumId w:val="8"/>
  </w:num>
  <w:num w:numId="16">
    <w:abstractNumId w:val="16"/>
  </w:num>
  <w:num w:numId="17">
    <w:abstractNumId w:val="14"/>
  </w:num>
  <w:num w:numId="18">
    <w:abstractNumId w:val="7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2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3583"/>
    <w:rsid w:val="000005F7"/>
    <w:rsid w:val="0000164D"/>
    <w:rsid w:val="00001BD4"/>
    <w:rsid w:val="00003B55"/>
    <w:rsid w:val="000045B1"/>
    <w:rsid w:val="00004976"/>
    <w:rsid w:val="00004C72"/>
    <w:rsid w:val="00004F5B"/>
    <w:rsid w:val="000067BD"/>
    <w:rsid w:val="00007AE4"/>
    <w:rsid w:val="00007E4B"/>
    <w:rsid w:val="000133C7"/>
    <w:rsid w:val="000143A3"/>
    <w:rsid w:val="00014BC8"/>
    <w:rsid w:val="00014E03"/>
    <w:rsid w:val="00015A9D"/>
    <w:rsid w:val="00015C0B"/>
    <w:rsid w:val="0002491A"/>
    <w:rsid w:val="00025C1F"/>
    <w:rsid w:val="00026A8B"/>
    <w:rsid w:val="00030179"/>
    <w:rsid w:val="00030BA5"/>
    <w:rsid w:val="00031114"/>
    <w:rsid w:val="000344C2"/>
    <w:rsid w:val="00035327"/>
    <w:rsid w:val="00035690"/>
    <w:rsid w:val="0003640F"/>
    <w:rsid w:val="00037539"/>
    <w:rsid w:val="00040171"/>
    <w:rsid w:val="00040BDB"/>
    <w:rsid w:val="00041C96"/>
    <w:rsid w:val="000447E4"/>
    <w:rsid w:val="00045143"/>
    <w:rsid w:val="00045F94"/>
    <w:rsid w:val="000471EE"/>
    <w:rsid w:val="000508B5"/>
    <w:rsid w:val="000515B3"/>
    <w:rsid w:val="00052406"/>
    <w:rsid w:val="0005399D"/>
    <w:rsid w:val="00056106"/>
    <w:rsid w:val="000577B0"/>
    <w:rsid w:val="00057AE9"/>
    <w:rsid w:val="0006050C"/>
    <w:rsid w:val="000615B5"/>
    <w:rsid w:val="0006180F"/>
    <w:rsid w:val="000622AC"/>
    <w:rsid w:val="00063360"/>
    <w:rsid w:val="0006360D"/>
    <w:rsid w:val="000668A2"/>
    <w:rsid w:val="00076B9B"/>
    <w:rsid w:val="0007727E"/>
    <w:rsid w:val="000772B0"/>
    <w:rsid w:val="00081D97"/>
    <w:rsid w:val="00082764"/>
    <w:rsid w:val="00082C94"/>
    <w:rsid w:val="00084029"/>
    <w:rsid w:val="00085BCF"/>
    <w:rsid w:val="00086DC5"/>
    <w:rsid w:val="00087995"/>
    <w:rsid w:val="000923B4"/>
    <w:rsid w:val="0009305D"/>
    <w:rsid w:val="00093FD0"/>
    <w:rsid w:val="00094F6F"/>
    <w:rsid w:val="000960A3"/>
    <w:rsid w:val="00096EFB"/>
    <w:rsid w:val="000A0776"/>
    <w:rsid w:val="000A0FC6"/>
    <w:rsid w:val="000A351A"/>
    <w:rsid w:val="000A3A72"/>
    <w:rsid w:val="000A5F7B"/>
    <w:rsid w:val="000B13F7"/>
    <w:rsid w:val="000B6813"/>
    <w:rsid w:val="000B6CED"/>
    <w:rsid w:val="000C1351"/>
    <w:rsid w:val="000C19CE"/>
    <w:rsid w:val="000C30F9"/>
    <w:rsid w:val="000C3211"/>
    <w:rsid w:val="000C36D9"/>
    <w:rsid w:val="000C41A6"/>
    <w:rsid w:val="000C4631"/>
    <w:rsid w:val="000C77D2"/>
    <w:rsid w:val="000D1AA9"/>
    <w:rsid w:val="000D1BAF"/>
    <w:rsid w:val="000D3AA2"/>
    <w:rsid w:val="000D4A57"/>
    <w:rsid w:val="000D7868"/>
    <w:rsid w:val="000D7AFD"/>
    <w:rsid w:val="000D7FBD"/>
    <w:rsid w:val="000E0C6D"/>
    <w:rsid w:val="000E0D32"/>
    <w:rsid w:val="000E1908"/>
    <w:rsid w:val="000E199F"/>
    <w:rsid w:val="000E1D93"/>
    <w:rsid w:val="000E2B1C"/>
    <w:rsid w:val="000E494E"/>
    <w:rsid w:val="000E7733"/>
    <w:rsid w:val="000E7B9C"/>
    <w:rsid w:val="000F0F65"/>
    <w:rsid w:val="000F44A3"/>
    <w:rsid w:val="000F4663"/>
    <w:rsid w:val="000F658E"/>
    <w:rsid w:val="00101856"/>
    <w:rsid w:val="001032B7"/>
    <w:rsid w:val="00103AEF"/>
    <w:rsid w:val="00105CF5"/>
    <w:rsid w:val="00106063"/>
    <w:rsid w:val="0010672B"/>
    <w:rsid w:val="001071F8"/>
    <w:rsid w:val="00110123"/>
    <w:rsid w:val="001102C9"/>
    <w:rsid w:val="001104B9"/>
    <w:rsid w:val="001142FD"/>
    <w:rsid w:val="00126371"/>
    <w:rsid w:val="001263D2"/>
    <w:rsid w:val="001264B5"/>
    <w:rsid w:val="00126998"/>
    <w:rsid w:val="00127B9F"/>
    <w:rsid w:val="00130DF9"/>
    <w:rsid w:val="00131E30"/>
    <w:rsid w:val="00132EE2"/>
    <w:rsid w:val="001333DB"/>
    <w:rsid w:val="00133834"/>
    <w:rsid w:val="00133F54"/>
    <w:rsid w:val="00134ADD"/>
    <w:rsid w:val="00136C9F"/>
    <w:rsid w:val="00137BA8"/>
    <w:rsid w:val="00137C90"/>
    <w:rsid w:val="00140714"/>
    <w:rsid w:val="00142BF0"/>
    <w:rsid w:val="00143E22"/>
    <w:rsid w:val="0014722E"/>
    <w:rsid w:val="0015107F"/>
    <w:rsid w:val="00151EF2"/>
    <w:rsid w:val="001536E4"/>
    <w:rsid w:val="0015679A"/>
    <w:rsid w:val="00160292"/>
    <w:rsid w:val="00162BF0"/>
    <w:rsid w:val="00164E53"/>
    <w:rsid w:val="00165638"/>
    <w:rsid w:val="001658CE"/>
    <w:rsid w:val="001659C9"/>
    <w:rsid w:val="0016612F"/>
    <w:rsid w:val="001702F8"/>
    <w:rsid w:val="00170685"/>
    <w:rsid w:val="00171D71"/>
    <w:rsid w:val="00172325"/>
    <w:rsid w:val="001752F0"/>
    <w:rsid w:val="00176072"/>
    <w:rsid w:val="00176CC8"/>
    <w:rsid w:val="001774E2"/>
    <w:rsid w:val="00180937"/>
    <w:rsid w:val="00180AB6"/>
    <w:rsid w:val="00182512"/>
    <w:rsid w:val="0018436B"/>
    <w:rsid w:val="00184778"/>
    <w:rsid w:val="001851E5"/>
    <w:rsid w:val="00185A54"/>
    <w:rsid w:val="00185EC5"/>
    <w:rsid w:val="001860C5"/>
    <w:rsid w:val="00187245"/>
    <w:rsid w:val="0019006D"/>
    <w:rsid w:val="00191686"/>
    <w:rsid w:val="00193603"/>
    <w:rsid w:val="001948C0"/>
    <w:rsid w:val="001A0D0D"/>
    <w:rsid w:val="001A1A42"/>
    <w:rsid w:val="001A5241"/>
    <w:rsid w:val="001A5403"/>
    <w:rsid w:val="001A54B9"/>
    <w:rsid w:val="001A62D8"/>
    <w:rsid w:val="001A720B"/>
    <w:rsid w:val="001A748D"/>
    <w:rsid w:val="001B1180"/>
    <w:rsid w:val="001B4C5C"/>
    <w:rsid w:val="001B4EED"/>
    <w:rsid w:val="001B74A3"/>
    <w:rsid w:val="001C04CB"/>
    <w:rsid w:val="001C3829"/>
    <w:rsid w:val="001C49ED"/>
    <w:rsid w:val="001C5149"/>
    <w:rsid w:val="001C6A67"/>
    <w:rsid w:val="001C73F7"/>
    <w:rsid w:val="001D2066"/>
    <w:rsid w:val="001D27F4"/>
    <w:rsid w:val="001D2820"/>
    <w:rsid w:val="001D5248"/>
    <w:rsid w:val="001D59E8"/>
    <w:rsid w:val="001D6F93"/>
    <w:rsid w:val="001D7980"/>
    <w:rsid w:val="001E1488"/>
    <w:rsid w:val="001E23E5"/>
    <w:rsid w:val="001E5734"/>
    <w:rsid w:val="001E57C7"/>
    <w:rsid w:val="001E7754"/>
    <w:rsid w:val="001F056F"/>
    <w:rsid w:val="001F1D46"/>
    <w:rsid w:val="001F1FC1"/>
    <w:rsid w:val="001F2407"/>
    <w:rsid w:val="001F2FF1"/>
    <w:rsid w:val="001F3DCE"/>
    <w:rsid w:val="001F71D7"/>
    <w:rsid w:val="001F737E"/>
    <w:rsid w:val="001F7D58"/>
    <w:rsid w:val="0020000E"/>
    <w:rsid w:val="00201916"/>
    <w:rsid w:val="00206B4F"/>
    <w:rsid w:val="00207D07"/>
    <w:rsid w:val="002114FE"/>
    <w:rsid w:val="00211762"/>
    <w:rsid w:val="002117F6"/>
    <w:rsid w:val="00212892"/>
    <w:rsid w:val="00212C76"/>
    <w:rsid w:val="00213857"/>
    <w:rsid w:val="00213FE3"/>
    <w:rsid w:val="00215419"/>
    <w:rsid w:val="00220E5C"/>
    <w:rsid w:val="00221D15"/>
    <w:rsid w:val="00222354"/>
    <w:rsid w:val="00223803"/>
    <w:rsid w:val="0022385A"/>
    <w:rsid w:val="002260CC"/>
    <w:rsid w:val="002268D4"/>
    <w:rsid w:val="00226FBA"/>
    <w:rsid w:val="00227CB9"/>
    <w:rsid w:val="002316A1"/>
    <w:rsid w:val="00232708"/>
    <w:rsid w:val="00232C1C"/>
    <w:rsid w:val="002349DF"/>
    <w:rsid w:val="00234A43"/>
    <w:rsid w:val="00234A7D"/>
    <w:rsid w:val="002353FA"/>
    <w:rsid w:val="00235C13"/>
    <w:rsid w:val="002378FE"/>
    <w:rsid w:val="002401F3"/>
    <w:rsid w:val="00240927"/>
    <w:rsid w:val="00242462"/>
    <w:rsid w:val="0024278E"/>
    <w:rsid w:val="002428B1"/>
    <w:rsid w:val="00243CF9"/>
    <w:rsid w:val="0024425B"/>
    <w:rsid w:val="00245CCF"/>
    <w:rsid w:val="00245F59"/>
    <w:rsid w:val="0024634E"/>
    <w:rsid w:val="00246978"/>
    <w:rsid w:val="00247A96"/>
    <w:rsid w:val="00252252"/>
    <w:rsid w:val="0025305E"/>
    <w:rsid w:val="002535B4"/>
    <w:rsid w:val="00253F46"/>
    <w:rsid w:val="00256A60"/>
    <w:rsid w:val="00256AF4"/>
    <w:rsid w:val="002575E8"/>
    <w:rsid w:val="0026210F"/>
    <w:rsid w:val="0026223E"/>
    <w:rsid w:val="002628AA"/>
    <w:rsid w:val="002631B6"/>
    <w:rsid w:val="002656EB"/>
    <w:rsid w:val="00271356"/>
    <w:rsid w:val="0027388E"/>
    <w:rsid w:val="00274882"/>
    <w:rsid w:val="00275FCF"/>
    <w:rsid w:val="00276373"/>
    <w:rsid w:val="002766F6"/>
    <w:rsid w:val="00281494"/>
    <w:rsid w:val="00283F9F"/>
    <w:rsid w:val="002846F6"/>
    <w:rsid w:val="002853D7"/>
    <w:rsid w:val="00287745"/>
    <w:rsid w:val="00291502"/>
    <w:rsid w:val="002924B0"/>
    <w:rsid w:val="00294214"/>
    <w:rsid w:val="002944E1"/>
    <w:rsid w:val="0029549D"/>
    <w:rsid w:val="00295F8C"/>
    <w:rsid w:val="00296245"/>
    <w:rsid w:val="0029653E"/>
    <w:rsid w:val="0029726C"/>
    <w:rsid w:val="0029754E"/>
    <w:rsid w:val="002A26FB"/>
    <w:rsid w:val="002A3579"/>
    <w:rsid w:val="002A41F3"/>
    <w:rsid w:val="002B0803"/>
    <w:rsid w:val="002B0A4C"/>
    <w:rsid w:val="002B2843"/>
    <w:rsid w:val="002B5520"/>
    <w:rsid w:val="002B5751"/>
    <w:rsid w:val="002B7300"/>
    <w:rsid w:val="002B78A1"/>
    <w:rsid w:val="002C00CF"/>
    <w:rsid w:val="002C236A"/>
    <w:rsid w:val="002C248C"/>
    <w:rsid w:val="002D0084"/>
    <w:rsid w:val="002D0960"/>
    <w:rsid w:val="002D1DD2"/>
    <w:rsid w:val="002D4647"/>
    <w:rsid w:val="002D46C2"/>
    <w:rsid w:val="002D5AF2"/>
    <w:rsid w:val="002D7FEE"/>
    <w:rsid w:val="002E0675"/>
    <w:rsid w:val="002E1D34"/>
    <w:rsid w:val="002E2249"/>
    <w:rsid w:val="002E3197"/>
    <w:rsid w:val="002E6F27"/>
    <w:rsid w:val="002E7162"/>
    <w:rsid w:val="002F01D5"/>
    <w:rsid w:val="002F0C03"/>
    <w:rsid w:val="002F26E8"/>
    <w:rsid w:val="002F3BC3"/>
    <w:rsid w:val="002F3E3F"/>
    <w:rsid w:val="002F5C8D"/>
    <w:rsid w:val="00304747"/>
    <w:rsid w:val="00304DB1"/>
    <w:rsid w:val="00306C19"/>
    <w:rsid w:val="00311070"/>
    <w:rsid w:val="00311A90"/>
    <w:rsid w:val="00313719"/>
    <w:rsid w:val="003145B0"/>
    <w:rsid w:val="00316F13"/>
    <w:rsid w:val="003170E4"/>
    <w:rsid w:val="00320164"/>
    <w:rsid w:val="00321070"/>
    <w:rsid w:val="0032165C"/>
    <w:rsid w:val="003220CD"/>
    <w:rsid w:val="0032330C"/>
    <w:rsid w:val="0032430F"/>
    <w:rsid w:val="0032442B"/>
    <w:rsid w:val="00333D31"/>
    <w:rsid w:val="00335F32"/>
    <w:rsid w:val="00341DA8"/>
    <w:rsid w:val="00343428"/>
    <w:rsid w:val="003442D1"/>
    <w:rsid w:val="0034708E"/>
    <w:rsid w:val="00350DFF"/>
    <w:rsid w:val="0035239F"/>
    <w:rsid w:val="0035297C"/>
    <w:rsid w:val="00354694"/>
    <w:rsid w:val="00356535"/>
    <w:rsid w:val="00360311"/>
    <w:rsid w:val="0036163A"/>
    <w:rsid w:val="00362304"/>
    <w:rsid w:val="003648C9"/>
    <w:rsid w:val="00364F49"/>
    <w:rsid w:val="00365352"/>
    <w:rsid w:val="00365F48"/>
    <w:rsid w:val="003667C7"/>
    <w:rsid w:val="003678A5"/>
    <w:rsid w:val="00370821"/>
    <w:rsid w:val="00370B54"/>
    <w:rsid w:val="00371523"/>
    <w:rsid w:val="00371A02"/>
    <w:rsid w:val="00371D20"/>
    <w:rsid w:val="003750F7"/>
    <w:rsid w:val="00380C09"/>
    <w:rsid w:val="00380E96"/>
    <w:rsid w:val="00381F21"/>
    <w:rsid w:val="00383293"/>
    <w:rsid w:val="003842E6"/>
    <w:rsid w:val="00385FC7"/>
    <w:rsid w:val="00387367"/>
    <w:rsid w:val="003877C3"/>
    <w:rsid w:val="00390250"/>
    <w:rsid w:val="0039037F"/>
    <w:rsid w:val="00391C90"/>
    <w:rsid w:val="00392464"/>
    <w:rsid w:val="0039249B"/>
    <w:rsid w:val="00392576"/>
    <w:rsid w:val="003952EB"/>
    <w:rsid w:val="0039589E"/>
    <w:rsid w:val="00395B84"/>
    <w:rsid w:val="00395EB6"/>
    <w:rsid w:val="00397508"/>
    <w:rsid w:val="003A0808"/>
    <w:rsid w:val="003A096F"/>
    <w:rsid w:val="003A255A"/>
    <w:rsid w:val="003A2AFF"/>
    <w:rsid w:val="003A7CBB"/>
    <w:rsid w:val="003B0243"/>
    <w:rsid w:val="003B2181"/>
    <w:rsid w:val="003B41A8"/>
    <w:rsid w:val="003B5CC8"/>
    <w:rsid w:val="003B62E2"/>
    <w:rsid w:val="003B7151"/>
    <w:rsid w:val="003C14F6"/>
    <w:rsid w:val="003C1598"/>
    <w:rsid w:val="003C2099"/>
    <w:rsid w:val="003C35C6"/>
    <w:rsid w:val="003D0FB5"/>
    <w:rsid w:val="003D2FB0"/>
    <w:rsid w:val="003D325F"/>
    <w:rsid w:val="003D3A44"/>
    <w:rsid w:val="003D40DF"/>
    <w:rsid w:val="003D4D1F"/>
    <w:rsid w:val="003D563C"/>
    <w:rsid w:val="003D6088"/>
    <w:rsid w:val="003D6A4D"/>
    <w:rsid w:val="003D7531"/>
    <w:rsid w:val="003E0362"/>
    <w:rsid w:val="003E0C2D"/>
    <w:rsid w:val="003E269D"/>
    <w:rsid w:val="003E3AD4"/>
    <w:rsid w:val="003E516F"/>
    <w:rsid w:val="003E6A93"/>
    <w:rsid w:val="003F04B1"/>
    <w:rsid w:val="003F1E13"/>
    <w:rsid w:val="003F3FFA"/>
    <w:rsid w:val="003F5809"/>
    <w:rsid w:val="003F69C9"/>
    <w:rsid w:val="00402A00"/>
    <w:rsid w:val="00404FCC"/>
    <w:rsid w:val="00406174"/>
    <w:rsid w:val="00410043"/>
    <w:rsid w:val="0041045C"/>
    <w:rsid w:val="00414637"/>
    <w:rsid w:val="00416A32"/>
    <w:rsid w:val="0041775D"/>
    <w:rsid w:val="00420B5A"/>
    <w:rsid w:val="004215EB"/>
    <w:rsid w:val="00421A0C"/>
    <w:rsid w:val="00422146"/>
    <w:rsid w:val="00423A22"/>
    <w:rsid w:val="0042435F"/>
    <w:rsid w:val="004254DA"/>
    <w:rsid w:val="00425F32"/>
    <w:rsid w:val="0043170A"/>
    <w:rsid w:val="004321B0"/>
    <w:rsid w:val="004327FF"/>
    <w:rsid w:val="00432E0E"/>
    <w:rsid w:val="0043312D"/>
    <w:rsid w:val="00434175"/>
    <w:rsid w:val="0043434A"/>
    <w:rsid w:val="00434725"/>
    <w:rsid w:val="0043568C"/>
    <w:rsid w:val="00436DEF"/>
    <w:rsid w:val="00437CDD"/>
    <w:rsid w:val="00437DFE"/>
    <w:rsid w:val="00440654"/>
    <w:rsid w:val="00441493"/>
    <w:rsid w:val="004429C2"/>
    <w:rsid w:val="00442B50"/>
    <w:rsid w:val="00442FB1"/>
    <w:rsid w:val="00443CD7"/>
    <w:rsid w:val="00444ECF"/>
    <w:rsid w:val="00445864"/>
    <w:rsid w:val="00445BCF"/>
    <w:rsid w:val="00445CEF"/>
    <w:rsid w:val="00447BEA"/>
    <w:rsid w:val="0045079C"/>
    <w:rsid w:val="004519EA"/>
    <w:rsid w:val="00452BEB"/>
    <w:rsid w:val="00452D59"/>
    <w:rsid w:val="0045367F"/>
    <w:rsid w:val="00456D20"/>
    <w:rsid w:val="004571C3"/>
    <w:rsid w:val="00461FA1"/>
    <w:rsid w:val="0046216C"/>
    <w:rsid w:val="00463B32"/>
    <w:rsid w:val="00464BE7"/>
    <w:rsid w:val="00465D2E"/>
    <w:rsid w:val="0046606A"/>
    <w:rsid w:val="004711DC"/>
    <w:rsid w:val="00471C59"/>
    <w:rsid w:val="0047360E"/>
    <w:rsid w:val="004741A5"/>
    <w:rsid w:val="00475199"/>
    <w:rsid w:val="00476D8A"/>
    <w:rsid w:val="00477380"/>
    <w:rsid w:val="00480B1B"/>
    <w:rsid w:val="004814EC"/>
    <w:rsid w:val="00481FF6"/>
    <w:rsid w:val="0048342C"/>
    <w:rsid w:val="0048369E"/>
    <w:rsid w:val="00490196"/>
    <w:rsid w:val="004903B7"/>
    <w:rsid w:val="00490D03"/>
    <w:rsid w:val="00490D6F"/>
    <w:rsid w:val="004941E2"/>
    <w:rsid w:val="00495F00"/>
    <w:rsid w:val="004A1526"/>
    <w:rsid w:val="004A1ADD"/>
    <w:rsid w:val="004A1E7B"/>
    <w:rsid w:val="004A3678"/>
    <w:rsid w:val="004A3C7C"/>
    <w:rsid w:val="004A4674"/>
    <w:rsid w:val="004A519D"/>
    <w:rsid w:val="004A53D2"/>
    <w:rsid w:val="004A775B"/>
    <w:rsid w:val="004B1581"/>
    <w:rsid w:val="004B2C40"/>
    <w:rsid w:val="004B4CE7"/>
    <w:rsid w:val="004B5587"/>
    <w:rsid w:val="004B5ADE"/>
    <w:rsid w:val="004B5CA8"/>
    <w:rsid w:val="004B621C"/>
    <w:rsid w:val="004B69D1"/>
    <w:rsid w:val="004B6C39"/>
    <w:rsid w:val="004C0688"/>
    <w:rsid w:val="004C1B17"/>
    <w:rsid w:val="004C5A40"/>
    <w:rsid w:val="004C6E81"/>
    <w:rsid w:val="004C78EE"/>
    <w:rsid w:val="004D04C0"/>
    <w:rsid w:val="004D0531"/>
    <w:rsid w:val="004D0BDC"/>
    <w:rsid w:val="004E040D"/>
    <w:rsid w:val="004E0F8B"/>
    <w:rsid w:val="004E20A4"/>
    <w:rsid w:val="004E35A2"/>
    <w:rsid w:val="004E4E03"/>
    <w:rsid w:val="004E4E73"/>
    <w:rsid w:val="004E61CD"/>
    <w:rsid w:val="004E7DC4"/>
    <w:rsid w:val="004F056B"/>
    <w:rsid w:val="004F2384"/>
    <w:rsid w:val="004F2A69"/>
    <w:rsid w:val="004F4BB0"/>
    <w:rsid w:val="004F5173"/>
    <w:rsid w:val="004F568E"/>
    <w:rsid w:val="004F6783"/>
    <w:rsid w:val="00500DC9"/>
    <w:rsid w:val="00501374"/>
    <w:rsid w:val="00501CF6"/>
    <w:rsid w:val="00501DF6"/>
    <w:rsid w:val="005027F8"/>
    <w:rsid w:val="00510E30"/>
    <w:rsid w:val="0051194A"/>
    <w:rsid w:val="0051212B"/>
    <w:rsid w:val="00512BDB"/>
    <w:rsid w:val="00513052"/>
    <w:rsid w:val="0051368C"/>
    <w:rsid w:val="00513B13"/>
    <w:rsid w:val="00515823"/>
    <w:rsid w:val="00515DA2"/>
    <w:rsid w:val="00516ADD"/>
    <w:rsid w:val="005174D3"/>
    <w:rsid w:val="005201D5"/>
    <w:rsid w:val="00522ADC"/>
    <w:rsid w:val="0052729B"/>
    <w:rsid w:val="00527A16"/>
    <w:rsid w:val="00530A28"/>
    <w:rsid w:val="00531545"/>
    <w:rsid w:val="00531601"/>
    <w:rsid w:val="0053174A"/>
    <w:rsid w:val="00533355"/>
    <w:rsid w:val="005353B1"/>
    <w:rsid w:val="00536A76"/>
    <w:rsid w:val="00542944"/>
    <w:rsid w:val="0054299F"/>
    <w:rsid w:val="00542BC1"/>
    <w:rsid w:val="00543213"/>
    <w:rsid w:val="00543335"/>
    <w:rsid w:val="00543424"/>
    <w:rsid w:val="00550F2A"/>
    <w:rsid w:val="0055130C"/>
    <w:rsid w:val="0055177A"/>
    <w:rsid w:val="00553C83"/>
    <w:rsid w:val="005541F2"/>
    <w:rsid w:val="0055761D"/>
    <w:rsid w:val="00560C61"/>
    <w:rsid w:val="00560FDE"/>
    <w:rsid w:val="00561B00"/>
    <w:rsid w:val="00563375"/>
    <w:rsid w:val="005633F3"/>
    <w:rsid w:val="00563596"/>
    <w:rsid w:val="0056547F"/>
    <w:rsid w:val="00566EDC"/>
    <w:rsid w:val="005679C2"/>
    <w:rsid w:val="00571C96"/>
    <w:rsid w:val="00571E9C"/>
    <w:rsid w:val="00572E12"/>
    <w:rsid w:val="005732AE"/>
    <w:rsid w:val="0057398B"/>
    <w:rsid w:val="00574F41"/>
    <w:rsid w:val="00577C47"/>
    <w:rsid w:val="00580497"/>
    <w:rsid w:val="005820A3"/>
    <w:rsid w:val="00585CFB"/>
    <w:rsid w:val="00585DA6"/>
    <w:rsid w:val="00585FCC"/>
    <w:rsid w:val="00586327"/>
    <w:rsid w:val="005872AD"/>
    <w:rsid w:val="00591A9F"/>
    <w:rsid w:val="00592023"/>
    <w:rsid w:val="0059279B"/>
    <w:rsid w:val="005929D7"/>
    <w:rsid w:val="0059302D"/>
    <w:rsid w:val="00596D57"/>
    <w:rsid w:val="00596F1E"/>
    <w:rsid w:val="005975E3"/>
    <w:rsid w:val="0059790D"/>
    <w:rsid w:val="005A0ABD"/>
    <w:rsid w:val="005A189B"/>
    <w:rsid w:val="005A3B1A"/>
    <w:rsid w:val="005A411E"/>
    <w:rsid w:val="005A5FA8"/>
    <w:rsid w:val="005A6400"/>
    <w:rsid w:val="005A676E"/>
    <w:rsid w:val="005A6EFD"/>
    <w:rsid w:val="005A70CC"/>
    <w:rsid w:val="005B063D"/>
    <w:rsid w:val="005B1F09"/>
    <w:rsid w:val="005B22A7"/>
    <w:rsid w:val="005B3BB1"/>
    <w:rsid w:val="005B3EB5"/>
    <w:rsid w:val="005B4E55"/>
    <w:rsid w:val="005B70FF"/>
    <w:rsid w:val="005B71AC"/>
    <w:rsid w:val="005C00AB"/>
    <w:rsid w:val="005C12BF"/>
    <w:rsid w:val="005C1E7E"/>
    <w:rsid w:val="005C2D16"/>
    <w:rsid w:val="005C3ABE"/>
    <w:rsid w:val="005C3C8E"/>
    <w:rsid w:val="005C46D8"/>
    <w:rsid w:val="005C4F28"/>
    <w:rsid w:val="005C514A"/>
    <w:rsid w:val="005C6344"/>
    <w:rsid w:val="005C6F84"/>
    <w:rsid w:val="005D0F3E"/>
    <w:rsid w:val="005D22A4"/>
    <w:rsid w:val="005D511F"/>
    <w:rsid w:val="005D530F"/>
    <w:rsid w:val="005D5A03"/>
    <w:rsid w:val="005D6132"/>
    <w:rsid w:val="005D6DDA"/>
    <w:rsid w:val="005D6E2F"/>
    <w:rsid w:val="005E1DC8"/>
    <w:rsid w:val="005E2EB8"/>
    <w:rsid w:val="005E33E4"/>
    <w:rsid w:val="005E5891"/>
    <w:rsid w:val="005E5D1D"/>
    <w:rsid w:val="005E66A5"/>
    <w:rsid w:val="005E6B7F"/>
    <w:rsid w:val="005E6D36"/>
    <w:rsid w:val="005F13C4"/>
    <w:rsid w:val="005F7A11"/>
    <w:rsid w:val="006012BB"/>
    <w:rsid w:val="006026E6"/>
    <w:rsid w:val="006032C6"/>
    <w:rsid w:val="00603BC6"/>
    <w:rsid w:val="00603CC4"/>
    <w:rsid w:val="006067C4"/>
    <w:rsid w:val="00607717"/>
    <w:rsid w:val="00610923"/>
    <w:rsid w:val="00611A70"/>
    <w:rsid w:val="006133C6"/>
    <w:rsid w:val="0061638D"/>
    <w:rsid w:val="006164C0"/>
    <w:rsid w:val="00616F87"/>
    <w:rsid w:val="006174B0"/>
    <w:rsid w:val="0062204C"/>
    <w:rsid w:val="006221E4"/>
    <w:rsid w:val="00622391"/>
    <w:rsid w:val="00622ADB"/>
    <w:rsid w:val="006231DB"/>
    <w:rsid w:val="00623FCA"/>
    <w:rsid w:val="00624499"/>
    <w:rsid w:val="00625535"/>
    <w:rsid w:val="00625B92"/>
    <w:rsid w:val="00625D6F"/>
    <w:rsid w:val="00627624"/>
    <w:rsid w:val="00627ACE"/>
    <w:rsid w:val="00627B9D"/>
    <w:rsid w:val="0063059C"/>
    <w:rsid w:val="0063099A"/>
    <w:rsid w:val="00630B06"/>
    <w:rsid w:val="00630EC8"/>
    <w:rsid w:val="0063106B"/>
    <w:rsid w:val="00632DD9"/>
    <w:rsid w:val="00633873"/>
    <w:rsid w:val="0063396B"/>
    <w:rsid w:val="00634492"/>
    <w:rsid w:val="00635AFE"/>
    <w:rsid w:val="006362E9"/>
    <w:rsid w:val="0063644C"/>
    <w:rsid w:val="00636A97"/>
    <w:rsid w:val="00640388"/>
    <w:rsid w:val="00641637"/>
    <w:rsid w:val="00641AC1"/>
    <w:rsid w:val="0064206D"/>
    <w:rsid w:val="00643DD6"/>
    <w:rsid w:val="00646608"/>
    <w:rsid w:val="00646C3D"/>
    <w:rsid w:val="00650311"/>
    <w:rsid w:val="00650483"/>
    <w:rsid w:val="00651902"/>
    <w:rsid w:val="006522AB"/>
    <w:rsid w:val="0065385C"/>
    <w:rsid w:val="00654641"/>
    <w:rsid w:val="00654A01"/>
    <w:rsid w:val="00655916"/>
    <w:rsid w:val="00656D5D"/>
    <w:rsid w:val="006609A1"/>
    <w:rsid w:val="0066258D"/>
    <w:rsid w:val="006628C3"/>
    <w:rsid w:val="0066468B"/>
    <w:rsid w:val="00664907"/>
    <w:rsid w:val="00664A4A"/>
    <w:rsid w:val="006713D8"/>
    <w:rsid w:val="00671DE7"/>
    <w:rsid w:val="00673F40"/>
    <w:rsid w:val="006762FA"/>
    <w:rsid w:val="0067638B"/>
    <w:rsid w:val="0068079A"/>
    <w:rsid w:val="00681493"/>
    <w:rsid w:val="006825FF"/>
    <w:rsid w:val="00682DA5"/>
    <w:rsid w:val="00683096"/>
    <w:rsid w:val="006861E5"/>
    <w:rsid w:val="00686426"/>
    <w:rsid w:val="006877FC"/>
    <w:rsid w:val="006905DD"/>
    <w:rsid w:val="00691986"/>
    <w:rsid w:val="00691DB6"/>
    <w:rsid w:val="00693BFA"/>
    <w:rsid w:val="006964DD"/>
    <w:rsid w:val="0069704A"/>
    <w:rsid w:val="006A1477"/>
    <w:rsid w:val="006A1770"/>
    <w:rsid w:val="006A42AE"/>
    <w:rsid w:val="006A6A06"/>
    <w:rsid w:val="006A6CC3"/>
    <w:rsid w:val="006B0F99"/>
    <w:rsid w:val="006B29E0"/>
    <w:rsid w:val="006B3007"/>
    <w:rsid w:val="006B3F25"/>
    <w:rsid w:val="006B45DA"/>
    <w:rsid w:val="006B5E7C"/>
    <w:rsid w:val="006C0D58"/>
    <w:rsid w:val="006C0DF0"/>
    <w:rsid w:val="006C14D3"/>
    <w:rsid w:val="006C1E32"/>
    <w:rsid w:val="006C3AB5"/>
    <w:rsid w:val="006C5471"/>
    <w:rsid w:val="006C62D9"/>
    <w:rsid w:val="006C77FC"/>
    <w:rsid w:val="006D08A5"/>
    <w:rsid w:val="006D0994"/>
    <w:rsid w:val="006D09D3"/>
    <w:rsid w:val="006D14E4"/>
    <w:rsid w:val="006D35AD"/>
    <w:rsid w:val="006D465A"/>
    <w:rsid w:val="006D5E31"/>
    <w:rsid w:val="006D7623"/>
    <w:rsid w:val="006E1B06"/>
    <w:rsid w:val="006E2084"/>
    <w:rsid w:val="006E29A8"/>
    <w:rsid w:val="006E2F7C"/>
    <w:rsid w:val="006E4781"/>
    <w:rsid w:val="006E486A"/>
    <w:rsid w:val="006E5575"/>
    <w:rsid w:val="006E675B"/>
    <w:rsid w:val="006E7DB6"/>
    <w:rsid w:val="006F0377"/>
    <w:rsid w:val="006F0969"/>
    <w:rsid w:val="006F0E28"/>
    <w:rsid w:val="006F1A5F"/>
    <w:rsid w:val="006F35C0"/>
    <w:rsid w:val="006F5993"/>
    <w:rsid w:val="006F6240"/>
    <w:rsid w:val="007014BC"/>
    <w:rsid w:val="00703BBB"/>
    <w:rsid w:val="00704DD9"/>
    <w:rsid w:val="0070528B"/>
    <w:rsid w:val="00705874"/>
    <w:rsid w:val="007059CB"/>
    <w:rsid w:val="007065BF"/>
    <w:rsid w:val="007067ED"/>
    <w:rsid w:val="0070755E"/>
    <w:rsid w:val="0071161B"/>
    <w:rsid w:val="0071172F"/>
    <w:rsid w:val="007147AB"/>
    <w:rsid w:val="00716DCF"/>
    <w:rsid w:val="00720930"/>
    <w:rsid w:val="00720939"/>
    <w:rsid w:val="0072149F"/>
    <w:rsid w:val="007220A5"/>
    <w:rsid w:val="00723E3B"/>
    <w:rsid w:val="007248E6"/>
    <w:rsid w:val="0072614F"/>
    <w:rsid w:val="00730CD4"/>
    <w:rsid w:val="00732818"/>
    <w:rsid w:val="0073321B"/>
    <w:rsid w:val="00736B07"/>
    <w:rsid w:val="00740DA8"/>
    <w:rsid w:val="00744B86"/>
    <w:rsid w:val="0074676B"/>
    <w:rsid w:val="007473D6"/>
    <w:rsid w:val="007475A5"/>
    <w:rsid w:val="00750F4B"/>
    <w:rsid w:val="007516D0"/>
    <w:rsid w:val="0075361D"/>
    <w:rsid w:val="007555D7"/>
    <w:rsid w:val="00762519"/>
    <w:rsid w:val="00762BFA"/>
    <w:rsid w:val="00762EC8"/>
    <w:rsid w:val="0076309E"/>
    <w:rsid w:val="00763711"/>
    <w:rsid w:val="00763BA8"/>
    <w:rsid w:val="00764074"/>
    <w:rsid w:val="00764EA1"/>
    <w:rsid w:val="00766890"/>
    <w:rsid w:val="00766D72"/>
    <w:rsid w:val="00770E27"/>
    <w:rsid w:val="007728B3"/>
    <w:rsid w:val="00773033"/>
    <w:rsid w:val="007733D3"/>
    <w:rsid w:val="00773A7D"/>
    <w:rsid w:val="0078150F"/>
    <w:rsid w:val="00781625"/>
    <w:rsid w:val="00783097"/>
    <w:rsid w:val="007858F0"/>
    <w:rsid w:val="00785F11"/>
    <w:rsid w:val="007870AE"/>
    <w:rsid w:val="00787E43"/>
    <w:rsid w:val="00790010"/>
    <w:rsid w:val="00790B4E"/>
    <w:rsid w:val="00792F74"/>
    <w:rsid w:val="00793151"/>
    <w:rsid w:val="00795943"/>
    <w:rsid w:val="007962CD"/>
    <w:rsid w:val="00796468"/>
    <w:rsid w:val="007973E8"/>
    <w:rsid w:val="00797574"/>
    <w:rsid w:val="007A039C"/>
    <w:rsid w:val="007A0541"/>
    <w:rsid w:val="007A0827"/>
    <w:rsid w:val="007A2616"/>
    <w:rsid w:val="007A5347"/>
    <w:rsid w:val="007A567F"/>
    <w:rsid w:val="007A62A9"/>
    <w:rsid w:val="007A6767"/>
    <w:rsid w:val="007A688A"/>
    <w:rsid w:val="007B12D7"/>
    <w:rsid w:val="007B13B4"/>
    <w:rsid w:val="007B1C85"/>
    <w:rsid w:val="007B1D1C"/>
    <w:rsid w:val="007B3B6B"/>
    <w:rsid w:val="007B4C1E"/>
    <w:rsid w:val="007C0381"/>
    <w:rsid w:val="007C0C59"/>
    <w:rsid w:val="007C1FF5"/>
    <w:rsid w:val="007C20C0"/>
    <w:rsid w:val="007C2C48"/>
    <w:rsid w:val="007C2FA5"/>
    <w:rsid w:val="007C4679"/>
    <w:rsid w:val="007C5346"/>
    <w:rsid w:val="007C7A0B"/>
    <w:rsid w:val="007C7CD6"/>
    <w:rsid w:val="007D000C"/>
    <w:rsid w:val="007D361E"/>
    <w:rsid w:val="007D5174"/>
    <w:rsid w:val="007D628E"/>
    <w:rsid w:val="007D6338"/>
    <w:rsid w:val="007D7E27"/>
    <w:rsid w:val="007E2890"/>
    <w:rsid w:val="007E304D"/>
    <w:rsid w:val="007E34D0"/>
    <w:rsid w:val="007E377C"/>
    <w:rsid w:val="007E39AE"/>
    <w:rsid w:val="007E45E5"/>
    <w:rsid w:val="007E4FE9"/>
    <w:rsid w:val="007E5F27"/>
    <w:rsid w:val="007E6574"/>
    <w:rsid w:val="007E7D57"/>
    <w:rsid w:val="007F1295"/>
    <w:rsid w:val="007F21CD"/>
    <w:rsid w:val="007F314A"/>
    <w:rsid w:val="007F52D6"/>
    <w:rsid w:val="007F78CB"/>
    <w:rsid w:val="00801B1B"/>
    <w:rsid w:val="00801EA0"/>
    <w:rsid w:val="008035DC"/>
    <w:rsid w:val="00804240"/>
    <w:rsid w:val="00806468"/>
    <w:rsid w:val="008069E9"/>
    <w:rsid w:val="00811D79"/>
    <w:rsid w:val="00812671"/>
    <w:rsid w:val="008126D0"/>
    <w:rsid w:val="0081349C"/>
    <w:rsid w:val="00814A99"/>
    <w:rsid w:val="00815D44"/>
    <w:rsid w:val="008219C4"/>
    <w:rsid w:val="00822C31"/>
    <w:rsid w:val="00824D1A"/>
    <w:rsid w:val="00824EB3"/>
    <w:rsid w:val="00825BA2"/>
    <w:rsid w:val="008264BB"/>
    <w:rsid w:val="00826B02"/>
    <w:rsid w:val="008321C1"/>
    <w:rsid w:val="00832448"/>
    <w:rsid w:val="00833157"/>
    <w:rsid w:val="00835BC1"/>
    <w:rsid w:val="008374D0"/>
    <w:rsid w:val="00837700"/>
    <w:rsid w:val="008432BF"/>
    <w:rsid w:val="00843545"/>
    <w:rsid w:val="00844C6F"/>
    <w:rsid w:val="008471E4"/>
    <w:rsid w:val="00847779"/>
    <w:rsid w:val="008545AF"/>
    <w:rsid w:val="008556BC"/>
    <w:rsid w:val="00855DC6"/>
    <w:rsid w:val="00856442"/>
    <w:rsid w:val="00857854"/>
    <w:rsid w:val="00860DD0"/>
    <w:rsid w:val="00861DBB"/>
    <w:rsid w:val="00862759"/>
    <w:rsid w:val="00863A30"/>
    <w:rsid w:val="008658DF"/>
    <w:rsid w:val="00866713"/>
    <w:rsid w:val="00877161"/>
    <w:rsid w:val="00877202"/>
    <w:rsid w:val="00881EC5"/>
    <w:rsid w:val="008822BA"/>
    <w:rsid w:val="00885236"/>
    <w:rsid w:val="00885729"/>
    <w:rsid w:val="00885DDB"/>
    <w:rsid w:val="00887187"/>
    <w:rsid w:val="00891AD1"/>
    <w:rsid w:val="00893ABA"/>
    <w:rsid w:val="00893B19"/>
    <w:rsid w:val="008974FB"/>
    <w:rsid w:val="008979F5"/>
    <w:rsid w:val="008A0F0F"/>
    <w:rsid w:val="008A1E98"/>
    <w:rsid w:val="008A281C"/>
    <w:rsid w:val="008A34B5"/>
    <w:rsid w:val="008A6D80"/>
    <w:rsid w:val="008A7422"/>
    <w:rsid w:val="008B0FD1"/>
    <w:rsid w:val="008B1361"/>
    <w:rsid w:val="008B1770"/>
    <w:rsid w:val="008B2E18"/>
    <w:rsid w:val="008B3006"/>
    <w:rsid w:val="008B340C"/>
    <w:rsid w:val="008B4857"/>
    <w:rsid w:val="008B49B1"/>
    <w:rsid w:val="008B4B4E"/>
    <w:rsid w:val="008B50E3"/>
    <w:rsid w:val="008B6C89"/>
    <w:rsid w:val="008B76A2"/>
    <w:rsid w:val="008C2004"/>
    <w:rsid w:val="008C2836"/>
    <w:rsid w:val="008C4BCB"/>
    <w:rsid w:val="008C5072"/>
    <w:rsid w:val="008C5BD5"/>
    <w:rsid w:val="008D10EA"/>
    <w:rsid w:val="008D3348"/>
    <w:rsid w:val="008D48FE"/>
    <w:rsid w:val="008D5661"/>
    <w:rsid w:val="008D61A5"/>
    <w:rsid w:val="008D69B3"/>
    <w:rsid w:val="008E0F18"/>
    <w:rsid w:val="008E11D5"/>
    <w:rsid w:val="008E197C"/>
    <w:rsid w:val="008E1EC4"/>
    <w:rsid w:val="008E67CD"/>
    <w:rsid w:val="008E75DD"/>
    <w:rsid w:val="008E7CAE"/>
    <w:rsid w:val="008F0F1F"/>
    <w:rsid w:val="008F4E0C"/>
    <w:rsid w:val="008F616B"/>
    <w:rsid w:val="008F61F0"/>
    <w:rsid w:val="008F6D5B"/>
    <w:rsid w:val="00901533"/>
    <w:rsid w:val="00901737"/>
    <w:rsid w:val="009032C3"/>
    <w:rsid w:val="00903F63"/>
    <w:rsid w:val="00904FDF"/>
    <w:rsid w:val="00905BB2"/>
    <w:rsid w:val="00906EDB"/>
    <w:rsid w:val="009075B1"/>
    <w:rsid w:val="009119F9"/>
    <w:rsid w:val="00912CCC"/>
    <w:rsid w:val="0091397C"/>
    <w:rsid w:val="0091507B"/>
    <w:rsid w:val="00915B9C"/>
    <w:rsid w:val="009204A8"/>
    <w:rsid w:val="00921EC4"/>
    <w:rsid w:val="00922F8A"/>
    <w:rsid w:val="009233AB"/>
    <w:rsid w:val="009238C8"/>
    <w:rsid w:val="00924224"/>
    <w:rsid w:val="00924D6B"/>
    <w:rsid w:val="0092546F"/>
    <w:rsid w:val="00926621"/>
    <w:rsid w:val="00926DAB"/>
    <w:rsid w:val="00927A0C"/>
    <w:rsid w:val="00927E9F"/>
    <w:rsid w:val="00927ECF"/>
    <w:rsid w:val="00930F9B"/>
    <w:rsid w:val="00931125"/>
    <w:rsid w:val="0093203E"/>
    <w:rsid w:val="00933430"/>
    <w:rsid w:val="00933B3B"/>
    <w:rsid w:val="00933E9F"/>
    <w:rsid w:val="00934AFB"/>
    <w:rsid w:val="00935321"/>
    <w:rsid w:val="009369ED"/>
    <w:rsid w:val="00941645"/>
    <w:rsid w:val="00941FA1"/>
    <w:rsid w:val="009426E7"/>
    <w:rsid w:val="00944D99"/>
    <w:rsid w:val="00944E0F"/>
    <w:rsid w:val="00945665"/>
    <w:rsid w:val="00945D4E"/>
    <w:rsid w:val="00946253"/>
    <w:rsid w:val="00947DF6"/>
    <w:rsid w:val="00951025"/>
    <w:rsid w:val="00951365"/>
    <w:rsid w:val="00952F31"/>
    <w:rsid w:val="0095393D"/>
    <w:rsid w:val="009543CF"/>
    <w:rsid w:val="0095749A"/>
    <w:rsid w:val="009605AE"/>
    <w:rsid w:val="009607B4"/>
    <w:rsid w:val="00962D5C"/>
    <w:rsid w:val="0096399C"/>
    <w:rsid w:val="00963F9C"/>
    <w:rsid w:val="009659EE"/>
    <w:rsid w:val="009664A5"/>
    <w:rsid w:val="00966C29"/>
    <w:rsid w:val="00966D6E"/>
    <w:rsid w:val="00967F1D"/>
    <w:rsid w:val="00970244"/>
    <w:rsid w:val="00971487"/>
    <w:rsid w:val="00974930"/>
    <w:rsid w:val="009749E7"/>
    <w:rsid w:val="009806BD"/>
    <w:rsid w:val="00980E94"/>
    <w:rsid w:val="00983575"/>
    <w:rsid w:val="009836C6"/>
    <w:rsid w:val="00983F68"/>
    <w:rsid w:val="009906F1"/>
    <w:rsid w:val="009911D7"/>
    <w:rsid w:val="00991DDD"/>
    <w:rsid w:val="00994557"/>
    <w:rsid w:val="00996B4D"/>
    <w:rsid w:val="00996D3D"/>
    <w:rsid w:val="009A026E"/>
    <w:rsid w:val="009A5045"/>
    <w:rsid w:val="009A595B"/>
    <w:rsid w:val="009A6CDA"/>
    <w:rsid w:val="009A752F"/>
    <w:rsid w:val="009A7757"/>
    <w:rsid w:val="009B318B"/>
    <w:rsid w:val="009B31C3"/>
    <w:rsid w:val="009B4ED9"/>
    <w:rsid w:val="009B6057"/>
    <w:rsid w:val="009B662F"/>
    <w:rsid w:val="009C0CD7"/>
    <w:rsid w:val="009C1726"/>
    <w:rsid w:val="009C316F"/>
    <w:rsid w:val="009C4E7F"/>
    <w:rsid w:val="009C4FC6"/>
    <w:rsid w:val="009C71BC"/>
    <w:rsid w:val="009C73F2"/>
    <w:rsid w:val="009C77ED"/>
    <w:rsid w:val="009D181A"/>
    <w:rsid w:val="009D195B"/>
    <w:rsid w:val="009D24FA"/>
    <w:rsid w:val="009D3142"/>
    <w:rsid w:val="009D425E"/>
    <w:rsid w:val="009D6EAA"/>
    <w:rsid w:val="009E0042"/>
    <w:rsid w:val="009E188E"/>
    <w:rsid w:val="009E18D0"/>
    <w:rsid w:val="009E1E20"/>
    <w:rsid w:val="009E253C"/>
    <w:rsid w:val="009E49DC"/>
    <w:rsid w:val="009E4B74"/>
    <w:rsid w:val="009E5604"/>
    <w:rsid w:val="009E570F"/>
    <w:rsid w:val="009E5FAF"/>
    <w:rsid w:val="009E727D"/>
    <w:rsid w:val="009E7609"/>
    <w:rsid w:val="009E78CF"/>
    <w:rsid w:val="009F1637"/>
    <w:rsid w:val="009F1DF1"/>
    <w:rsid w:val="009F2EB8"/>
    <w:rsid w:val="009F5019"/>
    <w:rsid w:val="009F50A8"/>
    <w:rsid w:val="009F560F"/>
    <w:rsid w:val="009F5E74"/>
    <w:rsid w:val="00A00904"/>
    <w:rsid w:val="00A02B72"/>
    <w:rsid w:val="00A02EB0"/>
    <w:rsid w:val="00A03359"/>
    <w:rsid w:val="00A03555"/>
    <w:rsid w:val="00A03C95"/>
    <w:rsid w:val="00A06167"/>
    <w:rsid w:val="00A079F6"/>
    <w:rsid w:val="00A1048A"/>
    <w:rsid w:val="00A11AAD"/>
    <w:rsid w:val="00A13E71"/>
    <w:rsid w:val="00A14119"/>
    <w:rsid w:val="00A14AD5"/>
    <w:rsid w:val="00A14C21"/>
    <w:rsid w:val="00A150E2"/>
    <w:rsid w:val="00A208BA"/>
    <w:rsid w:val="00A21E2F"/>
    <w:rsid w:val="00A22D15"/>
    <w:rsid w:val="00A25A34"/>
    <w:rsid w:val="00A277EF"/>
    <w:rsid w:val="00A27E28"/>
    <w:rsid w:val="00A3079E"/>
    <w:rsid w:val="00A32E3B"/>
    <w:rsid w:val="00A33DEB"/>
    <w:rsid w:val="00A40487"/>
    <w:rsid w:val="00A40601"/>
    <w:rsid w:val="00A4236A"/>
    <w:rsid w:val="00A4284A"/>
    <w:rsid w:val="00A4413E"/>
    <w:rsid w:val="00A44D25"/>
    <w:rsid w:val="00A45F54"/>
    <w:rsid w:val="00A468FB"/>
    <w:rsid w:val="00A4739F"/>
    <w:rsid w:val="00A51B49"/>
    <w:rsid w:val="00A5242B"/>
    <w:rsid w:val="00A57305"/>
    <w:rsid w:val="00A57E20"/>
    <w:rsid w:val="00A62147"/>
    <w:rsid w:val="00A651A5"/>
    <w:rsid w:val="00A71676"/>
    <w:rsid w:val="00A72C4F"/>
    <w:rsid w:val="00A734A4"/>
    <w:rsid w:val="00A73F17"/>
    <w:rsid w:val="00A74E88"/>
    <w:rsid w:val="00A7564A"/>
    <w:rsid w:val="00A75D4F"/>
    <w:rsid w:val="00A7642E"/>
    <w:rsid w:val="00A77460"/>
    <w:rsid w:val="00A823B1"/>
    <w:rsid w:val="00A829A9"/>
    <w:rsid w:val="00A840D7"/>
    <w:rsid w:val="00A8479B"/>
    <w:rsid w:val="00A86320"/>
    <w:rsid w:val="00A8652A"/>
    <w:rsid w:val="00A8694E"/>
    <w:rsid w:val="00A86D2D"/>
    <w:rsid w:val="00A86FFB"/>
    <w:rsid w:val="00A87D34"/>
    <w:rsid w:val="00A90EB6"/>
    <w:rsid w:val="00A9151A"/>
    <w:rsid w:val="00A92B7C"/>
    <w:rsid w:val="00A93411"/>
    <w:rsid w:val="00A95678"/>
    <w:rsid w:val="00A974DA"/>
    <w:rsid w:val="00AA0BA0"/>
    <w:rsid w:val="00AA0F70"/>
    <w:rsid w:val="00AA0FEC"/>
    <w:rsid w:val="00AA1015"/>
    <w:rsid w:val="00AA3426"/>
    <w:rsid w:val="00AA5258"/>
    <w:rsid w:val="00AA57A7"/>
    <w:rsid w:val="00AA61ED"/>
    <w:rsid w:val="00AB00C2"/>
    <w:rsid w:val="00AB03A8"/>
    <w:rsid w:val="00AB0628"/>
    <w:rsid w:val="00AB28E2"/>
    <w:rsid w:val="00AB401A"/>
    <w:rsid w:val="00AB57BC"/>
    <w:rsid w:val="00AB5C14"/>
    <w:rsid w:val="00AB6792"/>
    <w:rsid w:val="00AB6C39"/>
    <w:rsid w:val="00AB712E"/>
    <w:rsid w:val="00AB7164"/>
    <w:rsid w:val="00AC1CB4"/>
    <w:rsid w:val="00AC1D9C"/>
    <w:rsid w:val="00AC233E"/>
    <w:rsid w:val="00AC2407"/>
    <w:rsid w:val="00AC2C5F"/>
    <w:rsid w:val="00AC46FD"/>
    <w:rsid w:val="00AC4B7D"/>
    <w:rsid w:val="00AC50A5"/>
    <w:rsid w:val="00AC50F6"/>
    <w:rsid w:val="00AD06E8"/>
    <w:rsid w:val="00AD10D3"/>
    <w:rsid w:val="00AD2673"/>
    <w:rsid w:val="00AD3DE1"/>
    <w:rsid w:val="00AD5788"/>
    <w:rsid w:val="00AD6318"/>
    <w:rsid w:val="00AD6418"/>
    <w:rsid w:val="00AE0057"/>
    <w:rsid w:val="00AE0E45"/>
    <w:rsid w:val="00AE3DB4"/>
    <w:rsid w:val="00AE4196"/>
    <w:rsid w:val="00AE4731"/>
    <w:rsid w:val="00AE4AA8"/>
    <w:rsid w:val="00AE5551"/>
    <w:rsid w:val="00AE7206"/>
    <w:rsid w:val="00AF047D"/>
    <w:rsid w:val="00AF2D08"/>
    <w:rsid w:val="00AF35C1"/>
    <w:rsid w:val="00AF44A2"/>
    <w:rsid w:val="00AF4AEA"/>
    <w:rsid w:val="00AF742E"/>
    <w:rsid w:val="00AF7816"/>
    <w:rsid w:val="00B00DFF"/>
    <w:rsid w:val="00B01243"/>
    <w:rsid w:val="00B0134F"/>
    <w:rsid w:val="00B01CF9"/>
    <w:rsid w:val="00B021A1"/>
    <w:rsid w:val="00B03686"/>
    <w:rsid w:val="00B04BC6"/>
    <w:rsid w:val="00B05209"/>
    <w:rsid w:val="00B0539A"/>
    <w:rsid w:val="00B059F4"/>
    <w:rsid w:val="00B0718C"/>
    <w:rsid w:val="00B104AA"/>
    <w:rsid w:val="00B10871"/>
    <w:rsid w:val="00B11B7A"/>
    <w:rsid w:val="00B11F92"/>
    <w:rsid w:val="00B12B55"/>
    <w:rsid w:val="00B131FD"/>
    <w:rsid w:val="00B13343"/>
    <w:rsid w:val="00B14E21"/>
    <w:rsid w:val="00B14E92"/>
    <w:rsid w:val="00B16859"/>
    <w:rsid w:val="00B176AB"/>
    <w:rsid w:val="00B200DB"/>
    <w:rsid w:val="00B21F67"/>
    <w:rsid w:val="00B22991"/>
    <w:rsid w:val="00B23193"/>
    <w:rsid w:val="00B23931"/>
    <w:rsid w:val="00B248A1"/>
    <w:rsid w:val="00B24F73"/>
    <w:rsid w:val="00B27F68"/>
    <w:rsid w:val="00B30675"/>
    <w:rsid w:val="00B3128A"/>
    <w:rsid w:val="00B336AA"/>
    <w:rsid w:val="00B33EE3"/>
    <w:rsid w:val="00B342F7"/>
    <w:rsid w:val="00B34C5F"/>
    <w:rsid w:val="00B35D2A"/>
    <w:rsid w:val="00B37801"/>
    <w:rsid w:val="00B41F88"/>
    <w:rsid w:val="00B42FF5"/>
    <w:rsid w:val="00B45EB6"/>
    <w:rsid w:val="00B45F61"/>
    <w:rsid w:val="00B4662E"/>
    <w:rsid w:val="00B50622"/>
    <w:rsid w:val="00B50FAC"/>
    <w:rsid w:val="00B51471"/>
    <w:rsid w:val="00B51A4E"/>
    <w:rsid w:val="00B57A40"/>
    <w:rsid w:val="00B61037"/>
    <w:rsid w:val="00B6184E"/>
    <w:rsid w:val="00B61A6D"/>
    <w:rsid w:val="00B63A7A"/>
    <w:rsid w:val="00B63BDC"/>
    <w:rsid w:val="00B66083"/>
    <w:rsid w:val="00B70026"/>
    <w:rsid w:val="00B71F15"/>
    <w:rsid w:val="00B72C48"/>
    <w:rsid w:val="00B738F3"/>
    <w:rsid w:val="00B73B8C"/>
    <w:rsid w:val="00B76294"/>
    <w:rsid w:val="00B7714B"/>
    <w:rsid w:val="00B80639"/>
    <w:rsid w:val="00B81640"/>
    <w:rsid w:val="00B83844"/>
    <w:rsid w:val="00B85440"/>
    <w:rsid w:val="00B91671"/>
    <w:rsid w:val="00B92629"/>
    <w:rsid w:val="00B94EBF"/>
    <w:rsid w:val="00B95347"/>
    <w:rsid w:val="00B95737"/>
    <w:rsid w:val="00B95A8D"/>
    <w:rsid w:val="00B95C6E"/>
    <w:rsid w:val="00B96B8C"/>
    <w:rsid w:val="00B96D6B"/>
    <w:rsid w:val="00B978AC"/>
    <w:rsid w:val="00BA06B9"/>
    <w:rsid w:val="00BA1883"/>
    <w:rsid w:val="00BA377F"/>
    <w:rsid w:val="00BA6500"/>
    <w:rsid w:val="00BA6BA8"/>
    <w:rsid w:val="00BA6DC9"/>
    <w:rsid w:val="00BA6F6E"/>
    <w:rsid w:val="00BA7D49"/>
    <w:rsid w:val="00BB2B42"/>
    <w:rsid w:val="00BB4284"/>
    <w:rsid w:val="00BB4B70"/>
    <w:rsid w:val="00BB565E"/>
    <w:rsid w:val="00BB6658"/>
    <w:rsid w:val="00BB66FD"/>
    <w:rsid w:val="00BB6A99"/>
    <w:rsid w:val="00BC05BC"/>
    <w:rsid w:val="00BC4090"/>
    <w:rsid w:val="00BC4E80"/>
    <w:rsid w:val="00BC5930"/>
    <w:rsid w:val="00BC6833"/>
    <w:rsid w:val="00BC74B9"/>
    <w:rsid w:val="00BC74E8"/>
    <w:rsid w:val="00BD0D5F"/>
    <w:rsid w:val="00BD1BCE"/>
    <w:rsid w:val="00BD50C1"/>
    <w:rsid w:val="00BD5AAD"/>
    <w:rsid w:val="00BD797B"/>
    <w:rsid w:val="00BE0699"/>
    <w:rsid w:val="00BE0D92"/>
    <w:rsid w:val="00BE0EFA"/>
    <w:rsid w:val="00BE1EDB"/>
    <w:rsid w:val="00BE3798"/>
    <w:rsid w:val="00BE4136"/>
    <w:rsid w:val="00BE4E06"/>
    <w:rsid w:val="00BE56CC"/>
    <w:rsid w:val="00BE5CE6"/>
    <w:rsid w:val="00BE772F"/>
    <w:rsid w:val="00BF282F"/>
    <w:rsid w:val="00BF2E10"/>
    <w:rsid w:val="00BF3582"/>
    <w:rsid w:val="00BF5498"/>
    <w:rsid w:val="00BF5F12"/>
    <w:rsid w:val="00BF6C51"/>
    <w:rsid w:val="00BF6D06"/>
    <w:rsid w:val="00BF722B"/>
    <w:rsid w:val="00C01E0E"/>
    <w:rsid w:val="00C02014"/>
    <w:rsid w:val="00C035C0"/>
    <w:rsid w:val="00C04423"/>
    <w:rsid w:val="00C058EB"/>
    <w:rsid w:val="00C07099"/>
    <w:rsid w:val="00C1650C"/>
    <w:rsid w:val="00C165A0"/>
    <w:rsid w:val="00C165AB"/>
    <w:rsid w:val="00C16EFD"/>
    <w:rsid w:val="00C203DC"/>
    <w:rsid w:val="00C21985"/>
    <w:rsid w:val="00C26609"/>
    <w:rsid w:val="00C26A78"/>
    <w:rsid w:val="00C30F51"/>
    <w:rsid w:val="00C31D14"/>
    <w:rsid w:val="00C34A8C"/>
    <w:rsid w:val="00C34B59"/>
    <w:rsid w:val="00C34F59"/>
    <w:rsid w:val="00C35289"/>
    <w:rsid w:val="00C3536C"/>
    <w:rsid w:val="00C355AC"/>
    <w:rsid w:val="00C35B36"/>
    <w:rsid w:val="00C36F16"/>
    <w:rsid w:val="00C37091"/>
    <w:rsid w:val="00C370F5"/>
    <w:rsid w:val="00C4130E"/>
    <w:rsid w:val="00C44067"/>
    <w:rsid w:val="00C440AF"/>
    <w:rsid w:val="00C448B0"/>
    <w:rsid w:val="00C44F93"/>
    <w:rsid w:val="00C477A8"/>
    <w:rsid w:val="00C5023A"/>
    <w:rsid w:val="00C50A42"/>
    <w:rsid w:val="00C51BAA"/>
    <w:rsid w:val="00C522D9"/>
    <w:rsid w:val="00C5269B"/>
    <w:rsid w:val="00C53E27"/>
    <w:rsid w:val="00C5446F"/>
    <w:rsid w:val="00C549AE"/>
    <w:rsid w:val="00C5509B"/>
    <w:rsid w:val="00C5526B"/>
    <w:rsid w:val="00C56211"/>
    <w:rsid w:val="00C57A97"/>
    <w:rsid w:val="00C60301"/>
    <w:rsid w:val="00C60652"/>
    <w:rsid w:val="00C60E10"/>
    <w:rsid w:val="00C60FFB"/>
    <w:rsid w:val="00C61C8A"/>
    <w:rsid w:val="00C62203"/>
    <w:rsid w:val="00C627FB"/>
    <w:rsid w:val="00C63C61"/>
    <w:rsid w:val="00C6473E"/>
    <w:rsid w:val="00C664BA"/>
    <w:rsid w:val="00C67C46"/>
    <w:rsid w:val="00C71380"/>
    <w:rsid w:val="00C734D2"/>
    <w:rsid w:val="00C735A4"/>
    <w:rsid w:val="00C73D0E"/>
    <w:rsid w:val="00C75C88"/>
    <w:rsid w:val="00C807D5"/>
    <w:rsid w:val="00C82BEF"/>
    <w:rsid w:val="00C82ED3"/>
    <w:rsid w:val="00C849D3"/>
    <w:rsid w:val="00C90612"/>
    <w:rsid w:val="00C90B25"/>
    <w:rsid w:val="00C936CE"/>
    <w:rsid w:val="00C9510A"/>
    <w:rsid w:val="00C953C8"/>
    <w:rsid w:val="00CA2F40"/>
    <w:rsid w:val="00CA3ADC"/>
    <w:rsid w:val="00CA494F"/>
    <w:rsid w:val="00CA50C3"/>
    <w:rsid w:val="00CA643D"/>
    <w:rsid w:val="00CA6899"/>
    <w:rsid w:val="00CA6CBA"/>
    <w:rsid w:val="00CA75BA"/>
    <w:rsid w:val="00CB0979"/>
    <w:rsid w:val="00CB49E3"/>
    <w:rsid w:val="00CB4E90"/>
    <w:rsid w:val="00CB74D0"/>
    <w:rsid w:val="00CB79B9"/>
    <w:rsid w:val="00CC013B"/>
    <w:rsid w:val="00CC073B"/>
    <w:rsid w:val="00CC0CD4"/>
    <w:rsid w:val="00CC11E0"/>
    <w:rsid w:val="00CC2446"/>
    <w:rsid w:val="00CC3AD8"/>
    <w:rsid w:val="00CC5CF0"/>
    <w:rsid w:val="00CC6C36"/>
    <w:rsid w:val="00CD1CB0"/>
    <w:rsid w:val="00CD3DB3"/>
    <w:rsid w:val="00CD6C84"/>
    <w:rsid w:val="00CD70FB"/>
    <w:rsid w:val="00CD72F6"/>
    <w:rsid w:val="00CD7915"/>
    <w:rsid w:val="00CE2F11"/>
    <w:rsid w:val="00CE31D8"/>
    <w:rsid w:val="00CE384E"/>
    <w:rsid w:val="00CE4920"/>
    <w:rsid w:val="00CE693B"/>
    <w:rsid w:val="00CE77FD"/>
    <w:rsid w:val="00CE7FAD"/>
    <w:rsid w:val="00CF191F"/>
    <w:rsid w:val="00CF235D"/>
    <w:rsid w:val="00CF2F8E"/>
    <w:rsid w:val="00CF3740"/>
    <w:rsid w:val="00CF41AB"/>
    <w:rsid w:val="00CF490F"/>
    <w:rsid w:val="00CF62F1"/>
    <w:rsid w:val="00CF68A0"/>
    <w:rsid w:val="00CF7317"/>
    <w:rsid w:val="00D00377"/>
    <w:rsid w:val="00D03EF7"/>
    <w:rsid w:val="00D04748"/>
    <w:rsid w:val="00D04FA2"/>
    <w:rsid w:val="00D05CA2"/>
    <w:rsid w:val="00D06BE2"/>
    <w:rsid w:val="00D06EFD"/>
    <w:rsid w:val="00D06F9C"/>
    <w:rsid w:val="00D111F9"/>
    <w:rsid w:val="00D1242E"/>
    <w:rsid w:val="00D12DBF"/>
    <w:rsid w:val="00D13583"/>
    <w:rsid w:val="00D13C12"/>
    <w:rsid w:val="00D15D3A"/>
    <w:rsid w:val="00D17701"/>
    <w:rsid w:val="00D21DA0"/>
    <w:rsid w:val="00D22EDD"/>
    <w:rsid w:val="00D23722"/>
    <w:rsid w:val="00D23A25"/>
    <w:rsid w:val="00D2409E"/>
    <w:rsid w:val="00D25B94"/>
    <w:rsid w:val="00D2707C"/>
    <w:rsid w:val="00D27259"/>
    <w:rsid w:val="00D302F1"/>
    <w:rsid w:val="00D32D14"/>
    <w:rsid w:val="00D32D77"/>
    <w:rsid w:val="00D33C4C"/>
    <w:rsid w:val="00D34240"/>
    <w:rsid w:val="00D37161"/>
    <w:rsid w:val="00D408EA"/>
    <w:rsid w:val="00D40DC6"/>
    <w:rsid w:val="00D43D1C"/>
    <w:rsid w:val="00D44F1B"/>
    <w:rsid w:val="00D46B4D"/>
    <w:rsid w:val="00D52142"/>
    <w:rsid w:val="00D53F3A"/>
    <w:rsid w:val="00D60592"/>
    <w:rsid w:val="00D606B8"/>
    <w:rsid w:val="00D6082E"/>
    <w:rsid w:val="00D6186A"/>
    <w:rsid w:val="00D61ADE"/>
    <w:rsid w:val="00D62E87"/>
    <w:rsid w:val="00D6616E"/>
    <w:rsid w:val="00D66806"/>
    <w:rsid w:val="00D67172"/>
    <w:rsid w:val="00D70E1F"/>
    <w:rsid w:val="00D71451"/>
    <w:rsid w:val="00D7214E"/>
    <w:rsid w:val="00D732CF"/>
    <w:rsid w:val="00D74FF9"/>
    <w:rsid w:val="00D768E0"/>
    <w:rsid w:val="00D76E11"/>
    <w:rsid w:val="00D800F7"/>
    <w:rsid w:val="00D80F04"/>
    <w:rsid w:val="00D81174"/>
    <w:rsid w:val="00D82655"/>
    <w:rsid w:val="00D848D5"/>
    <w:rsid w:val="00D86B2D"/>
    <w:rsid w:val="00D917C9"/>
    <w:rsid w:val="00D936DB"/>
    <w:rsid w:val="00D9494A"/>
    <w:rsid w:val="00D9537D"/>
    <w:rsid w:val="00D969BC"/>
    <w:rsid w:val="00DA0C8A"/>
    <w:rsid w:val="00DA3173"/>
    <w:rsid w:val="00DA365C"/>
    <w:rsid w:val="00DA461E"/>
    <w:rsid w:val="00DA5018"/>
    <w:rsid w:val="00DA5204"/>
    <w:rsid w:val="00DA620A"/>
    <w:rsid w:val="00DA6FAE"/>
    <w:rsid w:val="00DA7636"/>
    <w:rsid w:val="00DB3E85"/>
    <w:rsid w:val="00DB5278"/>
    <w:rsid w:val="00DB67B9"/>
    <w:rsid w:val="00DC04C8"/>
    <w:rsid w:val="00DC0689"/>
    <w:rsid w:val="00DC248D"/>
    <w:rsid w:val="00DC34EC"/>
    <w:rsid w:val="00DC4071"/>
    <w:rsid w:val="00DC4436"/>
    <w:rsid w:val="00DC4D49"/>
    <w:rsid w:val="00DC4DC3"/>
    <w:rsid w:val="00DC6B41"/>
    <w:rsid w:val="00DD0153"/>
    <w:rsid w:val="00DD249A"/>
    <w:rsid w:val="00DD4437"/>
    <w:rsid w:val="00DD45AC"/>
    <w:rsid w:val="00DD56A7"/>
    <w:rsid w:val="00DD582F"/>
    <w:rsid w:val="00DD6D34"/>
    <w:rsid w:val="00DE0CD0"/>
    <w:rsid w:val="00DE24E8"/>
    <w:rsid w:val="00DE2FF2"/>
    <w:rsid w:val="00DE32C1"/>
    <w:rsid w:val="00DE4046"/>
    <w:rsid w:val="00DE4A4C"/>
    <w:rsid w:val="00DE4B62"/>
    <w:rsid w:val="00DE763B"/>
    <w:rsid w:val="00DF0AE7"/>
    <w:rsid w:val="00DF1864"/>
    <w:rsid w:val="00DF27ED"/>
    <w:rsid w:val="00DF3481"/>
    <w:rsid w:val="00DF443A"/>
    <w:rsid w:val="00E00723"/>
    <w:rsid w:val="00E007AB"/>
    <w:rsid w:val="00E01788"/>
    <w:rsid w:val="00E0269E"/>
    <w:rsid w:val="00E039F0"/>
    <w:rsid w:val="00E0668D"/>
    <w:rsid w:val="00E07139"/>
    <w:rsid w:val="00E071DB"/>
    <w:rsid w:val="00E07EA1"/>
    <w:rsid w:val="00E14BDD"/>
    <w:rsid w:val="00E15AEA"/>
    <w:rsid w:val="00E15CB2"/>
    <w:rsid w:val="00E1619C"/>
    <w:rsid w:val="00E1788F"/>
    <w:rsid w:val="00E17BF5"/>
    <w:rsid w:val="00E20411"/>
    <w:rsid w:val="00E20C4B"/>
    <w:rsid w:val="00E23645"/>
    <w:rsid w:val="00E23FEE"/>
    <w:rsid w:val="00E2437F"/>
    <w:rsid w:val="00E24771"/>
    <w:rsid w:val="00E27165"/>
    <w:rsid w:val="00E3118B"/>
    <w:rsid w:val="00E31252"/>
    <w:rsid w:val="00E318D5"/>
    <w:rsid w:val="00E31CDE"/>
    <w:rsid w:val="00E3314F"/>
    <w:rsid w:val="00E363D0"/>
    <w:rsid w:val="00E363D4"/>
    <w:rsid w:val="00E3692D"/>
    <w:rsid w:val="00E40463"/>
    <w:rsid w:val="00E42EE3"/>
    <w:rsid w:val="00E43BA3"/>
    <w:rsid w:val="00E45AC2"/>
    <w:rsid w:val="00E46196"/>
    <w:rsid w:val="00E46DE3"/>
    <w:rsid w:val="00E46E5C"/>
    <w:rsid w:val="00E470CE"/>
    <w:rsid w:val="00E5142C"/>
    <w:rsid w:val="00E528E4"/>
    <w:rsid w:val="00E539BB"/>
    <w:rsid w:val="00E543F6"/>
    <w:rsid w:val="00E548AF"/>
    <w:rsid w:val="00E54AC2"/>
    <w:rsid w:val="00E56113"/>
    <w:rsid w:val="00E56C9A"/>
    <w:rsid w:val="00E575EE"/>
    <w:rsid w:val="00E61756"/>
    <w:rsid w:val="00E62A7A"/>
    <w:rsid w:val="00E63AFB"/>
    <w:rsid w:val="00E73143"/>
    <w:rsid w:val="00E75AD0"/>
    <w:rsid w:val="00E81EDA"/>
    <w:rsid w:val="00E825E4"/>
    <w:rsid w:val="00E84F4F"/>
    <w:rsid w:val="00E85BB7"/>
    <w:rsid w:val="00E86FA6"/>
    <w:rsid w:val="00E92A66"/>
    <w:rsid w:val="00E940BC"/>
    <w:rsid w:val="00E9548F"/>
    <w:rsid w:val="00EA0089"/>
    <w:rsid w:val="00EA0621"/>
    <w:rsid w:val="00EA0FCA"/>
    <w:rsid w:val="00EA1C0C"/>
    <w:rsid w:val="00EA5D8A"/>
    <w:rsid w:val="00EA649D"/>
    <w:rsid w:val="00EB095D"/>
    <w:rsid w:val="00EB0FA8"/>
    <w:rsid w:val="00EB1AB0"/>
    <w:rsid w:val="00EB3396"/>
    <w:rsid w:val="00EB3722"/>
    <w:rsid w:val="00EB5018"/>
    <w:rsid w:val="00EB5EA4"/>
    <w:rsid w:val="00EB600A"/>
    <w:rsid w:val="00EB71F6"/>
    <w:rsid w:val="00EC0CC8"/>
    <w:rsid w:val="00EC23FB"/>
    <w:rsid w:val="00EC2692"/>
    <w:rsid w:val="00EC3080"/>
    <w:rsid w:val="00EC39AF"/>
    <w:rsid w:val="00EC5279"/>
    <w:rsid w:val="00EC58F0"/>
    <w:rsid w:val="00EC6ECC"/>
    <w:rsid w:val="00EC6F58"/>
    <w:rsid w:val="00EC7608"/>
    <w:rsid w:val="00ED2B41"/>
    <w:rsid w:val="00ED32BB"/>
    <w:rsid w:val="00ED33B6"/>
    <w:rsid w:val="00ED3E27"/>
    <w:rsid w:val="00ED45BF"/>
    <w:rsid w:val="00ED5B52"/>
    <w:rsid w:val="00ED6C43"/>
    <w:rsid w:val="00EE1C73"/>
    <w:rsid w:val="00EE1C7A"/>
    <w:rsid w:val="00EE3509"/>
    <w:rsid w:val="00EE54AA"/>
    <w:rsid w:val="00EE6E71"/>
    <w:rsid w:val="00EE6F92"/>
    <w:rsid w:val="00EF01B4"/>
    <w:rsid w:val="00EF06D6"/>
    <w:rsid w:val="00EF0EEB"/>
    <w:rsid w:val="00EF43DD"/>
    <w:rsid w:val="00EF4B47"/>
    <w:rsid w:val="00EF5E60"/>
    <w:rsid w:val="00F019B5"/>
    <w:rsid w:val="00F06664"/>
    <w:rsid w:val="00F10183"/>
    <w:rsid w:val="00F10526"/>
    <w:rsid w:val="00F1234C"/>
    <w:rsid w:val="00F12A1A"/>
    <w:rsid w:val="00F12D36"/>
    <w:rsid w:val="00F13E60"/>
    <w:rsid w:val="00F14EAF"/>
    <w:rsid w:val="00F20FC8"/>
    <w:rsid w:val="00F2220A"/>
    <w:rsid w:val="00F22BD3"/>
    <w:rsid w:val="00F2335B"/>
    <w:rsid w:val="00F24B0F"/>
    <w:rsid w:val="00F2554B"/>
    <w:rsid w:val="00F262CA"/>
    <w:rsid w:val="00F26A82"/>
    <w:rsid w:val="00F275D8"/>
    <w:rsid w:val="00F3327D"/>
    <w:rsid w:val="00F337F8"/>
    <w:rsid w:val="00F35253"/>
    <w:rsid w:val="00F354A2"/>
    <w:rsid w:val="00F35B64"/>
    <w:rsid w:val="00F35DC1"/>
    <w:rsid w:val="00F36656"/>
    <w:rsid w:val="00F41380"/>
    <w:rsid w:val="00F4213B"/>
    <w:rsid w:val="00F42A33"/>
    <w:rsid w:val="00F43D7E"/>
    <w:rsid w:val="00F44E07"/>
    <w:rsid w:val="00F454E1"/>
    <w:rsid w:val="00F45612"/>
    <w:rsid w:val="00F45D9C"/>
    <w:rsid w:val="00F47B82"/>
    <w:rsid w:val="00F511E6"/>
    <w:rsid w:val="00F52A48"/>
    <w:rsid w:val="00F541B4"/>
    <w:rsid w:val="00F546F1"/>
    <w:rsid w:val="00F54911"/>
    <w:rsid w:val="00F56BAB"/>
    <w:rsid w:val="00F570E6"/>
    <w:rsid w:val="00F62ADB"/>
    <w:rsid w:val="00F63035"/>
    <w:rsid w:val="00F633C7"/>
    <w:rsid w:val="00F64202"/>
    <w:rsid w:val="00F658D8"/>
    <w:rsid w:val="00F66232"/>
    <w:rsid w:val="00F66720"/>
    <w:rsid w:val="00F669E5"/>
    <w:rsid w:val="00F711B0"/>
    <w:rsid w:val="00F72B70"/>
    <w:rsid w:val="00F72E31"/>
    <w:rsid w:val="00F7453A"/>
    <w:rsid w:val="00F762B9"/>
    <w:rsid w:val="00F77D3F"/>
    <w:rsid w:val="00F843FD"/>
    <w:rsid w:val="00F84D9D"/>
    <w:rsid w:val="00F84F16"/>
    <w:rsid w:val="00F86B8E"/>
    <w:rsid w:val="00F87551"/>
    <w:rsid w:val="00F9018F"/>
    <w:rsid w:val="00F90E53"/>
    <w:rsid w:val="00F9195D"/>
    <w:rsid w:val="00F93359"/>
    <w:rsid w:val="00F94687"/>
    <w:rsid w:val="00F96815"/>
    <w:rsid w:val="00F97FB6"/>
    <w:rsid w:val="00FA0E80"/>
    <w:rsid w:val="00FA1B41"/>
    <w:rsid w:val="00FA2C84"/>
    <w:rsid w:val="00FA4081"/>
    <w:rsid w:val="00FA44EF"/>
    <w:rsid w:val="00FA477B"/>
    <w:rsid w:val="00FA4EE0"/>
    <w:rsid w:val="00FA6E69"/>
    <w:rsid w:val="00FA7D81"/>
    <w:rsid w:val="00FB03F4"/>
    <w:rsid w:val="00FB0990"/>
    <w:rsid w:val="00FB1DE8"/>
    <w:rsid w:val="00FB2281"/>
    <w:rsid w:val="00FB5224"/>
    <w:rsid w:val="00FB5FD4"/>
    <w:rsid w:val="00FC1306"/>
    <w:rsid w:val="00FC1413"/>
    <w:rsid w:val="00FC16E7"/>
    <w:rsid w:val="00FC2145"/>
    <w:rsid w:val="00FC3977"/>
    <w:rsid w:val="00FC4F95"/>
    <w:rsid w:val="00FC685C"/>
    <w:rsid w:val="00FC772A"/>
    <w:rsid w:val="00FC7A78"/>
    <w:rsid w:val="00FC7C44"/>
    <w:rsid w:val="00FD0CDC"/>
    <w:rsid w:val="00FD3F27"/>
    <w:rsid w:val="00FD4E99"/>
    <w:rsid w:val="00FD6CD8"/>
    <w:rsid w:val="00FD7043"/>
    <w:rsid w:val="00FE01BD"/>
    <w:rsid w:val="00FE0537"/>
    <w:rsid w:val="00FE1549"/>
    <w:rsid w:val="00FE5521"/>
    <w:rsid w:val="00FE5D10"/>
    <w:rsid w:val="00FE6025"/>
    <w:rsid w:val="00FE6409"/>
    <w:rsid w:val="00FE64FD"/>
    <w:rsid w:val="00FE6E28"/>
    <w:rsid w:val="00FF0924"/>
    <w:rsid w:val="00FF0A07"/>
    <w:rsid w:val="00FF0BE7"/>
    <w:rsid w:val="00FF1D11"/>
    <w:rsid w:val="00FF27C1"/>
    <w:rsid w:val="00FF2DD6"/>
    <w:rsid w:val="00FF5AD2"/>
    <w:rsid w:val="00FF65D2"/>
    <w:rsid w:val="00FF7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Текст закона"/>
    <w:qFormat/>
    <w:rsid w:val="00596D57"/>
    <w:pPr>
      <w:ind w:firstLine="567"/>
      <w:jc w:val="both"/>
    </w:pPr>
    <w:rPr>
      <w:sz w:val="28"/>
      <w:szCs w:val="24"/>
    </w:rPr>
  </w:style>
  <w:style w:type="paragraph" w:styleId="Heading1">
    <w:name w:val="heading 1"/>
    <w:aliases w:val="Название закона"/>
    <w:basedOn w:val="Normal"/>
    <w:next w:val="Normal"/>
    <w:link w:val="Heading1Char"/>
    <w:uiPriority w:val="99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Heading2">
    <w:name w:val="heading 2"/>
    <w:aliases w:val="Подпись Губернатора"/>
    <w:basedOn w:val="Normal"/>
    <w:next w:val="Normal"/>
    <w:link w:val="Heading2Char"/>
    <w:uiPriority w:val="99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Heading3">
    <w:name w:val="heading 3"/>
    <w:aliases w:val="Проект вносит"/>
    <w:basedOn w:val="Normal"/>
    <w:next w:val="Normal"/>
    <w:link w:val="Heading3Char"/>
    <w:uiPriority w:val="99"/>
    <w:qFormat/>
    <w:rsid w:val="007067ED"/>
    <w:pPr>
      <w:keepNext/>
      <w:jc w:val="right"/>
      <w:outlineLvl w:val="2"/>
    </w:pPr>
    <w:rPr>
      <w:b/>
      <w:bCs/>
      <w:sz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Название закона Char"/>
    <w:basedOn w:val="DefaultParagraphFont"/>
    <w:link w:val="Heading1"/>
    <w:uiPriority w:val="99"/>
    <w:locked/>
    <w:rsid w:val="00395EB6"/>
    <w:rPr>
      <w:rFonts w:cs="Times New Roman"/>
      <w:b/>
      <w:bCs/>
      <w:iCs/>
      <w:sz w:val="28"/>
      <w:szCs w:val="28"/>
    </w:rPr>
  </w:style>
  <w:style w:type="character" w:customStyle="1" w:styleId="Heading2Char">
    <w:name w:val="Heading 2 Char"/>
    <w:aliases w:val="Подпись Губернатора Char"/>
    <w:basedOn w:val="DefaultParagraphFont"/>
    <w:link w:val="Heading2"/>
    <w:uiPriority w:val="99"/>
    <w:locked/>
    <w:rsid w:val="00A02B72"/>
    <w:rPr>
      <w:rFonts w:cs="Times New Roman"/>
      <w:bCs/>
      <w:sz w:val="28"/>
      <w:szCs w:val="28"/>
    </w:rPr>
  </w:style>
  <w:style w:type="character" w:customStyle="1" w:styleId="Heading3Char">
    <w:name w:val="Heading 3 Char"/>
    <w:aliases w:val="Проект вносит Char"/>
    <w:basedOn w:val="DefaultParagraphFont"/>
    <w:link w:val="Heading3"/>
    <w:uiPriority w:val="99"/>
    <w:semiHidden/>
    <w:locked/>
    <w:rsid w:val="002F26E8"/>
    <w:rPr>
      <w:rFonts w:ascii="Cambria" w:hAnsi="Cambria" w:cs="Times New Roman"/>
      <w:b/>
      <w:bCs/>
      <w:sz w:val="26"/>
      <w:szCs w:val="26"/>
    </w:rPr>
  </w:style>
  <w:style w:type="paragraph" w:customStyle="1" w:styleId="a0">
    <w:name w:val="Стиль полужирный По центру"/>
    <w:basedOn w:val="Normal"/>
    <w:uiPriority w:val="99"/>
    <w:rsid w:val="00E20411"/>
    <w:pPr>
      <w:ind w:firstLine="0"/>
      <w:jc w:val="center"/>
    </w:pPr>
    <w:rPr>
      <w:b/>
      <w:bCs/>
      <w:szCs w:val="20"/>
    </w:rPr>
  </w:style>
  <w:style w:type="paragraph" w:customStyle="1" w:styleId="a1">
    <w:name w:val="текст сноски"/>
    <w:basedOn w:val="Normal"/>
    <w:uiPriority w:val="99"/>
    <w:rsid w:val="007067ED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Header">
    <w:name w:val="header"/>
    <w:basedOn w:val="Normal"/>
    <w:link w:val="HeaderChar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F26E8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9E5FA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B716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F26E8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F54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F26E8"/>
    <w:rPr>
      <w:rFonts w:cs="Times New Roman"/>
      <w:sz w:val="2"/>
    </w:rPr>
  </w:style>
  <w:style w:type="paragraph" w:styleId="BodyText">
    <w:name w:val="Body Text"/>
    <w:basedOn w:val="Normal"/>
    <w:link w:val="BodyTextChar"/>
    <w:uiPriority w:val="99"/>
    <w:semiHidden/>
    <w:rsid w:val="00A57E20"/>
    <w:rPr>
      <w:b/>
      <w:bCs/>
      <w:i/>
      <w:iCs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F26E8"/>
    <w:rPr>
      <w:rFonts w:cs="Times New Roman"/>
      <w:sz w:val="24"/>
      <w:szCs w:val="24"/>
    </w:rPr>
  </w:style>
  <w:style w:type="paragraph" w:customStyle="1" w:styleId="a2">
    <w:name w:val="Название главы"/>
    <w:basedOn w:val="Normal"/>
    <w:uiPriority w:val="99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Normal"/>
    <w:uiPriority w:val="99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3">
    <w:name w:val="Номер статьи без названия"/>
    <w:basedOn w:val="DefaultParagraphFont"/>
    <w:uiPriority w:val="99"/>
    <w:rsid w:val="00596D57"/>
    <w:rPr>
      <w:rFonts w:cs="Times New Roman"/>
      <w:b/>
      <w:bCs/>
    </w:rPr>
  </w:style>
  <w:style w:type="paragraph" w:customStyle="1" w:styleId="a4">
    <w:name w:val="Принят ГД"/>
    <w:basedOn w:val="Normal"/>
    <w:uiPriority w:val="99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Normal"/>
    <w:next w:val="Normal"/>
    <w:autoRedefine/>
    <w:uiPriority w:val="99"/>
    <w:rsid w:val="00D61ADE"/>
    <w:pPr>
      <w:numPr>
        <w:numId w:val="1"/>
      </w:numPr>
      <w:ind w:left="0" w:firstLine="567"/>
    </w:pPr>
    <w:rPr>
      <w:b/>
    </w:rPr>
  </w:style>
  <w:style w:type="paragraph" w:customStyle="1" w:styleId="ConsPlusNonformat">
    <w:name w:val="ConsPlusNonformat"/>
    <w:uiPriority w:val="99"/>
    <w:rsid w:val="00C6065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370821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A57305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E5142C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6012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ovozhilova\Local%20Settings\Temporary%20Internet%20Files\Content.Outlook\M9ZX91OD\&#1055;&#1088;&#1086;&#1077;&#1082;&#1090;%20&#1079;&#1072;&#1082;&#1086;&#1085;&#1072;_&#1085;&#1086;&#1074;&#1099;&#1081;%20&#1075;&#1077;&#1088;&#1073;_&#1063;&#1041;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закона_новый герб_ЧБ (2)</Template>
  <TotalTime>31</TotalTime>
  <Pages>3</Pages>
  <Words>656</Words>
  <Characters>3744</Characters>
  <Application>Microsoft Office Outlook</Application>
  <DocSecurity>0</DocSecurity>
  <Lines>0</Lines>
  <Paragraphs>0</Paragraphs>
  <ScaleCrop>false</ScaleCrop>
  <Company>Администрация Ярославской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 </dc:title>
  <dc:subject/>
  <dc:creator>novozhilova</dc:creator>
  <cp:keywords/>
  <dc:description/>
  <cp:lastModifiedBy>chernova</cp:lastModifiedBy>
  <cp:revision>13</cp:revision>
  <cp:lastPrinted>2012-04-28T10:37:00Z</cp:lastPrinted>
  <dcterms:created xsi:type="dcterms:W3CDTF">2012-04-28T06:21:00Z</dcterms:created>
  <dcterms:modified xsi:type="dcterms:W3CDTF">2012-05-02T06:40:00Z</dcterms:modified>
</cp:coreProperties>
</file>