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672" w:rsidRPr="00092A4E" w:rsidRDefault="00403672" w:rsidP="00F63876">
      <w:pPr>
        <w:jc w:val="center"/>
        <w:rPr>
          <w:b/>
          <w:bCs/>
          <w:sz w:val="28"/>
        </w:rPr>
      </w:pPr>
    </w:p>
    <w:p w:rsidR="00403672" w:rsidRPr="00092A4E" w:rsidRDefault="00403672" w:rsidP="00F63876">
      <w:pPr>
        <w:jc w:val="center"/>
        <w:rPr>
          <w:b/>
          <w:bCs/>
          <w:sz w:val="28"/>
        </w:rPr>
      </w:pPr>
    </w:p>
    <w:p w:rsidR="00403672" w:rsidRPr="00092A4E" w:rsidRDefault="00403672" w:rsidP="00F63876">
      <w:pPr>
        <w:jc w:val="center"/>
        <w:rPr>
          <w:b/>
          <w:bCs/>
          <w:sz w:val="28"/>
        </w:rPr>
      </w:pPr>
    </w:p>
    <w:p w:rsidR="00403672" w:rsidRPr="00092A4E" w:rsidRDefault="00403672" w:rsidP="00F63876">
      <w:pPr>
        <w:jc w:val="center"/>
        <w:rPr>
          <w:b/>
          <w:bCs/>
          <w:sz w:val="28"/>
        </w:rPr>
      </w:pPr>
    </w:p>
    <w:p w:rsidR="00403672" w:rsidRPr="00092A4E" w:rsidRDefault="00403672" w:rsidP="00F63876">
      <w:pPr>
        <w:jc w:val="center"/>
        <w:rPr>
          <w:b/>
          <w:bCs/>
          <w:sz w:val="28"/>
        </w:rPr>
      </w:pPr>
    </w:p>
    <w:p w:rsidR="00403672" w:rsidRPr="00092A4E" w:rsidRDefault="00403672" w:rsidP="00F63876">
      <w:pPr>
        <w:jc w:val="center"/>
        <w:rPr>
          <w:b/>
          <w:bCs/>
          <w:sz w:val="28"/>
        </w:rPr>
      </w:pPr>
    </w:p>
    <w:p w:rsidR="00403672" w:rsidRPr="00092A4E" w:rsidRDefault="00403672" w:rsidP="00F63876">
      <w:pPr>
        <w:jc w:val="center"/>
        <w:rPr>
          <w:b/>
          <w:bCs/>
          <w:sz w:val="28"/>
          <w:szCs w:val="28"/>
        </w:rPr>
      </w:pPr>
    </w:p>
    <w:p w:rsidR="00403672" w:rsidRPr="00092A4E" w:rsidRDefault="00403672" w:rsidP="00F63876">
      <w:pPr>
        <w:jc w:val="center"/>
        <w:rPr>
          <w:b/>
          <w:bCs/>
          <w:sz w:val="28"/>
          <w:szCs w:val="28"/>
        </w:rPr>
      </w:pPr>
    </w:p>
    <w:p w:rsidR="00403672" w:rsidRPr="00092A4E" w:rsidRDefault="00403672" w:rsidP="00F63876">
      <w:pPr>
        <w:jc w:val="center"/>
        <w:rPr>
          <w:b/>
          <w:bCs/>
          <w:sz w:val="28"/>
          <w:szCs w:val="28"/>
        </w:rPr>
      </w:pPr>
    </w:p>
    <w:p w:rsidR="00403672" w:rsidRPr="00092A4E" w:rsidRDefault="00403672" w:rsidP="00F63876">
      <w:pPr>
        <w:jc w:val="center"/>
        <w:rPr>
          <w:b/>
          <w:bCs/>
          <w:sz w:val="28"/>
          <w:szCs w:val="28"/>
        </w:rPr>
      </w:pPr>
      <w:r w:rsidRPr="00092A4E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403672" w:rsidRPr="00092A4E" w:rsidRDefault="00403672" w:rsidP="00F63876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092A4E">
        <w:rPr>
          <w:rFonts w:ascii="Times New Roman" w:hAnsi="Times New Roman"/>
          <w:sz w:val="28"/>
          <w:szCs w:val="28"/>
        </w:rPr>
        <w:t xml:space="preserve">«Об областном бюджете на 2012 год и на плановый </w:t>
      </w:r>
    </w:p>
    <w:p w:rsidR="00403672" w:rsidRPr="00092A4E" w:rsidRDefault="00403672" w:rsidP="00F63876">
      <w:pPr>
        <w:pStyle w:val="Heading5"/>
        <w:rPr>
          <w:szCs w:val="28"/>
        </w:rPr>
      </w:pPr>
      <w:r w:rsidRPr="00092A4E">
        <w:rPr>
          <w:szCs w:val="28"/>
        </w:rPr>
        <w:t>период 2013 и 2014 годов»</w:t>
      </w:r>
    </w:p>
    <w:p w:rsidR="00403672" w:rsidRPr="00092A4E" w:rsidRDefault="00403672" w:rsidP="00F63876">
      <w:pPr>
        <w:jc w:val="both"/>
        <w:rPr>
          <w:smallCaps/>
          <w:sz w:val="28"/>
          <w:szCs w:val="28"/>
        </w:rPr>
      </w:pPr>
    </w:p>
    <w:p w:rsidR="00403672" w:rsidRPr="00092A4E" w:rsidRDefault="00403672" w:rsidP="00F63876">
      <w:pPr>
        <w:jc w:val="both"/>
        <w:rPr>
          <w:smallCaps/>
          <w:sz w:val="28"/>
          <w:szCs w:val="28"/>
        </w:rPr>
      </w:pPr>
    </w:p>
    <w:p w:rsidR="00403672" w:rsidRPr="00092A4E" w:rsidRDefault="00403672" w:rsidP="00F63876">
      <w:pPr>
        <w:jc w:val="both"/>
      </w:pPr>
      <w:r w:rsidRPr="00092A4E">
        <w:t>Принят Ярославской областной Думой</w:t>
      </w:r>
    </w:p>
    <w:p w:rsidR="00403672" w:rsidRPr="00092A4E" w:rsidRDefault="00403672" w:rsidP="00F63876">
      <w:pPr>
        <w:tabs>
          <w:tab w:val="left" w:pos="7230"/>
        </w:tabs>
        <w:jc w:val="both"/>
      </w:pPr>
      <w:r w:rsidRPr="00092A4E">
        <w:t>27 апреля 2012 года</w:t>
      </w:r>
    </w:p>
    <w:p w:rsidR="00403672" w:rsidRPr="00092A4E" w:rsidRDefault="00403672" w:rsidP="004C5A01">
      <w:pPr>
        <w:rPr>
          <w:sz w:val="28"/>
          <w:szCs w:val="28"/>
        </w:rPr>
      </w:pPr>
    </w:p>
    <w:p w:rsidR="00403672" w:rsidRPr="00092A4E" w:rsidRDefault="00403672" w:rsidP="004C5A01">
      <w:pPr>
        <w:rPr>
          <w:sz w:val="28"/>
          <w:szCs w:val="28"/>
        </w:rPr>
      </w:pPr>
    </w:p>
    <w:p w:rsidR="00403672" w:rsidRPr="00092A4E" w:rsidRDefault="00403672" w:rsidP="000F17C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92A4E">
        <w:rPr>
          <w:rFonts w:ascii="Times New Roman" w:hAnsi="Times New Roman"/>
          <w:sz w:val="28"/>
          <w:szCs w:val="28"/>
        </w:rPr>
        <w:t>Внести в Закон Ярославской области от 23.12.2011 № 50-з «Об облас</w:t>
      </w:r>
      <w:r w:rsidRPr="00092A4E">
        <w:rPr>
          <w:rFonts w:ascii="Times New Roman" w:hAnsi="Times New Roman"/>
          <w:sz w:val="28"/>
          <w:szCs w:val="28"/>
        </w:rPr>
        <w:t>т</w:t>
      </w:r>
      <w:r w:rsidRPr="00092A4E">
        <w:rPr>
          <w:rFonts w:ascii="Times New Roman" w:hAnsi="Times New Roman"/>
          <w:sz w:val="28"/>
          <w:szCs w:val="28"/>
        </w:rPr>
        <w:t>ном бюджете на 2012 год и на плановый период 2013 и 2014 годов» (Док</w:t>
      </w:r>
      <w:r w:rsidRPr="00092A4E">
        <w:rPr>
          <w:rFonts w:ascii="Times New Roman" w:hAnsi="Times New Roman"/>
          <w:sz w:val="28"/>
          <w:szCs w:val="28"/>
        </w:rPr>
        <w:t>у</w:t>
      </w:r>
      <w:r w:rsidRPr="00092A4E">
        <w:rPr>
          <w:rFonts w:ascii="Times New Roman" w:hAnsi="Times New Roman"/>
          <w:sz w:val="28"/>
          <w:szCs w:val="28"/>
        </w:rPr>
        <w:t>мент – Регион, 2011, 28 декабря, № 110; 2012, 22 февраля, № 13) следующие изменения:</w:t>
      </w:r>
    </w:p>
    <w:p w:rsidR="00403672" w:rsidRPr="00092A4E" w:rsidRDefault="00403672" w:rsidP="00F958E8">
      <w:pPr>
        <w:pStyle w:val="21"/>
        <w:ind w:firstLine="720"/>
        <w:jc w:val="both"/>
        <w:rPr>
          <w:szCs w:val="28"/>
        </w:rPr>
      </w:pPr>
      <w:r w:rsidRPr="00092A4E">
        <w:rPr>
          <w:szCs w:val="28"/>
        </w:rPr>
        <w:t>1) в части 1 статьи 1:</w:t>
      </w:r>
    </w:p>
    <w:p w:rsidR="00403672" w:rsidRPr="00092A4E" w:rsidRDefault="00403672" w:rsidP="00F958E8">
      <w:pPr>
        <w:pStyle w:val="21"/>
        <w:ind w:firstLine="720"/>
        <w:jc w:val="both"/>
        <w:rPr>
          <w:szCs w:val="28"/>
        </w:rPr>
      </w:pPr>
      <w:r w:rsidRPr="00092A4E">
        <w:rPr>
          <w:szCs w:val="28"/>
        </w:rPr>
        <w:t>а) в пункте 2 цифры «46 113 128 254» заменить цифрами «46 373 128 254»;</w:t>
      </w:r>
    </w:p>
    <w:p w:rsidR="00403672" w:rsidRPr="00092A4E" w:rsidRDefault="00403672" w:rsidP="00F958E8">
      <w:pPr>
        <w:pStyle w:val="21"/>
        <w:ind w:firstLine="720"/>
        <w:jc w:val="both"/>
        <w:rPr>
          <w:szCs w:val="28"/>
        </w:rPr>
      </w:pPr>
      <w:r w:rsidRPr="00092A4E">
        <w:rPr>
          <w:szCs w:val="28"/>
        </w:rPr>
        <w:t>б) в пункте 3 цифры «5 906 741 571» заменить цифрами «6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166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741 571»;</w:t>
      </w:r>
    </w:p>
    <w:p w:rsidR="00403672" w:rsidRPr="00092A4E" w:rsidRDefault="00403672" w:rsidP="00F958E8">
      <w:pPr>
        <w:pStyle w:val="21"/>
        <w:ind w:firstLine="720"/>
        <w:jc w:val="both"/>
        <w:rPr>
          <w:szCs w:val="28"/>
        </w:rPr>
      </w:pPr>
      <w:r w:rsidRPr="00092A4E">
        <w:t>2) в статье 10 слова «доходы и расходы» и «3</w:t>
      </w:r>
      <w:r w:rsidRPr="00092A4E">
        <w:rPr>
          <w:lang w:val="en-US"/>
        </w:rPr>
        <w:t> </w:t>
      </w:r>
      <w:r w:rsidRPr="00092A4E">
        <w:t>952</w:t>
      </w:r>
      <w:r w:rsidRPr="00092A4E">
        <w:rPr>
          <w:lang w:val="en-US"/>
        </w:rPr>
        <w:t> </w:t>
      </w:r>
      <w:r w:rsidRPr="00092A4E">
        <w:t>400</w:t>
      </w:r>
      <w:r w:rsidRPr="00092A4E">
        <w:rPr>
          <w:lang w:val="en-US"/>
        </w:rPr>
        <w:t> </w:t>
      </w:r>
      <w:r w:rsidRPr="00092A4E">
        <w:t>000 рублей» з</w:t>
      </w:r>
      <w:r w:rsidRPr="00092A4E">
        <w:t>а</w:t>
      </w:r>
      <w:r w:rsidRPr="00092A4E">
        <w:t>менить соответственно словами «объем бюджетных ассигнований» и «4 059 588 823 рубля»;</w:t>
      </w:r>
    </w:p>
    <w:p w:rsidR="00403672" w:rsidRPr="00092A4E" w:rsidRDefault="00403672" w:rsidP="000F17C2">
      <w:pPr>
        <w:pStyle w:val="21"/>
        <w:shd w:val="clear" w:color="auto" w:fill="FFFFFF"/>
        <w:ind w:firstLine="709"/>
        <w:jc w:val="both"/>
        <w:rPr>
          <w:szCs w:val="28"/>
        </w:rPr>
      </w:pPr>
      <w:r w:rsidRPr="00092A4E">
        <w:rPr>
          <w:szCs w:val="28"/>
        </w:rPr>
        <w:t>3) в статье 20:</w:t>
      </w:r>
    </w:p>
    <w:p w:rsidR="00403672" w:rsidRPr="00092A4E" w:rsidRDefault="00403672" w:rsidP="00D22A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а) в пункте 2 цифры «16 251 024 314», «16 504 500 596» и «17 043 762 220» заменить соответственно цифрами «16 511 024 314», «16 764 500 596» и «17 303 762 220»;</w:t>
      </w:r>
    </w:p>
    <w:p w:rsidR="00403672" w:rsidRPr="00092A4E" w:rsidRDefault="00403672" w:rsidP="00A53743">
      <w:pPr>
        <w:shd w:val="clear" w:color="auto" w:fill="FFFFFF"/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б) в пункте 4 цифры «12 202 678 314» заменить цифрами «12 462 678 314»;</w:t>
      </w:r>
    </w:p>
    <w:p w:rsidR="00403672" w:rsidRPr="00092A4E" w:rsidRDefault="00403672" w:rsidP="008B4D8A">
      <w:pPr>
        <w:spacing w:before="30" w:after="30"/>
        <w:ind w:firstLine="708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4) в приложении 4:</w:t>
      </w:r>
    </w:p>
    <w:p w:rsidR="00403672" w:rsidRPr="00092A4E" w:rsidRDefault="00403672" w:rsidP="008B4D8A">
      <w:pPr>
        <w:spacing w:before="30" w:after="30"/>
        <w:ind w:firstLine="708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а) в строке с кодом классификации 0500 цифры «2 173 671 805» зам</w:t>
      </w:r>
      <w:r w:rsidRPr="00092A4E">
        <w:rPr>
          <w:sz w:val="28"/>
          <w:szCs w:val="28"/>
        </w:rPr>
        <w:t>е</w:t>
      </w:r>
      <w:r w:rsidRPr="00092A4E">
        <w:rPr>
          <w:sz w:val="28"/>
          <w:szCs w:val="28"/>
        </w:rPr>
        <w:t>нить цифрами «2 433 671 805»;</w:t>
      </w:r>
    </w:p>
    <w:p w:rsidR="00403672" w:rsidRPr="00092A4E" w:rsidRDefault="00403672" w:rsidP="008B4D8A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б) в строке с кодом классификации 0502 цифры «</w:t>
      </w:r>
      <w:r w:rsidRPr="00092A4E">
        <w:rPr>
          <w:sz w:val="28"/>
          <w:szCs w:val="20"/>
        </w:rPr>
        <w:t>1 470 200 040</w:t>
      </w:r>
      <w:r w:rsidRPr="00092A4E">
        <w:rPr>
          <w:sz w:val="28"/>
          <w:szCs w:val="28"/>
        </w:rPr>
        <w:t>» зам</w:t>
      </w:r>
      <w:r w:rsidRPr="00092A4E">
        <w:rPr>
          <w:sz w:val="28"/>
          <w:szCs w:val="28"/>
        </w:rPr>
        <w:t>е</w:t>
      </w:r>
      <w:r w:rsidRPr="00092A4E">
        <w:rPr>
          <w:sz w:val="28"/>
          <w:szCs w:val="28"/>
        </w:rPr>
        <w:t>нить цифрами «</w:t>
      </w:r>
      <w:r w:rsidRPr="00092A4E">
        <w:rPr>
          <w:sz w:val="28"/>
          <w:szCs w:val="20"/>
        </w:rPr>
        <w:t>1 730 200 040</w:t>
      </w:r>
      <w:r w:rsidRPr="00092A4E">
        <w:rPr>
          <w:sz w:val="28"/>
          <w:szCs w:val="28"/>
        </w:rPr>
        <w:t>»;</w:t>
      </w:r>
    </w:p>
    <w:p w:rsidR="00403672" w:rsidRPr="00092A4E" w:rsidRDefault="00403672" w:rsidP="008B4D8A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в) в строке «ВСЕГО» цифры «</w:t>
      </w:r>
      <w:r w:rsidRPr="00092A4E">
        <w:rPr>
          <w:sz w:val="28"/>
          <w:szCs w:val="20"/>
        </w:rPr>
        <w:t>46 113 128 254</w:t>
      </w:r>
      <w:r w:rsidRPr="00092A4E">
        <w:rPr>
          <w:sz w:val="28"/>
          <w:szCs w:val="28"/>
        </w:rPr>
        <w:t>» заменить цифрами «</w:t>
      </w:r>
      <w:r w:rsidRPr="00092A4E">
        <w:rPr>
          <w:sz w:val="28"/>
          <w:szCs w:val="20"/>
        </w:rPr>
        <w:t>46 373 128 254</w:t>
      </w:r>
      <w:r w:rsidRPr="00092A4E">
        <w:rPr>
          <w:sz w:val="28"/>
          <w:szCs w:val="28"/>
        </w:rPr>
        <w:t>»;</w:t>
      </w:r>
    </w:p>
    <w:p w:rsidR="00403672" w:rsidRPr="00092A4E" w:rsidRDefault="00403672" w:rsidP="008B4D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092A4E">
        <w:rPr>
          <w:sz w:val="28"/>
          <w:szCs w:val="28"/>
        </w:rPr>
        <w:t>5) в приложении 6:</w:t>
      </w:r>
    </w:p>
    <w:p w:rsidR="00403672" w:rsidRPr="00092A4E" w:rsidRDefault="00403672" w:rsidP="00510B14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а) в расходах департамента финансов Ярославской области как главн</w:t>
      </w:r>
      <w:r w:rsidRPr="00092A4E">
        <w:rPr>
          <w:szCs w:val="28"/>
        </w:rPr>
        <w:t>о</w:t>
      </w:r>
      <w:r w:rsidRPr="00092A4E">
        <w:rPr>
          <w:szCs w:val="28"/>
        </w:rPr>
        <w:t>го распорядителя средств областного бюджета в подразделе с кодом 0113 в строках в целевой статье 092 03 02 строку с кодом 710 заменить строкой сл</w:t>
      </w:r>
      <w:r w:rsidRPr="00092A4E">
        <w:rPr>
          <w:szCs w:val="28"/>
        </w:rPr>
        <w:t>е</w:t>
      </w:r>
      <w:r w:rsidRPr="00092A4E">
        <w:rPr>
          <w:szCs w:val="28"/>
        </w:rPr>
        <w:t>дующего содержания:</w:t>
      </w:r>
    </w:p>
    <w:tbl>
      <w:tblPr>
        <w:tblW w:w="94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76"/>
        <w:gridCol w:w="567"/>
        <w:gridCol w:w="850"/>
        <w:gridCol w:w="1276"/>
        <w:gridCol w:w="709"/>
        <w:gridCol w:w="1567"/>
        <w:gridCol w:w="1176"/>
      </w:tblGrid>
      <w:tr w:rsidR="00403672" w:rsidRPr="00092A4E" w:rsidTr="006D4ADF">
        <w:trPr>
          <w:trHeight w:val="282"/>
        </w:trPr>
        <w:tc>
          <w:tcPr>
            <w:tcW w:w="3276" w:type="dxa"/>
            <w:vAlign w:val="bottom"/>
          </w:tcPr>
          <w:p w:rsidR="00403672" w:rsidRPr="00092A4E" w:rsidRDefault="00403672" w:rsidP="00A31596">
            <w:pPr>
              <w:rPr>
                <w:iCs/>
                <w:sz w:val="23"/>
                <w:szCs w:val="23"/>
              </w:rPr>
            </w:pPr>
            <w:r w:rsidRPr="00092A4E">
              <w:rPr>
                <w:iCs/>
                <w:sz w:val="23"/>
                <w:szCs w:val="23"/>
              </w:rPr>
              <w:t>«Прочая закупка товаров, р</w:t>
            </w:r>
            <w:r w:rsidRPr="00092A4E">
              <w:rPr>
                <w:iCs/>
                <w:sz w:val="23"/>
                <w:szCs w:val="23"/>
              </w:rPr>
              <w:t>а</w:t>
            </w:r>
            <w:r w:rsidRPr="00092A4E">
              <w:rPr>
                <w:iCs/>
                <w:sz w:val="23"/>
                <w:szCs w:val="23"/>
              </w:rPr>
              <w:t>бот и услуг для государстве</w:t>
            </w:r>
            <w:r w:rsidRPr="00092A4E">
              <w:rPr>
                <w:iCs/>
                <w:sz w:val="23"/>
                <w:szCs w:val="23"/>
              </w:rPr>
              <w:t>н</w:t>
            </w:r>
            <w:r w:rsidRPr="00092A4E">
              <w:rPr>
                <w:iCs/>
                <w:sz w:val="23"/>
                <w:szCs w:val="23"/>
              </w:rPr>
              <w:t>ных нужд</w:t>
            </w:r>
          </w:p>
        </w:tc>
        <w:tc>
          <w:tcPr>
            <w:tcW w:w="567" w:type="dxa"/>
            <w:noWrap/>
          </w:tcPr>
          <w:p w:rsidR="00403672" w:rsidRPr="00092A4E" w:rsidRDefault="00403672" w:rsidP="00AF2391">
            <w:pPr>
              <w:jc w:val="center"/>
              <w:rPr>
                <w:iCs/>
              </w:rPr>
            </w:pPr>
          </w:p>
        </w:tc>
        <w:tc>
          <w:tcPr>
            <w:tcW w:w="850" w:type="dxa"/>
            <w:noWrap/>
          </w:tcPr>
          <w:p w:rsidR="00403672" w:rsidRPr="00092A4E" w:rsidRDefault="00403672" w:rsidP="00AF2391">
            <w:pPr>
              <w:jc w:val="center"/>
              <w:rPr>
                <w:iCs/>
              </w:rPr>
            </w:pPr>
          </w:p>
        </w:tc>
        <w:tc>
          <w:tcPr>
            <w:tcW w:w="1276" w:type="dxa"/>
            <w:noWrap/>
          </w:tcPr>
          <w:p w:rsidR="00403672" w:rsidRPr="00092A4E" w:rsidRDefault="00403672" w:rsidP="00AF2391">
            <w:pPr>
              <w:jc w:val="center"/>
              <w:rPr>
                <w:iCs/>
              </w:rPr>
            </w:pPr>
          </w:p>
        </w:tc>
        <w:tc>
          <w:tcPr>
            <w:tcW w:w="709" w:type="dxa"/>
            <w:noWrap/>
          </w:tcPr>
          <w:p w:rsidR="00403672" w:rsidRPr="00092A4E" w:rsidRDefault="00403672" w:rsidP="00AF2391">
            <w:pPr>
              <w:jc w:val="center"/>
              <w:rPr>
                <w:iCs/>
              </w:rPr>
            </w:pPr>
            <w:r w:rsidRPr="00092A4E">
              <w:rPr>
                <w:iCs/>
              </w:rPr>
              <w:t>244</w:t>
            </w:r>
          </w:p>
        </w:tc>
        <w:tc>
          <w:tcPr>
            <w:tcW w:w="1567" w:type="dxa"/>
            <w:noWrap/>
          </w:tcPr>
          <w:p w:rsidR="00403672" w:rsidRPr="00092A4E" w:rsidRDefault="00403672" w:rsidP="00AF2391">
            <w:pPr>
              <w:jc w:val="center"/>
              <w:rPr>
                <w:iCs/>
              </w:rPr>
            </w:pPr>
            <w:r w:rsidRPr="00092A4E">
              <w:rPr>
                <w:iCs/>
              </w:rPr>
              <w:t>19 153 000»;</w:t>
            </w:r>
          </w:p>
        </w:tc>
        <w:tc>
          <w:tcPr>
            <w:tcW w:w="1176" w:type="dxa"/>
            <w:noWrap/>
          </w:tcPr>
          <w:p w:rsidR="00403672" w:rsidRPr="00092A4E" w:rsidRDefault="00403672" w:rsidP="00AF2391">
            <w:pPr>
              <w:jc w:val="center"/>
              <w:rPr>
                <w:iCs/>
              </w:rPr>
            </w:pPr>
          </w:p>
        </w:tc>
      </w:tr>
    </w:tbl>
    <w:p w:rsidR="00403672" w:rsidRPr="00092A4E" w:rsidRDefault="00403672" w:rsidP="008B4D8A">
      <w:pPr>
        <w:ind w:firstLine="709"/>
        <w:jc w:val="both"/>
        <w:rPr>
          <w:sz w:val="28"/>
          <w:szCs w:val="28"/>
        </w:rPr>
      </w:pPr>
    </w:p>
    <w:p w:rsidR="00403672" w:rsidRPr="00092A4E" w:rsidRDefault="00403672" w:rsidP="008B4D8A">
      <w:pPr>
        <w:pStyle w:val="22"/>
        <w:ind w:firstLine="709"/>
        <w:jc w:val="both"/>
        <w:rPr>
          <w:szCs w:val="28"/>
        </w:rPr>
      </w:pPr>
      <w:r w:rsidRPr="00092A4E">
        <w:rPr>
          <w:snapToGrid w:val="0"/>
          <w:szCs w:val="28"/>
        </w:rPr>
        <w:t>б)</w:t>
      </w:r>
      <w:r w:rsidRPr="00092A4E">
        <w:rPr>
          <w:szCs w:val="28"/>
        </w:rPr>
        <w:t xml:space="preserve"> в расходах департамента жилищно-коммунального хозяйства и и</w:t>
      </w:r>
      <w:r w:rsidRPr="00092A4E">
        <w:rPr>
          <w:szCs w:val="28"/>
        </w:rPr>
        <w:t>н</w:t>
      </w:r>
      <w:r w:rsidRPr="00092A4E">
        <w:rPr>
          <w:szCs w:val="28"/>
        </w:rPr>
        <w:t>фраструктуры Ярославской области как главного распорядителя средств о</w:t>
      </w:r>
      <w:r w:rsidRPr="00092A4E">
        <w:rPr>
          <w:szCs w:val="28"/>
        </w:rPr>
        <w:t>б</w:t>
      </w:r>
      <w:r w:rsidRPr="00092A4E">
        <w:rPr>
          <w:szCs w:val="28"/>
        </w:rPr>
        <w:t>ластного бюджета:</w:t>
      </w:r>
    </w:p>
    <w:p w:rsidR="00403672" w:rsidRPr="00092A4E" w:rsidRDefault="00403672" w:rsidP="008B4D8A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– в строке «Департамент жилищно-коммунального хозяйства и инфр</w:t>
      </w:r>
      <w:r w:rsidRPr="00092A4E">
        <w:rPr>
          <w:szCs w:val="28"/>
        </w:rPr>
        <w:t>а</w:t>
      </w:r>
      <w:r w:rsidRPr="00092A4E">
        <w:rPr>
          <w:szCs w:val="28"/>
        </w:rPr>
        <w:t>структуры Ярославской области» цифры «1 840 493 699» заменить цифрами «</w:t>
      </w:r>
      <w:r w:rsidRPr="00092A4E">
        <w:t>2 100</w:t>
      </w:r>
      <w:r w:rsidRPr="00092A4E">
        <w:rPr>
          <w:szCs w:val="28"/>
        </w:rPr>
        <w:t> 493 699»;</w:t>
      </w:r>
    </w:p>
    <w:p w:rsidR="00403672" w:rsidRPr="00092A4E" w:rsidRDefault="00403672" w:rsidP="008B4D8A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– в подразделе с кодом 0502:</w:t>
      </w:r>
    </w:p>
    <w:p w:rsidR="00403672" w:rsidRPr="00092A4E" w:rsidRDefault="00403672" w:rsidP="008B4D8A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в строке «Коммунальное хозяйство» цифры «1 419 897 040» заменить цифрами «1 679 897 040»;</w:t>
      </w:r>
    </w:p>
    <w:p w:rsidR="00403672" w:rsidRPr="00092A4E" w:rsidRDefault="00403672" w:rsidP="007322D5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092A4E">
        <w:rPr>
          <w:szCs w:val="28"/>
        </w:rPr>
        <w:t>в строке с кодом 521 00 00</w:t>
      </w:r>
      <w:r w:rsidRPr="00092A4E">
        <w:rPr>
          <w:rFonts w:ascii="Times New Roman CYR" w:hAnsi="Times New Roman CYR" w:cs="Times New Roman CYR"/>
          <w:iCs/>
        </w:rPr>
        <w:t xml:space="preserve"> цифры </w:t>
      </w:r>
      <w:r w:rsidRPr="00092A4E">
        <w:rPr>
          <w:szCs w:val="28"/>
        </w:rPr>
        <w:t>«150 000 000» заменить цифрами «410 000 000»</w:t>
      </w:r>
      <w:r w:rsidRPr="00092A4E">
        <w:rPr>
          <w:rFonts w:ascii="Times New Roman CYR" w:hAnsi="Times New Roman CYR" w:cs="Times New Roman CYR"/>
          <w:iCs/>
        </w:rPr>
        <w:t>;</w:t>
      </w:r>
    </w:p>
    <w:p w:rsidR="00403672" w:rsidRPr="00092A4E" w:rsidRDefault="00403672" w:rsidP="007322D5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092A4E">
        <w:rPr>
          <w:szCs w:val="28"/>
        </w:rPr>
        <w:t>в строке с кодом 521 01 00</w:t>
      </w:r>
      <w:r w:rsidRPr="00092A4E">
        <w:rPr>
          <w:rFonts w:ascii="Times New Roman CYR" w:hAnsi="Times New Roman CYR" w:cs="Times New Roman CYR"/>
          <w:iCs/>
        </w:rPr>
        <w:t xml:space="preserve"> цифры </w:t>
      </w:r>
      <w:r w:rsidRPr="00092A4E">
        <w:rPr>
          <w:szCs w:val="28"/>
        </w:rPr>
        <w:t>«150 000 000» заменить цифрами «410 000 000»</w:t>
      </w:r>
      <w:r w:rsidRPr="00092A4E">
        <w:rPr>
          <w:rFonts w:ascii="Times New Roman CYR" w:hAnsi="Times New Roman CYR" w:cs="Times New Roman CYR"/>
          <w:iCs/>
        </w:rPr>
        <w:t>;</w:t>
      </w:r>
    </w:p>
    <w:p w:rsidR="00403672" w:rsidRPr="00092A4E" w:rsidRDefault="00403672" w:rsidP="00155D04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092A4E">
        <w:rPr>
          <w:szCs w:val="28"/>
        </w:rPr>
        <w:t xml:space="preserve">в строках в целевой статье с кодом 521 01 18 </w:t>
      </w:r>
      <w:r w:rsidRPr="00092A4E">
        <w:rPr>
          <w:rFonts w:ascii="Times New Roman CYR" w:hAnsi="Times New Roman CYR" w:cs="Times New Roman CYR"/>
          <w:iCs/>
        </w:rPr>
        <w:t xml:space="preserve">цифры </w:t>
      </w:r>
      <w:r w:rsidRPr="00092A4E">
        <w:rPr>
          <w:szCs w:val="28"/>
        </w:rPr>
        <w:t>«150 000 000» з</w:t>
      </w:r>
      <w:r w:rsidRPr="00092A4E">
        <w:rPr>
          <w:szCs w:val="28"/>
        </w:rPr>
        <w:t>а</w:t>
      </w:r>
      <w:r w:rsidRPr="00092A4E">
        <w:rPr>
          <w:szCs w:val="28"/>
        </w:rPr>
        <w:t>менить цифрами «410 000 000»</w:t>
      </w:r>
      <w:r w:rsidRPr="00092A4E">
        <w:rPr>
          <w:rFonts w:ascii="Times New Roman CYR" w:hAnsi="Times New Roman CYR" w:cs="Times New Roman CYR"/>
          <w:iCs/>
        </w:rPr>
        <w:t>;</w:t>
      </w:r>
    </w:p>
    <w:p w:rsidR="00403672" w:rsidRPr="00092A4E" w:rsidRDefault="00403672" w:rsidP="00155D04">
      <w:pPr>
        <w:pStyle w:val="22"/>
        <w:ind w:firstLine="709"/>
        <w:jc w:val="both"/>
        <w:rPr>
          <w:szCs w:val="28"/>
        </w:rPr>
      </w:pPr>
      <w:r w:rsidRPr="00092A4E">
        <w:rPr>
          <w:rFonts w:ascii="Times New Roman CYR" w:hAnsi="Times New Roman CYR" w:cs="Times New Roman CYR"/>
          <w:iCs/>
        </w:rPr>
        <w:t xml:space="preserve">в) </w:t>
      </w:r>
      <w:r w:rsidRPr="00092A4E">
        <w:rPr>
          <w:szCs w:val="28"/>
        </w:rPr>
        <w:t>в расходах департамента строительства Ярославской области как главного распорядителя средств областного бюджета:</w:t>
      </w:r>
    </w:p>
    <w:p w:rsidR="00403672" w:rsidRPr="00092A4E" w:rsidRDefault="00403672" w:rsidP="003D0CA0">
      <w:pPr>
        <w:ind w:firstLine="709"/>
        <w:jc w:val="both"/>
        <w:rPr>
          <w:sz w:val="28"/>
          <w:szCs w:val="28"/>
        </w:rPr>
      </w:pPr>
      <w:r w:rsidRPr="00092A4E">
        <w:rPr>
          <w:iCs/>
          <w:sz w:val="28"/>
          <w:szCs w:val="28"/>
        </w:rPr>
        <w:t xml:space="preserve">– в подразделе с кодом 0703 </w:t>
      </w:r>
      <w:r w:rsidRPr="00092A4E">
        <w:rPr>
          <w:sz w:val="28"/>
          <w:szCs w:val="28"/>
        </w:rPr>
        <w:t>в строках в целевой статье 522 63 00 стр</w:t>
      </w:r>
      <w:r w:rsidRPr="00092A4E">
        <w:rPr>
          <w:sz w:val="28"/>
          <w:szCs w:val="28"/>
        </w:rPr>
        <w:t>о</w:t>
      </w:r>
      <w:r w:rsidRPr="00092A4E">
        <w:rPr>
          <w:sz w:val="28"/>
          <w:szCs w:val="28"/>
        </w:rPr>
        <w:t>ку с кодом 413 заменить строкой следующего содержания:</w:t>
      </w:r>
    </w:p>
    <w:tbl>
      <w:tblPr>
        <w:tblW w:w="94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76"/>
        <w:gridCol w:w="567"/>
        <w:gridCol w:w="850"/>
        <w:gridCol w:w="1276"/>
        <w:gridCol w:w="709"/>
        <w:gridCol w:w="1567"/>
        <w:gridCol w:w="1176"/>
      </w:tblGrid>
      <w:tr w:rsidR="00403672" w:rsidRPr="00092A4E" w:rsidTr="006D4ADF">
        <w:trPr>
          <w:trHeight w:val="282"/>
        </w:trPr>
        <w:tc>
          <w:tcPr>
            <w:tcW w:w="3276" w:type="dxa"/>
            <w:vAlign w:val="bottom"/>
          </w:tcPr>
          <w:p w:rsidR="00403672" w:rsidRPr="00092A4E" w:rsidRDefault="00403672" w:rsidP="006D4ADF">
            <w:pPr>
              <w:rPr>
                <w:iCs/>
                <w:sz w:val="23"/>
                <w:szCs w:val="23"/>
              </w:rPr>
            </w:pPr>
            <w:r w:rsidRPr="00092A4E">
              <w:rPr>
                <w:iCs/>
                <w:sz w:val="23"/>
                <w:szCs w:val="23"/>
              </w:rPr>
              <w:t>«Бюджетные инвестиции в объекты государственной со</w:t>
            </w:r>
            <w:r w:rsidRPr="00092A4E">
              <w:rPr>
                <w:iCs/>
                <w:sz w:val="23"/>
                <w:szCs w:val="23"/>
              </w:rPr>
              <w:t>б</w:t>
            </w:r>
            <w:r w:rsidRPr="00092A4E">
              <w:rPr>
                <w:iCs/>
                <w:sz w:val="23"/>
                <w:szCs w:val="23"/>
              </w:rPr>
              <w:t>ственности государственным унитарным предприятиям, о</w:t>
            </w:r>
            <w:r w:rsidRPr="00092A4E">
              <w:rPr>
                <w:iCs/>
                <w:sz w:val="23"/>
                <w:szCs w:val="23"/>
              </w:rPr>
              <w:t>с</w:t>
            </w:r>
            <w:r w:rsidRPr="00092A4E">
              <w:rPr>
                <w:iCs/>
                <w:sz w:val="23"/>
                <w:szCs w:val="23"/>
              </w:rPr>
              <w:t>нованным на праве операти</w:t>
            </w:r>
            <w:r w:rsidRPr="00092A4E">
              <w:rPr>
                <w:iCs/>
                <w:sz w:val="23"/>
                <w:szCs w:val="23"/>
              </w:rPr>
              <w:t>в</w:t>
            </w:r>
            <w:r w:rsidRPr="00092A4E">
              <w:rPr>
                <w:iCs/>
                <w:sz w:val="23"/>
                <w:szCs w:val="23"/>
              </w:rPr>
              <w:t>ного управления</w:t>
            </w:r>
          </w:p>
        </w:tc>
        <w:tc>
          <w:tcPr>
            <w:tcW w:w="567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</w:p>
        </w:tc>
        <w:tc>
          <w:tcPr>
            <w:tcW w:w="850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</w:p>
        </w:tc>
        <w:tc>
          <w:tcPr>
            <w:tcW w:w="1276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</w:p>
        </w:tc>
        <w:tc>
          <w:tcPr>
            <w:tcW w:w="709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  <w:r w:rsidRPr="00092A4E">
              <w:rPr>
                <w:iCs/>
              </w:rPr>
              <w:t>421</w:t>
            </w:r>
          </w:p>
        </w:tc>
        <w:tc>
          <w:tcPr>
            <w:tcW w:w="1567" w:type="dxa"/>
            <w:noWrap/>
          </w:tcPr>
          <w:p w:rsidR="00403672" w:rsidRPr="00092A4E" w:rsidRDefault="00403672" w:rsidP="006D4ADF">
            <w:pPr>
              <w:jc w:val="center"/>
              <w:rPr>
                <w:iCs/>
              </w:rPr>
            </w:pPr>
            <w:r w:rsidRPr="00092A4E">
              <w:rPr>
                <w:iCs/>
              </w:rPr>
              <w:t>20 000 000»;</w:t>
            </w:r>
          </w:p>
        </w:tc>
        <w:tc>
          <w:tcPr>
            <w:tcW w:w="1176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</w:p>
        </w:tc>
      </w:tr>
    </w:tbl>
    <w:p w:rsidR="00403672" w:rsidRPr="00092A4E" w:rsidRDefault="00403672" w:rsidP="00155D04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</w:p>
    <w:p w:rsidR="00403672" w:rsidRPr="00092A4E" w:rsidRDefault="00403672" w:rsidP="00155D04">
      <w:pPr>
        <w:pStyle w:val="22"/>
        <w:ind w:firstLine="709"/>
        <w:jc w:val="both"/>
        <w:rPr>
          <w:szCs w:val="28"/>
        </w:rPr>
      </w:pPr>
      <w:r w:rsidRPr="00092A4E">
        <w:rPr>
          <w:rFonts w:ascii="Times New Roman CYR" w:hAnsi="Times New Roman CYR" w:cs="Times New Roman CYR"/>
          <w:iCs/>
        </w:rPr>
        <w:t xml:space="preserve">– в подразделе с кодом 0901 в </w:t>
      </w:r>
      <w:r w:rsidRPr="00092A4E">
        <w:rPr>
          <w:szCs w:val="28"/>
        </w:rPr>
        <w:t>строках в целевой статье 522 15 00:</w:t>
      </w:r>
    </w:p>
    <w:p w:rsidR="00403672" w:rsidRPr="00092A4E" w:rsidRDefault="00403672" w:rsidP="00155D04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в строке с кодом 413 цифры «168 880 000» заменить цифрами «29 580 000»;</w:t>
      </w:r>
    </w:p>
    <w:p w:rsidR="00403672" w:rsidRPr="00092A4E" w:rsidRDefault="00403672" w:rsidP="00155D04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дополнить строкой следующего содержания:</w:t>
      </w:r>
    </w:p>
    <w:tbl>
      <w:tblPr>
        <w:tblW w:w="94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5"/>
        <w:gridCol w:w="540"/>
        <w:gridCol w:w="900"/>
        <w:gridCol w:w="1260"/>
        <w:gridCol w:w="677"/>
        <w:gridCol w:w="1603"/>
        <w:gridCol w:w="1176"/>
      </w:tblGrid>
      <w:tr w:rsidR="00403672" w:rsidRPr="00092A4E" w:rsidTr="00521126">
        <w:trPr>
          <w:trHeight w:val="282"/>
        </w:trPr>
        <w:tc>
          <w:tcPr>
            <w:tcW w:w="3385" w:type="dxa"/>
            <w:vAlign w:val="bottom"/>
          </w:tcPr>
          <w:p w:rsidR="00403672" w:rsidRPr="00092A4E" w:rsidRDefault="00403672" w:rsidP="00521126">
            <w:pPr>
              <w:rPr>
                <w:iCs/>
                <w:sz w:val="23"/>
                <w:szCs w:val="23"/>
              </w:rPr>
            </w:pPr>
            <w:r w:rsidRPr="00092A4E">
              <w:rPr>
                <w:iCs/>
                <w:sz w:val="23"/>
                <w:szCs w:val="23"/>
              </w:rPr>
              <w:t>«Бюджетные инвестиции в объекты государственной со</w:t>
            </w:r>
            <w:r w:rsidRPr="00092A4E">
              <w:rPr>
                <w:iCs/>
                <w:sz w:val="23"/>
                <w:szCs w:val="23"/>
              </w:rPr>
              <w:t>б</w:t>
            </w:r>
            <w:r w:rsidRPr="00092A4E">
              <w:rPr>
                <w:iCs/>
                <w:sz w:val="23"/>
                <w:szCs w:val="23"/>
              </w:rPr>
              <w:t>ственности государственным унитарным предприятиям, о</w:t>
            </w:r>
            <w:r w:rsidRPr="00092A4E">
              <w:rPr>
                <w:iCs/>
                <w:sz w:val="23"/>
                <w:szCs w:val="23"/>
              </w:rPr>
              <w:t>с</w:t>
            </w:r>
            <w:r w:rsidRPr="00092A4E">
              <w:rPr>
                <w:iCs/>
                <w:sz w:val="23"/>
                <w:szCs w:val="23"/>
              </w:rPr>
              <w:t>нованным на праве операти</w:t>
            </w:r>
            <w:r w:rsidRPr="00092A4E">
              <w:rPr>
                <w:iCs/>
                <w:sz w:val="23"/>
                <w:szCs w:val="23"/>
              </w:rPr>
              <w:t>в</w:t>
            </w:r>
            <w:r w:rsidRPr="00092A4E">
              <w:rPr>
                <w:iCs/>
                <w:sz w:val="23"/>
                <w:szCs w:val="23"/>
              </w:rPr>
              <w:t>ного управления</w:t>
            </w:r>
          </w:p>
        </w:tc>
        <w:tc>
          <w:tcPr>
            <w:tcW w:w="540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</w:p>
        </w:tc>
        <w:tc>
          <w:tcPr>
            <w:tcW w:w="900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</w:p>
        </w:tc>
        <w:tc>
          <w:tcPr>
            <w:tcW w:w="1260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</w:p>
        </w:tc>
        <w:tc>
          <w:tcPr>
            <w:tcW w:w="677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  <w:r w:rsidRPr="00092A4E">
              <w:rPr>
                <w:iCs/>
              </w:rPr>
              <w:t>421</w:t>
            </w:r>
          </w:p>
        </w:tc>
        <w:tc>
          <w:tcPr>
            <w:tcW w:w="1483" w:type="dxa"/>
            <w:noWrap/>
          </w:tcPr>
          <w:p w:rsidR="00403672" w:rsidRPr="00092A4E" w:rsidRDefault="00403672" w:rsidP="006D4ADF">
            <w:pPr>
              <w:jc w:val="center"/>
              <w:rPr>
                <w:iCs/>
              </w:rPr>
            </w:pPr>
            <w:r w:rsidRPr="00092A4E">
              <w:rPr>
                <w:iCs/>
              </w:rPr>
              <w:t>139 300 000»;</w:t>
            </w:r>
          </w:p>
        </w:tc>
        <w:tc>
          <w:tcPr>
            <w:tcW w:w="1176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</w:p>
        </w:tc>
      </w:tr>
    </w:tbl>
    <w:p w:rsidR="00403672" w:rsidRPr="00092A4E" w:rsidRDefault="00403672" w:rsidP="00155D04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</w:p>
    <w:p w:rsidR="00403672" w:rsidRPr="00092A4E" w:rsidRDefault="00403672" w:rsidP="00BB0775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г) в расходах департамента дорожного хозяйства и транспорта Яр</w:t>
      </w:r>
      <w:r w:rsidRPr="00092A4E">
        <w:rPr>
          <w:sz w:val="28"/>
          <w:szCs w:val="28"/>
        </w:rPr>
        <w:t>о</w:t>
      </w:r>
      <w:r w:rsidRPr="00092A4E">
        <w:rPr>
          <w:sz w:val="28"/>
          <w:szCs w:val="28"/>
        </w:rPr>
        <w:t>славской области как главного распорядителя средств областного бюджета:</w:t>
      </w:r>
    </w:p>
    <w:p w:rsidR="00403672" w:rsidRPr="00092A4E" w:rsidRDefault="00403672" w:rsidP="00BB0775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– в строке «Департамент дорожного хозяйства и транспорта Яросла</w:t>
      </w:r>
      <w:r w:rsidRPr="00092A4E">
        <w:rPr>
          <w:sz w:val="28"/>
          <w:szCs w:val="28"/>
        </w:rPr>
        <w:t>в</w:t>
      </w:r>
      <w:r w:rsidRPr="00092A4E">
        <w:rPr>
          <w:sz w:val="28"/>
          <w:szCs w:val="28"/>
        </w:rPr>
        <w:t>ской области» цифры «2 444 040 000» заменить цифрами «2 352 285 000»;</w:t>
      </w:r>
    </w:p>
    <w:p w:rsidR="00403672" w:rsidRPr="00092A4E" w:rsidRDefault="00403672" w:rsidP="00BB0775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– в подразделе с кодом 0409:</w:t>
      </w:r>
    </w:p>
    <w:p w:rsidR="00403672" w:rsidRPr="00092A4E" w:rsidRDefault="00403672" w:rsidP="00B024E1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в строке «Дорожное хозяйство (дорожные фонды)» цифры «2 444 040 000» заменить цифрами «2 352 285 000»;</w:t>
      </w:r>
    </w:p>
    <w:p w:rsidR="00403672" w:rsidRPr="00092A4E" w:rsidRDefault="00403672" w:rsidP="00B024E1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в строке с кодом 315 00 00 цифры «2 605 775 823» и «2 444 040 000» заменить соответственно цифрами «2 514 020 823» и «2 352 285 000»;</w:t>
      </w:r>
    </w:p>
    <w:p w:rsidR="00403672" w:rsidRPr="00092A4E" w:rsidRDefault="00403672" w:rsidP="00B024E1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в строке с кодом 315 02 00 цифры «2 551 228 823» и «2 444 040 000» заменить соответственно цифрами «2 459 473 823» и «2 352 285 000»;</w:t>
      </w:r>
    </w:p>
    <w:p w:rsidR="00403672" w:rsidRPr="00092A4E" w:rsidRDefault="00403672" w:rsidP="00BB0775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в строках в целевой статье с кодом 315 02 01 цифры «2 444 040 000» и «1 153 737 000» заменить соответственно цифрами «2 352 285 000» и «1 061 982 000»;</w:t>
      </w:r>
    </w:p>
    <w:p w:rsidR="00403672" w:rsidRPr="00092A4E" w:rsidRDefault="00403672" w:rsidP="00075FC0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в строке с кодом 521 00 00 цифры «1 030 263 000» заменить цифрами «1 190 263 000»;</w:t>
      </w:r>
    </w:p>
    <w:p w:rsidR="00403672" w:rsidRPr="00092A4E" w:rsidRDefault="00403672" w:rsidP="00BB0775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в строке с кодом 521 01 00 цифры «1 030 263 000» заменить цифрами «1 190 263 000»;</w:t>
      </w:r>
    </w:p>
    <w:p w:rsidR="00403672" w:rsidRPr="00092A4E" w:rsidRDefault="00403672" w:rsidP="00BB0775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после строк в целевой статье 521 01 05 дополнить строками следующ</w:t>
      </w:r>
      <w:r w:rsidRPr="00092A4E">
        <w:rPr>
          <w:sz w:val="28"/>
          <w:szCs w:val="28"/>
        </w:rPr>
        <w:t>е</w:t>
      </w:r>
      <w:r w:rsidRPr="00092A4E">
        <w:rPr>
          <w:sz w:val="28"/>
          <w:szCs w:val="28"/>
        </w:rPr>
        <w:t>го содержания:</w:t>
      </w:r>
    </w:p>
    <w:tbl>
      <w:tblPr>
        <w:tblW w:w="94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0"/>
        <w:gridCol w:w="567"/>
        <w:gridCol w:w="850"/>
        <w:gridCol w:w="1276"/>
        <w:gridCol w:w="709"/>
        <w:gridCol w:w="1603"/>
        <w:gridCol w:w="1176"/>
      </w:tblGrid>
      <w:tr w:rsidR="00403672" w:rsidRPr="00092A4E" w:rsidTr="00521126">
        <w:trPr>
          <w:trHeight w:val="282"/>
        </w:trPr>
        <w:tc>
          <w:tcPr>
            <w:tcW w:w="3276" w:type="dxa"/>
            <w:vAlign w:val="bottom"/>
          </w:tcPr>
          <w:p w:rsidR="00403672" w:rsidRPr="00092A4E" w:rsidRDefault="00403672" w:rsidP="00521126">
            <w:pPr>
              <w:rPr>
                <w:i/>
                <w:iCs/>
                <w:sz w:val="23"/>
                <w:szCs w:val="23"/>
              </w:rPr>
            </w:pPr>
            <w:r w:rsidRPr="00092A4E">
              <w:rPr>
                <w:iCs/>
                <w:sz w:val="23"/>
                <w:szCs w:val="23"/>
              </w:rPr>
              <w:t>«</w:t>
            </w:r>
            <w:r w:rsidRPr="00092A4E">
              <w:rPr>
                <w:i/>
                <w:iCs/>
                <w:sz w:val="23"/>
                <w:szCs w:val="23"/>
              </w:rPr>
              <w:t>Субсидия на капитальный ремонт и ремонт улично-дорожной сети администр</w:t>
            </w:r>
            <w:r w:rsidRPr="00092A4E">
              <w:rPr>
                <w:i/>
                <w:iCs/>
                <w:sz w:val="23"/>
                <w:szCs w:val="23"/>
              </w:rPr>
              <w:t>а</w:t>
            </w:r>
            <w:r w:rsidRPr="00092A4E">
              <w:rPr>
                <w:i/>
                <w:iCs/>
                <w:sz w:val="23"/>
                <w:szCs w:val="23"/>
              </w:rPr>
              <w:t>тивного центра Ярославской области</w:t>
            </w:r>
          </w:p>
        </w:tc>
        <w:tc>
          <w:tcPr>
            <w:tcW w:w="567" w:type="dxa"/>
            <w:noWrap/>
          </w:tcPr>
          <w:p w:rsidR="00403672" w:rsidRPr="00092A4E" w:rsidRDefault="00403672" w:rsidP="00521126">
            <w:pPr>
              <w:jc w:val="center"/>
              <w:rPr>
                <w:i/>
                <w:iCs/>
              </w:rPr>
            </w:pPr>
          </w:p>
        </w:tc>
        <w:tc>
          <w:tcPr>
            <w:tcW w:w="850" w:type="dxa"/>
            <w:noWrap/>
          </w:tcPr>
          <w:p w:rsidR="00403672" w:rsidRPr="00092A4E" w:rsidRDefault="00403672" w:rsidP="00521126">
            <w:pPr>
              <w:jc w:val="center"/>
              <w:rPr>
                <w:i/>
                <w:iCs/>
              </w:rPr>
            </w:pPr>
          </w:p>
        </w:tc>
        <w:tc>
          <w:tcPr>
            <w:tcW w:w="1276" w:type="dxa"/>
            <w:noWrap/>
          </w:tcPr>
          <w:p w:rsidR="00403672" w:rsidRPr="00092A4E" w:rsidRDefault="00403672" w:rsidP="00483644">
            <w:pPr>
              <w:jc w:val="center"/>
              <w:rPr>
                <w:i/>
                <w:iCs/>
              </w:rPr>
            </w:pPr>
            <w:r w:rsidRPr="00092A4E">
              <w:rPr>
                <w:i/>
                <w:iCs/>
              </w:rPr>
              <w:t>521 01 32</w:t>
            </w:r>
          </w:p>
        </w:tc>
        <w:tc>
          <w:tcPr>
            <w:tcW w:w="709" w:type="dxa"/>
            <w:noWrap/>
          </w:tcPr>
          <w:p w:rsidR="00403672" w:rsidRPr="00092A4E" w:rsidRDefault="00403672" w:rsidP="00521126">
            <w:pPr>
              <w:jc w:val="center"/>
              <w:rPr>
                <w:i/>
                <w:iCs/>
              </w:rPr>
            </w:pPr>
          </w:p>
        </w:tc>
        <w:tc>
          <w:tcPr>
            <w:tcW w:w="1567" w:type="dxa"/>
            <w:noWrap/>
          </w:tcPr>
          <w:p w:rsidR="00403672" w:rsidRPr="00092A4E" w:rsidRDefault="00403672" w:rsidP="00521126">
            <w:pPr>
              <w:jc w:val="center"/>
              <w:rPr>
                <w:i/>
                <w:iCs/>
              </w:rPr>
            </w:pPr>
            <w:r w:rsidRPr="00092A4E">
              <w:rPr>
                <w:i/>
                <w:iCs/>
              </w:rPr>
              <w:t>160 000 000</w:t>
            </w:r>
          </w:p>
        </w:tc>
        <w:tc>
          <w:tcPr>
            <w:tcW w:w="1176" w:type="dxa"/>
            <w:noWrap/>
          </w:tcPr>
          <w:p w:rsidR="00403672" w:rsidRPr="00092A4E" w:rsidRDefault="00403672" w:rsidP="00521126">
            <w:pPr>
              <w:jc w:val="center"/>
              <w:rPr>
                <w:i/>
                <w:iCs/>
              </w:rPr>
            </w:pPr>
          </w:p>
        </w:tc>
      </w:tr>
      <w:tr w:rsidR="00403672" w:rsidRPr="00092A4E" w:rsidTr="00CA7650">
        <w:trPr>
          <w:trHeight w:val="282"/>
        </w:trPr>
        <w:tc>
          <w:tcPr>
            <w:tcW w:w="3276" w:type="dxa"/>
            <w:vAlign w:val="bottom"/>
          </w:tcPr>
          <w:p w:rsidR="00403672" w:rsidRPr="00092A4E" w:rsidRDefault="00403672" w:rsidP="00521126">
            <w:pPr>
              <w:rPr>
                <w:iCs/>
                <w:sz w:val="23"/>
                <w:szCs w:val="23"/>
              </w:rPr>
            </w:pPr>
            <w:r w:rsidRPr="00092A4E">
              <w:rPr>
                <w:iCs/>
                <w:sz w:val="23"/>
                <w:szCs w:val="23"/>
              </w:rPr>
              <w:t>Субсидии, за исключением субсидий на софинансиров</w:t>
            </w:r>
            <w:r w:rsidRPr="00092A4E">
              <w:rPr>
                <w:iCs/>
                <w:sz w:val="23"/>
                <w:szCs w:val="23"/>
              </w:rPr>
              <w:t>а</w:t>
            </w:r>
            <w:r w:rsidRPr="00092A4E">
              <w:rPr>
                <w:iCs/>
                <w:sz w:val="23"/>
                <w:szCs w:val="23"/>
              </w:rPr>
              <w:t>ние объектов капитального строительства муниципальной собственности</w:t>
            </w:r>
          </w:p>
        </w:tc>
        <w:tc>
          <w:tcPr>
            <w:tcW w:w="567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</w:p>
        </w:tc>
        <w:tc>
          <w:tcPr>
            <w:tcW w:w="850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</w:p>
        </w:tc>
        <w:tc>
          <w:tcPr>
            <w:tcW w:w="1276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</w:p>
        </w:tc>
        <w:tc>
          <w:tcPr>
            <w:tcW w:w="709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  <w:r w:rsidRPr="00092A4E">
              <w:rPr>
                <w:iCs/>
              </w:rPr>
              <w:t>521</w:t>
            </w:r>
          </w:p>
        </w:tc>
        <w:tc>
          <w:tcPr>
            <w:tcW w:w="1567" w:type="dxa"/>
            <w:noWrap/>
          </w:tcPr>
          <w:p w:rsidR="00403672" w:rsidRPr="00092A4E" w:rsidRDefault="00403672" w:rsidP="00CA7650">
            <w:pPr>
              <w:jc w:val="center"/>
              <w:rPr>
                <w:iCs/>
              </w:rPr>
            </w:pPr>
            <w:r w:rsidRPr="00092A4E">
              <w:rPr>
                <w:iCs/>
              </w:rPr>
              <w:t>160 000 000»;</w:t>
            </w:r>
          </w:p>
        </w:tc>
        <w:tc>
          <w:tcPr>
            <w:tcW w:w="1176" w:type="dxa"/>
            <w:noWrap/>
          </w:tcPr>
          <w:p w:rsidR="00403672" w:rsidRPr="00092A4E" w:rsidRDefault="00403672" w:rsidP="00521126">
            <w:pPr>
              <w:jc w:val="center"/>
              <w:rPr>
                <w:iCs/>
              </w:rPr>
            </w:pPr>
          </w:p>
        </w:tc>
      </w:tr>
    </w:tbl>
    <w:p w:rsidR="00403672" w:rsidRPr="00092A4E" w:rsidRDefault="00403672" w:rsidP="00BB0775">
      <w:pPr>
        <w:ind w:firstLine="709"/>
        <w:jc w:val="both"/>
        <w:rPr>
          <w:sz w:val="28"/>
          <w:szCs w:val="28"/>
        </w:rPr>
      </w:pPr>
    </w:p>
    <w:p w:rsidR="00403672" w:rsidRPr="00092A4E" w:rsidRDefault="00403672" w:rsidP="00BB0775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в строке с кодом 522 00 00 цифры «397 150 000» заменить цифрами «328 905 000»;</w:t>
      </w:r>
    </w:p>
    <w:p w:rsidR="00403672" w:rsidRPr="00092A4E" w:rsidRDefault="00403672" w:rsidP="00BB0775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в строках в целевой статье 522 37 00 цифры «387 150 000» и «366 820 000» заменить соответственно цифрами «318 905 000» и «298 575 000»;</w:t>
      </w:r>
    </w:p>
    <w:p w:rsidR="00403672" w:rsidRPr="00092A4E" w:rsidRDefault="00403672" w:rsidP="00BB0775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д) в строке «ВСЕГО» цифры «</w:t>
      </w:r>
      <w:r w:rsidRPr="00092A4E">
        <w:rPr>
          <w:sz w:val="28"/>
          <w:szCs w:val="20"/>
        </w:rPr>
        <w:t>46 113 128 254</w:t>
      </w:r>
      <w:r w:rsidRPr="00092A4E">
        <w:rPr>
          <w:sz w:val="28"/>
          <w:szCs w:val="28"/>
        </w:rPr>
        <w:t>» и «30 285 541 347» зам</w:t>
      </w:r>
      <w:r w:rsidRPr="00092A4E">
        <w:rPr>
          <w:sz w:val="28"/>
          <w:szCs w:val="28"/>
        </w:rPr>
        <w:t>е</w:t>
      </w:r>
      <w:r w:rsidRPr="00092A4E">
        <w:rPr>
          <w:sz w:val="28"/>
          <w:szCs w:val="28"/>
        </w:rPr>
        <w:t>нить соответственно цифрами «</w:t>
      </w:r>
      <w:r w:rsidRPr="00092A4E">
        <w:rPr>
          <w:sz w:val="28"/>
          <w:szCs w:val="20"/>
        </w:rPr>
        <w:t>46 373 128 254</w:t>
      </w:r>
      <w:r w:rsidRPr="00092A4E">
        <w:rPr>
          <w:sz w:val="28"/>
          <w:szCs w:val="28"/>
        </w:rPr>
        <w:t>» и «30 193 786 347»;</w:t>
      </w:r>
    </w:p>
    <w:p w:rsidR="00403672" w:rsidRPr="00092A4E" w:rsidRDefault="00403672" w:rsidP="00A31596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6) в приложении 7 в расходах департамента финансов Ярославской о</w:t>
      </w:r>
      <w:r w:rsidRPr="00092A4E">
        <w:rPr>
          <w:sz w:val="28"/>
          <w:szCs w:val="28"/>
        </w:rPr>
        <w:t>б</w:t>
      </w:r>
      <w:r w:rsidRPr="00092A4E">
        <w:rPr>
          <w:sz w:val="28"/>
          <w:szCs w:val="28"/>
        </w:rPr>
        <w:t>ласти как главного распорядителя средств областного бюджета в подразделе с кодом 0113 в строках в целевой статье 092 03 02 строку с кодом 710 зам</w:t>
      </w:r>
      <w:r w:rsidRPr="00092A4E">
        <w:rPr>
          <w:sz w:val="28"/>
          <w:szCs w:val="28"/>
        </w:rPr>
        <w:t>е</w:t>
      </w:r>
      <w:r w:rsidRPr="00092A4E">
        <w:rPr>
          <w:sz w:val="28"/>
          <w:szCs w:val="28"/>
        </w:rPr>
        <w:t>нить строкой следующего содержания:</w:t>
      </w:r>
    </w:p>
    <w:tbl>
      <w:tblPr>
        <w:tblW w:w="94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83"/>
        <w:gridCol w:w="567"/>
        <w:gridCol w:w="567"/>
        <w:gridCol w:w="993"/>
        <w:gridCol w:w="708"/>
        <w:gridCol w:w="1418"/>
        <w:gridCol w:w="709"/>
        <w:gridCol w:w="1559"/>
        <w:gridCol w:w="617"/>
      </w:tblGrid>
      <w:tr w:rsidR="00403672" w:rsidRPr="00092A4E" w:rsidTr="00912973">
        <w:trPr>
          <w:trHeight w:val="282"/>
        </w:trPr>
        <w:tc>
          <w:tcPr>
            <w:tcW w:w="2283" w:type="dxa"/>
            <w:vAlign w:val="bottom"/>
          </w:tcPr>
          <w:p w:rsidR="00403672" w:rsidRPr="00092A4E" w:rsidRDefault="00403672" w:rsidP="003D0CA0">
            <w:pPr>
              <w:rPr>
                <w:iCs/>
                <w:sz w:val="23"/>
                <w:szCs w:val="23"/>
              </w:rPr>
            </w:pPr>
            <w:r w:rsidRPr="00092A4E">
              <w:rPr>
                <w:iCs/>
                <w:sz w:val="23"/>
                <w:szCs w:val="23"/>
              </w:rPr>
              <w:t>«Прочая закупка т</w:t>
            </w:r>
            <w:r w:rsidRPr="00092A4E">
              <w:rPr>
                <w:iCs/>
                <w:sz w:val="23"/>
                <w:szCs w:val="23"/>
              </w:rPr>
              <w:t>о</w:t>
            </w:r>
            <w:r w:rsidRPr="00092A4E">
              <w:rPr>
                <w:iCs/>
                <w:sz w:val="23"/>
                <w:szCs w:val="23"/>
              </w:rPr>
              <w:t>варов, работ и услуг для государстве</w:t>
            </w:r>
            <w:r w:rsidRPr="00092A4E">
              <w:rPr>
                <w:iCs/>
                <w:sz w:val="23"/>
                <w:szCs w:val="23"/>
              </w:rPr>
              <w:t>н</w:t>
            </w:r>
            <w:r w:rsidRPr="00092A4E">
              <w:rPr>
                <w:iCs/>
                <w:sz w:val="23"/>
                <w:szCs w:val="23"/>
              </w:rPr>
              <w:t>ных нужд</w:t>
            </w:r>
          </w:p>
        </w:tc>
        <w:tc>
          <w:tcPr>
            <w:tcW w:w="567" w:type="dxa"/>
            <w:noWrap/>
          </w:tcPr>
          <w:p w:rsidR="00403672" w:rsidRPr="00092A4E" w:rsidRDefault="00403672" w:rsidP="00A348F0">
            <w:pPr>
              <w:jc w:val="center"/>
              <w:rPr>
                <w:iCs/>
              </w:rPr>
            </w:pPr>
          </w:p>
        </w:tc>
        <w:tc>
          <w:tcPr>
            <w:tcW w:w="567" w:type="dxa"/>
            <w:noWrap/>
          </w:tcPr>
          <w:p w:rsidR="00403672" w:rsidRPr="00092A4E" w:rsidRDefault="00403672" w:rsidP="00A348F0">
            <w:pPr>
              <w:jc w:val="center"/>
              <w:rPr>
                <w:iCs/>
              </w:rPr>
            </w:pPr>
          </w:p>
        </w:tc>
        <w:tc>
          <w:tcPr>
            <w:tcW w:w="993" w:type="dxa"/>
          </w:tcPr>
          <w:p w:rsidR="00403672" w:rsidRPr="00092A4E" w:rsidRDefault="00403672" w:rsidP="00A348F0">
            <w:pPr>
              <w:jc w:val="center"/>
              <w:rPr>
                <w:iCs/>
              </w:rPr>
            </w:pPr>
          </w:p>
        </w:tc>
        <w:tc>
          <w:tcPr>
            <w:tcW w:w="708" w:type="dxa"/>
            <w:noWrap/>
          </w:tcPr>
          <w:p w:rsidR="00403672" w:rsidRPr="00092A4E" w:rsidRDefault="00403672" w:rsidP="00A348F0">
            <w:pPr>
              <w:jc w:val="center"/>
              <w:rPr>
                <w:iCs/>
              </w:rPr>
            </w:pPr>
            <w:r w:rsidRPr="00092A4E">
              <w:rPr>
                <w:iCs/>
              </w:rPr>
              <w:t>244</w:t>
            </w:r>
          </w:p>
        </w:tc>
        <w:tc>
          <w:tcPr>
            <w:tcW w:w="1418" w:type="dxa"/>
          </w:tcPr>
          <w:p w:rsidR="00403672" w:rsidRPr="00092A4E" w:rsidRDefault="00403672" w:rsidP="00A348F0">
            <w:pPr>
              <w:jc w:val="center"/>
              <w:rPr>
                <w:iCs/>
              </w:rPr>
            </w:pPr>
            <w:r w:rsidRPr="00092A4E">
              <w:rPr>
                <w:iCs/>
              </w:rPr>
              <w:t>21 369 000</w:t>
            </w:r>
          </w:p>
        </w:tc>
        <w:tc>
          <w:tcPr>
            <w:tcW w:w="709" w:type="dxa"/>
            <w:noWrap/>
          </w:tcPr>
          <w:p w:rsidR="00403672" w:rsidRPr="00092A4E" w:rsidRDefault="00403672" w:rsidP="00A348F0">
            <w:pPr>
              <w:jc w:val="center"/>
              <w:rPr>
                <w:iCs/>
              </w:rPr>
            </w:pPr>
          </w:p>
        </w:tc>
        <w:tc>
          <w:tcPr>
            <w:tcW w:w="1559" w:type="dxa"/>
            <w:noWrap/>
          </w:tcPr>
          <w:p w:rsidR="00403672" w:rsidRPr="00092A4E" w:rsidRDefault="00403672" w:rsidP="00912973">
            <w:pPr>
              <w:jc w:val="center"/>
              <w:rPr>
                <w:iCs/>
              </w:rPr>
            </w:pPr>
            <w:r w:rsidRPr="00092A4E">
              <w:rPr>
                <w:iCs/>
              </w:rPr>
              <w:t>21 369 000»;</w:t>
            </w:r>
          </w:p>
        </w:tc>
        <w:tc>
          <w:tcPr>
            <w:tcW w:w="617" w:type="dxa"/>
            <w:noWrap/>
          </w:tcPr>
          <w:p w:rsidR="00403672" w:rsidRPr="00092A4E" w:rsidRDefault="00403672" w:rsidP="00A348F0">
            <w:pPr>
              <w:jc w:val="center"/>
              <w:rPr>
                <w:iCs/>
              </w:rPr>
            </w:pPr>
          </w:p>
        </w:tc>
      </w:tr>
    </w:tbl>
    <w:p w:rsidR="00403672" w:rsidRPr="00092A4E" w:rsidRDefault="00403672" w:rsidP="00BB0775">
      <w:pPr>
        <w:ind w:firstLine="709"/>
        <w:jc w:val="both"/>
        <w:rPr>
          <w:sz w:val="28"/>
          <w:szCs w:val="28"/>
        </w:rPr>
      </w:pPr>
    </w:p>
    <w:p w:rsidR="00403672" w:rsidRPr="00092A4E" w:rsidRDefault="00403672" w:rsidP="000F17C2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7) в приложении 12:</w:t>
      </w:r>
    </w:p>
    <w:p w:rsidR="00403672" w:rsidRPr="00092A4E" w:rsidRDefault="00403672" w:rsidP="000F17C2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 xml:space="preserve">а) пункт 61 и вновь вводимый пункт 65 </w:t>
      </w:r>
      <w:bookmarkStart w:id="0" w:name="_GoBack"/>
      <w:bookmarkEnd w:id="0"/>
      <w:r w:rsidRPr="00092A4E">
        <w:rPr>
          <w:sz w:val="28"/>
          <w:szCs w:val="28"/>
        </w:rPr>
        <w:t xml:space="preserve">изложить в редакции </w:t>
      </w:r>
      <w:r w:rsidRPr="00092A4E">
        <w:rPr>
          <w:sz w:val="28"/>
          <w:szCs w:val="28"/>
          <w:shd w:val="clear" w:color="auto" w:fill="FFFFFF"/>
        </w:rPr>
        <w:t>прилож</w:t>
      </w:r>
      <w:r w:rsidRPr="00092A4E">
        <w:rPr>
          <w:sz w:val="28"/>
          <w:szCs w:val="28"/>
          <w:shd w:val="clear" w:color="auto" w:fill="FFFFFF"/>
        </w:rPr>
        <w:t>е</w:t>
      </w:r>
      <w:r w:rsidRPr="00092A4E">
        <w:rPr>
          <w:sz w:val="28"/>
          <w:szCs w:val="28"/>
          <w:shd w:val="clear" w:color="auto" w:fill="FFFFFF"/>
        </w:rPr>
        <w:t xml:space="preserve">ния 1 </w:t>
      </w:r>
      <w:r w:rsidRPr="00092A4E">
        <w:rPr>
          <w:sz w:val="28"/>
          <w:szCs w:val="28"/>
        </w:rPr>
        <w:t xml:space="preserve">к настоящему Закону; </w:t>
      </w:r>
    </w:p>
    <w:p w:rsidR="00403672" w:rsidRPr="00092A4E" w:rsidRDefault="00403672" w:rsidP="000F17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92A4E">
        <w:rPr>
          <w:sz w:val="28"/>
          <w:szCs w:val="28"/>
        </w:rPr>
        <w:t>б) в строке «Всего» цифры «4 891 561 099» заменить цифрами «5 311 561 099»;</w:t>
      </w:r>
    </w:p>
    <w:p w:rsidR="00403672" w:rsidRPr="00092A4E" w:rsidRDefault="00403672" w:rsidP="001C1F21">
      <w:pPr>
        <w:ind w:firstLine="709"/>
        <w:jc w:val="both"/>
        <w:rPr>
          <w:szCs w:val="28"/>
        </w:rPr>
      </w:pPr>
      <w:r w:rsidRPr="00092A4E">
        <w:rPr>
          <w:sz w:val="28"/>
          <w:szCs w:val="28"/>
        </w:rPr>
        <w:t>8) в приложении 18:</w:t>
      </w:r>
    </w:p>
    <w:p w:rsidR="00403672" w:rsidRPr="00092A4E" w:rsidRDefault="00403672" w:rsidP="008759EB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092A4E">
        <w:rPr>
          <w:szCs w:val="28"/>
        </w:rPr>
        <w:t xml:space="preserve">а) в строке с кодом 906 01 02 00 00 00 0000 000 </w:t>
      </w:r>
      <w:r w:rsidRPr="00092A4E">
        <w:rPr>
          <w:rFonts w:ascii="Times New Roman CYR" w:hAnsi="Times New Roman CYR" w:cs="Times New Roman CYR"/>
          <w:iCs/>
        </w:rPr>
        <w:t xml:space="preserve">цифры </w:t>
      </w:r>
      <w:r w:rsidRPr="00092A4E">
        <w:rPr>
          <w:szCs w:val="28"/>
        </w:rPr>
        <w:t>«2 574 784 314» заменить цифрами «2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834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784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314»</w:t>
      </w:r>
      <w:r w:rsidRPr="00092A4E">
        <w:rPr>
          <w:rFonts w:ascii="Times New Roman CYR" w:hAnsi="Times New Roman CYR" w:cs="Times New Roman CYR"/>
          <w:iCs/>
        </w:rPr>
        <w:t>;</w:t>
      </w:r>
    </w:p>
    <w:p w:rsidR="00403672" w:rsidRPr="00092A4E" w:rsidRDefault="00403672" w:rsidP="008759EB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092A4E">
        <w:rPr>
          <w:szCs w:val="28"/>
        </w:rPr>
        <w:t xml:space="preserve">б) в строке с кодом 906 01 02 00 00 00 0000 700 </w:t>
      </w:r>
      <w:r w:rsidRPr="00092A4E">
        <w:rPr>
          <w:rFonts w:ascii="Times New Roman CYR" w:hAnsi="Times New Roman CYR" w:cs="Times New Roman CYR"/>
          <w:iCs/>
        </w:rPr>
        <w:t xml:space="preserve">цифры </w:t>
      </w:r>
      <w:r w:rsidRPr="00092A4E">
        <w:rPr>
          <w:szCs w:val="28"/>
        </w:rPr>
        <w:t>«8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024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784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314» заменить цифрами «8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284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784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314»</w:t>
      </w:r>
      <w:r w:rsidRPr="00092A4E">
        <w:rPr>
          <w:rFonts w:ascii="Times New Roman CYR" w:hAnsi="Times New Roman CYR" w:cs="Times New Roman CYR"/>
          <w:iCs/>
        </w:rPr>
        <w:t>;</w:t>
      </w:r>
    </w:p>
    <w:p w:rsidR="00403672" w:rsidRPr="00092A4E" w:rsidRDefault="00403672" w:rsidP="0081265B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092A4E">
        <w:rPr>
          <w:szCs w:val="28"/>
        </w:rPr>
        <w:t xml:space="preserve">в) в строке с кодом 906 01 02 00 00 02 0000 710 </w:t>
      </w:r>
      <w:r w:rsidRPr="00092A4E">
        <w:rPr>
          <w:rFonts w:ascii="Times New Roman CYR" w:hAnsi="Times New Roman CYR" w:cs="Times New Roman CYR"/>
          <w:iCs/>
        </w:rPr>
        <w:t xml:space="preserve">цифры </w:t>
      </w:r>
      <w:r w:rsidRPr="00092A4E">
        <w:rPr>
          <w:szCs w:val="28"/>
        </w:rPr>
        <w:t>«8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024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784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314» заменить цифрами «8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284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784</w:t>
      </w:r>
      <w:r w:rsidRPr="00092A4E">
        <w:rPr>
          <w:szCs w:val="28"/>
          <w:lang w:val="en-US"/>
        </w:rPr>
        <w:t> </w:t>
      </w:r>
      <w:r w:rsidRPr="00092A4E">
        <w:rPr>
          <w:szCs w:val="28"/>
        </w:rPr>
        <w:t>314»</w:t>
      </w:r>
      <w:r w:rsidRPr="00092A4E">
        <w:rPr>
          <w:rFonts w:ascii="Times New Roman CYR" w:hAnsi="Times New Roman CYR" w:cs="Times New Roman CYR"/>
          <w:iCs/>
        </w:rPr>
        <w:t>;</w:t>
      </w:r>
    </w:p>
    <w:p w:rsidR="00403672" w:rsidRPr="00092A4E" w:rsidRDefault="00403672" w:rsidP="00D13D0D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092A4E">
        <w:rPr>
          <w:szCs w:val="28"/>
        </w:rPr>
        <w:t xml:space="preserve">г) в строке с кодом 906 01 05 02 01 02 0000 510 </w:t>
      </w:r>
      <w:r w:rsidRPr="00092A4E">
        <w:rPr>
          <w:rFonts w:ascii="Times New Roman CYR" w:hAnsi="Times New Roman CYR" w:cs="Times New Roman CYR"/>
          <w:iCs/>
        </w:rPr>
        <w:t xml:space="preserve">цифры </w:t>
      </w:r>
      <w:r w:rsidRPr="00092A4E">
        <w:rPr>
          <w:szCs w:val="28"/>
        </w:rPr>
        <w:t>«</w:t>
      </w:r>
      <w:r w:rsidRPr="00092A4E">
        <w:t>53 349 866 997</w:t>
      </w:r>
      <w:r w:rsidRPr="00092A4E">
        <w:rPr>
          <w:szCs w:val="28"/>
        </w:rPr>
        <w:t>» заменить цифрами «</w:t>
      </w:r>
      <w:r w:rsidRPr="00092A4E">
        <w:t>53 609 866 997</w:t>
      </w:r>
      <w:r w:rsidRPr="00092A4E">
        <w:rPr>
          <w:szCs w:val="28"/>
        </w:rPr>
        <w:t>»</w:t>
      </w:r>
      <w:r w:rsidRPr="00092A4E">
        <w:rPr>
          <w:rFonts w:ascii="Times New Roman CYR" w:hAnsi="Times New Roman CYR" w:cs="Times New Roman CYR"/>
          <w:iCs/>
        </w:rPr>
        <w:t xml:space="preserve">; </w:t>
      </w:r>
    </w:p>
    <w:p w:rsidR="00403672" w:rsidRPr="00092A4E" w:rsidRDefault="00403672" w:rsidP="00D13D0D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092A4E">
        <w:rPr>
          <w:szCs w:val="28"/>
        </w:rPr>
        <w:t xml:space="preserve">д) в строке с кодом 906 01 05 02 01 02 0000 610 </w:t>
      </w:r>
      <w:r w:rsidRPr="00092A4E">
        <w:rPr>
          <w:rFonts w:ascii="Times New Roman CYR" w:hAnsi="Times New Roman CYR" w:cs="Times New Roman CYR"/>
          <w:iCs/>
        </w:rPr>
        <w:t xml:space="preserve">цифры </w:t>
      </w:r>
      <w:r w:rsidRPr="00092A4E">
        <w:rPr>
          <w:szCs w:val="28"/>
        </w:rPr>
        <w:t>«</w:t>
      </w:r>
      <w:r w:rsidRPr="00092A4E">
        <w:t>54 706 363 354</w:t>
      </w:r>
      <w:r w:rsidRPr="00092A4E">
        <w:rPr>
          <w:szCs w:val="28"/>
        </w:rPr>
        <w:t>» заменить цифрами «</w:t>
      </w:r>
      <w:r w:rsidRPr="00092A4E">
        <w:t>54 966 363 354</w:t>
      </w:r>
      <w:r w:rsidRPr="00092A4E">
        <w:rPr>
          <w:szCs w:val="28"/>
        </w:rPr>
        <w:t>»</w:t>
      </w:r>
      <w:r w:rsidRPr="00092A4E">
        <w:rPr>
          <w:rFonts w:ascii="Times New Roman CYR" w:hAnsi="Times New Roman CYR" w:cs="Times New Roman CYR"/>
          <w:iCs/>
        </w:rPr>
        <w:t>;</w:t>
      </w:r>
    </w:p>
    <w:p w:rsidR="00403672" w:rsidRPr="00092A4E" w:rsidRDefault="00403672" w:rsidP="00D13D0D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е) в строке «ИТОГО» цифры «</w:t>
      </w:r>
      <w:r w:rsidRPr="00092A4E">
        <w:t>5 906 741 571</w:t>
      </w:r>
      <w:r w:rsidRPr="00092A4E">
        <w:rPr>
          <w:szCs w:val="28"/>
        </w:rPr>
        <w:t>» заменить цифрами «</w:t>
      </w:r>
      <w:r w:rsidRPr="00092A4E">
        <w:t>6 166 741 571</w:t>
      </w:r>
      <w:r w:rsidRPr="00092A4E">
        <w:rPr>
          <w:szCs w:val="28"/>
        </w:rPr>
        <w:t>»;</w:t>
      </w:r>
    </w:p>
    <w:p w:rsidR="00403672" w:rsidRPr="00092A4E" w:rsidRDefault="00403672" w:rsidP="00D13D0D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9) приложение 20 изложить в редакции приложения 2 к настоящему Закону;</w:t>
      </w:r>
    </w:p>
    <w:p w:rsidR="00403672" w:rsidRPr="00092A4E" w:rsidRDefault="00403672" w:rsidP="00D13D0D">
      <w:pPr>
        <w:pStyle w:val="22"/>
        <w:ind w:firstLine="709"/>
        <w:jc w:val="both"/>
      </w:pPr>
      <w:r w:rsidRPr="00092A4E">
        <w:rPr>
          <w:szCs w:val="28"/>
        </w:rPr>
        <w:t>10) в приложении 22 в строке «</w:t>
      </w:r>
      <w:r w:rsidRPr="00092A4E">
        <w:t>Областная целевая программа развития сети автомобильных дорог Ярославской области» цифры «396 150 000» з</w:t>
      </w:r>
      <w:r w:rsidRPr="00092A4E">
        <w:t>а</w:t>
      </w:r>
      <w:r w:rsidRPr="00092A4E">
        <w:t>менить цифрами «327 905 000»;</w:t>
      </w:r>
    </w:p>
    <w:p w:rsidR="00403672" w:rsidRPr="00092A4E" w:rsidRDefault="00403672" w:rsidP="005E6396">
      <w:pPr>
        <w:ind w:firstLine="709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11) в приложении 24:</w:t>
      </w:r>
    </w:p>
    <w:p w:rsidR="00403672" w:rsidRPr="00092A4E" w:rsidRDefault="00403672" w:rsidP="005E6396">
      <w:pPr>
        <w:ind w:firstLine="708"/>
        <w:jc w:val="both"/>
        <w:rPr>
          <w:sz w:val="28"/>
          <w:szCs w:val="28"/>
        </w:rPr>
      </w:pPr>
      <w:r w:rsidRPr="00092A4E">
        <w:rPr>
          <w:sz w:val="28"/>
          <w:szCs w:val="28"/>
        </w:rPr>
        <w:t>а) в строке «927 Департамент дорожного хозяйства и транспорта Яр</w:t>
      </w:r>
      <w:r w:rsidRPr="00092A4E">
        <w:rPr>
          <w:sz w:val="28"/>
          <w:szCs w:val="28"/>
        </w:rPr>
        <w:t>о</w:t>
      </w:r>
      <w:r w:rsidRPr="00092A4E">
        <w:rPr>
          <w:sz w:val="28"/>
          <w:szCs w:val="28"/>
        </w:rPr>
        <w:t>славской области» цифры «2 444 040 000» заменить цифрами «2 352 285 000»;</w:t>
      </w:r>
    </w:p>
    <w:p w:rsidR="00403672" w:rsidRPr="00092A4E" w:rsidRDefault="00403672" w:rsidP="005E6396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б) в строке «Ведомственная целевая программа «Сохранность реги</w:t>
      </w:r>
      <w:r w:rsidRPr="00092A4E">
        <w:rPr>
          <w:szCs w:val="28"/>
        </w:rPr>
        <w:t>о</w:t>
      </w:r>
      <w:r w:rsidRPr="00092A4E">
        <w:rPr>
          <w:szCs w:val="28"/>
        </w:rPr>
        <w:t>нальных автомобильных дорог Ярославской области» цифры «2 444 040 000» заменить цифрами «2 352 285 000»;</w:t>
      </w:r>
    </w:p>
    <w:p w:rsidR="00403672" w:rsidRPr="00092A4E" w:rsidRDefault="00403672" w:rsidP="005E6396">
      <w:pPr>
        <w:pStyle w:val="22"/>
        <w:ind w:firstLine="709"/>
        <w:jc w:val="both"/>
        <w:rPr>
          <w:szCs w:val="28"/>
        </w:rPr>
      </w:pPr>
      <w:r w:rsidRPr="00092A4E">
        <w:rPr>
          <w:szCs w:val="28"/>
        </w:rPr>
        <w:t>в) в строке «Всего» цифры «30 285 541 347» заменить цифрами «30 193 786 347».</w:t>
      </w:r>
    </w:p>
    <w:p w:rsidR="00403672" w:rsidRPr="00092A4E" w:rsidRDefault="00403672" w:rsidP="000F17C2">
      <w:pPr>
        <w:ind w:firstLine="709"/>
        <w:rPr>
          <w:sz w:val="28"/>
          <w:szCs w:val="28"/>
        </w:rPr>
      </w:pPr>
    </w:p>
    <w:p w:rsidR="00403672" w:rsidRPr="00092A4E" w:rsidRDefault="00403672" w:rsidP="000F17C2">
      <w:pPr>
        <w:ind w:firstLine="709"/>
        <w:rPr>
          <w:sz w:val="28"/>
          <w:szCs w:val="28"/>
        </w:rPr>
      </w:pPr>
    </w:p>
    <w:p w:rsidR="00403672" w:rsidRPr="00092A4E" w:rsidRDefault="00403672" w:rsidP="000F17C2">
      <w:pPr>
        <w:ind w:firstLine="709"/>
        <w:rPr>
          <w:sz w:val="28"/>
          <w:szCs w:val="28"/>
        </w:rPr>
      </w:pPr>
    </w:p>
    <w:p w:rsidR="00403672" w:rsidRPr="00092A4E" w:rsidRDefault="00403672" w:rsidP="000F17C2">
      <w:pPr>
        <w:pStyle w:val="Heading4"/>
        <w:rPr>
          <w:b w:val="0"/>
        </w:rPr>
      </w:pPr>
      <w:r w:rsidRPr="00092A4E">
        <w:rPr>
          <w:b w:val="0"/>
        </w:rPr>
        <w:t>Губернатор</w:t>
      </w:r>
    </w:p>
    <w:p w:rsidR="00403672" w:rsidRPr="00092A4E" w:rsidRDefault="00403672" w:rsidP="00891CA7">
      <w:pPr>
        <w:pStyle w:val="Heading2"/>
        <w:tabs>
          <w:tab w:val="left" w:pos="7371"/>
        </w:tabs>
        <w:rPr>
          <w:b w:val="0"/>
        </w:rPr>
      </w:pPr>
      <w:r w:rsidRPr="00092A4E">
        <w:rPr>
          <w:b w:val="0"/>
        </w:rPr>
        <w:t>Ярославской области</w:t>
      </w:r>
      <w:r w:rsidRPr="00092A4E">
        <w:rPr>
          <w:b w:val="0"/>
        </w:rPr>
        <w:tab/>
        <w:t>С.А. Вахруков</w:t>
      </w:r>
    </w:p>
    <w:p w:rsidR="00403672" w:rsidRPr="00092A4E" w:rsidRDefault="00403672" w:rsidP="000F17C2">
      <w:pPr>
        <w:jc w:val="both"/>
        <w:rPr>
          <w:sz w:val="28"/>
          <w:szCs w:val="28"/>
        </w:rPr>
      </w:pPr>
    </w:p>
    <w:p w:rsidR="00403672" w:rsidRPr="00092A4E" w:rsidRDefault="00403672" w:rsidP="000F17C2">
      <w:pPr>
        <w:jc w:val="both"/>
        <w:rPr>
          <w:sz w:val="28"/>
          <w:szCs w:val="28"/>
        </w:rPr>
      </w:pPr>
    </w:p>
    <w:p w:rsidR="00403672" w:rsidRPr="00092A4E" w:rsidRDefault="00403672" w:rsidP="000F17C2">
      <w:pPr>
        <w:jc w:val="both"/>
        <w:rPr>
          <w:sz w:val="28"/>
          <w:szCs w:val="28"/>
        </w:rPr>
      </w:pPr>
      <w:r w:rsidRPr="00092A4E">
        <w:rPr>
          <w:sz w:val="28"/>
          <w:szCs w:val="28"/>
        </w:rPr>
        <w:t>«</w:t>
      </w:r>
      <w:r>
        <w:rPr>
          <w:sz w:val="28"/>
          <w:szCs w:val="28"/>
        </w:rPr>
        <w:t xml:space="preserve"> 28 </w:t>
      </w:r>
      <w:r w:rsidRPr="00092A4E">
        <w:rPr>
          <w:sz w:val="28"/>
          <w:szCs w:val="28"/>
        </w:rPr>
        <w:t>»</w:t>
      </w:r>
      <w:r>
        <w:rPr>
          <w:sz w:val="28"/>
          <w:szCs w:val="28"/>
        </w:rPr>
        <w:t xml:space="preserve"> апреля </w:t>
      </w:r>
      <w:smartTag w:uri="urn:schemas-microsoft-com:office:smarttags" w:element="metricconverter">
        <w:smartTagPr>
          <w:attr w:name="ProductID" w:val="2012 г"/>
        </w:smartTagPr>
        <w:r w:rsidRPr="00092A4E">
          <w:rPr>
            <w:sz w:val="28"/>
            <w:szCs w:val="28"/>
          </w:rPr>
          <w:t>2012 г</w:t>
        </w:r>
      </w:smartTag>
      <w:r w:rsidRPr="00092A4E">
        <w:rPr>
          <w:sz w:val="28"/>
          <w:szCs w:val="28"/>
        </w:rPr>
        <w:t>.</w:t>
      </w:r>
    </w:p>
    <w:p w:rsidR="00403672" w:rsidRPr="00092A4E" w:rsidRDefault="00403672" w:rsidP="000F17C2">
      <w:pPr>
        <w:jc w:val="both"/>
        <w:rPr>
          <w:sz w:val="28"/>
          <w:szCs w:val="28"/>
        </w:rPr>
      </w:pPr>
    </w:p>
    <w:p w:rsidR="00403672" w:rsidRPr="00092A4E" w:rsidRDefault="00403672" w:rsidP="00012956">
      <w:pPr>
        <w:jc w:val="both"/>
        <w:rPr>
          <w:sz w:val="28"/>
          <w:szCs w:val="28"/>
        </w:rPr>
      </w:pPr>
      <w:r>
        <w:rPr>
          <w:sz w:val="28"/>
          <w:szCs w:val="28"/>
        </w:rPr>
        <w:t>№ 12-з</w:t>
      </w:r>
    </w:p>
    <w:sectPr w:rsidR="00403672" w:rsidRPr="00092A4E" w:rsidSect="00092A4E">
      <w:headerReference w:type="even" r:id="rId7"/>
      <w:headerReference w:type="default" r:id="rId8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672" w:rsidRDefault="00403672">
      <w:r>
        <w:separator/>
      </w:r>
    </w:p>
  </w:endnote>
  <w:endnote w:type="continuationSeparator" w:id="0">
    <w:p w:rsidR="00403672" w:rsidRDefault="00403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672" w:rsidRDefault="00403672">
      <w:r>
        <w:separator/>
      </w:r>
    </w:p>
  </w:footnote>
  <w:footnote w:type="continuationSeparator" w:id="0">
    <w:p w:rsidR="00403672" w:rsidRDefault="00403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72" w:rsidRDefault="004036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3672" w:rsidRDefault="004036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72" w:rsidRDefault="004036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403672" w:rsidRDefault="00403672">
    <w:pPr>
      <w:pStyle w:val="Header"/>
    </w:pPr>
  </w:p>
  <w:p w:rsidR="00403672" w:rsidRDefault="004036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9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4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7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8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9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2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3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4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5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29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29"/>
  </w:num>
  <w:num w:numId="5">
    <w:abstractNumId w:val="12"/>
  </w:num>
  <w:num w:numId="6">
    <w:abstractNumId w:val="27"/>
  </w:num>
  <w:num w:numId="7">
    <w:abstractNumId w:val="28"/>
  </w:num>
  <w:num w:numId="8">
    <w:abstractNumId w:val="4"/>
  </w:num>
  <w:num w:numId="9">
    <w:abstractNumId w:val="19"/>
  </w:num>
  <w:num w:numId="10">
    <w:abstractNumId w:val="25"/>
  </w:num>
  <w:num w:numId="11">
    <w:abstractNumId w:val="18"/>
  </w:num>
  <w:num w:numId="12">
    <w:abstractNumId w:val="13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9"/>
  </w:num>
  <w:num w:numId="15">
    <w:abstractNumId w:val="23"/>
  </w:num>
  <w:num w:numId="16">
    <w:abstractNumId w:val="16"/>
  </w:num>
  <w:num w:numId="17">
    <w:abstractNumId w:val="2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22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6"/>
  </w:num>
  <w:num w:numId="26">
    <w:abstractNumId w:val="15"/>
  </w:num>
  <w:num w:numId="27">
    <w:abstractNumId w:val="20"/>
  </w:num>
  <w:num w:numId="28">
    <w:abstractNumId w:val="11"/>
  </w:num>
  <w:num w:numId="29">
    <w:abstractNumId w:val="7"/>
  </w:num>
  <w:num w:numId="30">
    <w:abstractNumId w:val="21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501"/>
    <w:rsid w:val="0000044B"/>
    <w:rsid w:val="0000195D"/>
    <w:rsid w:val="00001982"/>
    <w:rsid w:val="00001C7B"/>
    <w:rsid w:val="0000688C"/>
    <w:rsid w:val="00010486"/>
    <w:rsid w:val="000112FD"/>
    <w:rsid w:val="00012956"/>
    <w:rsid w:val="000160BA"/>
    <w:rsid w:val="000246DF"/>
    <w:rsid w:val="000249B0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6C61"/>
    <w:rsid w:val="000601EF"/>
    <w:rsid w:val="00060F03"/>
    <w:rsid w:val="0006232D"/>
    <w:rsid w:val="000666BC"/>
    <w:rsid w:val="000669A6"/>
    <w:rsid w:val="00070169"/>
    <w:rsid w:val="00070224"/>
    <w:rsid w:val="000725CE"/>
    <w:rsid w:val="00073E7E"/>
    <w:rsid w:val="00075FC0"/>
    <w:rsid w:val="00076A04"/>
    <w:rsid w:val="00077EDB"/>
    <w:rsid w:val="000824FF"/>
    <w:rsid w:val="00084AA7"/>
    <w:rsid w:val="000850E7"/>
    <w:rsid w:val="00086F82"/>
    <w:rsid w:val="00092085"/>
    <w:rsid w:val="00092A4E"/>
    <w:rsid w:val="0009398E"/>
    <w:rsid w:val="00093B71"/>
    <w:rsid w:val="00094043"/>
    <w:rsid w:val="00094A3A"/>
    <w:rsid w:val="00097580"/>
    <w:rsid w:val="000A0BBE"/>
    <w:rsid w:val="000A0D21"/>
    <w:rsid w:val="000A333C"/>
    <w:rsid w:val="000A643E"/>
    <w:rsid w:val="000A6B6C"/>
    <w:rsid w:val="000B0AF0"/>
    <w:rsid w:val="000B332A"/>
    <w:rsid w:val="000B5FA5"/>
    <w:rsid w:val="000C1718"/>
    <w:rsid w:val="000C508D"/>
    <w:rsid w:val="000C67A5"/>
    <w:rsid w:val="000C770A"/>
    <w:rsid w:val="000D46DD"/>
    <w:rsid w:val="000D7169"/>
    <w:rsid w:val="000E08B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BA"/>
    <w:rsid w:val="00100049"/>
    <w:rsid w:val="001015E9"/>
    <w:rsid w:val="00105D62"/>
    <w:rsid w:val="00110046"/>
    <w:rsid w:val="00117E32"/>
    <w:rsid w:val="00123E3E"/>
    <w:rsid w:val="00127BF3"/>
    <w:rsid w:val="001306C7"/>
    <w:rsid w:val="0013312D"/>
    <w:rsid w:val="001340DF"/>
    <w:rsid w:val="0013588D"/>
    <w:rsid w:val="00136A42"/>
    <w:rsid w:val="00146B8E"/>
    <w:rsid w:val="00147257"/>
    <w:rsid w:val="00147378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7039A"/>
    <w:rsid w:val="00170C34"/>
    <w:rsid w:val="0017249A"/>
    <w:rsid w:val="00175F91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923A9"/>
    <w:rsid w:val="001947F5"/>
    <w:rsid w:val="00194DDC"/>
    <w:rsid w:val="00197E12"/>
    <w:rsid w:val="001A4DAC"/>
    <w:rsid w:val="001A623A"/>
    <w:rsid w:val="001A6AE5"/>
    <w:rsid w:val="001B1BAA"/>
    <w:rsid w:val="001B1CBC"/>
    <w:rsid w:val="001B339A"/>
    <w:rsid w:val="001C0AC2"/>
    <w:rsid w:val="001C1F21"/>
    <w:rsid w:val="001C2A99"/>
    <w:rsid w:val="001C4219"/>
    <w:rsid w:val="001C6250"/>
    <w:rsid w:val="001C6A91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5D3A"/>
    <w:rsid w:val="001F6886"/>
    <w:rsid w:val="001F705F"/>
    <w:rsid w:val="001F71F8"/>
    <w:rsid w:val="002016DB"/>
    <w:rsid w:val="0021278F"/>
    <w:rsid w:val="00214EBB"/>
    <w:rsid w:val="00215AC6"/>
    <w:rsid w:val="00224140"/>
    <w:rsid w:val="00224283"/>
    <w:rsid w:val="0022430F"/>
    <w:rsid w:val="00224F94"/>
    <w:rsid w:val="0022799B"/>
    <w:rsid w:val="00236B46"/>
    <w:rsid w:val="00240F7A"/>
    <w:rsid w:val="00241A7D"/>
    <w:rsid w:val="002420DB"/>
    <w:rsid w:val="0024404E"/>
    <w:rsid w:val="00247763"/>
    <w:rsid w:val="00251ABD"/>
    <w:rsid w:val="00253B63"/>
    <w:rsid w:val="00254991"/>
    <w:rsid w:val="00256B0D"/>
    <w:rsid w:val="00257530"/>
    <w:rsid w:val="002579AF"/>
    <w:rsid w:val="00261B1A"/>
    <w:rsid w:val="002667F4"/>
    <w:rsid w:val="0026781B"/>
    <w:rsid w:val="002716FB"/>
    <w:rsid w:val="00275467"/>
    <w:rsid w:val="002802AD"/>
    <w:rsid w:val="00280731"/>
    <w:rsid w:val="002848CC"/>
    <w:rsid w:val="002848DD"/>
    <w:rsid w:val="00285056"/>
    <w:rsid w:val="00285D04"/>
    <w:rsid w:val="00286C61"/>
    <w:rsid w:val="00286E76"/>
    <w:rsid w:val="00287E23"/>
    <w:rsid w:val="0029509A"/>
    <w:rsid w:val="002955C3"/>
    <w:rsid w:val="002968C1"/>
    <w:rsid w:val="002A1330"/>
    <w:rsid w:val="002A4124"/>
    <w:rsid w:val="002A42A2"/>
    <w:rsid w:val="002A43D6"/>
    <w:rsid w:val="002A66C2"/>
    <w:rsid w:val="002A6B1D"/>
    <w:rsid w:val="002B1589"/>
    <w:rsid w:val="002B4349"/>
    <w:rsid w:val="002C0B91"/>
    <w:rsid w:val="002C1919"/>
    <w:rsid w:val="002C19D3"/>
    <w:rsid w:val="002C2305"/>
    <w:rsid w:val="002C510D"/>
    <w:rsid w:val="002C6537"/>
    <w:rsid w:val="002C7149"/>
    <w:rsid w:val="002D3666"/>
    <w:rsid w:val="002D43CF"/>
    <w:rsid w:val="002D5492"/>
    <w:rsid w:val="002D6542"/>
    <w:rsid w:val="002E1397"/>
    <w:rsid w:val="002E2EDC"/>
    <w:rsid w:val="002E439C"/>
    <w:rsid w:val="002E4B35"/>
    <w:rsid w:val="002E7790"/>
    <w:rsid w:val="002F0BB0"/>
    <w:rsid w:val="002F2F8A"/>
    <w:rsid w:val="002F52D5"/>
    <w:rsid w:val="002F6A99"/>
    <w:rsid w:val="00300D82"/>
    <w:rsid w:val="00301001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408D"/>
    <w:rsid w:val="0032488B"/>
    <w:rsid w:val="00331515"/>
    <w:rsid w:val="00331D0D"/>
    <w:rsid w:val="0033213F"/>
    <w:rsid w:val="003331ED"/>
    <w:rsid w:val="0033464E"/>
    <w:rsid w:val="00341299"/>
    <w:rsid w:val="003446DF"/>
    <w:rsid w:val="00347105"/>
    <w:rsid w:val="00352AA3"/>
    <w:rsid w:val="00352C26"/>
    <w:rsid w:val="00353B41"/>
    <w:rsid w:val="003547CC"/>
    <w:rsid w:val="003564F4"/>
    <w:rsid w:val="00357EB1"/>
    <w:rsid w:val="00362866"/>
    <w:rsid w:val="00367578"/>
    <w:rsid w:val="00370F49"/>
    <w:rsid w:val="003728D0"/>
    <w:rsid w:val="00373056"/>
    <w:rsid w:val="003733C1"/>
    <w:rsid w:val="0037446D"/>
    <w:rsid w:val="00376574"/>
    <w:rsid w:val="0037712E"/>
    <w:rsid w:val="003817CC"/>
    <w:rsid w:val="00381E6E"/>
    <w:rsid w:val="00382D13"/>
    <w:rsid w:val="0038730C"/>
    <w:rsid w:val="00390C7E"/>
    <w:rsid w:val="00391286"/>
    <w:rsid w:val="00391A16"/>
    <w:rsid w:val="00391D00"/>
    <w:rsid w:val="00393EF2"/>
    <w:rsid w:val="003A51E8"/>
    <w:rsid w:val="003A58AA"/>
    <w:rsid w:val="003A6214"/>
    <w:rsid w:val="003B0864"/>
    <w:rsid w:val="003B1335"/>
    <w:rsid w:val="003B3EF1"/>
    <w:rsid w:val="003B7158"/>
    <w:rsid w:val="003B71C1"/>
    <w:rsid w:val="003C14FE"/>
    <w:rsid w:val="003C2D3B"/>
    <w:rsid w:val="003C4750"/>
    <w:rsid w:val="003C5C98"/>
    <w:rsid w:val="003C5E09"/>
    <w:rsid w:val="003C673A"/>
    <w:rsid w:val="003D0CA0"/>
    <w:rsid w:val="003D2E8F"/>
    <w:rsid w:val="003D62C0"/>
    <w:rsid w:val="003E090F"/>
    <w:rsid w:val="003E1415"/>
    <w:rsid w:val="003E1563"/>
    <w:rsid w:val="003E191C"/>
    <w:rsid w:val="003E1E04"/>
    <w:rsid w:val="003E3525"/>
    <w:rsid w:val="003E5596"/>
    <w:rsid w:val="003E6FAF"/>
    <w:rsid w:val="003E7CD0"/>
    <w:rsid w:val="003F2275"/>
    <w:rsid w:val="003F27E8"/>
    <w:rsid w:val="003F450E"/>
    <w:rsid w:val="003F485B"/>
    <w:rsid w:val="003F4F4A"/>
    <w:rsid w:val="00401CE1"/>
    <w:rsid w:val="00402CD3"/>
    <w:rsid w:val="00403672"/>
    <w:rsid w:val="0040711D"/>
    <w:rsid w:val="0041309D"/>
    <w:rsid w:val="00416101"/>
    <w:rsid w:val="00416671"/>
    <w:rsid w:val="00416D24"/>
    <w:rsid w:val="00420CC8"/>
    <w:rsid w:val="00420CE6"/>
    <w:rsid w:val="00425D97"/>
    <w:rsid w:val="00426AAD"/>
    <w:rsid w:val="004304E1"/>
    <w:rsid w:val="004306E6"/>
    <w:rsid w:val="00432B33"/>
    <w:rsid w:val="0043506D"/>
    <w:rsid w:val="00436E49"/>
    <w:rsid w:val="004407E0"/>
    <w:rsid w:val="00440E41"/>
    <w:rsid w:val="00442528"/>
    <w:rsid w:val="00442ACF"/>
    <w:rsid w:val="0044435C"/>
    <w:rsid w:val="0044507C"/>
    <w:rsid w:val="0044521A"/>
    <w:rsid w:val="00446128"/>
    <w:rsid w:val="0044658A"/>
    <w:rsid w:val="004502DD"/>
    <w:rsid w:val="00450A19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F2F"/>
    <w:rsid w:val="00483644"/>
    <w:rsid w:val="004945E8"/>
    <w:rsid w:val="00496A37"/>
    <w:rsid w:val="004A5B5D"/>
    <w:rsid w:val="004B0C6D"/>
    <w:rsid w:val="004B1FC4"/>
    <w:rsid w:val="004B219A"/>
    <w:rsid w:val="004B381F"/>
    <w:rsid w:val="004B40C6"/>
    <w:rsid w:val="004B5C02"/>
    <w:rsid w:val="004C3E33"/>
    <w:rsid w:val="004C40EC"/>
    <w:rsid w:val="004C5A01"/>
    <w:rsid w:val="004C69B3"/>
    <w:rsid w:val="004C7979"/>
    <w:rsid w:val="004D08B6"/>
    <w:rsid w:val="004D2B0E"/>
    <w:rsid w:val="004D3A2A"/>
    <w:rsid w:val="004D3AC6"/>
    <w:rsid w:val="004D5443"/>
    <w:rsid w:val="004E0F69"/>
    <w:rsid w:val="004E4C66"/>
    <w:rsid w:val="004E786A"/>
    <w:rsid w:val="004F029D"/>
    <w:rsid w:val="004F17DC"/>
    <w:rsid w:val="004F1C2A"/>
    <w:rsid w:val="004F21C9"/>
    <w:rsid w:val="004F678B"/>
    <w:rsid w:val="005003C5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39DB"/>
    <w:rsid w:val="00523A85"/>
    <w:rsid w:val="00523F1B"/>
    <w:rsid w:val="0052400A"/>
    <w:rsid w:val="00536B38"/>
    <w:rsid w:val="005411D2"/>
    <w:rsid w:val="00542010"/>
    <w:rsid w:val="00542E80"/>
    <w:rsid w:val="00543D62"/>
    <w:rsid w:val="00546494"/>
    <w:rsid w:val="00553F7B"/>
    <w:rsid w:val="0055772E"/>
    <w:rsid w:val="005622CE"/>
    <w:rsid w:val="00563820"/>
    <w:rsid w:val="0056391A"/>
    <w:rsid w:val="0056465F"/>
    <w:rsid w:val="005652A1"/>
    <w:rsid w:val="005658D1"/>
    <w:rsid w:val="00565959"/>
    <w:rsid w:val="00565F58"/>
    <w:rsid w:val="00567452"/>
    <w:rsid w:val="005746EB"/>
    <w:rsid w:val="00576ADE"/>
    <w:rsid w:val="00576FF6"/>
    <w:rsid w:val="0057705F"/>
    <w:rsid w:val="005813F0"/>
    <w:rsid w:val="00581944"/>
    <w:rsid w:val="005824D5"/>
    <w:rsid w:val="005846DB"/>
    <w:rsid w:val="00585B72"/>
    <w:rsid w:val="00591C15"/>
    <w:rsid w:val="00591EEA"/>
    <w:rsid w:val="00593E95"/>
    <w:rsid w:val="005954D0"/>
    <w:rsid w:val="005B08F6"/>
    <w:rsid w:val="005B46FD"/>
    <w:rsid w:val="005B4E4A"/>
    <w:rsid w:val="005B63EA"/>
    <w:rsid w:val="005C2AB1"/>
    <w:rsid w:val="005C485C"/>
    <w:rsid w:val="005C53A6"/>
    <w:rsid w:val="005C7460"/>
    <w:rsid w:val="005D1D02"/>
    <w:rsid w:val="005D5FAD"/>
    <w:rsid w:val="005D719B"/>
    <w:rsid w:val="005E2DCF"/>
    <w:rsid w:val="005E43D2"/>
    <w:rsid w:val="005E570F"/>
    <w:rsid w:val="005E6396"/>
    <w:rsid w:val="00600061"/>
    <w:rsid w:val="006013FE"/>
    <w:rsid w:val="00601B4B"/>
    <w:rsid w:val="0060278E"/>
    <w:rsid w:val="006028E6"/>
    <w:rsid w:val="006062A9"/>
    <w:rsid w:val="00610BED"/>
    <w:rsid w:val="0061568A"/>
    <w:rsid w:val="00616B16"/>
    <w:rsid w:val="00620B15"/>
    <w:rsid w:val="0062232B"/>
    <w:rsid w:val="00624C8D"/>
    <w:rsid w:val="0063443C"/>
    <w:rsid w:val="00634A34"/>
    <w:rsid w:val="00635501"/>
    <w:rsid w:val="00640141"/>
    <w:rsid w:val="0064094D"/>
    <w:rsid w:val="00641AE8"/>
    <w:rsid w:val="00646BD4"/>
    <w:rsid w:val="006500FB"/>
    <w:rsid w:val="00650A4C"/>
    <w:rsid w:val="00651862"/>
    <w:rsid w:val="006518A7"/>
    <w:rsid w:val="00653E9B"/>
    <w:rsid w:val="006549D4"/>
    <w:rsid w:val="0066175F"/>
    <w:rsid w:val="00663A7A"/>
    <w:rsid w:val="0066458E"/>
    <w:rsid w:val="00666152"/>
    <w:rsid w:val="00667AC1"/>
    <w:rsid w:val="00667B7D"/>
    <w:rsid w:val="00670125"/>
    <w:rsid w:val="00670E9F"/>
    <w:rsid w:val="0067383C"/>
    <w:rsid w:val="00673F2B"/>
    <w:rsid w:val="006754BF"/>
    <w:rsid w:val="00680BAC"/>
    <w:rsid w:val="00684B2C"/>
    <w:rsid w:val="00686C24"/>
    <w:rsid w:val="00691592"/>
    <w:rsid w:val="006965C3"/>
    <w:rsid w:val="006A518E"/>
    <w:rsid w:val="006A6158"/>
    <w:rsid w:val="006A6AB6"/>
    <w:rsid w:val="006A70D1"/>
    <w:rsid w:val="006A7528"/>
    <w:rsid w:val="006B389E"/>
    <w:rsid w:val="006B3947"/>
    <w:rsid w:val="006B645A"/>
    <w:rsid w:val="006B66A1"/>
    <w:rsid w:val="006B675E"/>
    <w:rsid w:val="006C02AC"/>
    <w:rsid w:val="006C0640"/>
    <w:rsid w:val="006C2EF3"/>
    <w:rsid w:val="006C4A81"/>
    <w:rsid w:val="006C5824"/>
    <w:rsid w:val="006C7439"/>
    <w:rsid w:val="006D0CCA"/>
    <w:rsid w:val="006D368B"/>
    <w:rsid w:val="006D3DD2"/>
    <w:rsid w:val="006D4ADF"/>
    <w:rsid w:val="006D60D2"/>
    <w:rsid w:val="006D6892"/>
    <w:rsid w:val="006E0A9E"/>
    <w:rsid w:val="006E2094"/>
    <w:rsid w:val="006E2F12"/>
    <w:rsid w:val="006E6A20"/>
    <w:rsid w:val="006F0630"/>
    <w:rsid w:val="006F06BE"/>
    <w:rsid w:val="006F247A"/>
    <w:rsid w:val="006F38D2"/>
    <w:rsid w:val="00701DDB"/>
    <w:rsid w:val="00703B38"/>
    <w:rsid w:val="00705474"/>
    <w:rsid w:val="00711520"/>
    <w:rsid w:val="00712C85"/>
    <w:rsid w:val="00713602"/>
    <w:rsid w:val="00714606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6282"/>
    <w:rsid w:val="00737D19"/>
    <w:rsid w:val="00737DF9"/>
    <w:rsid w:val="00752E3C"/>
    <w:rsid w:val="0075581F"/>
    <w:rsid w:val="00756E70"/>
    <w:rsid w:val="00760E9B"/>
    <w:rsid w:val="00761911"/>
    <w:rsid w:val="00762A71"/>
    <w:rsid w:val="00770A06"/>
    <w:rsid w:val="00770A6F"/>
    <w:rsid w:val="007719FC"/>
    <w:rsid w:val="00774619"/>
    <w:rsid w:val="007763BF"/>
    <w:rsid w:val="00776C51"/>
    <w:rsid w:val="00781AFE"/>
    <w:rsid w:val="007844C2"/>
    <w:rsid w:val="007911FA"/>
    <w:rsid w:val="007958EF"/>
    <w:rsid w:val="007961C2"/>
    <w:rsid w:val="007973EE"/>
    <w:rsid w:val="00797596"/>
    <w:rsid w:val="007978E4"/>
    <w:rsid w:val="007A1ABA"/>
    <w:rsid w:val="007A229D"/>
    <w:rsid w:val="007A32F8"/>
    <w:rsid w:val="007A7EF9"/>
    <w:rsid w:val="007A7F26"/>
    <w:rsid w:val="007B0A40"/>
    <w:rsid w:val="007B13D5"/>
    <w:rsid w:val="007B2000"/>
    <w:rsid w:val="007B30F7"/>
    <w:rsid w:val="007B66DF"/>
    <w:rsid w:val="007B7FD9"/>
    <w:rsid w:val="007C2FFB"/>
    <w:rsid w:val="007C36BF"/>
    <w:rsid w:val="007C63DA"/>
    <w:rsid w:val="007C6F18"/>
    <w:rsid w:val="007D3C76"/>
    <w:rsid w:val="007D5988"/>
    <w:rsid w:val="007D5D0F"/>
    <w:rsid w:val="007D5FC2"/>
    <w:rsid w:val="007D68EB"/>
    <w:rsid w:val="007D7678"/>
    <w:rsid w:val="007E0624"/>
    <w:rsid w:val="007E0F4B"/>
    <w:rsid w:val="007F0D49"/>
    <w:rsid w:val="007F0E58"/>
    <w:rsid w:val="007F0E59"/>
    <w:rsid w:val="007F24B9"/>
    <w:rsid w:val="007F274A"/>
    <w:rsid w:val="007F72DE"/>
    <w:rsid w:val="00802D2D"/>
    <w:rsid w:val="00804BD3"/>
    <w:rsid w:val="008052F8"/>
    <w:rsid w:val="008058A9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7527"/>
    <w:rsid w:val="00820124"/>
    <w:rsid w:val="008212F5"/>
    <w:rsid w:val="008220A1"/>
    <w:rsid w:val="008222DF"/>
    <w:rsid w:val="0082302B"/>
    <w:rsid w:val="008235EB"/>
    <w:rsid w:val="00823E6E"/>
    <w:rsid w:val="0083188C"/>
    <w:rsid w:val="00833C54"/>
    <w:rsid w:val="00833D0A"/>
    <w:rsid w:val="00834087"/>
    <w:rsid w:val="00835378"/>
    <w:rsid w:val="00835D13"/>
    <w:rsid w:val="00836D4F"/>
    <w:rsid w:val="008378D4"/>
    <w:rsid w:val="008401F8"/>
    <w:rsid w:val="008418F5"/>
    <w:rsid w:val="008423A0"/>
    <w:rsid w:val="008431CC"/>
    <w:rsid w:val="00846351"/>
    <w:rsid w:val="008504F0"/>
    <w:rsid w:val="008524CE"/>
    <w:rsid w:val="008536A8"/>
    <w:rsid w:val="00853969"/>
    <w:rsid w:val="008608E4"/>
    <w:rsid w:val="00863653"/>
    <w:rsid w:val="00864F9C"/>
    <w:rsid w:val="00866D95"/>
    <w:rsid w:val="00870C2F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6332"/>
    <w:rsid w:val="00891854"/>
    <w:rsid w:val="00891CA7"/>
    <w:rsid w:val="00891F63"/>
    <w:rsid w:val="008A17A8"/>
    <w:rsid w:val="008A308E"/>
    <w:rsid w:val="008A3C3A"/>
    <w:rsid w:val="008A4778"/>
    <w:rsid w:val="008A7556"/>
    <w:rsid w:val="008B03D5"/>
    <w:rsid w:val="008B4361"/>
    <w:rsid w:val="008B4D8A"/>
    <w:rsid w:val="008B6040"/>
    <w:rsid w:val="008B70D4"/>
    <w:rsid w:val="008B78E5"/>
    <w:rsid w:val="008C04AB"/>
    <w:rsid w:val="008C12F7"/>
    <w:rsid w:val="008C2902"/>
    <w:rsid w:val="008C625D"/>
    <w:rsid w:val="008C727C"/>
    <w:rsid w:val="008C72D4"/>
    <w:rsid w:val="008D09DE"/>
    <w:rsid w:val="008D16D7"/>
    <w:rsid w:val="008D1AD8"/>
    <w:rsid w:val="008D40D4"/>
    <w:rsid w:val="008D746F"/>
    <w:rsid w:val="008E333A"/>
    <w:rsid w:val="008E4CDA"/>
    <w:rsid w:val="008F0ED8"/>
    <w:rsid w:val="008F1418"/>
    <w:rsid w:val="008F7043"/>
    <w:rsid w:val="009001EA"/>
    <w:rsid w:val="00906EC1"/>
    <w:rsid w:val="009121CD"/>
    <w:rsid w:val="00912236"/>
    <w:rsid w:val="00912973"/>
    <w:rsid w:val="00914059"/>
    <w:rsid w:val="009140DA"/>
    <w:rsid w:val="00915111"/>
    <w:rsid w:val="00922E71"/>
    <w:rsid w:val="0092461F"/>
    <w:rsid w:val="00924C97"/>
    <w:rsid w:val="00926C7E"/>
    <w:rsid w:val="00931EF9"/>
    <w:rsid w:val="00934C3B"/>
    <w:rsid w:val="009357AD"/>
    <w:rsid w:val="00937623"/>
    <w:rsid w:val="009414F4"/>
    <w:rsid w:val="009416B1"/>
    <w:rsid w:val="00941EBC"/>
    <w:rsid w:val="009427E5"/>
    <w:rsid w:val="009466EC"/>
    <w:rsid w:val="00950000"/>
    <w:rsid w:val="00950015"/>
    <w:rsid w:val="00950E4D"/>
    <w:rsid w:val="009518A2"/>
    <w:rsid w:val="00951CAE"/>
    <w:rsid w:val="0095351C"/>
    <w:rsid w:val="009552AF"/>
    <w:rsid w:val="0095582D"/>
    <w:rsid w:val="00960718"/>
    <w:rsid w:val="00963E74"/>
    <w:rsid w:val="00964807"/>
    <w:rsid w:val="009668D4"/>
    <w:rsid w:val="00971307"/>
    <w:rsid w:val="00972EFF"/>
    <w:rsid w:val="009730ED"/>
    <w:rsid w:val="00973FD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7F3"/>
    <w:rsid w:val="009A23AE"/>
    <w:rsid w:val="009A32DC"/>
    <w:rsid w:val="009A4F2B"/>
    <w:rsid w:val="009A64AB"/>
    <w:rsid w:val="009A6A3E"/>
    <w:rsid w:val="009A776A"/>
    <w:rsid w:val="009B1493"/>
    <w:rsid w:val="009B1F75"/>
    <w:rsid w:val="009B2335"/>
    <w:rsid w:val="009B48B7"/>
    <w:rsid w:val="009B5BDF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C98"/>
    <w:rsid w:val="009D507D"/>
    <w:rsid w:val="009E45E4"/>
    <w:rsid w:val="009E59CC"/>
    <w:rsid w:val="00A00CDE"/>
    <w:rsid w:val="00A059F5"/>
    <w:rsid w:val="00A07335"/>
    <w:rsid w:val="00A07E4C"/>
    <w:rsid w:val="00A11490"/>
    <w:rsid w:val="00A11728"/>
    <w:rsid w:val="00A16161"/>
    <w:rsid w:val="00A171C0"/>
    <w:rsid w:val="00A230E6"/>
    <w:rsid w:val="00A23298"/>
    <w:rsid w:val="00A251DA"/>
    <w:rsid w:val="00A27983"/>
    <w:rsid w:val="00A31596"/>
    <w:rsid w:val="00A326B9"/>
    <w:rsid w:val="00A3345A"/>
    <w:rsid w:val="00A348F0"/>
    <w:rsid w:val="00A3499B"/>
    <w:rsid w:val="00A361B2"/>
    <w:rsid w:val="00A3784E"/>
    <w:rsid w:val="00A404FC"/>
    <w:rsid w:val="00A45EE7"/>
    <w:rsid w:val="00A46B41"/>
    <w:rsid w:val="00A46FA6"/>
    <w:rsid w:val="00A475BB"/>
    <w:rsid w:val="00A50266"/>
    <w:rsid w:val="00A53743"/>
    <w:rsid w:val="00A53EA0"/>
    <w:rsid w:val="00A542D4"/>
    <w:rsid w:val="00A57C4F"/>
    <w:rsid w:val="00A60226"/>
    <w:rsid w:val="00A60799"/>
    <w:rsid w:val="00A61544"/>
    <w:rsid w:val="00A62162"/>
    <w:rsid w:val="00A662BE"/>
    <w:rsid w:val="00A713FB"/>
    <w:rsid w:val="00A72436"/>
    <w:rsid w:val="00A725D4"/>
    <w:rsid w:val="00A75C7F"/>
    <w:rsid w:val="00A75FE5"/>
    <w:rsid w:val="00A76988"/>
    <w:rsid w:val="00A82740"/>
    <w:rsid w:val="00A83F5B"/>
    <w:rsid w:val="00A84E3D"/>
    <w:rsid w:val="00A87E33"/>
    <w:rsid w:val="00A92253"/>
    <w:rsid w:val="00A9744C"/>
    <w:rsid w:val="00AA4080"/>
    <w:rsid w:val="00AB2067"/>
    <w:rsid w:val="00AB2EDA"/>
    <w:rsid w:val="00AB35FA"/>
    <w:rsid w:val="00AB479D"/>
    <w:rsid w:val="00AB5AAE"/>
    <w:rsid w:val="00AB65B6"/>
    <w:rsid w:val="00AC32D8"/>
    <w:rsid w:val="00AC6A72"/>
    <w:rsid w:val="00AD18E8"/>
    <w:rsid w:val="00AE13ED"/>
    <w:rsid w:val="00AE1F3E"/>
    <w:rsid w:val="00AF04DB"/>
    <w:rsid w:val="00AF0A74"/>
    <w:rsid w:val="00AF2391"/>
    <w:rsid w:val="00AF2676"/>
    <w:rsid w:val="00AF3EC7"/>
    <w:rsid w:val="00AF5B88"/>
    <w:rsid w:val="00AF6324"/>
    <w:rsid w:val="00B024E1"/>
    <w:rsid w:val="00B02704"/>
    <w:rsid w:val="00B048DE"/>
    <w:rsid w:val="00B06A57"/>
    <w:rsid w:val="00B073F0"/>
    <w:rsid w:val="00B140F3"/>
    <w:rsid w:val="00B14C96"/>
    <w:rsid w:val="00B16F4F"/>
    <w:rsid w:val="00B224A3"/>
    <w:rsid w:val="00B26C84"/>
    <w:rsid w:val="00B27BBA"/>
    <w:rsid w:val="00B27E31"/>
    <w:rsid w:val="00B30016"/>
    <w:rsid w:val="00B30161"/>
    <w:rsid w:val="00B32B81"/>
    <w:rsid w:val="00B33AE9"/>
    <w:rsid w:val="00B40DE3"/>
    <w:rsid w:val="00B40F65"/>
    <w:rsid w:val="00B45497"/>
    <w:rsid w:val="00B5014C"/>
    <w:rsid w:val="00B50B66"/>
    <w:rsid w:val="00B51B8A"/>
    <w:rsid w:val="00B5362F"/>
    <w:rsid w:val="00B54287"/>
    <w:rsid w:val="00B6269B"/>
    <w:rsid w:val="00B630A3"/>
    <w:rsid w:val="00B64D16"/>
    <w:rsid w:val="00B6526E"/>
    <w:rsid w:val="00B67BD1"/>
    <w:rsid w:val="00B7224D"/>
    <w:rsid w:val="00B73017"/>
    <w:rsid w:val="00B751DD"/>
    <w:rsid w:val="00B7618A"/>
    <w:rsid w:val="00B76BF3"/>
    <w:rsid w:val="00B8151F"/>
    <w:rsid w:val="00B81FD8"/>
    <w:rsid w:val="00B84E91"/>
    <w:rsid w:val="00B90F28"/>
    <w:rsid w:val="00B92C14"/>
    <w:rsid w:val="00B96F65"/>
    <w:rsid w:val="00B97924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69D"/>
    <w:rsid w:val="00BB17BA"/>
    <w:rsid w:val="00BB27CF"/>
    <w:rsid w:val="00BB2F67"/>
    <w:rsid w:val="00BB64AB"/>
    <w:rsid w:val="00BC1289"/>
    <w:rsid w:val="00BC19AE"/>
    <w:rsid w:val="00BC76AA"/>
    <w:rsid w:val="00BD3002"/>
    <w:rsid w:val="00BD3AE6"/>
    <w:rsid w:val="00BD54C8"/>
    <w:rsid w:val="00BD566B"/>
    <w:rsid w:val="00BD7B1C"/>
    <w:rsid w:val="00BE1633"/>
    <w:rsid w:val="00BE1F85"/>
    <w:rsid w:val="00BE4160"/>
    <w:rsid w:val="00BE724A"/>
    <w:rsid w:val="00BE7A54"/>
    <w:rsid w:val="00BF11B3"/>
    <w:rsid w:val="00BF3AED"/>
    <w:rsid w:val="00BF478A"/>
    <w:rsid w:val="00BF51EC"/>
    <w:rsid w:val="00BF68D0"/>
    <w:rsid w:val="00C043D9"/>
    <w:rsid w:val="00C04F1F"/>
    <w:rsid w:val="00C05779"/>
    <w:rsid w:val="00C05E7F"/>
    <w:rsid w:val="00C05F0B"/>
    <w:rsid w:val="00C06CE6"/>
    <w:rsid w:val="00C11ACA"/>
    <w:rsid w:val="00C12F8A"/>
    <w:rsid w:val="00C1421E"/>
    <w:rsid w:val="00C15FCB"/>
    <w:rsid w:val="00C21933"/>
    <w:rsid w:val="00C26C56"/>
    <w:rsid w:val="00C272F0"/>
    <w:rsid w:val="00C31A65"/>
    <w:rsid w:val="00C32968"/>
    <w:rsid w:val="00C33CDB"/>
    <w:rsid w:val="00C3491F"/>
    <w:rsid w:val="00C36B26"/>
    <w:rsid w:val="00C371A6"/>
    <w:rsid w:val="00C43D88"/>
    <w:rsid w:val="00C45B31"/>
    <w:rsid w:val="00C503BF"/>
    <w:rsid w:val="00C5094D"/>
    <w:rsid w:val="00C5097E"/>
    <w:rsid w:val="00C528A6"/>
    <w:rsid w:val="00C5364A"/>
    <w:rsid w:val="00C55F39"/>
    <w:rsid w:val="00C56ADA"/>
    <w:rsid w:val="00C577EB"/>
    <w:rsid w:val="00C614D3"/>
    <w:rsid w:val="00C614DB"/>
    <w:rsid w:val="00C61670"/>
    <w:rsid w:val="00C62516"/>
    <w:rsid w:val="00C638E4"/>
    <w:rsid w:val="00C65410"/>
    <w:rsid w:val="00C662F8"/>
    <w:rsid w:val="00C67F76"/>
    <w:rsid w:val="00C729E7"/>
    <w:rsid w:val="00C733A9"/>
    <w:rsid w:val="00C7414C"/>
    <w:rsid w:val="00C74A29"/>
    <w:rsid w:val="00C7567E"/>
    <w:rsid w:val="00C76E4D"/>
    <w:rsid w:val="00C771B2"/>
    <w:rsid w:val="00C81F85"/>
    <w:rsid w:val="00C83403"/>
    <w:rsid w:val="00C85495"/>
    <w:rsid w:val="00C8677B"/>
    <w:rsid w:val="00C90231"/>
    <w:rsid w:val="00C9571F"/>
    <w:rsid w:val="00C95D20"/>
    <w:rsid w:val="00CA10DF"/>
    <w:rsid w:val="00CA143F"/>
    <w:rsid w:val="00CA3BEF"/>
    <w:rsid w:val="00CA3D36"/>
    <w:rsid w:val="00CA7650"/>
    <w:rsid w:val="00CB0C92"/>
    <w:rsid w:val="00CB4CE7"/>
    <w:rsid w:val="00CB6EA6"/>
    <w:rsid w:val="00CB701D"/>
    <w:rsid w:val="00CB77D5"/>
    <w:rsid w:val="00CB7A79"/>
    <w:rsid w:val="00CC0681"/>
    <w:rsid w:val="00CC26AB"/>
    <w:rsid w:val="00CC29BD"/>
    <w:rsid w:val="00CC54FF"/>
    <w:rsid w:val="00CD02B8"/>
    <w:rsid w:val="00CD1E1F"/>
    <w:rsid w:val="00CD3E33"/>
    <w:rsid w:val="00CD51B6"/>
    <w:rsid w:val="00CE1D9C"/>
    <w:rsid w:val="00CE46E3"/>
    <w:rsid w:val="00CE47BF"/>
    <w:rsid w:val="00CE636C"/>
    <w:rsid w:val="00CE6A5A"/>
    <w:rsid w:val="00CE6BC1"/>
    <w:rsid w:val="00D001AC"/>
    <w:rsid w:val="00D025DE"/>
    <w:rsid w:val="00D0482A"/>
    <w:rsid w:val="00D05B9E"/>
    <w:rsid w:val="00D07E69"/>
    <w:rsid w:val="00D1243F"/>
    <w:rsid w:val="00D13D0D"/>
    <w:rsid w:val="00D17B2D"/>
    <w:rsid w:val="00D17EBB"/>
    <w:rsid w:val="00D20AB3"/>
    <w:rsid w:val="00D2143D"/>
    <w:rsid w:val="00D22A42"/>
    <w:rsid w:val="00D23763"/>
    <w:rsid w:val="00D245C6"/>
    <w:rsid w:val="00D247F8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4046E"/>
    <w:rsid w:val="00D4453B"/>
    <w:rsid w:val="00D4690C"/>
    <w:rsid w:val="00D50E97"/>
    <w:rsid w:val="00D52349"/>
    <w:rsid w:val="00D6517A"/>
    <w:rsid w:val="00D65999"/>
    <w:rsid w:val="00D65B5B"/>
    <w:rsid w:val="00D65EFC"/>
    <w:rsid w:val="00D6771D"/>
    <w:rsid w:val="00D70D32"/>
    <w:rsid w:val="00D72C5B"/>
    <w:rsid w:val="00D743CF"/>
    <w:rsid w:val="00D763AD"/>
    <w:rsid w:val="00D77447"/>
    <w:rsid w:val="00D8056B"/>
    <w:rsid w:val="00D8183B"/>
    <w:rsid w:val="00D82E31"/>
    <w:rsid w:val="00D83AC8"/>
    <w:rsid w:val="00D9055B"/>
    <w:rsid w:val="00D91594"/>
    <w:rsid w:val="00D9308D"/>
    <w:rsid w:val="00D966D3"/>
    <w:rsid w:val="00DA2D05"/>
    <w:rsid w:val="00DB18D0"/>
    <w:rsid w:val="00DB2732"/>
    <w:rsid w:val="00DB5A98"/>
    <w:rsid w:val="00DC01F4"/>
    <w:rsid w:val="00DC0D11"/>
    <w:rsid w:val="00DC2DF9"/>
    <w:rsid w:val="00DC73F6"/>
    <w:rsid w:val="00DC7A8C"/>
    <w:rsid w:val="00DD13FA"/>
    <w:rsid w:val="00DD26A1"/>
    <w:rsid w:val="00DD7C09"/>
    <w:rsid w:val="00DE2FFC"/>
    <w:rsid w:val="00DE395E"/>
    <w:rsid w:val="00DE4533"/>
    <w:rsid w:val="00DE4E85"/>
    <w:rsid w:val="00DE580A"/>
    <w:rsid w:val="00DE5EFD"/>
    <w:rsid w:val="00DF108B"/>
    <w:rsid w:val="00DF3E70"/>
    <w:rsid w:val="00DF780F"/>
    <w:rsid w:val="00DF7C79"/>
    <w:rsid w:val="00E00369"/>
    <w:rsid w:val="00E00C1B"/>
    <w:rsid w:val="00E07F64"/>
    <w:rsid w:val="00E10404"/>
    <w:rsid w:val="00E11C38"/>
    <w:rsid w:val="00E12A93"/>
    <w:rsid w:val="00E1406E"/>
    <w:rsid w:val="00E1442B"/>
    <w:rsid w:val="00E15254"/>
    <w:rsid w:val="00E17340"/>
    <w:rsid w:val="00E179C9"/>
    <w:rsid w:val="00E212DF"/>
    <w:rsid w:val="00E2131B"/>
    <w:rsid w:val="00E21750"/>
    <w:rsid w:val="00E31A34"/>
    <w:rsid w:val="00E3285A"/>
    <w:rsid w:val="00E33CEE"/>
    <w:rsid w:val="00E4024B"/>
    <w:rsid w:val="00E40BC4"/>
    <w:rsid w:val="00E4257B"/>
    <w:rsid w:val="00E43364"/>
    <w:rsid w:val="00E478C8"/>
    <w:rsid w:val="00E517E9"/>
    <w:rsid w:val="00E53A97"/>
    <w:rsid w:val="00E63635"/>
    <w:rsid w:val="00E65216"/>
    <w:rsid w:val="00E6630F"/>
    <w:rsid w:val="00E66996"/>
    <w:rsid w:val="00E71CF1"/>
    <w:rsid w:val="00E73301"/>
    <w:rsid w:val="00E734CB"/>
    <w:rsid w:val="00E75959"/>
    <w:rsid w:val="00E779EA"/>
    <w:rsid w:val="00E77CC8"/>
    <w:rsid w:val="00E85CD1"/>
    <w:rsid w:val="00E8706E"/>
    <w:rsid w:val="00E91782"/>
    <w:rsid w:val="00E91A75"/>
    <w:rsid w:val="00E92AA5"/>
    <w:rsid w:val="00E93847"/>
    <w:rsid w:val="00E94DF9"/>
    <w:rsid w:val="00EA1153"/>
    <w:rsid w:val="00EA1E30"/>
    <w:rsid w:val="00EA20E0"/>
    <w:rsid w:val="00EA3717"/>
    <w:rsid w:val="00EA63E4"/>
    <w:rsid w:val="00EA6756"/>
    <w:rsid w:val="00EA679A"/>
    <w:rsid w:val="00EA765B"/>
    <w:rsid w:val="00EA76FB"/>
    <w:rsid w:val="00EB011E"/>
    <w:rsid w:val="00EB190A"/>
    <w:rsid w:val="00EC404E"/>
    <w:rsid w:val="00EC4654"/>
    <w:rsid w:val="00EC4D87"/>
    <w:rsid w:val="00EC7EEB"/>
    <w:rsid w:val="00ED1275"/>
    <w:rsid w:val="00ED69B3"/>
    <w:rsid w:val="00EE32EC"/>
    <w:rsid w:val="00EE4DB8"/>
    <w:rsid w:val="00EE7188"/>
    <w:rsid w:val="00EF0B56"/>
    <w:rsid w:val="00EF5328"/>
    <w:rsid w:val="00EF55F3"/>
    <w:rsid w:val="00EF5CBE"/>
    <w:rsid w:val="00F05C1A"/>
    <w:rsid w:val="00F0662C"/>
    <w:rsid w:val="00F06FA7"/>
    <w:rsid w:val="00F10E35"/>
    <w:rsid w:val="00F20469"/>
    <w:rsid w:val="00F20668"/>
    <w:rsid w:val="00F2188D"/>
    <w:rsid w:val="00F22583"/>
    <w:rsid w:val="00F25B63"/>
    <w:rsid w:val="00F26799"/>
    <w:rsid w:val="00F27F6B"/>
    <w:rsid w:val="00F33883"/>
    <w:rsid w:val="00F34D62"/>
    <w:rsid w:val="00F36F78"/>
    <w:rsid w:val="00F457B1"/>
    <w:rsid w:val="00F46F0E"/>
    <w:rsid w:val="00F53EC8"/>
    <w:rsid w:val="00F54FF4"/>
    <w:rsid w:val="00F60637"/>
    <w:rsid w:val="00F6074B"/>
    <w:rsid w:val="00F61C26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762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7371"/>
    <w:rsid w:val="00FA07C6"/>
    <w:rsid w:val="00FA0CBB"/>
    <w:rsid w:val="00FA27CE"/>
    <w:rsid w:val="00FA67A3"/>
    <w:rsid w:val="00FB0349"/>
    <w:rsid w:val="00FB59A2"/>
    <w:rsid w:val="00FB6C25"/>
    <w:rsid w:val="00FC762A"/>
    <w:rsid w:val="00FD1F1C"/>
    <w:rsid w:val="00FD648F"/>
    <w:rsid w:val="00FD730C"/>
    <w:rsid w:val="00FE1441"/>
    <w:rsid w:val="00FE227B"/>
    <w:rsid w:val="00FE5ECD"/>
    <w:rsid w:val="00FF1BD6"/>
    <w:rsid w:val="00FF299A"/>
    <w:rsid w:val="00FF2AFF"/>
    <w:rsid w:val="00FF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D1E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Normal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D1E1F"/>
    <w:pPr>
      <w:ind w:firstLine="54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91D00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Normal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965C3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CD1E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17E9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CD1E1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965C3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Normal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DefaultParagraphFont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Normal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CommentReference">
    <w:name w:val="annotation reference"/>
    <w:basedOn w:val="DefaultParagraphFont"/>
    <w:uiPriority w:val="99"/>
    <w:semiHidden/>
    <w:rsid w:val="00CD1E1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1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965C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1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965C3"/>
    <w:rPr>
      <w:b/>
      <w:bCs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CD1E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Normal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"/>
    <w:basedOn w:val="Normal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rsid w:val="00CD1E1F"/>
    <w:pPr>
      <w:jc w:val="center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">
    <w:name w:val="Основной текст с отступом 22"/>
    <w:basedOn w:val="Normal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NoSpacing">
    <w:name w:val="No Spacing"/>
    <w:uiPriority w:val="99"/>
    <w:qFormat/>
    <w:rsid w:val="00F36F78"/>
    <w:rPr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TableGrid">
    <w:name w:val="Table Grid"/>
    <w:basedOn w:val="TableNormal"/>
    <w:uiPriority w:val="9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90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9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0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9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90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902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90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02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902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0902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90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4</Pages>
  <Words>985</Words>
  <Characters>5621</Characters>
  <Application>Microsoft Office Outlook</Application>
  <DocSecurity>0</DocSecurity>
  <Lines>0</Lines>
  <Paragraphs>0</Paragraphs>
  <ScaleCrop>false</ScaleCrop>
  <Company>Департамент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Гужов Максим Владимирович</dc:creator>
  <cp:keywords/>
  <dc:description/>
  <cp:lastModifiedBy>chernova</cp:lastModifiedBy>
  <cp:revision>21</cp:revision>
  <cp:lastPrinted>2012-04-10T11:58:00Z</cp:lastPrinted>
  <dcterms:created xsi:type="dcterms:W3CDTF">2012-04-26T16:41:00Z</dcterms:created>
  <dcterms:modified xsi:type="dcterms:W3CDTF">2012-05-02T06:36:00Z</dcterms:modified>
</cp:coreProperties>
</file>