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667094" w:rsidRPr="009A58AA" w:rsidTr="00F93CC5">
        <w:tc>
          <w:tcPr>
            <w:tcW w:w="709" w:type="dxa"/>
          </w:tcPr>
          <w:p w:rsidR="00667094" w:rsidRPr="009A58AA" w:rsidRDefault="00667094" w:rsidP="009A58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9A58AA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67094" w:rsidRPr="009A58AA" w:rsidRDefault="00667094" w:rsidP="009A58A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9A58AA">
              <w:rPr>
                <w:rFonts w:ascii="Times New Roman" w:hAnsi="Times New Roman"/>
                <w:sz w:val="28"/>
              </w:rPr>
              <w:t>27.04.2012</w:t>
            </w:r>
          </w:p>
        </w:tc>
        <w:tc>
          <w:tcPr>
            <w:tcW w:w="3260" w:type="dxa"/>
          </w:tcPr>
          <w:p w:rsidR="00667094" w:rsidRPr="009A58AA" w:rsidRDefault="00667094" w:rsidP="009A58A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79" w:type="dxa"/>
          </w:tcPr>
          <w:p w:rsidR="00667094" w:rsidRPr="009A58AA" w:rsidRDefault="00667094" w:rsidP="009A58AA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9A58AA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67094" w:rsidRPr="009A58AA" w:rsidRDefault="00667094" w:rsidP="009A58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</w:t>
            </w:r>
          </w:p>
        </w:tc>
      </w:tr>
    </w:tbl>
    <w:p w:rsidR="00667094" w:rsidRPr="009A58AA" w:rsidRDefault="00667094" w:rsidP="009A58A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7094" w:rsidRPr="009A58AA" w:rsidRDefault="00667094" w:rsidP="009A58A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7094" w:rsidRPr="009A58AA" w:rsidRDefault="00667094" w:rsidP="009A58A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7094" w:rsidRPr="009A58AA" w:rsidRDefault="00667094" w:rsidP="009A58A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58AA">
        <w:rPr>
          <w:rFonts w:ascii="Times New Roman" w:hAnsi="Times New Roman"/>
          <w:sz w:val="28"/>
          <w:szCs w:val="28"/>
        </w:rPr>
        <w:t xml:space="preserve">Об обращении в Ярославскую </w:t>
      </w:r>
    </w:p>
    <w:p w:rsidR="00667094" w:rsidRPr="009A58AA" w:rsidRDefault="00667094" w:rsidP="009A58A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58AA">
        <w:rPr>
          <w:rFonts w:ascii="Times New Roman" w:hAnsi="Times New Roman"/>
          <w:sz w:val="28"/>
          <w:szCs w:val="28"/>
        </w:rPr>
        <w:t xml:space="preserve">областную Думу Союза малых </w:t>
      </w:r>
    </w:p>
    <w:p w:rsidR="00667094" w:rsidRPr="00A26C8D" w:rsidRDefault="00667094" w:rsidP="00A26C8D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6C8D">
        <w:rPr>
          <w:rFonts w:ascii="Times New Roman" w:hAnsi="Times New Roman"/>
          <w:sz w:val="28"/>
          <w:szCs w:val="28"/>
        </w:rPr>
        <w:t>городов Российской Федерации</w:t>
      </w:r>
    </w:p>
    <w:p w:rsidR="00667094" w:rsidRPr="00A26C8D" w:rsidRDefault="00667094" w:rsidP="00A26C8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67094" w:rsidRPr="00A26C8D" w:rsidRDefault="00667094" w:rsidP="00A26C8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67094" w:rsidRPr="00A26C8D" w:rsidRDefault="00667094" w:rsidP="00A26C8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6C8D">
        <w:rPr>
          <w:rFonts w:ascii="Times New Roman" w:hAnsi="Times New Roman"/>
          <w:sz w:val="28"/>
          <w:szCs w:val="28"/>
          <w:lang w:eastAsia="ru-RU"/>
        </w:rPr>
        <w:t xml:space="preserve">Рассмотрев обращение </w:t>
      </w:r>
      <w:r w:rsidRPr="00A26C8D">
        <w:rPr>
          <w:rFonts w:ascii="Times New Roman" w:hAnsi="Times New Roman"/>
          <w:sz w:val="28"/>
          <w:szCs w:val="28"/>
        </w:rPr>
        <w:t>Союза малых городов Российской Федерации,</w:t>
      </w:r>
      <w:r w:rsidRPr="00A26C8D">
        <w:rPr>
          <w:rFonts w:ascii="Times New Roman" w:hAnsi="Times New Roman"/>
          <w:sz w:val="28"/>
          <w:szCs w:val="28"/>
          <w:lang w:eastAsia="ru-RU"/>
        </w:rPr>
        <w:t xml:space="preserve"> Ярославская областная Дума</w:t>
      </w:r>
    </w:p>
    <w:p w:rsidR="00667094" w:rsidRPr="00A26C8D" w:rsidRDefault="00667094" w:rsidP="00A26C8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67094" w:rsidRPr="00A26C8D" w:rsidRDefault="00667094" w:rsidP="00A26C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26C8D">
        <w:rPr>
          <w:rFonts w:ascii="Times New Roman" w:hAnsi="Times New Roman"/>
          <w:b/>
          <w:sz w:val="28"/>
          <w:szCs w:val="28"/>
          <w:lang w:eastAsia="ru-RU"/>
        </w:rPr>
        <w:t>П О С Т А Н О В И Л А:</w:t>
      </w:r>
    </w:p>
    <w:p w:rsidR="00667094" w:rsidRPr="00A26C8D" w:rsidRDefault="00667094" w:rsidP="00A26C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67094" w:rsidRPr="00A26C8D" w:rsidRDefault="00667094" w:rsidP="00A26C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6C8D">
        <w:rPr>
          <w:rFonts w:ascii="Times New Roman" w:hAnsi="Times New Roman"/>
          <w:sz w:val="28"/>
          <w:szCs w:val="28"/>
          <w:lang w:eastAsia="ru-RU"/>
        </w:rPr>
        <w:t>1. П</w:t>
      </w:r>
      <w:r w:rsidRPr="00A26C8D">
        <w:rPr>
          <w:rFonts w:ascii="Times New Roman" w:hAnsi="Times New Roman"/>
          <w:sz w:val="28"/>
          <w:szCs w:val="28"/>
        </w:rPr>
        <w:t>оддержать заявление Союза малых городов Российской Федерации «Сохраним России малые города», поступившее в Ярославскую областную Думу</w:t>
      </w:r>
      <w:r w:rsidRPr="00A26C8D">
        <w:rPr>
          <w:rFonts w:ascii="Times New Roman" w:hAnsi="Times New Roman"/>
          <w:sz w:val="28"/>
          <w:szCs w:val="28"/>
          <w:lang w:eastAsia="ru-RU"/>
        </w:rPr>
        <w:t>.</w:t>
      </w:r>
    </w:p>
    <w:p w:rsidR="00667094" w:rsidRPr="00A26C8D" w:rsidRDefault="00667094" w:rsidP="00A26C8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6C8D">
        <w:rPr>
          <w:rFonts w:ascii="Times New Roman" w:hAnsi="Times New Roman"/>
          <w:sz w:val="28"/>
          <w:szCs w:val="28"/>
          <w:lang w:eastAsia="ru-RU"/>
        </w:rPr>
        <w:t>2</w:t>
      </w:r>
      <w:bookmarkStart w:id="0" w:name="_GoBack"/>
      <w:bookmarkEnd w:id="0"/>
      <w:r w:rsidRPr="00A26C8D">
        <w:rPr>
          <w:rFonts w:ascii="Times New Roman" w:hAnsi="Times New Roman"/>
          <w:sz w:val="28"/>
          <w:szCs w:val="28"/>
          <w:lang w:eastAsia="ru-RU"/>
        </w:rPr>
        <w:t xml:space="preserve">. Направить настоящее Постановление президенту Союза </w:t>
      </w:r>
      <w:r w:rsidRPr="00A26C8D">
        <w:rPr>
          <w:rFonts w:ascii="Times New Roman" w:hAnsi="Times New Roman"/>
          <w:sz w:val="28"/>
          <w:szCs w:val="28"/>
        </w:rPr>
        <w:t>малых гор</w:t>
      </w:r>
      <w:r w:rsidRPr="00A26C8D">
        <w:rPr>
          <w:rFonts w:ascii="Times New Roman" w:hAnsi="Times New Roman"/>
          <w:sz w:val="28"/>
          <w:szCs w:val="28"/>
        </w:rPr>
        <w:t>о</w:t>
      </w:r>
      <w:r w:rsidRPr="00A26C8D">
        <w:rPr>
          <w:rFonts w:ascii="Times New Roman" w:hAnsi="Times New Roman"/>
          <w:sz w:val="28"/>
          <w:szCs w:val="28"/>
        </w:rPr>
        <w:t>дов Российской Федерации Е.М. Маркову.</w:t>
      </w:r>
    </w:p>
    <w:p w:rsidR="00667094" w:rsidRPr="00A26C8D" w:rsidRDefault="00667094" w:rsidP="00A26C8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6C8D">
        <w:rPr>
          <w:rFonts w:ascii="Times New Roman" w:hAnsi="Times New Roman"/>
          <w:sz w:val="28"/>
          <w:szCs w:val="28"/>
          <w:lang w:eastAsia="ru-RU"/>
        </w:rPr>
        <w:t xml:space="preserve">3. Настоящее Постановление </w:t>
      </w:r>
      <w:r w:rsidRPr="00A26C8D">
        <w:rPr>
          <w:rFonts w:ascii="Times New Roman" w:hAnsi="Times New Roman"/>
          <w:sz w:val="28"/>
          <w:szCs w:val="28"/>
        </w:rPr>
        <w:t>вступает в силу со дня его принятия</w:t>
      </w:r>
      <w:r w:rsidRPr="00A26C8D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667094" w:rsidRPr="00A26C8D" w:rsidRDefault="00667094" w:rsidP="00A26C8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67094" w:rsidRPr="00A26C8D" w:rsidRDefault="00667094" w:rsidP="00A26C8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67094" w:rsidRPr="00A26C8D" w:rsidRDefault="00667094" w:rsidP="00A26C8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67094" w:rsidRPr="00A26C8D" w:rsidRDefault="00667094" w:rsidP="00A26C8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6C8D">
        <w:rPr>
          <w:rFonts w:ascii="Times New Roman" w:hAnsi="Times New Roman"/>
          <w:sz w:val="28"/>
          <w:szCs w:val="28"/>
          <w:lang w:eastAsia="ru-RU"/>
        </w:rPr>
        <w:t>Председатель</w:t>
      </w:r>
    </w:p>
    <w:p w:rsidR="00667094" w:rsidRPr="00A26C8D" w:rsidRDefault="00667094" w:rsidP="00A26C8D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A26C8D">
        <w:rPr>
          <w:rFonts w:ascii="Times New Roman" w:hAnsi="Times New Roman"/>
          <w:sz w:val="28"/>
          <w:szCs w:val="28"/>
          <w:lang w:eastAsia="ru-RU"/>
        </w:rPr>
        <w:t>Ярославской областной Думы                                                         В.В. Рогоцкий</w:t>
      </w:r>
    </w:p>
    <w:sectPr w:rsidR="00667094" w:rsidRPr="00A26C8D" w:rsidSect="00A26C8D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1CC7"/>
    <w:rsid w:val="00010A96"/>
    <w:rsid w:val="00012408"/>
    <w:rsid w:val="000141F7"/>
    <w:rsid w:val="0001540A"/>
    <w:rsid w:val="00016561"/>
    <w:rsid w:val="00016A33"/>
    <w:rsid w:val="000203F3"/>
    <w:rsid w:val="000251F6"/>
    <w:rsid w:val="00025B57"/>
    <w:rsid w:val="000272CE"/>
    <w:rsid w:val="00032F4B"/>
    <w:rsid w:val="00043868"/>
    <w:rsid w:val="00044A98"/>
    <w:rsid w:val="000479E9"/>
    <w:rsid w:val="00050585"/>
    <w:rsid w:val="0005216E"/>
    <w:rsid w:val="00056CC3"/>
    <w:rsid w:val="00061E01"/>
    <w:rsid w:val="00062939"/>
    <w:rsid w:val="000834AC"/>
    <w:rsid w:val="000872F8"/>
    <w:rsid w:val="000A33FE"/>
    <w:rsid w:val="000A3FE3"/>
    <w:rsid w:val="000A5D77"/>
    <w:rsid w:val="000B0A1B"/>
    <w:rsid w:val="000B0DE2"/>
    <w:rsid w:val="000C1B88"/>
    <w:rsid w:val="000C387B"/>
    <w:rsid w:val="000C7EA7"/>
    <w:rsid w:val="000D2FFA"/>
    <w:rsid w:val="000D4FE4"/>
    <w:rsid w:val="000D7D48"/>
    <w:rsid w:val="000E0761"/>
    <w:rsid w:val="000E4217"/>
    <w:rsid w:val="000E7330"/>
    <w:rsid w:val="000E75D0"/>
    <w:rsid w:val="000F1EBA"/>
    <w:rsid w:val="000F4AC6"/>
    <w:rsid w:val="00103045"/>
    <w:rsid w:val="00106FDD"/>
    <w:rsid w:val="00107E35"/>
    <w:rsid w:val="001102B7"/>
    <w:rsid w:val="0011125C"/>
    <w:rsid w:val="001145D2"/>
    <w:rsid w:val="001277D4"/>
    <w:rsid w:val="00132928"/>
    <w:rsid w:val="00133125"/>
    <w:rsid w:val="00134A5B"/>
    <w:rsid w:val="001506F9"/>
    <w:rsid w:val="00157ECD"/>
    <w:rsid w:val="00163E79"/>
    <w:rsid w:val="00172AD0"/>
    <w:rsid w:val="00176174"/>
    <w:rsid w:val="001826E5"/>
    <w:rsid w:val="0018510B"/>
    <w:rsid w:val="0018731E"/>
    <w:rsid w:val="001A1CFB"/>
    <w:rsid w:val="001B4E9D"/>
    <w:rsid w:val="001C09F9"/>
    <w:rsid w:val="001C6259"/>
    <w:rsid w:val="001C74C8"/>
    <w:rsid w:val="001F1A48"/>
    <w:rsid w:val="001F55AE"/>
    <w:rsid w:val="00203FE6"/>
    <w:rsid w:val="00206941"/>
    <w:rsid w:val="00222047"/>
    <w:rsid w:val="002275FE"/>
    <w:rsid w:val="002310BB"/>
    <w:rsid w:val="00235121"/>
    <w:rsid w:val="002410DA"/>
    <w:rsid w:val="00241F03"/>
    <w:rsid w:val="00250695"/>
    <w:rsid w:val="0025458C"/>
    <w:rsid w:val="002547B7"/>
    <w:rsid w:val="00255BF8"/>
    <w:rsid w:val="00274A81"/>
    <w:rsid w:val="002806CF"/>
    <w:rsid w:val="002A3FFE"/>
    <w:rsid w:val="002C0D1C"/>
    <w:rsid w:val="002C168D"/>
    <w:rsid w:val="002C55CD"/>
    <w:rsid w:val="002C5BB7"/>
    <w:rsid w:val="002E5321"/>
    <w:rsid w:val="002F1F4B"/>
    <w:rsid w:val="002F2B28"/>
    <w:rsid w:val="00301265"/>
    <w:rsid w:val="00301535"/>
    <w:rsid w:val="00321C86"/>
    <w:rsid w:val="0032349C"/>
    <w:rsid w:val="00341FE7"/>
    <w:rsid w:val="00345CD1"/>
    <w:rsid w:val="0035106A"/>
    <w:rsid w:val="00355107"/>
    <w:rsid w:val="00364EC4"/>
    <w:rsid w:val="003663F0"/>
    <w:rsid w:val="00375AA3"/>
    <w:rsid w:val="0037724A"/>
    <w:rsid w:val="00385D20"/>
    <w:rsid w:val="00386219"/>
    <w:rsid w:val="003937BF"/>
    <w:rsid w:val="003A476B"/>
    <w:rsid w:val="003B09E9"/>
    <w:rsid w:val="003B7B8C"/>
    <w:rsid w:val="003C1336"/>
    <w:rsid w:val="003D105E"/>
    <w:rsid w:val="003D24C1"/>
    <w:rsid w:val="003D2E1B"/>
    <w:rsid w:val="003E2092"/>
    <w:rsid w:val="003F40E7"/>
    <w:rsid w:val="003F628F"/>
    <w:rsid w:val="003F691E"/>
    <w:rsid w:val="00400FD0"/>
    <w:rsid w:val="004016D7"/>
    <w:rsid w:val="00402C83"/>
    <w:rsid w:val="00403E0D"/>
    <w:rsid w:val="00407933"/>
    <w:rsid w:val="00410485"/>
    <w:rsid w:val="00410AAD"/>
    <w:rsid w:val="004304F4"/>
    <w:rsid w:val="0043080F"/>
    <w:rsid w:val="00436D48"/>
    <w:rsid w:val="00436E54"/>
    <w:rsid w:val="00447016"/>
    <w:rsid w:val="00453E1B"/>
    <w:rsid w:val="00454B0A"/>
    <w:rsid w:val="00456747"/>
    <w:rsid w:val="00465E4C"/>
    <w:rsid w:val="004674BC"/>
    <w:rsid w:val="0047085B"/>
    <w:rsid w:val="00470EB8"/>
    <w:rsid w:val="00480FBA"/>
    <w:rsid w:val="00492C40"/>
    <w:rsid w:val="004930BF"/>
    <w:rsid w:val="00495BE8"/>
    <w:rsid w:val="00497992"/>
    <w:rsid w:val="004A75F5"/>
    <w:rsid w:val="004B033E"/>
    <w:rsid w:val="004B32B7"/>
    <w:rsid w:val="004B3929"/>
    <w:rsid w:val="004B5481"/>
    <w:rsid w:val="004D6359"/>
    <w:rsid w:val="004D7122"/>
    <w:rsid w:val="004E7CBC"/>
    <w:rsid w:val="004E7E5D"/>
    <w:rsid w:val="004F5637"/>
    <w:rsid w:val="00500A55"/>
    <w:rsid w:val="005055CC"/>
    <w:rsid w:val="005069C0"/>
    <w:rsid w:val="005109AC"/>
    <w:rsid w:val="00511085"/>
    <w:rsid w:val="00513848"/>
    <w:rsid w:val="00514FA0"/>
    <w:rsid w:val="0052124E"/>
    <w:rsid w:val="00523D4C"/>
    <w:rsid w:val="0053193F"/>
    <w:rsid w:val="00540FFC"/>
    <w:rsid w:val="00541E29"/>
    <w:rsid w:val="0054255A"/>
    <w:rsid w:val="00546441"/>
    <w:rsid w:val="00546DDD"/>
    <w:rsid w:val="005645D4"/>
    <w:rsid w:val="00573656"/>
    <w:rsid w:val="0057589D"/>
    <w:rsid w:val="0058240C"/>
    <w:rsid w:val="005844BC"/>
    <w:rsid w:val="00596C30"/>
    <w:rsid w:val="005A3BD6"/>
    <w:rsid w:val="005A5E19"/>
    <w:rsid w:val="005B144F"/>
    <w:rsid w:val="005B60F2"/>
    <w:rsid w:val="005B66F3"/>
    <w:rsid w:val="005B7715"/>
    <w:rsid w:val="005B781D"/>
    <w:rsid w:val="005C4DB0"/>
    <w:rsid w:val="005C5335"/>
    <w:rsid w:val="005D1044"/>
    <w:rsid w:val="005D2831"/>
    <w:rsid w:val="005D66DB"/>
    <w:rsid w:val="005E1CE0"/>
    <w:rsid w:val="005E2644"/>
    <w:rsid w:val="005F0789"/>
    <w:rsid w:val="005F4381"/>
    <w:rsid w:val="005F6B5D"/>
    <w:rsid w:val="005F7FD6"/>
    <w:rsid w:val="00605198"/>
    <w:rsid w:val="00612DEF"/>
    <w:rsid w:val="00613C02"/>
    <w:rsid w:val="006156EC"/>
    <w:rsid w:val="006165E3"/>
    <w:rsid w:val="0063263A"/>
    <w:rsid w:val="00635749"/>
    <w:rsid w:val="00642DF8"/>
    <w:rsid w:val="00657672"/>
    <w:rsid w:val="006643AF"/>
    <w:rsid w:val="0066506D"/>
    <w:rsid w:val="00667094"/>
    <w:rsid w:val="00675155"/>
    <w:rsid w:val="006918AB"/>
    <w:rsid w:val="006943F3"/>
    <w:rsid w:val="0069585D"/>
    <w:rsid w:val="006A2827"/>
    <w:rsid w:val="006A2FCD"/>
    <w:rsid w:val="006A4032"/>
    <w:rsid w:val="006A7605"/>
    <w:rsid w:val="006B105F"/>
    <w:rsid w:val="006C0B8E"/>
    <w:rsid w:val="006C2BAF"/>
    <w:rsid w:val="006D1F6A"/>
    <w:rsid w:val="006D5507"/>
    <w:rsid w:val="006D627C"/>
    <w:rsid w:val="006D7995"/>
    <w:rsid w:val="006E0EC4"/>
    <w:rsid w:val="006E1808"/>
    <w:rsid w:val="006E1EC6"/>
    <w:rsid w:val="006E50B4"/>
    <w:rsid w:val="006E5F3F"/>
    <w:rsid w:val="00704F25"/>
    <w:rsid w:val="00710D48"/>
    <w:rsid w:val="007177CF"/>
    <w:rsid w:val="007178D5"/>
    <w:rsid w:val="007216BF"/>
    <w:rsid w:val="00724A32"/>
    <w:rsid w:val="007264CE"/>
    <w:rsid w:val="007279BC"/>
    <w:rsid w:val="00731FFA"/>
    <w:rsid w:val="00732181"/>
    <w:rsid w:val="00734BD2"/>
    <w:rsid w:val="0073617F"/>
    <w:rsid w:val="00737FA8"/>
    <w:rsid w:val="00742F1A"/>
    <w:rsid w:val="00751289"/>
    <w:rsid w:val="00762281"/>
    <w:rsid w:val="00764791"/>
    <w:rsid w:val="00765FEC"/>
    <w:rsid w:val="00771FA8"/>
    <w:rsid w:val="0077288C"/>
    <w:rsid w:val="007929D0"/>
    <w:rsid w:val="007973C7"/>
    <w:rsid w:val="007A5E78"/>
    <w:rsid w:val="007B3846"/>
    <w:rsid w:val="007B3D9E"/>
    <w:rsid w:val="007B5493"/>
    <w:rsid w:val="007B6DA6"/>
    <w:rsid w:val="007C42C7"/>
    <w:rsid w:val="007D330F"/>
    <w:rsid w:val="007D445E"/>
    <w:rsid w:val="007E19BF"/>
    <w:rsid w:val="007E3AC7"/>
    <w:rsid w:val="007F1859"/>
    <w:rsid w:val="007F4C3F"/>
    <w:rsid w:val="007F5C69"/>
    <w:rsid w:val="007F7D42"/>
    <w:rsid w:val="008000D4"/>
    <w:rsid w:val="00800DCC"/>
    <w:rsid w:val="00802667"/>
    <w:rsid w:val="0081053E"/>
    <w:rsid w:val="00810C43"/>
    <w:rsid w:val="00811DEE"/>
    <w:rsid w:val="00811EB8"/>
    <w:rsid w:val="0081243F"/>
    <w:rsid w:val="00834752"/>
    <w:rsid w:val="00845C3C"/>
    <w:rsid w:val="0084629B"/>
    <w:rsid w:val="008463FD"/>
    <w:rsid w:val="00856B06"/>
    <w:rsid w:val="0086262D"/>
    <w:rsid w:val="00867253"/>
    <w:rsid w:val="008722CF"/>
    <w:rsid w:val="00882AE6"/>
    <w:rsid w:val="0088718C"/>
    <w:rsid w:val="00890E41"/>
    <w:rsid w:val="00894638"/>
    <w:rsid w:val="00894840"/>
    <w:rsid w:val="008953EB"/>
    <w:rsid w:val="008A0444"/>
    <w:rsid w:val="008A3C70"/>
    <w:rsid w:val="008A42F1"/>
    <w:rsid w:val="008A7B95"/>
    <w:rsid w:val="008B71A7"/>
    <w:rsid w:val="008C3BBE"/>
    <w:rsid w:val="008D5443"/>
    <w:rsid w:val="008F4D70"/>
    <w:rsid w:val="008F54DC"/>
    <w:rsid w:val="008F5BFF"/>
    <w:rsid w:val="008F681A"/>
    <w:rsid w:val="008F78C5"/>
    <w:rsid w:val="00905305"/>
    <w:rsid w:val="009102AB"/>
    <w:rsid w:val="00930835"/>
    <w:rsid w:val="00931CAD"/>
    <w:rsid w:val="009419AC"/>
    <w:rsid w:val="00942319"/>
    <w:rsid w:val="00942618"/>
    <w:rsid w:val="00942EB0"/>
    <w:rsid w:val="00952A1B"/>
    <w:rsid w:val="0095769C"/>
    <w:rsid w:val="00962932"/>
    <w:rsid w:val="009659DF"/>
    <w:rsid w:val="00967AF4"/>
    <w:rsid w:val="00971136"/>
    <w:rsid w:val="00973DC7"/>
    <w:rsid w:val="00977D4E"/>
    <w:rsid w:val="00987693"/>
    <w:rsid w:val="009A1238"/>
    <w:rsid w:val="009A58AA"/>
    <w:rsid w:val="009B0A75"/>
    <w:rsid w:val="009B785D"/>
    <w:rsid w:val="009D099B"/>
    <w:rsid w:val="009E381A"/>
    <w:rsid w:val="009E73FE"/>
    <w:rsid w:val="009F2B2C"/>
    <w:rsid w:val="009F2BDA"/>
    <w:rsid w:val="009F38AA"/>
    <w:rsid w:val="00A05C5A"/>
    <w:rsid w:val="00A06ABF"/>
    <w:rsid w:val="00A07B56"/>
    <w:rsid w:val="00A10A92"/>
    <w:rsid w:val="00A11336"/>
    <w:rsid w:val="00A1712E"/>
    <w:rsid w:val="00A24ADE"/>
    <w:rsid w:val="00A25F69"/>
    <w:rsid w:val="00A26C8D"/>
    <w:rsid w:val="00A334E8"/>
    <w:rsid w:val="00A41EEF"/>
    <w:rsid w:val="00A52406"/>
    <w:rsid w:val="00A6072F"/>
    <w:rsid w:val="00A6582A"/>
    <w:rsid w:val="00A70667"/>
    <w:rsid w:val="00A73768"/>
    <w:rsid w:val="00A8613D"/>
    <w:rsid w:val="00A96E56"/>
    <w:rsid w:val="00A973D0"/>
    <w:rsid w:val="00AA0FDD"/>
    <w:rsid w:val="00AA1212"/>
    <w:rsid w:val="00AA6273"/>
    <w:rsid w:val="00AA79B1"/>
    <w:rsid w:val="00AB365B"/>
    <w:rsid w:val="00AC0553"/>
    <w:rsid w:val="00AC251E"/>
    <w:rsid w:val="00AC3E73"/>
    <w:rsid w:val="00AC42C5"/>
    <w:rsid w:val="00AF3458"/>
    <w:rsid w:val="00AF5BE3"/>
    <w:rsid w:val="00B06C3B"/>
    <w:rsid w:val="00B16308"/>
    <w:rsid w:val="00B21BC0"/>
    <w:rsid w:val="00B24ED9"/>
    <w:rsid w:val="00B2566C"/>
    <w:rsid w:val="00B33588"/>
    <w:rsid w:val="00B416B6"/>
    <w:rsid w:val="00B4179C"/>
    <w:rsid w:val="00B41E28"/>
    <w:rsid w:val="00B45C4E"/>
    <w:rsid w:val="00B4652B"/>
    <w:rsid w:val="00B50C0A"/>
    <w:rsid w:val="00B53C9D"/>
    <w:rsid w:val="00B54B0A"/>
    <w:rsid w:val="00B57992"/>
    <w:rsid w:val="00B6059E"/>
    <w:rsid w:val="00B6122E"/>
    <w:rsid w:val="00B62F94"/>
    <w:rsid w:val="00B676EB"/>
    <w:rsid w:val="00B67B96"/>
    <w:rsid w:val="00B71ACA"/>
    <w:rsid w:val="00B76139"/>
    <w:rsid w:val="00B762E8"/>
    <w:rsid w:val="00B83B8F"/>
    <w:rsid w:val="00B93285"/>
    <w:rsid w:val="00B94A38"/>
    <w:rsid w:val="00BA4CD0"/>
    <w:rsid w:val="00BA7A7E"/>
    <w:rsid w:val="00BB024D"/>
    <w:rsid w:val="00BB04DE"/>
    <w:rsid w:val="00BB23BB"/>
    <w:rsid w:val="00BB3AA0"/>
    <w:rsid w:val="00BB49F9"/>
    <w:rsid w:val="00BC1741"/>
    <w:rsid w:val="00BC1FE5"/>
    <w:rsid w:val="00BC6143"/>
    <w:rsid w:val="00BD2152"/>
    <w:rsid w:val="00BD3375"/>
    <w:rsid w:val="00BD3D82"/>
    <w:rsid w:val="00BD65F9"/>
    <w:rsid w:val="00BD7566"/>
    <w:rsid w:val="00BE635F"/>
    <w:rsid w:val="00BF29C0"/>
    <w:rsid w:val="00C122C7"/>
    <w:rsid w:val="00C126E7"/>
    <w:rsid w:val="00C13559"/>
    <w:rsid w:val="00C2104C"/>
    <w:rsid w:val="00C2105A"/>
    <w:rsid w:val="00C34C1C"/>
    <w:rsid w:val="00C42084"/>
    <w:rsid w:val="00C526A5"/>
    <w:rsid w:val="00C526D1"/>
    <w:rsid w:val="00C55F92"/>
    <w:rsid w:val="00C566B6"/>
    <w:rsid w:val="00C56A40"/>
    <w:rsid w:val="00C645F1"/>
    <w:rsid w:val="00C65249"/>
    <w:rsid w:val="00C71FAE"/>
    <w:rsid w:val="00C8477C"/>
    <w:rsid w:val="00CA52BB"/>
    <w:rsid w:val="00CA68C8"/>
    <w:rsid w:val="00CC4AB6"/>
    <w:rsid w:val="00CD0A6E"/>
    <w:rsid w:val="00CD2821"/>
    <w:rsid w:val="00CD44A9"/>
    <w:rsid w:val="00CD6E44"/>
    <w:rsid w:val="00CE0A6D"/>
    <w:rsid w:val="00CE376A"/>
    <w:rsid w:val="00CF013D"/>
    <w:rsid w:val="00D01CC7"/>
    <w:rsid w:val="00D327C3"/>
    <w:rsid w:val="00D34893"/>
    <w:rsid w:val="00D47A1F"/>
    <w:rsid w:val="00D61CBE"/>
    <w:rsid w:val="00D63F5E"/>
    <w:rsid w:val="00D64498"/>
    <w:rsid w:val="00D645CD"/>
    <w:rsid w:val="00D66CAA"/>
    <w:rsid w:val="00D74955"/>
    <w:rsid w:val="00D774BE"/>
    <w:rsid w:val="00D8251B"/>
    <w:rsid w:val="00D838F7"/>
    <w:rsid w:val="00D86026"/>
    <w:rsid w:val="00D861B4"/>
    <w:rsid w:val="00D91382"/>
    <w:rsid w:val="00DA0709"/>
    <w:rsid w:val="00DA50F6"/>
    <w:rsid w:val="00DA561D"/>
    <w:rsid w:val="00DB1E95"/>
    <w:rsid w:val="00DB51BD"/>
    <w:rsid w:val="00DB75A8"/>
    <w:rsid w:val="00DB7D33"/>
    <w:rsid w:val="00DC0582"/>
    <w:rsid w:val="00DC1CE4"/>
    <w:rsid w:val="00DC30C1"/>
    <w:rsid w:val="00DC367C"/>
    <w:rsid w:val="00DC3853"/>
    <w:rsid w:val="00DC767C"/>
    <w:rsid w:val="00DD20F5"/>
    <w:rsid w:val="00DD5E1B"/>
    <w:rsid w:val="00DE4C1B"/>
    <w:rsid w:val="00DE6D5A"/>
    <w:rsid w:val="00DF27AB"/>
    <w:rsid w:val="00E11AAD"/>
    <w:rsid w:val="00E12B2D"/>
    <w:rsid w:val="00E27C7A"/>
    <w:rsid w:val="00E36562"/>
    <w:rsid w:val="00E40260"/>
    <w:rsid w:val="00E4171B"/>
    <w:rsid w:val="00E41B4B"/>
    <w:rsid w:val="00E41E7A"/>
    <w:rsid w:val="00E427E2"/>
    <w:rsid w:val="00E42F55"/>
    <w:rsid w:val="00E5026C"/>
    <w:rsid w:val="00E51266"/>
    <w:rsid w:val="00E52CF5"/>
    <w:rsid w:val="00E560B5"/>
    <w:rsid w:val="00E7133D"/>
    <w:rsid w:val="00E72BC5"/>
    <w:rsid w:val="00E73859"/>
    <w:rsid w:val="00E74A9C"/>
    <w:rsid w:val="00E74C82"/>
    <w:rsid w:val="00E863AD"/>
    <w:rsid w:val="00E94E79"/>
    <w:rsid w:val="00E950F6"/>
    <w:rsid w:val="00EA6F48"/>
    <w:rsid w:val="00EB00AD"/>
    <w:rsid w:val="00EB1E6F"/>
    <w:rsid w:val="00EC1C8F"/>
    <w:rsid w:val="00EC4100"/>
    <w:rsid w:val="00EC64B2"/>
    <w:rsid w:val="00EC6943"/>
    <w:rsid w:val="00EC6AD0"/>
    <w:rsid w:val="00ED03D8"/>
    <w:rsid w:val="00ED10A7"/>
    <w:rsid w:val="00ED4ABC"/>
    <w:rsid w:val="00ED4BC8"/>
    <w:rsid w:val="00EE278B"/>
    <w:rsid w:val="00EE425E"/>
    <w:rsid w:val="00EE48A4"/>
    <w:rsid w:val="00EF4CDA"/>
    <w:rsid w:val="00F04749"/>
    <w:rsid w:val="00F10853"/>
    <w:rsid w:val="00F23E7A"/>
    <w:rsid w:val="00F252BA"/>
    <w:rsid w:val="00F310A5"/>
    <w:rsid w:val="00F35689"/>
    <w:rsid w:val="00F46070"/>
    <w:rsid w:val="00F46A8D"/>
    <w:rsid w:val="00F4756C"/>
    <w:rsid w:val="00F502C0"/>
    <w:rsid w:val="00F57620"/>
    <w:rsid w:val="00F82D64"/>
    <w:rsid w:val="00F87B2D"/>
    <w:rsid w:val="00F93CC5"/>
    <w:rsid w:val="00FA05EA"/>
    <w:rsid w:val="00FA40F2"/>
    <w:rsid w:val="00FA56D7"/>
    <w:rsid w:val="00FA686E"/>
    <w:rsid w:val="00FB1C01"/>
    <w:rsid w:val="00FB6B25"/>
    <w:rsid w:val="00FC10A2"/>
    <w:rsid w:val="00FC2E05"/>
    <w:rsid w:val="00FC4195"/>
    <w:rsid w:val="00FC5936"/>
    <w:rsid w:val="00FD112B"/>
    <w:rsid w:val="00FD2402"/>
    <w:rsid w:val="00FD7D6A"/>
    <w:rsid w:val="00FE3F6E"/>
    <w:rsid w:val="00FE5893"/>
    <w:rsid w:val="00FF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A1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26C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1</Pages>
  <Words>96</Words>
  <Characters>550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5</cp:revision>
  <cp:lastPrinted>2012-04-27T11:25:00Z</cp:lastPrinted>
  <dcterms:created xsi:type="dcterms:W3CDTF">2012-04-17T08:11:00Z</dcterms:created>
  <dcterms:modified xsi:type="dcterms:W3CDTF">2012-05-02T05:35:00Z</dcterms:modified>
</cp:coreProperties>
</file>