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95FB4" w:rsidTr="00F93CC5">
        <w:tc>
          <w:tcPr>
            <w:tcW w:w="709" w:type="dxa"/>
          </w:tcPr>
          <w:p w:rsidR="00895FB4" w:rsidRDefault="00895FB4" w:rsidP="00F93CC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FB4" w:rsidRDefault="00895FB4" w:rsidP="00F93CC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27.04.2012</w:t>
            </w:r>
          </w:p>
        </w:tc>
        <w:tc>
          <w:tcPr>
            <w:tcW w:w="3260" w:type="dxa"/>
          </w:tcPr>
          <w:p w:rsidR="00895FB4" w:rsidRDefault="00895FB4" w:rsidP="00F93CC5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895FB4" w:rsidRDefault="00895FB4" w:rsidP="00F93CC5">
            <w:pPr>
              <w:widowControl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FB4" w:rsidRDefault="00895FB4" w:rsidP="00F93CC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</w:tr>
    </w:tbl>
    <w:p w:rsidR="00895FB4" w:rsidRDefault="00895FB4" w:rsidP="00EB4758">
      <w:pPr>
        <w:jc w:val="both"/>
        <w:rPr>
          <w:sz w:val="28"/>
          <w:szCs w:val="28"/>
        </w:rPr>
      </w:pPr>
    </w:p>
    <w:p w:rsidR="00895FB4" w:rsidRDefault="00895FB4" w:rsidP="00EB4758">
      <w:pPr>
        <w:jc w:val="both"/>
        <w:rPr>
          <w:sz w:val="28"/>
          <w:szCs w:val="28"/>
        </w:rPr>
      </w:pPr>
    </w:p>
    <w:p w:rsidR="00895FB4" w:rsidRDefault="00895FB4" w:rsidP="00EB4758">
      <w:pPr>
        <w:jc w:val="both"/>
        <w:rPr>
          <w:sz w:val="28"/>
          <w:szCs w:val="28"/>
        </w:rPr>
      </w:pPr>
    </w:p>
    <w:p w:rsidR="00895FB4" w:rsidRDefault="00895FB4" w:rsidP="00EB4758">
      <w:pPr>
        <w:jc w:val="both"/>
        <w:rPr>
          <w:sz w:val="28"/>
          <w:szCs w:val="28"/>
        </w:rPr>
      </w:pPr>
      <w:r w:rsidRPr="00515E0C">
        <w:rPr>
          <w:sz w:val="28"/>
          <w:szCs w:val="28"/>
        </w:rPr>
        <w:t xml:space="preserve">Об отчете о работе комитета </w:t>
      </w:r>
    </w:p>
    <w:p w:rsidR="00895FB4" w:rsidRDefault="00895FB4" w:rsidP="00EB4758">
      <w:pPr>
        <w:jc w:val="both"/>
        <w:rPr>
          <w:sz w:val="28"/>
          <w:szCs w:val="28"/>
        </w:rPr>
      </w:pPr>
      <w:r w:rsidRPr="00515E0C">
        <w:rPr>
          <w:sz w:val="28"/>
          <w:szCs w:val="28"/>
        </w:rPr>
        <w:t xml:space="preserve">Ярославской областной Думы </w:t>
      </w:r>
    </w:p>
    <w:p w:rsidR="00895FB4" w:rsidRDefault="00895FB4" w:rsidP="00EB4758">
      <w:pPr>
        <w:jc w:val="both"/>
        <w:rPr>
          <w:sz w:val="28"/>
          <w:szCs w:val="28"/>
        </w:rPr>
      </w:pPr>
      <w:r w:rsidRPr="00515E0C">
        <w:rPr>
          <w:sz w:val="28"/>
          <w:szCs w:val="28"/>
        </w:rPr>
        <w:t xml:space="preserve">по аграрной политике, экологии и </w:t>
      </w:r>
    </w:p>
    <w:p w:rsidR="00895FB4" w:rsidRDefault="00895FB4" w:rsidP="00EB4758">
      <w:pPr>
        <w:jc w:val="both"/>
        <w:rPr>
          <w:sz w:val="28"/>
          <w:szCs w:val="28"/>
        </w:rPr>
      </w:pPr>
      <w:r w:rsidRPr="00515E0C">
        <w:rPr>
          <w:sz w:val="28"/>
          <w:szCs w:val="28"/>
        </w:rPr>
        <w:t xml:space="preserve">природопользованию за прошедший период </w:t>
      </w:r>
    </w:p>
    <w:p w:rsidR="00895FB4" w:rsidRPr="00515E0C" w:rsidRDefault="00895FB4" w:rsidP="00EB4758">
      <w:pPr>
        <w:jc w:val="both"/>
        <w:rPr>
          <w:sz w:val="28"/>
          <w:szCs w:val="28"/>
        </w:rPr>
      </w:pPr>
      <w:r>
        <w:rPr>
          <w:sz w:val="28"/>
          <w:szCs w:val="28"/>
        </w:rPr>
        <w:t>(апрель 2011 года – март 2012</w:t>
      </w:r>
      <w:r w:rsidRPr="00515E0C">
        <w:rPr>
          <w:sz w:val="28"/>
          <w:szCs w:val="28"/>
        </w:rPr>
        <w:t xml:space="preserve"> года)</w:t>
      </w:r>
    </w:p>
    <w:p w:rsidR="00895FB4" w:rsidRDefault="00895FB4" w:rsidP="00EB4758">
      <w:pPr>
        <w:ind w:firstLine="720"/>
        <w:jc w:val="both"/>
        <w:rPr>
          <w:sz w:val="28"/>
        </w:rPr>
      </w:pPr>
    </w:p>
    <w:p w:rsidR="00895FB4" w:rsidRDefault="00895FB4" w:rsidP="00EB4758">
      <w:pPr>
        <w:ind w:firstLine="720"/>
        <w:jc w:val="both"/>
        <w:rPr>
          <w:sz w:val="28"/>
        </w:rPr>
      </w:pPr>
    </w:p>
    <w:p w:rsidR="00895FB4" w:rsidRDefault="00895FB4" w:rsidP="00EB4758">
      <w:pPr>
        <w:ind w:firstLine="720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895FB4" w:rsidRDefault="00895FB4" w:rsidP="00EB4758">
      <w:pPr>
        <w:ind w:firstLine="720"/>
        <w:jc w:val="both"/>
        <w:rPr>
          <w:sz w:val="28"/>
        </w:rPr>
      </w:pPr>
    </w:p>
    <w:p w:rsidR="00895FB4" w:rsidRDefault="00895FB4" w:rsidP="00EB4758">
      <w:pPr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895FB4" w:rsidRDefault="00895FB4" w:rsidP="00EB4758">
      <w:pPr>
        <w:jc w:val="center"/>
        <w:rPr>
          <w:b/>
          <w:sz w:val="28"/>
        </w:rPr>
      </w:pPr>
    </w:p>
    <w:p w:rsidR="00895FB4" w:rsidRDefault="00895FB4" w:rsidP="00EB4758">
      <w:pPr>
        <w:ind w:firstLine="708"/>
        <w:jc w:val="both"/>
        <w:rPr>
          <w:sz w:val="28"/>
          <w:szCs w:val="28"/>
        </w:rPr>
      </w:pPr>
      <w:r w:rsidRPr="00515E0C">
        <w:rPr>
          <w:sz w:val="28"/>
          <w:szCs w:val="28"/>
        </w:rPr>
        <w:t>Утвердить прилагаемый отчет о работе комитета Ярославской облас</w:t>
      </w:r>
      <w:r w:rsidRPr="00515E0C">
        <w:rPr>
          <w:sz w:val="28"/>
          <w:szCs w:val="28"/>
        </w:rPr>
        <w:t>т</w:t>
      </w:r>
      <w:r w:rsidRPr="00515E0C">
        <w:rPr>
          <w:sz w:val="28"/>
          <w:szCs w:val="28"/>
        </w:rPr>
        <w:t>ной Думы по аграрной полит</w:t>
      </w:r>
      <w:bookmarkStart w:id="0" w:name="_GoBack"/>
      <w:bookmarkEnd w:id="0"/>
      <w:r w:rsidRPr="00515E0C">
        <w:rPr>
          <w:sz w:val="28"/>
          <w:szCs w:val="28"/>
        </w:rPr>
        <w:t>ике, экологии и природопользованию за пр</w:t>
      </w:r>
      <w:r w:rsidRPr="00515E0C">
        <w:rPr>
          <w:sz w:val="28"/>
          <w:szCs w:val="28"/>
        </w:rPr>
        <w:t>о</w:t>
      </w:r>
      <w:r>
        <w:rPr>
          <w:sz w:val="28"/>
          <w:szCs w:val="28"/>
        </w:rPr>
        <w:t>шедший период (апрель 2011</w:t>
      </w:r>
      <w:r w:rsidRPr="00515E0C">
        <w:rPr>
          <w:sz w:val="28"/>
          <w:szCs w:val="28"/>
        </w:rPr>
        <w:t xml:space="preserve"> года – март 201</w:t>
      </w:r>
      <w:r>
        <w:rPr>
          <w:sz w:val="28"/>
          <w:szCs w:val="28"/>
        </w:rPr>
        <w:t>2</w:t>
      </w:r>
      <w:r w:rsidRPr="00515E0C">
        <w:rPr>
          <w:sz w:val="28"/>
          <w:szCs w:val="28"/>
        </w:rPr>
        <w:t xml:space="preserve"> года)</w:t>
      </w:r>
      <w:r>
        <w:rPr>
          <w:sz w:val="28"/>
          <w:szCs w:val="28"/>
        </w:rPr>
        <w:t>.</w:t>
      </w:r>
    </w:p>
    <w:p w:rsidR="00895FB4" w:rsidRPr="00515E0C" w:rsidRDefault="00895FB4" w:rsidP="00EB4758">
      <w:pPr>
        <w:ind w:firstLine="708"/>
        <w:jc w:val="both"/>
        <w:rPr>
          <w:sz w:val="28"/>
          <w:szCs w:val="28"/>
        </w:rPr>
      </w:pPr>
    </w:p>
    <w:p w:rsidR="00895FB4" w:rsidRPr="00515E0C" w:rsidRDefault="00895FB4" w:rsidP="00EB4758">
      <w:pPr>
        <w:rPr>
          <w:sz w:val="28"/>
          <w:szCs w:val="28"/>
        </w:rPr>
      </w:pPr>
    </w:p>
    <w:p w:rsidR="00895FB4" w:rsidRPr="00A711FE" w:rsidRDefault="00895FB4" w:rsidP="00EB4758"/>
    <w:p w:rsidR="00895FB4" w:rsidRDefault="00895FB4" w:rsidP="00EB4758">
      <w:pPr>
        <w:pStyle w:val="Heading3"/>
        <w:spacing w:line="240" w:lineRule="auto"/>
      </w:pPr>
      <w:r>
        <w:t xml:space="preserve">Председатель </w:t>
      </w:r>
    </w:p>
    <w:p w:rsidR="00895FB4" w:rsidRDefault="00895FB4" w:rsidP="00EB4758">
      <w:pPr>
        <w:pStyle w:val="Heading3"/>
        <w:spacing w:line="240" w:lineRule="auto"/>
      </w:pPr>
      <w:r>
        <w:t>Ярославской областной Думы                                                          В.В. Рогоцкий</w:t>
      </w:r>
    </w:p>
    <w:p w:rsidR="00895FB4" w:rsidRDefault="00895FB4" w:rsidP="00EB4758"/>
    <w:p w:rsidR="00895FB4" w:rsidRDefault="00895FB4"/>
    <w:sectPr w:rsidR="00895FB4" w:rsidSect="00606277">
      <w:pgSz w:w="11906" w:h="16838" w:code="9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758"/>
    <w:rsid w:val="00016E64"/>
    <w:rsid w:val="0009520E"/>
    <w:rsid w:val="000A3598"/>
    <w:rsid w:val="000A67C2"/>
    <w:rsid w:val="000B0DE0"/>
    <w:rsid w:val="000D35C5"/>
    <w:rsid w:val="00107C03"/>
    <w:rsid w:val="001925B0"/>
    <w:rsid w:val="001A463F"/>
    <w:rsid w:val="001C64A2"/>
    <w:rsid w:val="001F1AA8"/>
    <w:rsid w:val="0024494E"/>
    <w:rsid w:val="002459C7"/>
    <w:rsid w:val="0028523F"/>
    <w:rsid w:val="002B5D70"/>
    <w:rsid w:val="002D4463"/>
    <w:rsid w:val="002E7B76"/>
    <w:rsid w:val="0034767A"/>
    <w:rsid w:val="00351599"/>
    <w:rsid w:val="00377709"/>
    <w:rsid w:val="003C169A"/>
    <w:rsid w:val="003D6826"/>
    <w:rsid w:val="003E239B"/>
    <w:rsid w:val="003F491C"/>
    <w:rsid w:val="004059F1"/>
    <w:rsid w:val="0049233A"/>
    <w:rsid w:val="004F1E9F"/>
    <w:rsid w:val="00515E0C"/>
    <w:rsid w:val="00553635"/>
    <w:rsid w:val="00560343"/>
    <w:rsid w:val="006041C0"/>
    <w:rsid w:val="00606277"/>
    <w:rsid w:val="00616251"/>
    <w:rsid w:val="006440BD"/>
    <w:rsid w:val="0069747C"/>
    <w:rsid w:val="006B6BFA"/>
    <w:rsid w:val="006D0974"/>
    <w:rsid w:val="006D4E45"/>
    <w:rsid w:val="007518FC"/>
    <w:rsid w:val="007D7136"/>
    <w:rsid w:val="007D76B3"/>
    <w:rsid w:val="00840939"/>
    <w:rsid w:val="00855981"/>
    <w:rsid w:val="00895FB4"/>
    <w:rsid w:val="008F32FD"/>
    <w:rsid w:val="00920C3F"/>
    <w:rsid w:val="009C3D82"/>
    <w:rsid w:val="00A16BDB"/>
    <w:rsid w:val="00A711FE"/>
    <w:rsid w:val="00AD51F6"/>
    <w:rsid w:val="00B04510"/>
    <w:rsid w:val="00B24E2E"/>
    <w:rsid w:val="00B82627"/>
    <w:rsid w:val="00B84A34"/>
    <w:rsid w:val="00BE07A5"/>
    <w:rsid w:val="00BE511B"/>
    <w:rsid w:val="00C161BD"/>
    <w:rsid w:val="00C56A12"/>
    <w:rsid w:val="00CA1D1F"/>
    <w:rsid w:val="00CA6F18"/>
    <w:rsid w:val="00CF169B"/>
    <w:rsid w:val="00D23FD7"/>
    <w:rsid w:val="00D42747"/>
    <w:rsid w:val="00D63742"/>
    <w:rsid w:val="00D96732"/>
    <w:rsid w:val="00DC77F1"/>
    <w:rsid w:val="00DD6D3F"/>
    <w:rsid w:val="00DD6EA6"/>
    <w:rsid w:val="00E163BF"/>
    <w:rsid w:val="00E75EA1"/>
    <w:rsid w:val="00EA1FCC"/>
    <w:rsid w:val="00EB3B3E"/>
    <w:rsid w:val="00EB4758"/>
    <w:rsid w:val="00EB5B1E"/>
    <w:rsid w:val="00EE2645"/>
    <w:rsid w:val="00EE6DFB"/>
    <w:rsid w:val="00EF4A26"/>
    <w:rsid w:val="00F34260"/>
    <w:rsid w:val="00F93CC5"/>
    <w:rsid w:val="00FC0381"/>
    <w:rsid w:val="00FF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758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4758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B4758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D4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446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81</Words>
  <Characters>463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6</cp:revision>
  <cp:lastPrinted>2012-04-11T06:56:00Z</cp:lastPrinted>
  <dcterms:created xsi:type="dcterms:W3CDTF">2012-04-11T05:05:00Z</dcterms:created>
  <dcterms:modified xsi:type="dcterms:W3CDTF">2012-05-02T05:27:00Z</dcterms:modified>
</cp:coreProperties>
</file>