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C4E1D" w:rsidRPr="00AC21E6" w:rsidTr="00F93CC5">
        <w:tc>
          <w:tcPr>
            <w:tcW w:w="709" w:type="dxa"/>
          </w:tcPr>
          <w:p w:rsidR="00CC4E1D" w:rsidRPr="00AC21E6" w:rsidRDefault="00CC4E1D" w:rsidP="00AC21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C21E6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C4E1D" w:rsidRPr="00AC21E6" w:rsidRDefault="00CC4E1D" w:rsidP="00AC21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C21E6">
              <w:rPr>
                <w:rFonts w:ascii="Times New Roman" w:hAnsi="Times New Roman"/>
                <w:sz w:val="28"/>
              </w:rPr>
              <w:t>27.04.2012</w:t>
            </w:r>
          </w:p>
        </w:tc>
        <w:tc>
          <w:tcPr>
            <w:tcW w:w="3260" w:type="dxa"/>
          </w:tcPr>
          <w:p w:rsidR="00CC4E1D" w:rsidRPr="00AC21E6" w:rsidRDefault="00CC4E1D" w:rsidP="00AC21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CC4E1D" w:rsidRPr="00AC21E6" w:rsidRDefault="00CC4E1D" w:rsidP="00AC21E6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AC21E6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C4E1D" w:rsidRPr="00AC21E6" w:rsidRDefault="00CC4E1D" w:rsidP="00AC21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</w:t>
            </w:r>
          </w:p>
        </w:tc>
      </w:tr>
    </w:tbl>
    <w:p w:rsidR="00CC4E1D" w:rsidRPr="00AC21E6" w:rsidRDefault="00CC4E1D" w:rsidP="00AC21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4E1D" w:rsidRPr="00AC21E6" w:rsidRDefault="00CC4E1D" w:rsidP="00AC21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4E1D" w:rsidRPr="00AC21E6" w:rsidRDefault="00CC4E1D" w:rsidP="00AC21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4E1D" w:rsidRPr="00AC21E6" w:rsidRDefault="00CC4E1D" w:rsidP="00AC21E6">
      <w:pPr>
        <w:pStyle w:val="21"/>
        <w:ind w:firstLine="0"/>
        <w:rPr>
          <w:szCs w:val="28"/>
        </w:rPr>
      </w:pPr>
      <w:r w:rsidRPr="00AC21E6">
        <w:rPr>
          <w:szCs w:val="28"/>
        </w:rPr>
        <w:t xml:space="preserve">О Законе Ярославской области </w:t>
      </w:r>
    </w:p>
    <w:p w:rsidR="00CC4E1D" w:rsidRPr="00AC21E6" w:rsidRDefault="00CC4E1D" w:rsidP="00AC21E6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AC21E6">
        <w:rPr>
          <w:rFonts w:ascii="Times New Roman" w:hAnsi="Times New Roman"/>
          <w:spacing w:val="-3"/>
          <w:sz w:val="28"/>
          <w:szCs w:val="28"/>
          <w:lang w:eastAsia="ru-RU"/>
        </w:rPr>
        <w:t xml:space="preserve">«О внесении изменений в отдельные </w:t>
      </w:r>
    </w:p>
    <w:p w:rsidR="00CC4E1D" w:rsidRPr="002D12DA" w:rsidRDefault="00CC4E1D" w:rsidP="002D12DA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2D12DA">
        <w:rPr>
          <w:rFonts w:ascii="Times New Roman" w:hAnsi="Times New Roman"/>
          <w:spacing w:val="-3"/>
          <w:sz w:val="28"/>
          <w:szCs w:val="28"/>
          <w:lang w:eastAsia="ru-RU"/>
        </w:rPr>
        <w:t xml:space="preserve">законодательные акты Ярославской области </w:t>
      </w:r>
    </w:p>
    <w:p w:rsidR="00CC4E1D" w:rsidRPr="002D12DA" w:rsidRDefault="00CC4E1D" w:rsidP="002D12DA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2D12DA">
        <w:rPr>
          <w:rFonts w:ascii="Times New Roman" w:hAnsi="Times New Roman"/>
          <w:spacing w:val="-3"/>
          <w:sz w:val="28"/>
          <w:szCs w:val="28"/>
          <w:lang w:eastAsia="ru-RU"/>
        </w:rPr>
        <w:t xml:space="preserve">в части регулирования вопросов предоставления </w:t>
      </w:r>
    </w:p>
    <w:p w:rsidR="00CC4E1D" w:rsidRPr="002D12DA" w:rsidRDefault="00CC4E1D" w:rsidP="002D12DA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2D12DA">
        <w:rPr>
          <w:rFonts w:ascii="Times New Roman" w:hAnsi="Times New Roman"/>
          <w:spacing w:val="-3"/>
          <w:sz w:val="28"/>
          <w:szCs w:val="28"/>
          <w:lang w:eastAsia="ru-RU"/>
        </w:rPr>
        <w:t xml:space="preserve">государственных и муниципальных услуг </w:t>
      </w:r>
    </w:p>
    <w:p w:rsidR="00CC4E1D" w:rsidRPr="002D12DA" w:rsidRDefault="00CC4E1D" w:rsidP="002D12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D12DA">
        <w:rPr>
          <w:rFonts w:ascii="Times New Roman" w:hAnsi="Times New Roman"/>
          <w:spacing w:val="-3"/>
          <w:sz w:val="28"/>
          <w:szCs w:val="28"/>
          <w:lang w:eastAsia="ru-RU"/>
        </w:rPr>
        <w:t>в сфере жилищных отношений»</w:t>
      </w:r>
    </w:p>
    <w:p w:rsidR="00CC4E1D" w:rsidRPr="002D12DA" w:rsidRDefault="00CC4E1D" w:rsidP="002D12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4E1D" w:rsidRPr="002D12DA" w:rsidRDefault="00CC4E1D" w:rsidP="002D12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4E1D" w:rsidRPr="002D12DA" w:rsidRDefault="00CC4E1D" w:rsidP="002D12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12DA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CC4E1D" w:rsidRPr="002D12DA" w:rsidRDefault="00CC4E1D" w:rsidP="002D12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4E1D" w:rsidRPr="002D12DA" w:rsidRDefault="00CC4E1D" w:rsidP="002D1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12DA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CC4E1D" w:rsidRPr="002D12DA" w:rsidRDefault="00CC4E1D" w:rsidP="002D1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C4E1D" w:rsidRPr="002D12DA" w:rsidRDefault="00CC4E1D" w:rsidP="002D12DA">
      <w:pPr>
        <w:pStyle w:val="21"/>
        <w:ind w:firstLine="720"/>
        <w:rPr>
          <w:szCs w:val="28"/>
        </w:rPr>
      </w:pPr>
      <w:r w:rsidRPr="002D12DA">
        <w:rPr>
          <w:szCs w:val="28"/>
        </w:rPr>
        <w:t xml:space="preserve">1. Принять Закон Ярославской области </w:t>
      </w:r>
      <w:r w:rsidRPr="002D12DA">
        <w:rPr>
          <w:spacing w:val="-3"/>
          <w:szCs w:val="28"/>
        </w:rPr>
        <w:t>«О внесении изменений в о</w:t>
      </w:r>
      <w:r w:rsidRPr="002D12DA">
        <w:rPr>
          <w:spacing w:val="-3"/>
          <w:szCs w:val="28"/>
        </w:rPr>
        <w:t>т</w:t>
      </w:r>
      <w:r w:rsidRPr="002D12DA">
        <w:rPr>
          <w:spacing w:val="-3"/>
          <w:szCs w:val="28"/>
        </w:rPr>
        <w:t>дельные законодательные акты Ярославской области в части регулирования вопросов предоставления государственных и муниципальных услуг в сфере жилищных отношений»</w:t>
      </w:r>
      <w:r w:rsidRPr="002D12DA">
        <w:rPr>
          <w:szCs w:val="28"/>
        </w:rPr>
        <w:t>.</w:t>
      </w:r>
    </w:p>
    <w:p w:rsidR="00CC4E1D" w:rsidRPr="002D12DA" w:rsidRDefault="00CC4E1D" w:rsidP="002D12DA">
      <w:pPr>
        <w:pStyle w:val="21"/>
        <w:rPr>
          <w:szCs w:val="28"/>
        </w:rPr>
      </w:pPr>
      <w:r w:rsidRPr="002D12DA">
        <w:rPr>
          <w:szCs w:val="28"/>
        </w:rPr>
        <w:t>2. Направить указанный Закон Ярославской области Губернатору Яр</w:t>
      </w:r>
      <w:r w:rsidRPr="002D12DA">
        <w:rPr>
          <w:szCs w:val="28"/>
        </w:rPr>
        <w:t>о</w:t>
      </w:r>
      <w:r w:rsidRPr="002D12DA">
        <w:rPr>
          <w:szCs w:val="28"/>
        </w:rPr>
        <w:t xml:space="preserve">славской области для подписания и официального опубликования. </w:t>
      </w:r>
    </w:p>
    <w:p w:rsidR="00CC4E1D" w:rsidRPr="002D12DA" w:rsidRDefault="00CC4E1D" w:rsidP="002D12DA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CC4E1D" w:rsidRPr="002D12DA" w:rsidRDefault="00CC4E1D" w:rsidP="002D12DA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CC4E1D" w:rsidRPr="002D12DA" w:rsidRDefault="00CC4E1D" w:rsidP="002D12DA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CC4E1D" w:rsidRPr="002D12DA" w:rsidRDefault="00CC4E1D" w:rsidP="002D12D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12DA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CC4E1D" w:rsidRPr="002D12DA" w:rsidRDefault="00CC4E1D" w:rsidP="002D12DA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2D12DA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p w:rsidR="00CC4E1D" w:rsidRPr="002D12DA" w:rsidRDefault="00CC4E1D" w:rsidP="002D12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C4E1D" w:rsidRPr="002D12DA" w:rsidRDefault="00CC4E1D" w:rsidP="002D12DA">
      <w:pPr>
        <w:spacing w:after="0" w:line="240" w:lineRule="auto"/>
        <w:rPr>
          <w:sz w:val="28"/>
          <w:szCs w:val="28"/>
        </w:rPr>
      </w:pPr>
    </w:p>
    <w:p w:rsidR="00CC4E1D" w:rsidRPr="002D12DA" w:rsidRDefault="00CC4E1D" w:rsidP="002D12DA">
      <w:pPr>
        <w:spacing w:after="0" w:line="240" w:lineRule="auto"/>
        <w:rPr>
          <w:sz w:val="28"/>
          <w:szCs w:val="28"/>
        </w:rPr>
      </w:pPr>
    </w:p>
    <w:sectPr w:rsidR="00CC4E1D" w:rsidRPr="002D12DA" w:rsidSect="002D12D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1B6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79E9"/>
    <w:rsid w:val="00050585"/>
    <w:rsid w:val="0005216E"/>
    <w:rsid w:val="00056CC3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EA7"/>
    <w:rsid w:val="000D2FFA"/>
    <w:rsid w:val="000D4FE4"/>
    <w:rsid w:val="000D7D48"/>
    <w:rsid w:val="000E0761"/>
    <w:rsid w:val="000E4217"/>
    <w:rsid w:val="000E7330"/>
    <w:rsid w:val="000E75D0"/>
    <w:rsid w:val="000F0488"/>
    <w:rsid w:val="000F4AC6"/>
    <w:rsid w:val="001007A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506F9"/>
    <w:rsid w:val="00157ECD"/>
    <w:rsid w:val="00163E79"/>
    <w:rsid w:val="00171513"/>
    <w:rsid w:val="00171DB0"/>
    <w:rsid w:val="00172AD0"/>
    <w:rsid w:val="00176174"/>
    <w:rsid w:val="0018187B"/>
    <w:rsid w:val="001826E5"/>
    <w:rsid w:val="0018510B"/>
    <w:rsid w:val="0018731E"/>
    <w:rsid w:val="001A1CFB"/>
    <w:rsid w:val="001B4E9D"/>
    <w:rsid w:val="001C09F9"/>
    <w:rsid w:val="001C6259"/>
    <w:rsid w:val="001C74C8"/>
    <w:rsid w:val="001F1A48"/>
    <w:rsid w:val="001F55AE"/>
    <w:rsid w:val="00203FE6"/>
    <w:rsid w:val="00206941"/>
    <w:rsid w:val="00221517"/>
    <w:rsid w:val="00222047"/>
    <w:rsid w:val="002275FE"/>
    <w:rsid w:val="002310BB"/>
    <w:rsid w:val="002410DA"/>
    <w:rsid w:val="00241F03"/>
    <w:rsid w:val="00250695"/>
    <w:rsid w:val="0025458C"/>
    <w:rsid w:val="002547B7"/>
    <w:rsid w:val="00255BF8"/>
    <w:rsid w:val="00274A81"/>
    <w:rsid w:val="002806CF"/>
    <w:rsid w:val="002A3FFE"/>
    <w:rsid w:val="002C0D1C"/>
    <w:rsid w:val="002C168D"/>
    <w:rsid w:val="002C55CD"/>
    <w:rsid w:val="002C5BB7"/>
    <w:rsid w:val="002D12DA"/>
    <w:rsid w:val="002E5321"/>
    <w:rsid w:val="002F1F4B"/>
    <w:rsid w:val="002F2B28"/>
    <w:rsid w:val="00301265"/>
    <w:rsid w:val="00301535"/>
    <w:rsid w:val="00315FC7"/>
    <w:rsid w:val="00321C86"/>
    <w:rsid w:val="0032349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37BF"/>
    <w:rsid w:val="003A476B"/>
    <w:rsid w:val="003B09E9"/>
    <w:rsid w:val="003B7B8C"/>
    <w:rsid w:val="003C1336"/>
    <w:rsid w:val="003D105E"/>
    <w:rsid w:val="003D24C1"/>
    <w:rsid w:val="003D2E1B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080F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A75F5"/>
    <w:rsid w:val="004B033E"/>
    <w:rsid w:val="004B32B7"/>
    <w:rsid w:val="004B5481"/>
    <w:rsid w:val="004C60A1"/>
    <w:rsid w:val="004D1477"/>
    <w:rsid w:val="004D6359"/>
    <w:rsid w:val="004D7122"/>
    <w:rsid w:val="004E7CBC"/>
    <w:rsid w:val="004E7E5D"/>
    <w:rsid w:val="004F5637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645D4"/>
    <w:rsid w:val="00573656"/>
    <w:rsid w:val="0057589D"/>
    <w:rsid w:val="0058240C"/>
    <w:rsid w:val="005844BC"/>
    <w:rsid w:val="00596C30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D1044"/>
    <w:rsid w:val="005D2831"/>
    <w:rsid w:val="005D66DB"/>
    <w:rsid w:val="005E1CE0"/>
    <w:rsid w:val="005E2644"/>
    <w:rsid w:val="005F0789"/>
    <w:rsid w:val="005F4381"/>
    <w:rsid w:val="005F6B5D"/>
    <w:rsid w:val="005F7FD6"/>
    <w:rsid w:val="00605198"/>
    <w:rsid w:val="00612DEF"/>
    <w:rsid w:val="00613C02"/>
    <w:rsid w:val="006156EC"/>
    <w:rsid w:val="006165E3"/>
    <w:rsid w:val="0063263A"/>
    <w:rsid w:val="00635749"/>
    <w:rsid w:val="00642DF8"/>
    <w:rsid w:val="00657672"/>
    <w:rsid w:val="006643AF"/>
    <w:rsid w:val="0066506D"/>
    <w:rsid w:val="00675155"/>
    <w:rsid w:val="00684666"/>
    <w:rsid w:val="006918AB"/>
    <w:rsid w:val="006943F3"/>
    <w:rsid w:val="0069585D"/>
    <w:rsid w:val="006A195A"/>
    <w:rsid w:val="006A2827"/>
    <w:rsid w:val="006A2FCD"/>
    <w:rsid w:val="006A4032"/>
    <w:rsid w:val="006A7605"/>
    <w:rsid w:val="006B105F"/>
    <w:rsid w:val="006B1649"/>
    <w:rsid w:val="006C0B8E"/>
    <w:rsid w:val="006C2BAF"/>
    <w:rsid w:val="006D1F6A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46EB8"/>
    <w:rsid w:val="00751289"/>
    <w:rsid w:val="00762281"/>
    <w:rsid w:val="00764791"/>
    <w:rsid w:val="00765FEC"/>
    <w:rsid w:val="00771FA8"/>
    <w:rsid w:val="0077288C"/>
    <w:rsid w:val="007929D0"/>
    <w:rsid w:val="007973C7"/>
    <w:rsid w:val="00797622"/>
    <w:rsid w:val="007A5E78"/>
    <w:rsid w:val="007B3846"/>
    <w:rsid w:val="007B3D9E"/>
    <w:rsid w:val="007B5493"/>
    <w:rsid w:val="007B6DA6"/>
    <w:rsid w:val="007C42C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34752"/>
    <w:rsid w:val="00845C3C"/>
    <w:rsid w:val="0084629B"/>
    <w:rsid w:val="008463FD"/>
    <w:rsid w:val="00856B06"/>
    <w:rsid w:val="0086262D"/>
    <w:rsid w:val="00867253"/>
    <w:rsid w:val="008722CF"/>
    <w:rsid w:val="00882AE6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30835"/>
    <w:rsid w:val="00931CAD"/>
    <w:rsid w:val="009419AC"/>
    <w:rsid w:val="00942319"/>
    <w:rsid w:val="00942618"/>
    <w:rsid w:val="00942EB0"/>
    <w:rsid w:val="00952A1B"/>
    <w:rsid w:val="0095769C"/>
    <w:rsid w:val="00962932"/>
    <w:rsid w:val="009659DF"/>
    <w:rsid w:val="00967AF4"/>
    <w:rsid w:val="00971136"/>
    <w:rsid w:val="00973DC7"/>
    <w:rsid w:val="00977D4E"/>
    <w:rsid w:val="00987693"/>
    <w:rsid w:val="009A1238"/>
    <w:rsid w:val="009A6A5A"/>
    <w:rsid w:val="009B0A75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712E"/>
    <w:rsid w:val="00A24ADE"/>
    <w:rsid w:val="00A25F69"/>
    <w:rsid w:val="00A334E8"/>
    <w:rsid w:val="00A41EEF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9B1"/>
    <w:rsid w:val="00AC0553"/>
    <w:rsid w:val="00AC21E6"/>
    <w:rsid w:val="00AC251E"/>
    <w:rsid w:val="00AC3E73"/>
    <w:rsid w:val="00AC42C5"/>
    <w:rsid w:val="00AF3458"/>
    <w:rsid w:val="00AF5BE3"/>
    <w:rsid w:val="00B06C3B"/>
    <w:rsid w:val="00B16308"/>
    <w:rsid w:val="00B21BC0"/>
    <w:rsid w:val="00B24ED9"/>
    <w:rsid w:val="00B2566C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3285"/>
    <w:rsid w:val="00B93A84"/>
    <w:rsid w:val="00B94A38"/>
    <w:rsid w:val="00BA2A53"/>
    <w:rsid w:val="00BA4CD0"/>
    <w:rsid w:val="00BA7A7E"/>
    <w:rsid w:val="00BB024D"/>
    <w:rsid w:val="00BB04DE"/>
    <w:rsid w:val="00BB23BB"/>
    <w:rsid w:val="00BB3AA0"/>
    <w:rsid w:val="00BC1741"/>
    <w:rsid w:val="00BC1FE5"/>
    <w:rsid w:val="00BC6143"/>
    <w:rsid w:val="00BD2152"/>
    <w:rsid w:val="00BD3375"/>
    <w:rsid w:val="00BD3D82"/>
    <w:rsid w:val="00BD65F9"/>
    <w:rsid w:val="00BD7566"/>
    <w:rsid w:val="00BE635F"/>
    <w:rsid w:val="00BF29C0"/>
    <w:rsid w:val="00C122C7"/>
    <w:rsid w:val="00C126E7"/>
    <w:rsid w:val="00C13559"/>
    <w:rsid w:val="00C2104C"/>
    <w:rsid w:val="00C2105A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A52BB"/>
    <w:rsid w:val="00CA68C8"/>
    <w:rsid w:val="00CC4AB6"/>
    <w:rsid w:val="00CC4E1D"/>
    <w:rsid w:val="00CD0A6E"/>
    <w:rsid w:val="00CD2821"/>
    <w:rsid w:val="00CD44A9"/>
    <w:rsid w:val="00CD6E44"/>
    <w:rsid w:val="00CE0A6D"/>
    <w:rsid w:val="00CF013D"/>
    <w:rsid w:val="00D327C3"/>
    <w:rsid w:val="00D34893"/>
    <w:rsid w:val="00D3572A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20F5"/>
    <w:rsid w:val="00DD2908"/>
    <w:rsid w:val="00DD5E1B"/>
    <w:rsid w:val="00DE4C1B"/>
    <w:rsid w:val="00DE6D5A"/>
    <w:rsid w:val="00DF27AB"/>
    <w:rsid w:val="00E11AAD"/>
    <w:rsid w:val="00E12B2D"/>
    <w:rsid w:val="00E23790"/>
    <w:rsid w:val="00E27C7A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60B5"/>
    <w:rsid w:val="00E7133D"/>
    <w:rsid w:val="00E72BC5"/>
    <w:rsid w:val="00E73859"/>
    <w:rsid w:val="00E74A9C"/>
    <w:rsid w:val="00E74C82"/>
    <w:rsid w:val="00E863AD"/>
    <w:rsid w:val="00E94E79"/>
    <w:rsid w:val="00E950F6"/>
    <w:rsid w:val="00E96B76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061B6"/>
    <w:rsid w:val="00F10853"/>
    <w:rsid w:val="00F23E7A"/>
    <w:rsid w:val="00F252BA"/>
    <w:rsid w:val="00F310A5"/>
    <w:rsid w:val="00F35689"/>
    <w:rsid w:val="00F46070"/>
    <w:rsid w:val="00F46A8D"/>
    <w:rsid w:val="00F4756C"/>
    <w:rsid w:val="00F502C0"/>
    <w:rsid w:val="00F57620"/>
    <w:rsid w:val="00F612B3"/>
    <w:rsid w:val="00F7451A"/>
    <w:rsid w:val="00F82D64"/>
    <w:rsid w:val="00F83DA9"/>
    <w:rsid w:val="00F87B2D"/>
    <w:rsid w:val="00F93CC5"/>
    <w:rsid w:val="00FA05EA"/>
    <w:rsid w:val="00FA40F2"/>
    <w:rsid w:val="00FA56D7"/>
    <w:rsid w:val="00FA686E"/>
    <w:rsid w:val="00FB1C01"/>
    <w:rsid w:val="00FB6B25"/>
    <w:rsid w:val="00FC10A2"/>
    <w:rsid w:val="00FC2E05"/>
    <w:rsid w:val="00FC4195"/>
    <w:rsid w:val="00FC5936"/>
    <w:rsid w:val="00FD112B"/>
    <w:rsid w:val="00FD1E3D"/>
    <w:rsid w:val="00FD2402"/>
    <w:rsid w:val="00FD7D6A"/>
    <w:rsid w:val="00FE3F6E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72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D3572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114</Words>
  <Characters>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4</cp:revision>
  <dcterms:created xsi:type="dcterms:W3CDTF">2012-04-23T12:09:00Z</dcterms:created>
  <dcterms:modified xsi:type="dcterms:W3CDTF">2012-05-02T05:25:00Z</dcterms:modified>
</cp:coreProperties>
</file>