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03A20" w:rsidRPr="005A73B7" w:rsidTr="00F93CC5">
        <w:tc>
          <w:tcPr>
            <w:tcW w:w="709" w:type="dxa"/>
          </w:tcPr>
          <w:p w:rsidR="00503A20" w:rsidRPr="005A73B7" w:rsidRDefault="00503A20" w:rsidP="005A73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A73B7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3A20" w:rsidRPr="005A73B7" w:rsidRDefault="00503A20" w:rsidP="005A73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5A73B7">
              <w:rPr>
                <w:rFonts w:ascii="Times New Roman" w:hAnsi="Times New Roman"/>
                <w:sz w:val="28"/>
              </w:rPr>
              <w:t>27.04.2012</w:t>
            </w:r>
          </w:p>
        </w:tc>
        <w:tc>
          <w:tcPr>
            <w:tcW w:w="3260" w:type="dxa"/>
          </w:tcPr>
          <w:p w:rsidR="00503A20" w:rsidRPr="005A73B7" w:rsidRDefault="00503A20" w:rsidP="005A73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03A20" w:rsidRPr="005A73B7" w:rsidRDefault="00503A20" w:rsidP="005A73B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5A73B7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3A20" w:rsidRPr="005A73B7" w:rsidRDefault="00503A20" w:rsidP="005A73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</w:tc>
      </w:tr>
    </w:tbl>
    <w:p w:rsidR="00503A20" w:rsidRPr="005A73B7" w:rsidRDefault="00503A20" w:rsidP="005A73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3A20" w:rsidRPr="005A73B7" w:rsidRDefault="00503A20" w:rsidP="005A73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3A20" w:rsidRPr="005A73B7" w:rsidRDefault="00503A20" w:rsidP="005A73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3A20" w:rsidRPr="005A73B7" w:rsidRDefault="00503A20" w:rsidP="005A73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73B7"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503A20" w:rsidRDefault="00503A20" w:rsidP="00D33E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16B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503A20" w:rsidRDefault="00503A20" w:rsidP="00D33E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16B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дорожном </w:t>
      </w:r>
    </w:p>
    <w:p w:rsidR="00503A20" w:rsidRDefault="00503A20" w:rsidP="00D33E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16BF">
        <w:rPr>
          <w:rFonts w:ascii="Times New Roman" w:hAnsi="Times New Roman"/>
          <w:sz w:val="28"/>
          <w:szCs w:val="28"/>
          <w:lang w:eastAsia="ru-RU"/>
        </w:rPr>
        <w:t>фонде Ярославской области»</w:t>
      </w:r>
      <w:r w:rsidRPr="00890E4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241D96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:rsidR="00503A20" w:rsidRDefault="00503A20" w:rsidP="00D33E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Pr="00B93A84" w:rsidRDefault="00503A20" w:rsidP="00D33E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Pr="00B93A84" w:rsidRDefault="00503A20" w:rsidP="00D33E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03A20" w:rsidRPr="00B93A84" w:rsidRDefault="00503A20" w:rsidP="00D33E9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Pr="00B93A84" w:rsidRDefault="00503A20" w:rsidP="00D33E9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03A20" w:rsidRPr="00B93A84" w:rsidRDefault="00503A20" w:rsidP="00D33E9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03A20" w:rsidRDefault="00503A20" w:rsidP="001C3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1. </w:t>
      </w:r>
      <w:r w:rsidRPr="002061B4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Закон</w:t>
      </w:r>
      <w:r w:rsidRPr="002061B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Pr="00B316B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503A20" w:rsidRPr="00610349" w:rsidRDefault="00503A20" w:rsidP="001C30C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16BF">
        <w:rPr>
          <w:rFonts w:ascii="Times New Roman" w:hAnsi="Times New Roman"/>
          <w:sz w:val="28"/>
          <w:szCs w:val="28"/>
          <w:lang w:eastAsia="ru-RU"/>
        </w:rPr>
        <w:t>Ярославской области «О дорожном фонде Ярославской области»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503A20" w:rsidRPr="006B1649" w:rsidRDefault="00503A20" w:rsidP="0089664F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503A20" w:rsidRDefault="00503A20" w:rsidP="0089664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Default="00503A20" w:rsidP="00D33E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Pr="00B93A84" w:rsidRDefault="00503A20" w:rsidP="00D33E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03A20" w:rsidRPr="00B93A84" w:rsidRDefault="00503A20" w:rsidP="00D33E9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03A20" w:rsidRPr="00B93A84" w:rsidRDefault="00503A20" w:rsidP="00D33E9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503A20" w:rsidRPr="00B93A84" w:rsidSect="006C2957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10C"/>
    <w:rsid w:val="00002A6B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66BB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10C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6174"/>
    <w:rsid w:val="0018187B"/>
    <w:rsid w:val="001826E5"/>
    <w:rsid w:val="0018510B"/>
    <w:rsid w:val="0018731E"/>
    <w:rsid w:val="001A1CFB"/>
    <w:rsid w:val="001B4E9D"/>
    <w:rsid w:val="001C09F9"/>
    <w:rsid w:val="001C30C4"/>
    <w:rsid w:val="001C6259"/>
    <w:rsid w:val="001C74C8"/>
    <w:rsid w:val="001F1A48"/>
    <w:rsid w:val="001F55AE"/>
    <w:rsid w:val="00203FE6"/>
    <w:rsid w:val="002061B4"/>
    <w:rsid w:val="00206941"/>
    <w:rsid w:val="00222047"/>
    <w:rsid w:val="002275FE"/>
    <w:rsid w:val="002310BB"/>
    <w:rsid w:val="002410DA"/>
    <w:rsid w:val="00241D96"/>
    <w:rsid w:val="00241F03"/>
    <w:rsid w:val="00250695"/>
    <w:rsid w:val="0025458C"/>
    <w:rsid w:val="002547B7"/>
    <w:rsid w:val="00255BF8"/>
    <w:rsid w:val="00274A81"/>
    <w:rsid w:val="002806CF"/>
    <w:rsid w:val="002A3FFE"/>
    <w:rsid w:val="002C0D1C"/>
    <w:rsid w:val="002C168D"/>
    <w:rsid w:val="002C55CD"/>
    <w:rsid w:val="002C5BB7"/>
    <w:rsid w:val="002E5321"/>
    <w:rsid w:val="002F1F4B"/>
    <w:rsid w:val="002F2B28"/>
    <w:rsid w:val="00301265"/>
    <w:rsid w:val="00301535"/>
    <w:rsid w:val="00302C40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080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A75F5"/>
    <w:rsid w:val="004B033E"/>
    <w:rsid w:val="004B32B7"/>
    <w:rsid w:val="004B5481"/>
    <w:rsid w:val="004C60A1"/>
    <w:rsid w:val="004D1477"/>
    <w:rsid w:val="004D6359"/>
    <w:rsid w:val="004D7122"/>
    <w:rsid w:val="004E7CBC"/>
    <w:rsid w:val="004E7E5D"/>
    <w:rsid w:val="004F5637"/>
    <w:rsid w:val="00500A55"/>
    <w:rsid w:val="00503A20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3BD6"/>
    <w:rsid w:val="005A5E19"/>
    <w:rsid w:val="005A73B7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6B5D"/>
    <w:rsid w:val="005F7FD6"/>
    <w:rsid w:val="00605198"/>
    <w:rsid w:val="00610349"/>
    <w:rsid w:val="00612DEF"/>
    <w:rsid w:val="00613C02"/>
    <w:rsid w:val="006156EC"/>
    <w:rsid w:val="006165E3"/>
    <w:rsid w:val="0063263A"/>
    <w:rsid w:val="00635749"/>
    <w:rsid w:val="00642DF8"/>
    <w:rsid w:val="00657672"/>
    <w:rsid w:val="006643AF"/>
    <w:rsid w:val="0066506D"/>
    <w:rsid w:val="00675155"/>
    <w:rsid w:val="00684666"/>
    <w:rsid w:val="006918AB"/>
    <w:rsid w:val="006943F3"/>
    <w:rsid w:val="0069585D"/>
    <w:rsid w:val="006A195A"/>
    <w:rsid w:val="006A2827"/>
    <w:rsid w:val="006A2FCD"/>
    <w:rsid w:val="006A4032"/>
    <w:rsid w:val="006A7605"/>
    <w:rsid w:val="006B105F"/>
    <w:rsid w:val="006B1649"/>
    <w:rsid w:val="006C0B8E"/>
    <w:rsid w:val="006C2957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0E41"/>
    <w:rsid w:val="00894638"/>
    <w:rsid w:val="00894840"/>
    <w:rsid w:val="008953EB"/>
    <w:rsid w:val="0089664F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5769C"/>
    <w:rsid w:val="009613B2"/>
    <w:rsid w:val="00962932"/>
    <w:rsid w:val="009659DF"/>
    <w:rsid w:val="00967AF4"/>
    <w:rsid w:val="00971136"/>
    <w:rsid w:val="00973DC7"/>
    <w:rsid w:val="00977D4E"/>
    <w:rsid w:val="00987693"/>
    <w:rsid w:val="009A1238"/>
    <w:rsid w:val="009B0A75"/>
    <w:rsid w:val="009B197B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9B1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16BF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A4CD0"/>
    <w:rsid w:val="00BA7A7E"/>
    <w:rsid w:val="00BB024D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104C"/>
    <w:rsid w:val="00C2105A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D327C3"/>
    <w:rsid w:val="00D33E9B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2A47"/>
    <w:rsid w:val="00DD5E1B"/>
    <w:rsid w:val="00DE4C1B"/>
    <w:rsid w:val="00DE6D5A"/>
    <w:rsid w:val="00DF27AB"/>
    <w:rsid w:val="00E11AAD"/>
    <w:rsid w:val="00E12B2D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74C82"/>
    <w:rsid w:val="00E863AD"/>
    <w:rsid w:val="00E94E79"/>
    <w:rsid w:val="00E950F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5689"/>
    <w:rsid w:val="00F46070"/>
    <w:rsid w:val="00F46A8D"/>
    <w:rsid w:val="00F4756C"/>
    <w:rsid w:val="00F502C0"/>
    <w:rsid w:val="00F57620"/>
    <w:rsid w:val="00F66567"/>
    <w:rsid w:val="00F7451A"/>
    <w:rsid w:val="00F82D64"/>
    <w:rsid w:val="00F83DA9"/>
    <w:rsid w:val="00F87B2D"/>
    <w:rsid w:val="00F93CC5"/>
    <w:rsid w:val="00FA05EA"/>
    <w:rsid w:val="00FA40F2"/>
    <w:rsid w:val="00FA56D7"/>
    <w:rsid w:val="00FA686E"/>
    <w:rsid w:val="00FB1C01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89664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84</Words>
  <Characters>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cp:lastPrinted>2012-04-23T11:03:00Z</cp:lastPrinted>
  <dcterms:created xsi:type="dcterms:W3CDTF">2012-04-23T10:59:00Z</dcterms:created>
  <dcterms:modified xsi:type="dcterms:W3CDTF">2012-05-02T05:37:00Z</dcterms:modified>
</cp:coreProperties>
</file>