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F00D5" w:rsidRPr="00325DBF" w:rsidTr="00F93CC5">
        <w:tc>
          <w:tcPr>
            <w:tcW w:w="709" w:type="dxa"/>
          </w:tcPr>
          <w:p w:rsidR="00FF00D5" w:rsidRPr="00325DBF" w:rsidRDefault="00FF00D5" w:rsidP="00325D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25DBF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00D5" w:rsidRPr="00325DBF" w:rsidRDefault="00FF00D5" w:rsidP="00325D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DBF">
              <w:rPr>
                <w:rFonts w:ascii="Times New Roman" w:hAnsi="Times New Roman"/>
                <w:sz w:val="28"/>
              </w:rPr>
              <w:t>27.04.2012</w:t>
            </w:r>
          </w:p>
        </w:tc>
        <w:tc>
          <w:tcPr>
            <w:tcW w:w="3260" w:type="dxa"/>
          </w:tcPr>
          <w:p w:rsidR="00FF00D5" w:rsidRPr="00325DBF" w:rsidRDefault="00FF00D5" w:rsidP="00325DB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F00D5" w:rsidRPr="00325DBF" w:rsidRDefault="00FF00D5" w:rsidP="00325DB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25DBF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00D5" w:rsidRPr="00325DBF" w:rsidRDefault="00FF00D5" w:rsidP="00325D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</w:t>
            </w:r>
          </w:p>
        </w:tc>
      </w:tr>
    </w:tbl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DBF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DB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DB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дорожном </w:t>
      </w:r>
    </w:p>
    <w:p w:rsidR="00FF00D5" w:rsidRPr="00325DBF" w:rsidRDefault="00FF00D5" w:rsidP="00325D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DBF">
        <w:rPr>
          <w:rFonts w:ascii="Times New Roman" w:hAnsi="Times New Roman"/>
          <w:sz w:val="28"/>
          <w:szCs w:val="28"/>
          <w:lang w:eastAsia="ru-RU"/>
        </w:rPr>
        <w:t>фонде Ярославской области»</w:t>
      </w:r>
      <w:r w:rsidRPr="00325DB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</w:t>
      </w:r>
    </w:p>
    <w:p w:rsidR="00FF00D5" w:rsidRPr="00E93F93" w:rsidRDefault="00FF00D5" w:rsidP="00B316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F93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FF00D5" w:rsidRPr="00E93F93" w:rsidRDefault="00FF00D5" w:rsidP="00B316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93F93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FF00D5" w:rsidRPr="00E93F93" w:rsidRDefault="00FF00D5" w:rsidP="00B31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F00D5" w:rsidRPr="00E93F93" w:rsidRDefault="00FF00D5" w:rsidP="00983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F93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E93F93">
        <w:rPr>
          <w:rFonts w:ascii="Times New Roman" w:hAnsi="Times New Roman"/>
          <w:sz w:val="28"/>
          <w:szCs w:val="28"/>
          <w:lang w:eastAsia="ru-RU"/>
        </w:rPr>
        <w:t>«О вн</w:t>
      </w:r>
      <w:r w:rsidRPr="00E93F93">
        <w:rPr>
          <w:rFonts w:ascii="Times New Roman" w:hAnsi="Times New Roman"/>
          <w:sz w:val="28"/>
          <w:szCs w:val="28"/>
          <w:lang w:eastAsia="ru-RU"/>
        </w:rPr>
        <w:t>е</w:t>
      </w:r>
      <w:r w:rsidRPr="00E93F93">
        <w:rPr>
          <w:rFonts w:ascii="Times New Roman" w:hAnsi="Times New Roman"/>
          <w:sz w:val="28"/>
          <w:szCs w:val="28"/>
          <w:lang w:eastAsia="ru-RU"/>
        </w:rPr>
        <w:t>сении изменений в Закон Ярославской области «О дорожном фонде Яросла</w:t>
      </w:r>
      <w:r w:rsidRPr="00E93F93">
        <w:rPr>
          <w:rFonts w:ascii="Times New Roman" w:hAnsi="Times New Roman"/>
          <w:sz w:val="28"/>
          <w:szCs w:val="28"/>
          <w:lang w:eastAsia="ru-RU"/>
        </w:rPr>
        <w:t>в</w:t>
      </w:r>
      <w:r w:rsidRPr="00E93F93">
        <w:rPr>
          <w:rFonts w:ascii="Times New Roman" w:hAnsi="Times New Roman"/>
          <w:sz w:val="28"/>
          <w:szCs w:val="28"/>
          <w:lang w:eastAsia="ru-RU"/>
        </w:rPr>
        <w:t xml:space="preserve">ской области», внесенный </w:t>
      </w:r>
      <w:r w:rsidRPr="00E93F93">
        <w:rPr>
          <w:rFonts w:ascii="Times New Roman" w:hAnsi="Times New Roman"/>
          <w:iCs/>
          <w:sz w:val="28"/>
          <w:szCs w:val="28"/>
          <w:lang w:eastAsia="ru-RU"/>
        </w:rPr>
        <w:t>депутатами Ярославской областной Думы Е.Н.</w:t>
      </w:r>
      <w:r>
        <w:rPr>
          <w:rFonts w:ascii="Times New Roman" w:hAnsi="Times New Roman"/>
          <w:iCs/>
          <w:sz w:val="28"/>
          <w:szCs w:val="28"/>
          <w:lang w:eastAsia="ru-RU"/>
        </w:rPr>
        <w:t> </w:t>
      </w:r>
      <w:r w:rsidRPr="00E93F93">
        <w:rPr>
          <w:rFonts w:ascii="Times New Roman" w:hAnsi="Times New Roman"/>
          <w:iCs/>
          <w:sz w:val="28"/>
          <w:szCs w:val="28"/>
          <w:lang w:eastAsia="ru-RU"/>
        </w:rPr>
        <w:t>Заяшниковым, В.И. Галагаевым, Н.Г. Балакиревой, И.В. Кругловым</w:t>
      </w:r>
      <w:bookmarkStart w:id="0" w:name="_GoBack"/>
      <w:bookmarkEnd w:id="0"/>
      <w:r w:rsidRPr="00E93F93">
        <w:rPr>
          <w:rFonts w:ascii="Times New Roman" w:hAnsi="Times New Roman"/>
          <w:sz w:val="28"/>
          <w:szCs w:val="28"/>
          <w:lang w:eastAsia="ru-RU"/>
        </w:rPr>
        <w:t>.</w:t>
      </w:r>
    </w:p>
    <w:p w:rsidR="00FF00D5" w:rsidRPr="00E93F93" w:rsidRDefault="00FF00D5" w:rsidP="00B316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00D5" w:rsidRPr="00E93F93" w:rsidRDefault="00FF00D5" w:rsidP="00B316B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3F93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FF00D5" w:rsidRPr="00E93F93" w:rsidRDefault="00FF00D5" w:rsidP="00B316B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E93F93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FF00D5" w:rsidRPr="00E93F93" w:rsidSect="00E93F93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8DB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430E2"/>
    <w:rsid w:val="001506F9"/>
    <w:rsid w:val="00157ECD"/>
    <w:rsid w:val="00163E79"/>
    <w:rsid w:val="00172AD0"/>
    <w:rsid w:val="00174108"/>
    <w:rsid w:val="00176174"/>
    <w:rsid w:val="0018187B"/>
    <w:rsid w:val="001826E5"/>
    <w:rsid w:val="0018510B"/>
    <w:rsid w:val="0018731E"/>
    <w:rsid w:val="001A1CFB"/>
    <w:rsid w:val="001B4E9D"/>
    <w:rsid w:val="001C09F9"/>
    <w:rsid w:val="001C6259"/>
    <w:rsid w:val="001C74C8"/>
    <w:rsid w:val="001F1A48"/>
    <w:rsid w:val="001F55AE"/>
    <w:rsid w:val="00203FE6"/>
    <w:rsid w:val="002061B4"/>
    <w:rsid w:val="00206941"/>
    <w:rsid w:val="00222047"/>
    <w:rsid w:val="002275FE"/>
    <w:rsid w:val="002310BB"/>
    <w:rsid w:val="002410DA"/>
    <w:rsid w:val="00241D96"/>
    <w:rsid w:val="00241F03"/>
    <w:rsid w:val="00250695"/>
    <w:rsid w:val="0025458C"/>
    <w:rsid w:val="002547B7"/>
    <w:rsid w:val="00255BF8"/>
    <w:rsid w:val="00274A81"/>
    <w:rsid w:val="002806CF"/>
    <w:rsid w:val="002A3FFE"/>
    <w:rsid w:val="002C0D1C"/>
    <w:rsid w:val="002C168D"/>
    <w:rsid w:val="002C55CD"/>
    <w:rsid w:val="002C5BB7"/>
    <w:rsid w:val="002E5321"/>
    <w:rsid w:val="002F1F4B"/>
    <w:rsid w:val="002F2B28"/>
    <w:rsid w:val="00301265"/>
    <w:rsid w:val="00301535"/>
    <w:rsid w:val="00302C40"/>
    <w:rsid w:val="00315FC7"/>
    <w:rsid w:val="00321C86"/>
    <w:rsid w:val="0032349C"/>
    <w:rsid w:val="00325DBF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28DB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EF1"/>
    <w:rsid w:val="004304F4"/>
    <w:rsid w:val="0043080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A75F5"/>
    <w:rsid w:val="004B033E"/>
    <w:rsid w:val="004B32B7"/>
    <w:rsid w:val="004B5481"/>
    <w:rsid w:val="004C60A1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195D"/>
    <w:rsid w:val="005D2831"/>
    <w:rsid w:val="005D66DB"/>
    <w:rsid w:val="005E1CE0"/>
    <w:rsid w:val="005E2644"/>
    <w:rsid w:val="005F0789"/>
    <w:rsid w:val="005F3D70"/>
    <w:rsid w:val="005F4381"/>
    <w:rsid w:val="005F6B5D"/>
    <w:rsid w:val="005F7FD6"/>
    <w:rsid w:val="00601B7D"/>
    <w:rsid w:val="00605198"/>
    <w:rsid w:val="00610349"/>
    <w:rsid w:val="00612DEF"/>
    <w:rsid w:val="00613C02"/>
    <w:rsid w:val="006156EC"/>
    <w:rsid w:val="006165E3"/>
    <w:rsid w:val="0063263A"/>
    <w:rsid w:val="00635749"/>
    <w:rsid w:val="00642DF8"/>
    <w:rsid w:val="00657672"/>
    <w:rsid w:val="006643AF"/>
    <w:rsid w:val="0066506D"/>
    <w:rsid w:val="00675155"/>
    <w:rsid w:val="00684666"/>
    <w:rsid w:val="006918AB"/>
    <w:rsid w:val="006943F3"/>
    <w:rsid w:val="0069585D"/>
    <w:rsid w:val="006A195A"/>
    <w:rsid w:val="006A2827"/>
    <w:rsid w:val="006A2FCD"/>
    <w:rsid w:val="006A4032"/>
    <w:rsid w:val="006A7605"/>
    <w:rsid w:val="006B105F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32CF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0E41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5769C"/>
    <w:rsid w:val="00962932"/>
    <w:rsid w:val="009659DF"/>
    <w:rsid w:val="00967AF4"/>
    <w:rsid w:val="00971136"/>
    <w:rsid w:val="00973DC7"/>
    <w:rsid w:val="00977D4E"/>
    <w:rsid w:val="009836F6"/>
    <w:rsid w:val="00987693"/>
    <w:rsid w:val="009A1238"/>
    <w:rsid w:val="009B0A75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9B1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16BF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5B70"/>
    <w:rsid w:val="00BA4CD0"/>
    <w:rsid w:val="00BA7A7E"/>
    <w:rsid w:val="00BB024D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104C"/>
    <w:rsid w:val="00C2105A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02E6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27AB"/>
    <w:rsid w:val="00E11AAD"/>
    <w:rsid w:val="00E12B2D"/>
    <w:rsid w:val="00E27C7A"/>
    <w:rsid w:val="00E34761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74C82"/>
    <w:rsid w:val="00E863AD"/>
    <w:rsid w:val="00E93F93"/>
    <w:rsid w:val="00E94E79"/>
    <w:rsid w:val="00E950F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5689"/>
    <w:rsid w:val="00F46070"/>
    <w:rsid w:val="00F46A8D"/>
    <w:rsid w:val="00F4756C"/>
    <w:rsid w:val="00F502C0"/>
    <w:rsid w:val="00F57620"/>
    <w:rsid w:val="00F7451A"/>
    <w:rsid w:val="00F82D64"/>
    <w:rsid w:val="00F83DA9"/>
    <w:rsid w:val="00F87B2D"/>
    <w:rsid w:val="00F93CC5"/>
    <w:rsid w:val="00FA05EA"/>
    <w:rsid w:val="00FA40F2"/>
    <w:rsid w:val="00FA56D7"/>
    <w:rsid w:val="00FA686E"/>
    <w:rsid w:val="00FB1C01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00D5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93F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87</Words>
  <Characters>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9</cp:revision>
  <cp:lastPrinted>2012-04-27T11:21:00Z</cp:lastPrinted>
  <dcterms:created xsi:type="dcterms:W3CDTF">2012-04-23T10:50:00Z</dcterms:created>
  <dcterms:modified xsi:type="dcterms:W3CDTF">2012-05-02T05:37:00Z</dcterms:modified>
</cp:coreProperties>
</file>