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63492" w:rsidRPr="00C1006D" w:rsidTr="00F93CC5">
        <w:tc>
          <w:tcPr>
            <w:tcW w:w="709" w:type="dxa"/>
          </w:tcPr>
          <w:p w:rsidR="00563492" w:rsidRPr="00C1006D" w:rsidRDefault="00563492" w:rsidP="00C10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1006D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3492" w:rsidRPr="00C1006D" w:rsidRDefault="00563492" w:rsidP="00C100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1006D">
              <w:rPr>
                <w:rFonts w:ascii="Times New Roman" w:hAnsi="Times New Roman"/>
                <w:sz w:val="28"/>
              </w:rPr>
              <w:t>27.04.2012</w:t>
            </w:r>
          </w:p>
        </w:tc>
        <w:tc>
          <w:tcPr>
            <w:tcW w:w="3260" w:type="dxa"/>
          </w:tcPr>
          <w:p w:rsidR="00563492" w:rsidRPr="00C1006D" w:rsidRDefault="00563492" w:rsidP="00C100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63492" w:rsidRPr="00C1006D" w:rsidRDefault="00563492" w:rsidP="00C1006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C1006D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3492" w:rsidRPr="00C1006D" w:rsidRDefault="00563492" w:rsidP="00C10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</w:tr>
    </w:tbl>
    <w:p w:rsidR="00563492" w:rsidRPr="00C1006D" w:rsidRDefault="00563492" w:rsidP="00C1006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563492" w:rsidRPr="00C1006D" w:rsidRDefault="00563492" w:rsidP="00C1006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563492" w:rsidRPr="00C1006D" w:rsidRDefault="00563492" w:rsidP="00C1006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563492" w:rsidRDefault="00563492" w:rsidP="00D24A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B316BF">
        <w:rPr>
          <w:rFonts w:ascii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316BF">
        <w:rPr>
          <w:rFonts w:ascii="Times New Roman" w:hAnsi="Times New Roman"/>
          <w:sz w:val="28"/>
          <w:szCs w:val="28"/>
          <w:lang w:eastAsia="ru-RU"/>
        </w:rPr>
        <w:t xml:space="preserve"> закона Ярославской области </w:t>
      </w:r>
    </w:p>
    <w:p w:rsidR="00563492" w:rsidRDefault="00563492" w:rsidP="00D24A80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 xml:space="preserve">«О внесении изменений в отдельные </w:t>
      </w:r>
    </w:p>
    <w:p w:rsidR="00563492" w:rsidRDefault="00563492" w:rsidP="00D24A80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 xml:space="preserve">законодательные акты Ярославской области </w:t>
      </w:r>
    </w:p>
    <w:p w:rsidR="00563492" w:rsidRDefault="00563492" w:rsidP="00D24A80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 xml:space="preserve">в части регулирования вопросов предоставления </w:t>
      </w:r>
    </w:p>
    <w:p w:rsidR="00563492" w:rsidRDefault="00563492" w:rsidP="00D24A80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 xml:space="preserve">государственных и муниципальных услуг </w:t>
      </w:r>
    </w:p>
    <w:p w:rsidR="00563492" w:rsidRDefault="00563492" w:rsidP="00D24A80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>в сфере жилищных отношений»</w:t>
      </w:r>
    </w:p>
    <w:p w:rsidR="00563492" w:rsidRDefault="00563492" w:rsidP="00D24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63492" w:rsidRPr="00B93A84" w:rsidRDefault="00563492" w:rsidP="00D24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563492" w:rsidRPr="00B93A84" w:rsidRDefault="00563492" w:rsidP="00D24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63492" w:rsidRPr="00B93A84" w:rsidRDefault="00563492" w:rsidP="00D24A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63492" w:rsidRPr="00B93A84" w:rsidRDefault="00563492" w:rsidP="00D24A8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63492" w:rsidRPr="00B93A84" w:rsidRDefault="00563492" w:rsidP="00D24A8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63492" w:rsidRPr="00610349" w:rsidRDefault="00563492" w:rsidP="00D24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>«О вн</w:t>
      </w: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>е</w:t>
      </w: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>сении изменений в отдельные законодательные акты Ярославской области в части регулирования вопросов предоставления государственных и муниц</w:t>
      </w: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>и</w:t>
      </w:r>
      <w:r w:rsidRPr="000F0488">
        <w:rPr>
          <w:rFonts w:ascii="Times New Roman" w:hAnsi="Times New Roman"/>
          <w:spacing w:val="-3"/>
          <w:sz w:val="28"/>
          <w:szCs w:val="28"/>
          <w:lang w:eastAsia="ru-RU"/>
        </w:rPr>
        <w:t>пальных услуг в сфере жилищных отношений»</w:t>
      </w:r>
      <w:r w:rsidRPr="00610349"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>
        <w:rPr>
          <w:rFonts w:ascii="Times New Roman" w:hAnsi="Times New Roman"/>
          <w:iCs/>
          <w:sz w:val="28"/>
          <w:szCs w:val="28"/>
          <w:lang w:eastAsia="ru-RU"/>
        </w:rPr>
        <w:t>Губернатором</w:t>
      </w:r>
      <w:r w:rsidRPr="00E34761">
        <w:rPr>
          <w:rFonts w:ascii="Times New Roman" w:hAnsi="Times New Roman"/>
          <w:iCs/>
          <w:sz w:val="28"/>
          <w:szCs w:val="28"/>
          <w:lang w:eastAsia="ru-RU"/>
        </w:rPr>
        <w:t xml:space="preserve"> Ярославской об</w:t>
      </w:r>
      <w:r>
        <w:rPr>
          <w:rFonts w:ascii="Times New Roman" w:hAnsi="Times New Roman"/>
          <w:iCs/>
          <w:sz w:val="28"/>
          <w:szCs w:val="28"/>
          <w:lang w:eastAsia="ru-RU"/>
        </w:rPr>
        <w:t>ласти</w:t>
      </w:r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563492" w:rsidRDefault="00563492" w:rsidP="00D24A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63492" w:rsidRDefault="00563492" w:rsidP="00D24A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63492" w:rsidRDefault="00563492" w:rsidP="00D24A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63492" w:rsidRPr="00B93A84" w:rsidRDefault="00563492" w:rsidP="00D24A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63492" w:rsidRPr="00B93A84" w:rsidRDefault="00563492" w:rsidP="00D24A8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563492" w:rsidRPr="00B93A84" w:rsidSect="0072207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84F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0488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1DB0"/>
    <w:rsid w:val="00172AD0"/>
    <w:rsid w:val="00176174"/>
    <w:rsid w:val="0018187B"/>
    <w:rsid w:val="001826E5"/>
    <w:rsid w:val="0018510B"/>
    <w:rsid w:val="0018731E"/>
    <w:rsid w:val="001A1CFB"/>
    <w:rsid w:val="001B4E9D"/>
    <w:rsid w:val="001C09F9"/>
    <w:rsid w:val="001C6259"/>
    <w:rsid w:val="001C74C8"/>
    <w:rsid w:val="001F1A48"/>
    <w:rsid w:val="001F55AE"/>
    <w:rsid w:val="00203FE6"/>
    <w:rsid w:val="002061B4"/>
    <w:rsid w:val="00206941"/>
    <w:rsid w:val="00222047"/>
    <w:rsid w:val="002275FE"/>
    <w:rsid w:val="002310BB"/>
    <w:rsid w:val="00232343"/>
    <w:rsid w:val="002410DA"/>
    <w:rsid w:val="00241F03"/>
    <w:rsid w:val="00250695"/>
    <w:rsid w:val="0025458C"/>
    <w:rsid w:val="002547B7"/>
    <w:rsid w:val="00255BF8"/>
    <w:rsid w:val="00274A81"/>
    <w:rsid w:val="002806CF"/>
    <w:rsid w:val="002A3FFE"/>
    <w:rsid w:val="002C0D1C"/>
    <w:rsid w:val="002C168D"/>
    <w:rsid w:val="002C55CD"/>
    <w:rsid w:val="002C5BB7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080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92C40"/>
    <w:rsid w:val="004930BF"/>
    <w:rsid w:val="00495BE8"/>
    <w:rsid w:val="0049682F"/>
    <w:rsid w:val="00497992"/>
    <w:rsid w:val="004A75F5"/>
    <w:rsid w:val="004A7C0D"/>
    <w:rsid w:val="004B033E"/>
    <w:rsid w:val="004B32B7"/>
    <w:rsid w:val="004B5481"/>
    <w:rsid w:val="004C60A1"/>
    <w:rsid w:val="004D1477"/>
    <w:rsid w:val="004D6359"/>
    <w:rsid w:val="004D7122"/>
    <w:rsid w:val="004E5443"/>
    <w:rsid w:val="004E7CBC"/>
    <w:rsid w:val="004E7E5D"/>
    <w:rsid w:val="004F5637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37305"/>
    <w:rsid w:val="00540FFC"/>
    <w:rsid w:val="00541E29"/>
    <w:rsid w:val="0054255A"/>
    <w:rsid w:val="00546441"/>
    <w:rsid w:val="00546DDD"/>
    <w:rsid w:val="00563492"/>
    <w:rsid w:val="005645D4"/>
    <w:rsid w:val="00573656"/>
    <w:rsid w:val="0057589D"/>
    <w:rsid w:val="0058240C"/>
    <w:rsid w:val="005844BC"/>
    <w:rsid w:val="00596C30"/>
    <w:rsid w:val="005A3BD6"/>
    <w:rsid w:val="005A5E19"/>
    <w:rsid w:val="005A7442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6B5D"/>
    <w:rsid w:val="005F7FD6"/>
    <w:rsid w:val="00605198"/>
    <w:rsid w:val="00610349"/>
    <w:rsid w:val="00612DEF"/>
    <w:rsid w:val="00613C02"/>
    <w:rsid w:val="006156EC"/>
    <w:rsid w:val="006165E3"/>
    <w:rsid w:val="0063263A"/>
    <w:rsid w:val="00635749"/>
    <w:rsid w:val="00642DF8"/>
    <w:rsid w:val="00646E38"/>
    <w:rsid w:val="00657672"/>
    <w:rsid w:val="006643AF"/>
    <w:rsid w:val="0066506D"/>
    <w:rsid w:val="00673BC1"/>
    <w:rsid w:val="00675155"/>
    <w:rsid w:val="00684666"/>
    <w:rsid w:val="006918AB"/>
    <w:rsid w:val="006943F3"/>
    <w:rsid w:val="0069585D"/>
    <w:rsid w:val="006A195A"/>
    <w:rsid w:val="006A2827"/>
    <w:rsid w:val="006A2FCD"/>
    <w:rsid w:val="006A4032"/>
    <w:rsid w:val="006A7605"/>
    <w:rsid w:val="006B105F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207A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5320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5493"/>
    <w:rsid w:val="007B6DA6"/>
    <w:rsid w:val="007C42C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52A1B"/>
    <w:rsid w:val="0095769C"/>
    <w:rsid w:val="00962932"/>
    <w:rsid w:val="009659DF"/>
    <w:rsid w:val="00967AF4"/>
    <w:rsid w:val="00971136"/>
    <w:rsid w:val="00973DC7"/>
    <w:rsid w:val="00977D4E"/>
    <w:rsid w:val="00987693"/>
    <w:rsid w:val="009A1238"/>
    <w:rsid w:val="009B0A75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9B1"/>
    <w:rsid w:val="00AB29CA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66C"/>
    <w:rsid w:val="00B316BF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27A7"/>
    <w:rsid w:val="00B83B8F"/>
    <w:rsid w:val="00B93285"/>
    <w:rsid w:val="00B93A84"/>
    <w:rsid w:val="00B94A38"/>
    <w:rsid w:val="00BA34C0"/>
    <w:rsid w:val="00BA4CD0"/>
    <w:rsid w:val="00BA7A7E"/>
    <w:rsid w:val="00BB024D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006D"/>
    <w:rsid w:val="00C122C7"/>
    <w:rsid w:val="00C126E7"/>
    <w:rsid w:val="00C13559"/>
    <w:rsid w:val="00C2104C"/>
    <w:rsid w:val="00C2105A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D24A80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E4C1B"/>
    <w:rsid w:val="00DE6D5A"/>
    <w:rsid w:val="00DF27AB"/>
    <w:rsid w:val="00E11AAD"/>
    <w:rsid w:val="00E12B2D"/>
    <w:rsid w:val="00E23790"/>
    <w:rsid w:val="00E27C7A"/>
    <w:rsid w:val="00E34761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74C82"/>
    <w:rsid w:val="00E863AD"/>
    <w:rsid w:val="00E8784F"/>
    <w:rsid w:val="00E94E79"/>
    <w:rsid w:val="00E950F6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5689"/>
    <w:rsid w:val="00F46070"/>
    <w:rsid w:val="00F46A1F"/>
    <w:rsid w:val="00F46A8D"/>
    <w:rsid w:val="00F4756C"/>
    <w:rsid w:val="00F502C0"/>
    <w:rsid w:val="00F57620"/>
    <w:rsid w:val="00F7451A"/>
    <w:rsid w:val="00F82D64"/>
    <w:rsid w:val="00F83DA9"/>
    <w:rsid w:val="00F87B2D"/>
    <w:rsid w:val="00F93CC5"/>
    <w:rsid w:val="00FA05EA"/>
    <w:rsid w:val="00FA40F2"/>
    <w:rsid w:val="00FA56D7"/>
    <w:rsid w:val="00FA686E"/>
    <w:rsid w:val="00FB1C01"/>
    <w:rsid w:val="00FB4735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3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105</Words>
  <Characters>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4</cp:revision>
  <dcterms:created xsi:type="dcterms:W3CDTF">2012-04-24T10:09:00Z</dcterms:created>
  <dcterms:modified xsi:type="dcterms:W3CDTF">2012-05-02T05:11:00Z</dcterms:modified>
</cp:coreProperties>
</file>