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E13A92" w:rsidTr="00F93CC5">
        <w:tc>
          <w:tcPr>
            <w:tcW w:w="709" w:type="dxa"/>
          </w:tcPr>
          <w:p w:rsidR="00E13A92" w:rsidRDefault="00E13A92" w:rsidP="00F93CC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3A92" w:rsidRDefault="00E13A92" w:rsidP="00F93CC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27.04.2012</w:t>
            </w:r>
          </w:p>
        </w:tc>
        <w:tc>
          <w:tcPr>
            <w:tcW w:w="3260" w:type="dxa"/>
          </w:tcPr>
          <w:p w:rsidR="00E13A92" w:rsidRDefault="00E13A92" w:rsidP="00F93CC5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E13A92" w:rsidRDefault="00E13A92" w:rsidP="00F93CC5">
            <w:pPr>
              <w:widowControl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3A92" w:rsidRDefault="00E13A92" w:rsidP="00F93CC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</w:tr>
    </w:tbl>
    <w:p w:rsidR="00E13A92" w:rsidRDefault="00E13A9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E13A92" w:rsidRDefault="00E13A9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E13A92" w:rsidRDefault="00E13A9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E13A92" w:rsidRPr="00C74147" w:rsidRDefault="00E13A92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C74147">
        <w:rPr>
          <w:b w:val="0"/>
          <w:sz w:val="28"/>
          <w:szCs w:val="28"/>
        </w:rPr>
        <w:t>О проекте закона Ярославской области</w:t>
      </w:r>
    </w:p>
    <w:p w:rsidR="00E13A92" w:rsidRDefault="00E13A92" w:rsidP="00F948B0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931E35">
        <w:t xml:space="preserve">«О </w:t>
      </w:r>
      <w:r>
        <w:t xml:space="preserve">внесении изменений в Закон </w:t>
      </w:r>
    </w:p>
    <w:p w:rsidR="00E13A92" w:rsidRDefault="00E13A92" w:rsidP="00F948B0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931E35">
        <w:t>Ярославской области</w:t>
      </w:r>
      <w:r>
        <w:t xml:space="preserve"> «Об отдельных </w:t>
      </w:r>
    </w:p>
    <w:p w:rsidR="00E13A92" w:rsidRDefault="00E13A92" w:rsidP="00F948B0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вопросах назначения и проведения </w:t>
      </w:r>
    </w:p>
    <w:p w:rsidR="00E13A92" w:rsidRDefault="00E13A92" w:rsidP="00F948B0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референдума Ярославской области </w:t>
      </w:r>
    </w:p>
    <w:p w:rsidR="00E13A92" w:rsidRPr="00BC6BD4" w:rsidRDefault="00E13A92" w:rsidP="00F948B0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>и местного референдума</w:t>
      </w:r>
      <w:r w:rsidRPr="00931E35">
        <w:t>»</w:t>
      </w:r>
    </w:p>
    <w:p w:rsidR="00E13A92" w:rsidRPr="000903DF" w:rsidRDefault="00E13A92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E13A92" w:rsidRDefault="00E13A92" w:rsidP="009C296A">
      <w:pPr>
        <w:ind w:firstLine="709"/>
        <w:jc w:val="both"/>
        <w:rPr>
          <w:sz w:val="28"/>
          <w:szCs w:val="28"/>
        </w:rPr>
      </w:pPr>
    </w:p>
    <w:p w:rsidR="00E13A92" w:rsidRPr="009C296A" w:rsidRDefault="00E13A92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E13A92" w:rsidRDefault="00E13A92" w:rsidP="00F9695C">
      <w:pPr>
        <w:ind w:firstLine="709"/>
        <w:jc w:val="center"/>
        <w:rPr>
          <w:b/>
          <w:sz w:val="28"/>
          <w:szCs w:val="28"/>
        </w:rPr>
      </w:pPr>
    </w:p>
    <w:p w:rsidR="00E13A92" w:rsidRPr="000903DF" w:rsidRDefault="00E13A92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3A92" w:rsidRPr="009A70BA" w:rsidRDefault="00E13A92" w:rsidP="00F9695C">
      <w:pPr>
        <w:ind w:firstLine="709"/>
        <w:jc w:val="center"/>
        <w:rPr>
          <w:b/>
          <w:sz w:val="28"/>
          <w:szCs w:val="28"/>
        </w:rPr>
      </w:pPr>
    </w:p>
    <w:p w:rsidR="00E13A92" w:rsidRPr="003C205F" w:rsidRDefault="00E13A92" w:rsidP="009C18F5">
      <w:pPr>
        <w:ind w:firstLine="709"/>
        <w:jc w:val="both"/>
        <w:rPr>
          <w:sz w:val="28"/>
          <w:szCs w:val="28"/>
        </w:rPr>
      </w:pPr>
      <w:r w:rsidRPr="00F948B0">
        <w:rPr>
          <w:sz w:val="28"/>
          <w:szCs w:val="28"/>
        </w:rPr>
        <w:t>1. Принять в первом чтении проект закона Ярославской области «О</w:t>
      </w:r>
      <w:r>
        <w:rPr>
          <w:sz w:val="28"/>
          <w:szCs w:val="28"/>
        </w:rPr>
        <w:t> </w:t>
      </w:r>
      <w:r w:rsidRPr="00F948B0">
        <w:rPr>
          <w:sz w:val="28"/>
          <w:szCs w:val="28"/>
        </w:rPr>
        <w:t>внесении изменений в Закон Ярославской области «Об отдельных вопр</w:t>
      </w:r>
      <w:r w:rsidRPr="00F948B0">
        <w:rPr>
          <w:sz w:val="28"/>
          <w:szCs w:val="28"/>
        </w:rPr>
        <w:t>о</w:t>
      </w:r>
      <w:r w:rsidRPr="00F948B0">
        <w:rPr>
          <w:sz w:val="28"/>
          <w:szCs w:val="28"/>
        </w:rPr>
        <w:t>сах назначения и проведения референдума Ярославской области и местного референдума», внесенный Губернатором</w:t>
      </w:r>
      <w:r w:rsidRPr="003C205F">
        <w:rPr>
          <w:sz w:val="28"/>
          <w:szCs w:val="28"/>
        </w:rPr>
        <w:t xml:space="preserve"> Ярославской области.</w:t>
      </w:r>
    </w:p>
    <w:p w:rsidR="00E13A92" w:rsidRPr="000903DF" w:rsidRDefault="00E13A92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E13A92" w:rsidRPr="000903DF" w:rsidRDefault="00E13A92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 xml:space="preserve">10 </w:t>
      </w:r>
      <w:bookmarkStart w:id="0" w:name="_GoBack"/>
      <w:bookmarkEnd w:id="0"/>
      <w:r>
        <w:rPr>
          <w:szCs w:val="28"/>
        </w:rPr>
        <w:t>мая</w:t>
      </w:r>
      <w:r w:rsidRPr="000903DF">
        <w:rPr>
          <w:szCs w:val="28"/>
        </w:rPr>
        <w:t xml:space="preserve"> 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E13A92" w:rsidRPr="000903DF" w:rsidRDefault="00E13A92" w:rsidP="00F9695C">
      <w:pPr>
        <w:jc w:val="both"/>
        <w:rPr>
          <w:sz w:val="28"/>
          <w:szCs w:val="28"/>
        </w:rPr>
      </w:pPr>
    </w:p>
    <w:p w:rsidR="00E13A92" w:rsidRDefault="00E13A92" w:rsidP="00F9695C">
      <w:pPr>
        <w:jc w:val="both"/>
        <w:rPr>
          <w:sz w:val="28"/>
        </w:rPr>
      </w:pPr>
    </w:p>
    <w:p w:rsidR="00E13A92" w:rsidRDefault="00E13A92" w:rsidP="00F9695C">
      <w:pPr>
        <w:jc w:val="both"/>
        <w:rPr>
          <w:sz w:val="28"/>
        </w:rPr>
      </w:pPr>
    </w:p>
    <w:p w:rsidR="00E13A92" w:rsidRDefault="00E13A92" w:rsidP="00F9695C">
      <w:pPr>
        <w:pStyle w:val="Heading3"/>
      </w:pPr>
      <w:r>
        <w:t>Председатель</w:t>
      </w:r>
    </w:p>
    <w:p w:rsidR="00E13A92" w:rsidRPr="002C1105" w:rsidRDefault="00E13A92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E13A92" w:rsidRDefault="00E13A92" w:rsidP="00F9695C">
      <w:pPr>
        <w:pStyle w:val="Heading3"/>
      </w:pPr>
    </w:p>
    <w:sectPr w:rsidR="00E13A92" w:rsidSect="00216DC5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A92" w:rsidRDefault="00E13A92">
      <w:r>
        <w:separator/>
      </w:r>
    </w:p>
  </w:endnote>
  <w:endnote w:type="continuationSeparator" w:id="0">
    <w:p w:rsidR="00E13A92" w:rsidRDefault="00E13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A92" w:rsidRDefault="00E13A92">
      <w:r>
        <w:separator/>
      </w:r>
    </w:p>
  </w:footnote>
  <w:footnote w:type="continuationSeparator" w:id="0">
    <w:p w:rsidR="00E13A92" w:rsidRDefault="00E13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50E99"/>
    <w:rsid w:val="000903DF"/>
    <w:rsid w:val="00093AC8"/>
    <w:rsid w:val="0009582E"/>
    <w:rsid w:val="00097191"/>
    <w:rsid w:val="000A32D4"/>
    <w:rsid w:val="000B462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C6DBC"/>
    <w:rsid w:val="001E50E6"/>
    <w:rsid w:val="001E6918"/>
    <w:rsid w:val="00202A29"/>
    <w:rsid w:val="00203892"/>
    <w:rsid w:val="00214A41"/>
    <w:rsid w:val="00216DC5"/>
    <w:rsid w:val="00230264"/>
    <w:rsid w:val="00246829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2F632C"/>
    <w:rsid w:val="00301FDD"/>
    <w:rsid w:val="003440D7"/>
    <w:rsid w:val="0034786D"/>
    <w:rsid w:val="00347FD1"/>
    <w:rsid w:val="003729DD"/>
    <w:rsid w:val="003B68B2"/>
    <w:rsid w:val="003B7A35"/>
    <w:rsid w:val="003C205F"/>
    <w:rsid w:val="003C786E"/>
    <w:rsid w:val="003E552E"/>
    <w:rsid w:val="003F2453"/>
    <w:rsid w:val="00411048"/>
    <w:rsid w:val="00422B49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5501C"/>
    <w:rsid w:val="00566394"/>
    <w:rsid w:val="00584345"/>
    <w:rsid w:val="00597EBA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36818"/>
    <w:rsid w:val="007432F9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312E"/>
    <w:rsid w:val="0084771E"/>
    <w:rsid w:val="008617EB"/>
    <w:rsid w:val="00881F9D"/>
    <w:rsid w:val="00884C99"/>
    <w:rsid w:val="008907DD"/>
    <w:rsid w:val="00897256"/>
    <w:rsid w:val="008D1296"/>
    <w:rsid w:val="008E6CB0"/>
    <w:rsid w:val="008F54E2"/>
    <w:rsid w:val="00931E35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165D9"/>
    <w:rsid w:val="00A23D93"/>
    <w:rsid w:val="00A245AA"/>
    <w:rsid w:val="00A250E8"/>
    <w:rsid w:val="00A269B9"/>
    <w:rsid w:val="00A4428C"/>
    <w:rsid w:val="00A56FC1"/>
    <w:rsid w:val="00A754C3"/>
    <w:rsid w:val="00A7637E"/>
    <w:rsid w:val="00AB0954"/>
    <w:rsid w:val="00AE75D6"/>
    <w:rsid w:val="00AF1E34"/>
    <w:rsid w:val="00B0356F"/>
    <w:rsid w:val="00B42317"/>
    <w:rsid w:val="00B51DE7"/>
    <w:rsid w:val="00B77D5B"/>
    <w:rsid w:val="00B97378"/>
    <w:rsid w:val="00BC6BD4"/>
    <w:rsid w:val="00BD7F1B"/>
    <w:rsid w:val="00BE3C4B"/>
    <w:rsid w:val="00BF5B74"/>
    <w:rsid w:val="00C06C28"/>
    <w:rsid w:val="00C14300"/>
    <w:rsid w:val="00C14F0B"/>
    <w:rsid w:val="00C278F0"/>
    <w:rsid w:val="00C40E45"/>
    <w:rsid w:val="00C54C50"/>
    <w:rsid w:val="00C57B7E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3A92"/>
    <w:rsid w:val="00E20539"/>
    <w:rsid w:val="00E25E63"/>
    <w:rsid w:val="00E26DC8"/>
    <w:rsid w:val="00E27492"/>
    <w:rsid w:val="00E663FD"/>
    <w:rsid w:val="00E868BF"/>
    <w:rsid w:val="00EF2A6C"/>
    <w:rsid w:val="00F17842"/>
    <w:rsid w:val="00F23515"/>
    <w:rsid w:val="00F2406D"/>
    <w:rsid w:val="00F32960"/>
    <w:rsid w:val="00F53615"/>
    <w:rsid w:val="00F5641B"/>
    <w:rsid w:val="00F7403D"/>
    <w:rsid w:val="00F81F8D"/>
    <w:rsid w:val="00F93CC5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918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6918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1E6918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6918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E6918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6918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1E6918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E6918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6918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1E6918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1E6918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1E691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1E6918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62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144</Words>
  <Characters>826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29</cp:revision>
  <cp:lastPrinted>2011-06-17T07:19:00Z</cp:lastPrinted>
  <dcterms:created xsi:type="dcterms:W3CDTF">2011-05-25T04:39:00Z</dcterms:created>
  <dcterms:modified xsi:type="dcterms:W3CDTF">2012-05-02T05:24:00Z</dcterms:modified>
</cp:coreProperties>
</file>