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619B0" w:rsidTr="00F93CC5">
        <w:tc>
          <w:tcPr>
            <w:tcW w:w="709" w:type="dxa"/>
          </w:tcPr>
          <w:p w:rsidR="003619B0" w:rsidRDefault="003619B0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19B0" w:rsidRDefault="003619B0" w:rsidP="00F93CC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27.04.2012</w:t>
            </w:r>
          </w:p>
        </w:tc>
        <w:tc>
          <w:tcPr>
            <w:tcW w:w="3260" w:type="dxa"/>
          </w:tcPr>
          <w:p w:rsidR="003619B0" w:rsidRDefault="003619B0" w:rsidP="00F93CC5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3619B0" w:rsidRDefault="003619B0" w:rsidP="00F93CC5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19B0" w:rsidRDefault="003619B0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</w:tr>
    </w:tbl>
    <w:p w:rsidR="003619B0" w:rsidRDefault="003619B0" w:rsidP="00BB492E">
      <w:pPr>
        <w:pStyle w:val="BodyTextIndent3"/>
        <w:ind w:firstLine="0"/>
        <w:rPr>
          <w:szCs w:val="28"/>
        </w:rPr>
      </w:pPr>
    </w:p>
    <w:p w:rsidR="003619B0" w:rsidRDefault="003619B0" w:rsidP="00BB492E">
      <w:pPr>
        <w:pStyle w:val="BodyTextIndent3"/>
        <w:ind w:firstLine="0"/>
        <w:rPr>
          <w:szCs w:val="28"/>
        </w:rPr>
      </w:pPr>
    </w:p>
    <w:p w:rsidR="003619B0" w:rsidRDefault="003619B0" w:rsidP="00BB492E">
      <w:pPr>
        <w:pStyle w:val="BodyTextIndent3"/>
        <w:ind w:firstLine="0"/>
        <w:rPr>
          <w:szCs w:val="28"/>
        </w:rPr>
      </w:pPr>
      <w:r w:rsidRPr="00EE6412">
        <w:rPr>
          <w:szCs w:val="28"/>
        </w:rPr>
        <w:t>О</w:t>
      </w:r>
      <w:r>
        <w:rPr>
          <w:szCs w:val="28"/>
        </w:rPr>
        <w:t>б отчете Губернатора Ярославской области</w:t>
      </w:r>
      <w:r w:rsidRPr="00EE6412">
        <w:rPr>
          <w:szCs w:val="28"/>
        </w:rPr>
        <w:t xml:space="preserve"> </w:t>
      </w:r>
    </w:p>
    <w:p w:rsidR="003619B0" w:rsidRDefault="003619B0" w:rsidP="00BB492E">
      <w:pPr>
        <w:pStyle w:val="BodyTextIndent3"/>
        <w:ind w:firstLine="0"/>
        <w:rPr>
          <w:szCs w:val="28"/>
        </w:rPr>
      </w:pPr>
      <w:r>
        <w:rPr>
          <w:szCs w:val="28"/>
        </w:rPr>
        <w:t xml:space="preserve">о результатах деятельности Правительства </w:t>
      </w:r>
    </w:p>
    <w:p w:rsidR="003619B0" w:rsidRPr="00EE6412" w:rsidRDefault="003619B0" w:rsidP="00BB492E">
      <w:pPr>
        <w:pStyle w:val="BodyTextIndent3"/>
        <w:ind w:firstLine="0"/>
        <w:rPr>
          <w:bCs/>
          <w:szCs w:val="28"/>
        </w:rPr>
      </w:pPr>
      <w:r>
        <w:rPr>
          <w:szCs w:val="28"/>
        </w:rPr>
        <w:t>Ярославской области за 2011 год</w:t>
      </w:r>
    </w:p>
    <w:p w:rsidR="003619B0" w:rsidRPr="00DD1F03" w:rsidRDefault="003619B0" w:rsidP="00EE6412">
      <w:pPr>
        <w:pStyle w:val="BodyTextIndent3"/>
        <w:ind w:firstLine="0"/>
        <w:rPr>
          <w:sz w:val="24"/>
          <w:szCs w:val="24"/>
        </w:rPr>
      </w:pPr>
    </w:p>
    <w:p w:rsidR="003619B0" w:rsidRPr="00DD1F03" w:rsidRDefault="003619B0" w:rsidP="0063166E">
      <w:pPr>
        <w:pStyle w:val="Heading6"/>
        <w:spacing w:line="240" w:lineRule="auto"/>
        <w:rPr>
          <w:sz w:val="24"/>
          <w:szCs w:val="24"/>
        </w:rPr>
      </w:pPr>
    </w:p>
    <w:p w:rsidR="003619B0" w:rsidRDefault="003619B0" w:rsidP="0063166E">
      <w:pPr>
        <w:pStyle w:val="Heading6"/>
        <w:spacing w:line="240" w:lineRule="auto"/>
      </w:pPr>
      <w:r>
        <w:t>Заслушав в соответствии со статьей 5 Федерального закона «Об общих принципах организации законодательных (представительных) и исполн</w:t>
      </w:r>
      <w:r>
        <w:t>и</w:t>
      </w:r>
      <w:r>
        <w:t>тельных органов государственной власти субъектов Российской Федерации», статьями </w:t>
      </w:r>
      <w:r w:rsidRPr="00135C2F">
        <w:t>32</w:t>
      </w:r>
      <w:r>
        <w:t>, 40</w:t>
      </w:r>
      <w:r w:rsidRPr="00135C2F">
        <w:t xml:space="preserve"> и 49 Устава </w:t>
      </w:r>
      <w:r>
        <w:t xml:space="preserve">Ярославской области отчет </w:t>
      </w:r>
      <w:r>
        <w:rPr>
          <w:szCs w:val="28"/>
        </w:rPr>
        <w:t>Губернатора Яр</w:t>
      </w:r>
      <w:r>
        <w:rPr>
          <w:szCs w:val="28"/>
        </w:rPr>
        <w:t>о</w:t>
      </w:r>
      <w:r>
        <w:rPr>
          <w:szCs w:val="28"/>
        </w:rPr>
        <w:t xml:space="preserve">славской области о результатах деятельности Правительства Ярославской области за 2011 год, </w:t>
      </w:r>
      <w:r>
        <w:t>Ярославская областная Дума</w:t>
      </w:r>
    </w:p>
    <w:p w:rsidR="003619B0" w:rsidRPr="00DD1F03" w:rsidRDefault="003619B0" w:rsidP="0063166E">
      <w:pPr>
        <w:pStyle w:val="List"/>
        <w:ind w:left="0" w:firstLine="720"/>
        <w:jc w:val="both"/>
        <w:rPr>
          <w:sz w:val="24"/>
          <w:szCs w:val="24"/>
        </w:rPr>
      </w:pPr>
    </w:p>
    <w:p w:rsidR="003619B0" w:rsidRPr="0063166E" w:rsidRDefault="003619B0" w:rsidP="005820E9">
      <w:pPr>
        <w:jc w:val="center"/>
        <w:rPr>
          <w:sz w:val="28"/>
          <w:szCs w:val="28"/>
        </w:rPr>
      </w:pPr>
      <w:r w:rsidRPr="0063166E">
        <w:rPr>
          <w:b/>
          <w:sz w:val="28"/>
          <w:szCs w:val="28"/>
        </w:rPr>
        <w:t>П О С Т А Н О В И Л А:</w:t>
      </w:r>
      <w:r w:rsidRPr="0063166E">
        <w:rPr>
          <w:sz w:val="28"/>
          <w:szCs w:val="28"/>
        </w:rPr>
        <w:t xml:space="preserve"> </w:t>
      </w:r>
    </w:p>
    <w:p w:rsidR="003619B0" w:rsidRPr="00DD1F03" w:rsidRDefault="003619B0" w:rsidP="00954FD3">
      <w:pPr>
        <w:ind w:firstLine="709"/>
        <w:jc w:val="both"/>
        <w:rPr>
          <w:szCs w:val="24"/>
        </w:rPr>
      </w:pPr>
    </w:p>
    <w:p w:rsidR="003619B0" w:rsidRDefault="003619B0" w:rsidP="00954FD3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FD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Принять к сведению отчет Губернатора Ярославской области о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зультатах деятельности Правительства Ярославской области за 2011 год.</w:t>
      </w:r>
    </w:p>
    <w:p w:rsidR="003619B0" w:rsidRDefault="003619B0" w:rsidP="00954FD3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Отметить определенную работу исполнительной власти Ярославской области по увеличению собственной доходной базы и привлечению инвест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ций в экономику региона в отчетном периоде.</w:t>
      </w:r>
    </w:p>
    <w:p w:rsidR="003619B0" w:rsidRDefault="003619B0" w:rsidP="00954FD3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Предложить Правительству Ярославской области рассмотреть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прос о сокращении дефицита областного бюджета и недопущении дальне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шего роста государственного долга Ярославской области.</w:t>
      </w:r>
    </w:p>
    <w:p w:rsidR="003619B0" w:rsidRDefault="003619B0" w:rsidP="00954FD3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Рекомендовать Губернатору Ярославской области представить деп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татам Ярославской областной Думы информацию о достигнутых значениях показателей для оценки эффективности деятельности органов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власти Ярославской области и их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планируемых значениях на 3-летний период до 15 июня 2012 года. </w:t>
      </w:r>
    </w:p>
    <w:p w:rsidR="003619B0" w:rsidRDefault="003619B0" w:rsidP="00954FD3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Направить настоящее Постановление Губернатору Ярославской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ласти. </w:t>
      </w:r>
    </w:p>
    <w:p w:rsidR="003619B0" w:rsidRDefault="003619B0" w:rsidP="0063166E">
      <w:pPr>
        <w:jc w:val="both"/>
        <w:rPr>
          <w:sz w:val="28"/>
        </w:rPr>
      </w:pPr>
    </w:p>
    <w:p w:rsidR="003619B0" w:rsidRDefault="003619B0" w:rsidP="0063166E">
      <w:pPr>
        <w:jc w:val="both"/>
        <w:rPr>
          <w:sz w:val="28"/>
        </w:rPr>
      </w:pPr>
    </w:p>
    <w:p w:rsidR="003619B0" w:rsidRDefault="003619B0" w:rsidP="0063166E">
      <w:pPr>
        <w:pStyle w:val="Heading3"/>
      </w:pPr>
      <w:r>
        <w:t>Председатель</w:t>
      </w:r>
    </w:p>
    <w:p w:rsidR="003619B0" w:rsidRDefault="003619B0" w:rsidP="0081471C">
      <w:pPr>
        <w:tabs>
          <w:tab w:val="left" w:pos="7371"/>
        </w:tabs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  <w:t>В.В. Рогоцкий</w:t>
      </w:r>
    </w:p>
    <w:sectPr w:rsidR="003619B0" w:rsidSect="00125C3A">
      <w:pgSz w:w="11906" w:h="16838" w:code="9"/>
      <w:pgMar w:top="4820" w:right="851" w:bottom="425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9B0" w:rsidRDefault="003619B0">
      <w:r>
        <w:separator/>
      </w:r>
    </w:p>
  </w:endnote>
  <w:endnote w:type="continuationSeparator" w:id="0">
    <w:p w:rsidR="003619B0" w:rsidRDefault="00361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9B0" w:rsidRDefault="003619B0">
      <w:r>
        <w:separator/>
      </w:r>
    </w:p>
  </w:footnote>
  <w:footnote w:type="continuationSeparator" w:id="0">
    <w:p w:rsidR="003619B0" w:rsidRDefault="00361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D0BA0DBA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DE70293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4F2C3E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EAF8EEF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C7BAA23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B01D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B5C878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2623EA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CC80FF2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BD403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27984DB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2227DA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EA767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6498BA5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E0A499A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CB2D0B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599ACCC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9F0C072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9E34BC4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E29AD14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8E9C665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DAE755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4364E6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53F2ED9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6E884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F6C147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DB0787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309AD6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8D1841F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83627D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D4C578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8721D7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D05C1A7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7D2AC0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5C47B9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1A8DC6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9EE"/>
    <w:rsid w:val="000005AB"/>
    <w:rsid w:val="0000244A"/>
    <w:rsid w:val="0009568F"/>
    <w:rsid w:val="000C4207"/>
    <w:rsid w:val="00102342"/>
    <w:rsid w:val="00125C3A"/>
    <w:rsid w:val="00135C2F"/>
    <w:rsid w:val="001B36C8"/>
    <w:rsid w:val="001B3BB1"/>
    <w:rsid w:val="001D3033"/>
    <w:rsid w:val="001D5094"/>
    <w:rsid w:val="00217C59"/>
    <w:rsid w:val="002613F2"/>
    <w:rsid w:val="002F79EE"/>
    <w:rsid w:val="003057F3"/>
    <w:rsid w:val="00310D48"/>
    <w:rsid w:val="003619B0"/>
    <w:rsid w:val="003C2A00"/>
    <w:rsid w:val="003D57DA"/>
    <w:rsid w:val="003F406A"/>
    <w:rsid w:val="00435ABB"/>
    <w:rsid w:val="00443E43"/>
    <w:rsid w:val="004512A6"/>
    <w:rsid w:val="00477815"/>
    <w:rsid w:val="004C46F7"/>
    <w:rsid w:val="004C7D2D"/>
    <w:rsid w:val="004E405E"/>
    <w:rsid w:val="004F0045"/>
    <w:rsid w:val="00521795"/>
    <w:rsid w:val="00525A1A"/>
    <w:rsid w:val="00556DA1"/>
    <w:rsid w:val="005820E9"/>
    <w:rsid w:val="0058341F"/>
    <w:rsid w:val="005A372E"/>
    <w:rsid w:val="005C6BF0"/>
    <w:rsid w:val="00602AD9"/>
    <w:rsid w:val="00617B7D"/>
    <w:rsid w:val="0063166E"/>
    <w:rsid w:val="00681B67"/>
    <w:rsid w:val="006B0E73"/>
    <w:rsid w:val="006D1FB1"/>
    <w:rsid w:val="006E34D5"/>
    <w:rsid w:val="00701F7C"/>
    <w:rsid w:val="00710FEB"/>
    <w:rsid w:val="0073670C"/>
    <w:rsid w:val="00737649"/>
    <w:rsid w:val="007A7881"/>
    <w:rsid w:val="007C6C51"/>
    <w:rsid w:val="007D3225"/>
    <w:rsid w:val="007F00B6"/>
    <w:rsid w:val="0080705C"/>
    <w:rsid w:val="008079AB"/>
    <w:rsid w:val="008108D3"/>
    <w:rsid w:val="0081471C"/>
    <w:rsid w:val="00890562"/>
    <w:rsid w:val="00892CD1"/>
    <w:rsid w:val="008B035E"/>
    <w:rsid w:val="008F59FA"/>
    <w:rsid w:val="00904DB6"/>
    <w:rsid w:val="00954FD3"/>
    <w:rsid w:val="0096245E"/>
    <w:rsid w:val="00985291"/>
    <w:rsid w:val="009F25D0"/>
    <w:rsid w:val="00A01B34"/>
    <w:rsid w:val="00A126F5"/>
    <w:rsid w:val="00AB0C63"/>
    <w:rsid w:val="00B54F15"/>
    <w:rsid w:val="00BA2ABE"/>
    <w:rsid w:val="00BB492E"/>
    <w:rsid w:val="00BF0426"/>
    <w:rsid w:val="00BF3961"/>
    <w:rsid w:val="00C554DF"/>
    <w:rsid w:val="00C85EFC"/>
    <w:rsid w:val="00CC5DAD"/>
    <w:rsid w:val="00CE211D"/>
    <w:rsid w:val="00D003D2"/>
    <w:rsid w:val="00D12A31"/>
    <w:rsid w:val="00D22457"/>
    <w:rsid w:val="00D261B1"/>
    <w:rsid w:val="00D315C3"/>
    <w:rsid w:val="00D40B66"/>
    <w:rsid w:val="00D85A52"/>
    <w:rsid w:val="00DB30C7"/>
    <w:rsid w:val="00DC2608"/>
    <w:rsid w:val="00DD1F03"/>
    <w:rsid w:val="00E5703C"/>
    <w:rsid w:val="00E81C0A"/>
    <w:rsid w:val="00E845FB"/>
    <w:rsid w:val="00EA6A04"/>
    <w:rsid w:val="00EE33B9"/>
    <w:rsid w:val="00EE6412"/>
    <w:rsid w:val="00F13CBD"/>
    <w:rsid w:val="00F836C3"/>
    <w:rsid w:val="00F87E2D"/>
    <w:rsid w:val="00F93CC5"/>
    <w:rsid w:val="00F97B94"/>
    <w:rsid w:val="00FA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BD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3CBD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13CBD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CBD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CBD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3CBD"/>
    <w:pPr>
      <w:keepNext/>
      <w:ind w:hanging="567"/>
      <w:jc w:val="center"/>
      <w:outlineLvl w:val="4"/>
    </w:pPr>
    <w:rPr>
      <w:b/>
      <w:sz w:val="3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CBD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F13CB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13CBD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13CBD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F13CBD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F13CBD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F13C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F13CB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List">
    <w:name w:val="List"/>
    <w:basedOn w:val="Normal"/>
    <w:uiPriority w:val="99"/>
    <w:rsid w:val="00F13CBD"/>
    <w:pPr>
      <w:widowControl w:val="0"/>
      <w:ind w:left="283" w:hanging="283"/>
    </w:pPr>
    <w:rPr>
      <w:sz w:val="20"/>
    </w:rPr>
  </w:style>
  <w:style w:type="paragraph" w:customStyle="1" w:styleId="c1">
    <w:name w:val="c1"/>
    <w:basedOn w:val="Normal"/>
    <w:uiPriority w:val="99"/>
    <w:rsid w:val="007F00B6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Normal"/>
    <w:uiPriority w:val="99"/>
    <w:rsid w:val="00EE641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BalloonText">
    <w:name w:val="Balloon Text"/>
    <w:basedOn w:val="Normal"/>
    <w:link w:val="BalloonTextChar"/>
    <w:uiPriority w:val="99"/>
    <w:rsid w:val="00A01B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B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1</Pages>
  <Words>221</Words>
  <Characters>1265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10</cp:revision>
  <cp:lastPrinted>2012-04-28T05:17:00Z</cp:lastPrinted>
  <dcterms:created xsi:type="dcterms:W3CDTF">2012-04-16T10:49:00Z</dcterms:created>
  <dcterms:modified xsi:type="dcterms:W3CDTF">2012-05-02T05:09:00Z</dcterms:modified>
</cp:coreProperties>
</file>