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120829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120829" w:rsidRPr="00120829">
        <w:rPr>
          <w:bCs/>
          <w:iCs/>
          <w:sz w:val="28"/>
          <w:szCs w:val="28"/>
        </w:rPr>
        <w:t>О внесении изменений в Закон Ярославской области «</w:t>
      </w:r>
      <w:r w:rsidR="001A5EC8" w:rsidRPr="001A5EC8">
        <w:rPr>
          <w:bCs/>
          <w:iCs/>
          <w:sz w:val="28"/>
          <w:szCs w:val="28"/>
        </w:rPr>
        <w:t>Об особо охраняемых природных территориях регионального и местного значения в Ярославской области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1A5EC8" w:rsidRPr="001A5EC8" w:rsidRDefault="003D600E" w:rsidP="001A5EC8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1A5EC8" w:rsidRPr="001A5EC8">
        <w:rPr>
          <w:szCs w:val="28"/>
        </w:rPr>
        <w:t xml:space="preserve">министр </w:t>
      </w:r>
      <w:r w:rsidR="001A5EC8" w:rsidRPr="001A5EC8">
        <w:rPr>
          <w:bCs/>
          <w:szCs w:val="28"/>
        </w:rPr>
        <w:t>лесного хозяйства и природопользования Ярославской области Пеньков Д.В.</w:t>
      </w:r>
    </w:p>
    <w:p w:rsidR="003D600E" w:rsidRPr="00E4364B" w:rsidRDefault="003D600E" w:rsidP="001A5EC8">
      <w:pPr>
        <w:tabs>
          <w:tab w:val="left" w:pos="5865"/>
        </w:tabs>
        <w:ind w:firstLine="720"/>
        <w:jc w:val="both"/>
        <w:rPr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1E6083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DA14D0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4AB" w:rsidRDefault="005D44AB">
      <w:r>
        <w:separator/>
      </w:r>
    </w:p>
  </w:endnote>
  <w:endnote w:type="continuationSeparator" w:id="0">
    <w:p w:rsidR="005D44AB" w:rsidRDefault="005D4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4AB" w:rsidRDefault="005D44AB">
      <w:r>
        <w:separator/>
      </w:r>
    </w:p>
  </w:footnote>
  <w:footnote w:type="continuationSeparator" w:id="0">
    <w:p w:rsidR="005D44AB" w:rsidRDefault="005D4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5EC8"/>
    <w:rsid w:val="001A75B4"/>
    <w:rsid w:val="001B426F"/>
    <w:rsid w:val="001C4B3F"/>
    <w:rsid w:val="001C5895"/>
    <w:rsid w:val="001C77F1"/>
    <w:rsid w:val="001D7C14"/>
    <w:rsid w:val="001E0E71"/>
    <w:rsid w:val="001E1A79"/>
    <w:rsid w:val="001E6083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44AB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6F67D6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06C1"/>
    <w:rsid w:val="008823A1"/>
    <w:rsid w:val="0089152B"/>
    <w:rsid w:val="008A2E24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154E7"/>
    <w:rsid w:val="00D21EA1"/>
    <w:rsid w:val="00D259A6"/>
    <w:rsid w:val="00D32204"/>
    <w:rsid w:val="00D42F9E"/>
    <w:rsid w:val="00D7160D"/>
    <w:rsid w:val="00D72279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2361F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DF214-A98E-4D43-8472-96BA2A70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2024-02-06T07:16:00Z</cp:lastPrinted>
  <dcterms:created xsi:type="dcterms:W3CDTF">2024-06-21T09:56:00Z</dcterms:created>
  <dcterms:modified xsi:type="dcterms:W3CDTF">2024-06-21T09:56:00Z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