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5B03EE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 w:rsidR="00880E13" w:rsidRPr="00D307E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="00CB03D1"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623DD7" w:rsidRPr="00A1101F" w:rsidRDefault="00623DD7" w:rsidP="00623DD7">
      <w:r w:rsidRPr="00A1101F">
        <w:rPr>
          <w:sz w:val="24"/>
        </w:rPr>
        <w:t>«____» _________________20</w:t>
      </w:r>
      <w:r w:rsidR="003851A5">
        <w:rPr>
          <w:sz w:val="24"/>
        </w:rPr>
        <w:t xml:space="preserve">23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5D71BC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092C19" w:rsidRDefault="00092C19">
      <w:pPr>
        <w:jc w:val="center"/>
        <w:rPr>
          <w:color w:val="000000"/>
          <w:sz w:val="28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981362" w:rsidRPr="00981362" w:rsidRDefault="00981362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  <w:r w:rsidRPr="00981362">
        <w:rPr>
          <w:rFonts w:eastAsia="Calibri"/>
          <w:b/>
          <w:sz w:val="28"/>
          <w:szCs w:val="28"/>
          <w:lang w:eastAsia="en-US"/>
        </w:rPr>
        <w:t>Ярославская областная Дума</w:t>
      </w:r>
    </w:p>
    <w:p w:rsidR="003900BC" w:rsidRDefault="003900B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Pr="001513F2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BB48DC" w:rsidRPr="001513F2" w:rsidRDefault="00981362" w:rsidP="00634DC0">
      <w:pPr>
        <w:ind w:firstLine="709"/>
        <w:contextualSpacing/>
        <w:jc w:val="both"/>
        <w:rPr>
          <w:sz w:val="28"/>
          <w:szCs w:val="28"/>
        </w:rPr>
      </w:pPr>
      <w:r w:rsidRPr="001513F2">
        <w:rPr>
          <w:sz w:val="28"/>
          <w:szCs w:val="28"/>
        </w:rPr>
        <w:t>В соответствии со статьёй 27 Устава Ярославской области вно</w:t>
      </w:r>
      <w:r w:rsidR="00372CEF" w:rsidRPr="001513F2">
        <w:rPr>
          <w:sz w:val="28"/>
          <w:szCs w:val="28"/>
        </w:rPr>
        <w:t>сим</w:t>
      </w:r>
      <w:r w:rsidR="003851A5">
        <w:rPr>
          <w:sz w:val="28"/>
          <w:szCs w:val="28"/>
        </w:rPr>
        <w:t xml:space="preserve"> в к</w:t>
      </w:r>
      <w:r w:rsidR="003851A5">
        <w:rPr>
          <w:sz w:val="28"/>
          <w:szCs w:val="28"/>
        </w:rPr>
        <w:t>а</w:t>
      </w:r>
      <w:r w:rsidR="003851A5">
        <w:rPr>
          <w:sz w:val="28"/>
          <w:szCs w:val="28"/>
        </w:rPr>
        <w:t>честве законодательной инициативы</w:t>
      </w:r>
      <w:r w:rsidRPr="001513F2">
        <w:rPr>
          <w:sz w:val="28"/>
          <w:szCs w:val="28"/>
        </w:rPr>
        <w:t xml:space="preserve"> проект закона Ярославской области </w:t>
      </w:r>
      <w:r w:rsidR="00BB48DC" w:rsidRPr="001513F2">
        <w:rPr>
          <w:sz w:val="28"/>
          <w:szCs w:val="28"/>
        </w:rPr>
        <w:t>«</w:t>
      </w:r>
      <w:r w:rsidR="001513F2" w:rsidRPr="001513F2">
        <w:rPr>
          <w:bCs/>
          <w:color w:val="000000" w:themeColor="text1"/>
          <w:sz w:val="28"/>
          <w:szCs w:val="28"/>
        </w:rPr>
        <w:t>О внесении изменений в отдельные законодательные акты Ярославской обл</w:t>
      </w:r>
      <w:r w:rsidR="001513F2" w:rsidRPr="001513F2">
        <w:rPr>
          <w:bCs/>
          <w:color w:val="000000" w:themeColor="text1"/>
          <w:sz w:val="28"/>
          <w:szCs w:val="28"/>
        </w:rPr>
        <w:t>а</w:t>
      </w:r>
      <w:r w:rsidR="001513F2" w:rsidRPr="001513F2">
        <w:rPr>
          <w:bCs/>
          <w:color w:val="000000" w:themeColor="text1"/>
          <w:sz w:val="28"/>
          <w:szCs w:val="28"/>
        </w:rPr>
        <w:t>сти»</w:t>
      </w:r>
      <w:r w:rsidR="00BB48DC" w:rsidRPr="001513F2">
        <w:rPr>
          <w:sz w:val="28"/>
          <w:szCs w:val="28"/>
        </w:rPr>
        <w:t>.</w:t>
      </w:r>
    </w:p>
    <w:p w:rsidR="00BB48DC" w:rsidRDefault="00BB48DC" w:rsidP="00634DC0">
      <w:pPr>
        <w:ind w:firstLine="709"/>
        <w:contextualSpacing/>
        <w:jc w:val="both"/>
        <w:rPr>
          <w:sz w:val="28"/>
          <w:szCs w:val="28"/>
        </w:rPr>
      </w:pPr>
    </w:p>
    <w:p w:rsidR="00BB48DC" w:rsidRDefault="00BB48DC" w:rsidP="00634DC0">
      <w:pPr>
        <w:ind w:firstLine="709"/>
        <w:contextualSpacing/>
        <w:jc w:val="both"/>
        <w:rPr>
          <w:sz w:val="28"/>
          <w:szCs w:val="28"/>
        </w:rPr>
      </w:pPr>
    </w:p>
    <w:p w:rsidR="009650D8" w:rsidRDefault="009650D8" w:rsidP="00E8657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BB48DC">
        <w:rPr>
          <w:sz w:val="28"/>
          <w:szCs w:val="28"/>
        </w:rPr>
        <w:t xml:space="preserve">на </w:t>
      </w:r>
      <w:r w:rsidR="002B3A18">
        <w:rPr>
          <w:sz w:val="28"/>
          <w:szCs w:val="28"/>
        </w:rPr>
        <w:t>5</w:t>
      </w:r>
      <w:r>
        <w:rPr>
          <w:sz w:val="28"/>
          <w:szCs w:val="28"/>
        </w:rPr>
        <w:t xml:space="preserve"> л. в 1 экз.</w:t>
      </w:r>
    </w:p>
    <w:p w:rsidR="003409B8" w:rsidRDefault="003409B8" w:rsidP="00E8657D">
      <w:pPr>
        <w:ind w:firstLine="709"/>
        <w:contextualSpacing/>
        <w:jc w:val="both"/>
        <w:rPr>
          <w:sz w:val="28"/>
          <w:szCs w:val="28"/>
        </w:rPr>
      </w:pPr>
    </w:p>
    <w:p w:rsidR="003409B8" w:rsidRPr="00E8657D" w:rsidRDefault="003409B8" w:rsidP="00E8657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Боровицкий М.В., </w:t>
      </w: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Н.А., Секачева О.Н., Кузнецова Е.Д., </w:t>
      </w:r>
      <w:proofErr w:type="spellStart"/>
      <w:r>
        <w:rPr>
          <w:sz w:val="28"/>
          <w:szCs w:val="28"/>
        </w:rPr>
        <w:t>Байло</w:t>
      </w:r>
      <w:proofErr w:type="spellEnd"/>
      <w:r>
        <w:rPr>
          <w:sz w:val="28"/>
          <w:szCs w:val="28"/>
        </w:rPr>
        <w:t xml:space="preserve"> В.И., Мардалиев Э.Я., Филиппов А.С., Лобанова И.В.</w:t>
      </w:r>
      <w:bookmarkStart w:id="0" w:name="_GoBack"/>
      <w:bookmarkEnd w:id="0"/>
    </w:p>
    <w:p w:rsidR="0064352C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Pr="006763BA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Pr="006763BA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sectPr w:rsidR="0064352C" w:rsidRPr="006763BA" w:rsidSect="00981362">
      <w:headerReference w:type="default" r:id="rId9"/>
      <w:pgSz w:w="11907" w:h="16840"/>
      <w:pgMar w:top="851" w:right="851" w:bottom="1276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D67" w:rsidRDefault="00E20D67" w:rsidP="00981362">
      <w:r>
        <w:separator/>
      </w:r>
    </w:p>
  </w:endnote>
  <w:endnote w:type="continuationSeparator" w:id="0">
    <w:p w:rsidR="00E20D67" w:rsidRDefault="00E20D67" w:rsidP="0098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D67" w:rsidRDefault="00E20D67" w:rsidP="00981362">
      <w:r>
        <w:separator/>
      </w:r>
    </w:p>
  </w:footnote>
  <w:footnote w:type="continuationSeparator" w:id="0">
    <w:p w:rsidR="00E20D67" w:rsidRDefault="00E20D67" w:rsidP="00981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096050"/>
      <w:docPartObj>
        <w:docPartGallery w:val="Page Numbers (Top of Page)"/>
        <w:docPartUnique/>
      </w:docPartObj>
    </w:sdtPr>
    <w:sdtEndPr/>
    <w:sdtContent>
      <w:p w:rsidR="00981362" w:rsidRDefault="009813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AF">
          <w:rPr>
            <w:noProof/>
          </w:rPr>
          <w:t>1</w:t>
        </w:r>
        <w:r>
          <w:fldChar w:fldCharType="end"/>
        </w:r>
      </w:p>
    </w:sdtContent>
  </w:sdt>
  <w:p w:rsidR="00981362" w:rsidRDefault="009813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3256"/>
    <w:multiLevelType w:val="hybridMultilevel"/>
    <w:tmpl w:val="1B363B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3625E"/>
    <w:rsid w:val="00061D27"/>
    <w:rsid w:val="00063F11"/>
    <w:rsid w:val="00092C19"/>
    <w:rsid w:val="001231DB"/>
    <w:rsid w:val="001513F2"/>
    <w:rsid w:val="00175427"/>
    <w:rsid w:val="001D0BD3"/>
    <w:rsid w:val="00205568"/>
    <w:rsid w:val="002B3A18"/>
    <w:rsid w:val="003409B8"/>
    <w:rsid w:val="00360848"/>
    <w:rsid w:val="00372CEF"/>
    <w:rsid w:val="003851A5"/>
    <w:rsid w:val="003900BC"/>
    <w:rsid w:val="004504FE"/>
    <w:rsid w:val="004E093A"/>
    <w:rsid w:val="004F5A57"/>
    <w:rsid w:val="005359B8"/>
    <w:rsid w:val="00565294"/>
    <w:rsid w:val="00575AFA"/>
    <w:rsid w:val="00587929"/>
    <w:rsid w:val="005B03EE"/>
    <w:rsid w:val="005D3D79"/>
    <w:rsid w:val="005D71BC"/>
    <w:rsid w:val="006041AF"/>
    <w:rsid w:val="00623DD7"/>
    <w:rsid w:val="00634DC0"/>
    <w:rsid w:val="0064352C"/>
    <w:rsid w:val="0065007C"/>
    <w:rsid w:val="006763BA"/>
    <w:rsid w:val="006769A5"/>
    <w:rsid w:val="00687256"/>
    <w:rsid w:val="00691537"/>
    <w:rsid w:val="0071209A"/>
    <w:rsid w:val="00764B62"/>
    <w:rsid w:val="007A6365"/>
    <w:rsid w:val="007B2624"/>
    <w:rsid w:val="008022F5"/>
    <w:rsid w:val="00867775"/>
    <w:rsid w:val="00880E13"/>
    <w:rsid w:val="008911CB"/>
    <w:rsid w:val="0091002F"/>
    <w:rsid w:val="00913313"/>
    <w:rsid w:val="00916EEB"/>
    <w:rsid w:val="009650D8"/>
    <w:rsid w:val="00971CF1"/>
    <w:rsid w:val="00976026"/>
    <w:rsid w:val="00981362"/>
    <w:rsid w:val="00A05DCF"/>
    <w:rsid w:val="00A57885"/>
    <w:rsid w:val="00A7399F"/>
    <w:rsid w:val="00AA5C60"/>
    <w:rsid w:val="00AD5BF8"/>
    <w:rsid w:val="00B178D2"/>
    <w:rsid w:val="00B524F2"/>
    <w:rsid w:val="00B85592"/>
    <w:rsid w:val="00BB48DC"/>
    <w:rsid w:val="00C35FD2"/>
    <w:rsid w:val="00C70C9A"/>
    <w:rsid w:val="00C8204E"/>
    <w:rsid w:val="00C82566"/>
    <w:rsid w:val="00CB03D1"/>
    <w:rsid w:val="00CC5898"/>
    <w:rsid w:val="00CE79F5"/>
    <w:rsid w:val="00CF1C57"/>
    <w:rsid w:val="00D307ED"/>
    <w:rsid w:val="00D61553"/>
    <w:rsid w:val="00D726F1"/>
    <w:rsid w:val="00DB6EF1"/>
    <w:rsid w:val="00E20D67"/>
    <w:rsid w:val="00E60F55"/>
    <w:rsid w:val="00E76536"/>
    <w:rsid w:val="00E8657D"/>
    <w:rsid w:val="00F14BA6"/>
    <w:rsid w:val="00F83057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Смирнова О.В.</dc:creator>
  <cp:lastModifiedBy>Молчанова Ольга Петровна</cp:lastModifiedBy>
  <cp:revision>9</cp:revision>
  <cp:lastPrinted>2022-11-18T07:15:00Z</cp:lastPrinted>
  <dcterms:created xsi:type="dcterms:W3CDTF">2023-03-16T06:52:00Z</dcterms:created>
  <dcterms:modified xsi:type="dcterms:W3CDTF">2023-03-20T09:56:00Z</dcterms:modified>
</cp:coreProperties>
</file>