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7239B3" w:rsidRPr="007239B3" w:rsidTr="007239B3">
        <w:tc>
          <w:tcPr>
            <w:tcW w:w="426" w:type="dxa"/>
            <w:vAlign w:val="bottom"/>
            <w:hideMark/>
          </w:tcPr>
          <w:p w:rsidR="007239B3" w:rsidRPr="007239B3" w:rsidRDefault="007239B3" w:rsidP="007239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7239B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39B3" w:rsidRPr="007239B3" w:rsidRDefault="007239B3" w:rsidP="007239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7239B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25.05.2021</w:t>
            </w:r>
          </w:p>
        </w:tc>
        <w:tc>
          <w:tcPr>
            <w:tcW w:w="4111" w:type="dxa"/>
            <w:vAlign w:val="bottom"/>
          </w:tcPr>
          <w:p w:rsidR="007239B3" w:rsidRPr="007239B3" w:rsidRDefault="007239B3" w:rsidP="007239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7239B3" w:rsidRPr="007239B3" w:rsidRDefault="007239B3" w:rsidP="007239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 w:rsidRPr="007239B3"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7239B3" w:rsidRPr="007239B3" w:rsidRDefault="007239B3" w:rsidP="007239B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6"/>
                <w:sz w:val="28"/>
                <w:szCs w:val="28"/>
              </w:rPr>
              <w:t>140</w:t>
            </w:r>
            <w:bookmarkStart w:id="0" w:name="_GoBack"/>
            <w:bookmarkEnd w:id="0"/>
          </w:p>
        </w:tc>
      </w:tr>
    </w:tbl>
    <w:p w:rsidR="00F465B6" w:rsidRPr="00F465B6" w:rsidRDefault="00F465B6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65B6" w:rsidRPr="00F465B6" w:rsidRDefault="00F465B6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проекте закона </w:t>
      </w: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области </w:t>
      </w: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Закон Ярославской области </w:t>
      </w: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градостроительной деятельности </w:t>
      </w:r>
    </w:p>
    <w:p w:rsidR="004016AF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области»</w:t>
      </w: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5132" w:rsidRPr="00F465B6" w:rsidRDefault="00155132" w:rsidP="00F465B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F465B6" w:rsidRDefault="00DA74F4" w:rsidP="00F46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A74F4" w:rsidRPr="00F465B6" w:rsidRDefault="00DA74F4" w:rsidP="00F46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74F4" w:rsidRPr="00F465B6" w:rsidRDefault="00DA74F4" w:rsidP="00F465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4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465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A74F4" w:rsidRPr="00F465B6" w:rsidRDefault="00DA74F4" w:rsidP="00F46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69C8" w:rsidRPr="00F465B6" w:rsidRDefault="00561981" w:rsidP="00F46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DA74F4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в первом чтении </w:t>
      </w:r>
      <w:r w:rsidR="00155132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т закона Ярославской области «О </w:t>
      </w:r>
      <w:r w:rsidR="00155132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изменений в Закон Ярославской области «О градостроительной деятельности на территории Ярославской области», внесенный исполня</w:t>
      </w:r>
      <w:r w:rsidR="00155132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155132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щим обязанности Губернатора Ярославской области Степаненко Д.А.</w:t>
      </w:r>
    </w:p>
    <w:p w:rsidR="00561981" w:rsidRPr="00F465B6" w:rsidRDefault="00561981" w:rsidP="00F46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126986" w:rsidRDefault="00126986" w:rsidP="00F465B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65B6" w:rsidRDefault="00F465B6" w:rsidP="00F465B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65B6" w:rsidRPr="00F465B6" w:rsidRDefault="00F465B6" w:rsidP="00F465B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74F4" w:rsidRPr="00F465B6" w:rsidRDefault="00DA74F4" w:rsidP="00F465B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F465B6" w:rsidRPr="00F465B6" w:rsidRDefault="00DA74F4" w:rsidP="00F465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="00D80FD6" w:rsidRPr="00F465B6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F465B6" w:rsidRPr="00F465B6" w:rsidSect="00F465B6">
      <w:pgSz w:w="11906" w:h="16838"/>
      <w:pgMar w:top="4820" w:right="851" w:bottom="42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4F4"/>
    <w:rsid w:val="00126986"/>
    <w:rsid w:val="00150898"/>
    <w:rsid w:val="00155132"/>
    <w:rsid w:val="002303CB"/>
    <w:rsid w:val="0025040D"/>
    <w:rsid w:val="003140BE"/>
    <w:rsid w:val="003553D0"/>
    <w:rsid w:val="003778A9"/>
    <w:rsid w:val="003C2E2A"/>
    <w:rsid w:val="004016AF"/>
    <w:rsid w:val="0046556F"/>
    <w:rsid w:val="004715D4"/>
    <w:rsid w:val="00561981"/>
    <w:rsid w:val="00592D59"/>
    <w:rsid w:val="005F46D5"/>
    <w:rsid w:val="00606D9B"/>
    <w:rsid w:val="006269C8"/>
    <w:rsid w:val="00681046"/>
    <w:rsid w:val="006873A7"/>
    <w:rsid w:val="006C38F2"/>
    <w:rsid w:val="007239B3"/>
    <w:rsid w:val="00844A9B"/>
    <w:rsid w:val="00845044"/>
    <w:rsid w:val="008A3685"/>
    <w:rsid w:val="008D4781"/>
    <w:rsid w:val="008E202D"/>
    <w:rsid w:val="008F4E27"/>
    <w:rsid w:val="00A55494"/>
    <w:rsid w:val="00B02404"/>
    <w:rsid w:val="00B215E4"/>
    <w:rsid w:val="00B56327"/>
    <w:rsid w:val="00B87190"/>
    <w:rsid w:val="00D80FD6"/>
    <w:rsid w:val="00DA74F4"/>
    <w:rsid w:val="00DF2BD5"/>
    <w:rsid w:val="00EC3AD4"/>
    <w:rsid w:val="00F00699"/>
    <w:rsid w:val="00F465B6"/>
    <w:rsid w:val="00FB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link w:val="40"/>
    <w:locked/>
    <w:rsid w:val="00DA74F4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DA74F4"/>
    <w:pPr>
      <w:widowControl w:val="0"/>
      <w:shd w:val="clear" w:color="auto" w:fill="FFFFFF"/>
      <w:spacing w:before="240" w:after="360" w:line="216" w:lineRule="exact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styleId="a3">
    <w:name w:val="List Paragraph"/>
    <w:basedOn w:val="a"/>
    <w:uiPriority w:val="34"/>
    <w:qFormat/>
    <w:rsid w:val="00DA74F4"/>
    <w:pPr>
      <w:ind w:left="720"/>
      <w:contextualSpacing/>
    </w:pPr>
  </w:style>
  <w:style w:type="paragraph" w:styleId="2">
    <w:name w:val="Body Text Indent 2"/>
    <w:basedOn w:val="a"/>
    <w:link w:val="20"/>
    <w:rsid w:val="00DF2BD5"/>
    <w:pPr>
      <w:widowControl w:val="0"/>
      <w:tabs>
        <w:tab w:val="left" w:pos="0"/>
        <w:tab w:val="left" w:pos="2552"/>
      </w:tabs>
      <w:spacing w:after="0" w:line="228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F2BD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F2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8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32</cp:revision>
  <cp:lastPrinted>2021-05-21T06:05:00Z</cp:lastPrinted>
  <dcterms:created xsi:type="dcterms:W3CDTF">2017-01-26T08:08:00Z</dcterms:created>
  <dcterms:modified xsi:type="dcterms:W3CDTF">2021-05-26T06:53:00Z</dcterms:modified>
</cp:coreProperties>
</file>