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6E8" w:rsidRDefault="00D576E8" w:rsidP="00996B80">
      <w:pPr>
        <w:ind w:left="5387"/>
        <w:jc w:val="right"/>
        <w:rPr>
          <w:sz w:val="24"/>
          <w:szCs w:val="24"/>
        </w:rPr>
      </w:pPr>
      <w:r w:rsidRPr="00551DB9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</w:p>
    <w:p w:rsidR="00D576E8" w:rsidRPr="00551DB9" w:rsidRDefault="00D576E8" w:rsidP="00996B80">
      <w:pPr>
        <w:ind w:left="5387"/>
        <w:jc w:val="right"/>
        <w:rPr>
          <w:sz w:val="24"/>
          <w:szCs w:val="24"/>
        </w:rPr>
      </w:pPr>
      <w:r w:rsidRPr="00551DB9">
        <w:rPr>
          <w:sz w:val="24"/>
          <w:szCs w:val="24"/>
        </w:rPr>
        <w:t>к Постановлению</w:t>
      </w:r>
    </w:p>
    <w:p w:rsidR="00D576E8" w:rsidRPr="00551DB9" w:rsidRDefault="00D576E8" w:rsidP="00996B80">
      <w:pPr>
        <w:ind w:left="5387"/>
        <w:jc w:val="right"/>
        <w:rPr>
          <w:sz w:val="24"/>
          <w:szCs w:val="24"/>
        </w:rPr>
      </w:pPr>
      <w:r w:rsidRPr="00551DB9">
        <w:rPr>
          <w:sz w:val="24"/>
          <w:szCs w:val="24"/>
        </w:rPr>
        <w:t xml:space="preserve">Ярославской областной Думы </w:t>
      </w:r>
    </w:p>
    <w:p w:rsidR="00D576E8" w:rsidRDefault="00D576E8" w:rsidP="00996B80">
      <w:pPr>
        <w:ind w:left="5387"/>
        <w:jc w:val="right"/>
        <w:rPr>
          <w:sz w:val="24"/>
          <w:szCs w:val="24"/>
        </w:rPr>
      </w:pPr>
      <w:r w:rsidRPr="00551DB9">
        <w:rPr>
          <w:sz w:val="24"/>
          <w:szCs w:val="24"/>
        </w:rPr>
        <w:t xml:space="preserve">от </w:t>
      </w:r>
      <w:r>
        <w:rPr>
          <w:sz w:val="24"/>
          <w:szCs w:val="24"/>
        </w:rPr>
        <w:t>29.01.2013  №  7</w:t>
      </w:r>
    </w:p>
    <w:p w:rsidR="00D576E8" w:rsidRPr="00551DB9" w:rsidRDefault="00D576E8" w:rsidP="00996B80">
      <w:pPr>
        <w:ind w:left="5387"/>
        <w:jc w:val="right"/>
        <w:rPr>
          <w:sz w:val="24"/>
          <w:szCs w:val="24"/>
        </w:rPr>
      </w:pPr>
    </w:p>
    <w:p w:rsidR="00D576E8" w:rsidRDefault="00D576E8">
      <w:pPr>
        <w:jc w:val="center"/>
        <w:rPr>
          <w:rFonts w:ascii="Arial" w:hAnsi="Arial"/>
          <w:b/>
          <w:sz w:val="28"/>
        </w:rPr>
      </w:pPr>
    </w:p>
    <w:p w:rsidR="00D576E8" w:rsidRPr="00BA5D1A" w:rsidRDefault="00D576E8">
      <w:pPr>
        <w:jc w:val="center"/>
        <w:rPr>
          <w:rFonts w:ascii="Arial" w:hAnsi="Arial"/>
          <w:b/>
          <w:sz w:val="36"/>
          <w:szCs w:val="36"/>
        </w:rPr>
      </w:pPr>
      <w:r w:rsidRPr="00BA5D1A">
        <w:rPr>
          <w:rFonts w:ascii="Arial" w:hAnsi="Arial"/>
          <w:b/>
          <w:sz w:val="36"/>
          <w:szCs w:val="36"/>
        </w:rPr>
        <w:t>БЮЛЛЕТЕНЬ</w:t>
      </w:r>
      <w:r w:rsidRPr="00BA5D1A">
        <w:rPr>
          <w:rStyle w:val="FootnoteReference"/>
          <w:rFonts w:ascii="Arial" w:hAnsi="Arial"/>
          <w:b/>
          <w:sz w:val="36"/>
          <w:szCs w:val="36"/>
        </w:rPr>
        <w:footnoteReference w:customMarkFollows="1" w:id="1"/>
        <w:t>1</w:t>
      </w:r>
      <w:r w:rsidRPr="00BA5D1A">
        <w:rPr>
          <w:rFonts w:ascii="Arial" w:hAnsi="Arial"/>
          <w:b/>
          <w:sz w:val="36"/>
          <w:szCs w:val="36"/>
        </w:rPr>
        <w:t xml:space="preserve"> </w:t>
      </w:r>
      <w:bookmarkStart w:id="0" w:name="_GoBack"/>
      <w:bookmarkEnd w:id="0"/>
    </w:p>
    <w:p w:rsidR="00D576E8" w:rsidRDefault="00D576E8" w:rsidP="00744AEA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ДЛЯ ТАЙНОГО ГОЛОСОВАНИЯ ПО ВЫБОРАМ ПРЕДСЕДАТЕЛЯ ЯРОСЛАВСКОЙ ОБЛАСТНОЙ ДУМЫ ПЯТОГО СОЗЫВА</w:t>
      </w:r>
    </w:p>
    <w:p w:rsidR="00D576E8" w:rsidRDefault="00D576E8">
      <w:pPr>
        <w:jc w:val="center"/>
        <w:rPr>
          <w:rFonts w:ascii="Arial" w:hAnsi="Arial"/>
          <w:b/>
          <w:sz w:val="28"/>
          <w:u w:val="single"/>
        </w:rPr>
      </w:pPr>
    </w:p>
    <w:p w:rsidR="00D576E8" w:rsidRPr="00083BDE" w:rsidRDefault="00D576E8" w:rsidP="00EC1393">
      <w:pPr>
        <w:jc w:val="right"/>
        <w:rPr>
          <w:rFonts w:ascii="Arial" w:hAnsi="Arial"/>
          <w:b/>
          <w:sz w:val="28"/>
          <w:u w:val="single"/>
        </w:rPr>
      </w:pPr>
      <w:r w:rsidRPr="00083BDE">
        <w:rPr>
          <w:rFonts w:ascii="Arial" w:hAnsi="Arial"/>
          <w:b/>
          <w:sz w:val="28"/>
          <w:u w:val="single"/>
        </w:rPr>
        <w:t>29 января 2013г.</w:t>
      </w:r>
    </w:p>
    <w:p w:rsidR="00D576E8" w:rsidRDefault="00D576E8">
      <w:pPr>
        <w:jc w:val="center"/>
        <w:rPr>
          <w:rFonts w:ascii="Arial" w:hAnsi="Arial"/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678"/>
        <w:gridCol w:w="2126"/>
        <w:gridCol w:w="1843"/>
      </w:tblGrid>
      <w:tr w:rsidR="00D576E8" w:rsidTr="00E40F50">
        <w:trPr>
          <w:cantSplit/>
        </w:trPr>
        <w:tc>
          <w:tcPr>
            <w:tcW w:w="709" w:type="dxa"/>
          </w:tcPr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№</w:t>
            </w:r>
          </w:p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пп</w:t>
            </w:r>
          </w:p>
        </w:tc>
        <w:tc>
          <w:tcPr>
            <w:tcW w:w="4678" w:type="dxa"/>
          </w:tcPr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Фамилия, имя, отчество</w:t>
            </w:r>
          </w:p>
        </w:tc>
        <w:tc>
          <w:tcPr>
            <w:tcW w:w="2126" w:type="dxa"/>
          </w:tcPr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№ изб. </w:t>
            </w:r>
          </w:p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округа,</w:t>
            </w:r>
          </w:p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политич</w:t>
            </w:r>
            <w:r>
              <w:rPr>
                <w:rFonts w:ascii="Arial" w:hAnsi="Arial"/>
                <w:b/>
                <w:sz w:val="28"/>
              </w:rPr>
              <w:t>е</w:t>
            </w:r>
            <w:r>
              <w:rPr>
                <w:rFonts w:ascii="Arial" w:hAnsi="Arial"/>
                <w:b/>
                <w:sz w:val="28"/>
              </w:rPr>
              <w:t>ская партия</w:t>
            </w:r>
          </w:p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1843" w:type="dxa"/>
          </w:tcPr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</w:tr>
      <w:tr w:rsidR="00D576E8" w:rsidTr="00E40F50">
        <w:trPr>
          <w:cantSplit/>
        </w:trPr>
        <w:tc>
          <w:tcPr>
            <w:tcW w:w="709" w:type="dxa"/>
          </w:tcPr>
          <w:p w:rsidR="00D576E8" w:rsidRDefault="00D576E8">
            <w:pPr>
              <w:numPr>
                <w:ilvl w:val="0"/>
                <w:numId w:val="1"/>
              </w:num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noProof/>
              </w:rPr>
              <w:pict>
                <v:rect id="Rectangle 5" o:spid="_x0000_s1026" style="position:absolute;left:0;text-align:left;margin-left:397.35pt;margin-top:8.3pt;width:36pt;height:28.8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" o:allowincell="f"/>
              </w:pict>
            </w:r>
          </w:p>
        </w:tc>
        <w:tc>
          <w:tcPr>
            <w:tcW w:w="4678" w:type="dxa"/>
          </w:tcPr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2126" w:type="dxa"/>
          </w:tcPr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1843" w:type="dxa"/>
          </w:tcPr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</w:tr>
      <w:tr w:rsidR="00D576E8" w:rsidTr="00E40F50">
        <w:trPr>
          <w:cantSplit/>
        </w:trPr>
        <w:tc>
          <w:tcPr>
            <w:tcW w:w="709" w:type="dxa"/>
          </w:tcPr>
          <w:p w:rsidR="00D576E8" w:rsidRDefault="00D576E8">
            <w:pPr>
              <w:numPr>
                <w:ilvl w:val="0"/>
                <w:numId w:val="1"/>
              </w:num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noProof/>
              </w:rPr>
              <w:pict>
                <v:rect id="Rectangle 6" o:spid="_x0000_s1027" style="position:absolute;left:0;text-align:left;margin-left:397.35pt;margin-top:9.9pt;width:36pt;height:28.8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" o:allowincell="f"/>
              </w:pict>
            </w:r>
          </w:p>
        </w:tc>
        <w:tc>
          <w:tcPr>
            <w:tcW w:w="4678" w:type="dxa"/>
          </w:tcPr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2126" w:type="dxa"/>
          </w:tcPr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1843" w:type="dxa"/>
          </w:tcPr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D576E8" w:rsidRDefault="00D576E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</w:tr>
    </w:tbl>
    <w:p w:rsidR="00D576E8" w:rsidRDefault="00D576E8">
      <w:pPr>
        <w:ind w:hanging="142"/>
        <w:jc w:val="both"/>
        <w:rPr>
          <w:rFonts w:ascii="Arial" w:hAnsi="Arial"/>
          <w:b/>
          <w:sz w:val="28"/>
        </w:rPr>
      </w:pPr>
    </w:p>
    <w:p w:rsidR="00D576E8" w:rsidRDefault="00D576E8">
      <w:pPr>
        <w:ind w:hanging="142"/>
        <w:jc w:val="both"/>
        <w:rPr>
          <w:rFonts w:ascii="Arial" w:hAnsi="Arial"/>
          <w:b/>
          <w:sz w:val="28"/>
        </w:rPr>
      </w:pPr>
    </w:p>
    <w:p w:rsidR="00D576E8" w:rsidRDefault="00D576E8">
      <w:pPr>
        <w:ind w:hanging="142"/>
        <w:jc w:val="both"/>
        <w:rPr>
          <w:rFonts w:ascii="Arial" w:hAnsi="Arial"/>
          <w:b/>
          <w:sz w:val="28"/>
        </w:rPr>
      </w:pPr>
    </w:p>
    <w:p w:rsidR="00D576E8" w:rsidRDefault="00D576E8">
      <w:pPr>
        <w:ind w:hanging="142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Председатель</w:t>
      </w:r>
    </w:p>
    <w:p w:rsidR="00D576E8" w:rsidRDefault="00D576E8">
      <w:pPr>
        <w:ind w:hanging="142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счетной комиссии</w:t>
      </w:r>
    </w:p>
    <w:p w:rsidR="00D576E8" w:rsidRDefault="00D576E8">
      <w:pPr>
        <w:ind w:hanging="142"/>
        <w:jc w:val="both"/>
        <w:rPr>
          <w:rFonts w:ascii="Arial" w:hAnsi="Arial"/>
          <w:b/>
          <w:sz w:val="16"/>
        </w:rPr>
      </w:pPr>
    </w:p>
    <w:p w:rsidR="00D576E8" w:rsidRDefault="00D576E8">
      <w:pPr>
        <w:ind w:hanging="142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Члены </w:t>
      </w:r>
    </w:p>
    <w:p w:rsidR="00D576E8" w:rsidRDefault="00D576E8">
      <w:pPr>
        <w:ind w:hanging="142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счетной комиссии</w:t>
      </w:r>
    </w:p>
    <w:p w:rsidR="00D576E8" w:rsidRDefault="00D576E8">
      <w:pPr>
        <w:ind w:hanging="142"/>
        <w:jc w:val="both"/>
        <w:rPr>
          <w:rFonts w:ascii="Arial" w:hAnsi="Arial"/>
          <w:b/>
          <w:sz w:val="16"/>
        </w:rPr>
      </w:pPr>
    </w:p>
    <w:p w:rsidR="00D576E8" w:rsidRDefault="00D576E8">
      <w:pPr>
        <w:ind w:hanging="142"/>
        <w:jc w:val="both"/>
        <w:rPr>
          <w:rFonts w:ascii="Arial" w:hAnsi="Arial"/>
          <w:b/>
          <w:sz w:val="28"/>
        </w:rPr>
      </w:pPr>
    </w:p>
    <w:sectPr w:rsidR="00D576E8" w:rsidSect="008B339F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6E8" w:rsidRDefault="00D576E8">
      <w:r>
        <w:separator/>
      </w:r>
    </w:p>
  </w:endnote>
  <w:endnote w:type="continuationSeparator" w:id="0">
    <w:p w:rsidR="00D576E8" w:rsidRDefault="00D57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6E8" w:rsidRDefault="00D576E8">
      <w:r>
        <w:separator/>
      </w:r>
    </w:p>
  </w:footnote>
  <w:footnote w:type="continuationSeparator" w:id="0">
    <w:p w:rsidR="00D576E8" w:rsidRDefault="00D576E8">
      <w:r>
        <w:continuationSeparator/>
      </w:r>
    </w:p>
  </w:footnote>
  <w:footnote w:id="1">
    <w:p w:rsidR="00D576E8" w:rsidRDefault="00D576E8">
      <w:pPr>
        <w:jc w:val="both"/>
        <w:rPr>
          <w:u w:val="single"/>
        </w:rPr>
      </w:pPr>
      <w:r>
        <w:rPr>
          <w:rStyle w:val="FootnoteReference"/>
          <w:u w:val="single"/>
        </w:rPr>
        <w:t>1</w:t>
      </w:r>
      <w:r>
        <w:rPr>
          <w:u w:val="single"/>
        </w:rPr>
        <w:t xml:space="preserve"> Разъяснение порядка заполнения бюллетеня:</w:t>
      </w:r>
    </w:p>
    <w:p w:rsidR="00D576E8" w:rsidRDefault="00D576E8">
      <w:pPr>
        <w:jc w:val="both"/>
      </w:pPr>
      <w:r>
        <w:t>поставьте любой знак в пустом квадрате справа от фамилии, имени, отчества кандидата, за которого Вы голосуете.</w:t>
      </w:r>
    </w:p>
    <w:p w:rsidR="00D576E8" w:rsidRDefault="00D576E8">
      <w:pPr>
        <w:jc w:val="both"/>
      </w:pPr>
      <w:r>
        <w:t>Бюллетень, в котором любой знак проставлен более чем в одном квадрате либо не проставлен ни в одном из них, считается недействительным.</w:t>
      </w:r>
    </w:p>
    <w:p w:rsidR="00D576E8" w:rsidRDefault="00D576E8" w:rsidP="00E03769">
      <w:pPr>
        <w:jc w:val="both"/>
      </w:pPr>
      <w:r>
        <w:t>Бюллетень, не заверенный подписями председателя и членов счетной комиссии, признается бюллетенем не уст</w:t>
      </w:r>
      <w:r>
        <w:t>а</w:t>
      </w:r>
      <w:r>
        <w:t>новленной формы и при подсчете голосов не учитывается.</w:t>
      </w:r>
    </w:p>
    <w:p w:rsidR="00D576E8" w:rsidRDefault="00D576E8">
      <w:pPr>
        <w:pStyle w:val="BodyText"/>
        <w:ind w:firstLine="709"/>
        <w:jc w:val="both"/>
        <w:rPr>
          <w:b/>
          <w:i/>
          <w:sz w:val="22"/>
        </w:rPr>
      </w:pPr>
    </w:p>
    <w:p w:rsidR="00D576E8" w:rsidRDefault="00D576E8">
      <w:pPr>
        <w:pStyle w:val="BodyText"/>
        <w:ind w:firstLine="709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E57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autoHyphenation/>
  <w:hyphenationZone w:val="425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4AEA"/>
    <w:rsid w:val="00021779"/>
    <w:rsid w:val="00083BDE"/>
    <w:rsid w:val="00137992"/>
    <w:rsid w:val="001D735C"/>
    <w:rsid w:val="00441092"/>
    <w:rsid w:val="00467F9D"/>
    <w:rsid w:val="00536417"/>
    <w:rsid w:val="00551DB9"/>
    <w:rsid w:val="005925DC"/>
    <w:rsid w:val="005E51F1"/>
    <w:rsid w:val="00635F66"/>
    <w:rsid w:val="006604EF"/>
    <w:rsid w:val="00684A6A"/>
    <w:rsid w:val="00717A2D"/>
    <w:rsid w:val="00744AEA"/>
    <w:rsid w:val="007A5000"/>
    <w:rsid w:val="008B339F"/>
    <w:rsid w:val="008D1D96"/>
    <w:rsid w:val="00996B80"/>
    <w:rsid w:val="00AA1B5B"/>
    <w:rsid w:val="00BA5D1A"/>
    <w:rsid w:val="00BE23B8"/>
    <w:rsid w:val="00C75FAF"/>
    <w:rsid w:val="00D576E8"/>
    <w:rsid w:val="00D82714"/>
    <w:rsid w:val="00DF6ED9"/>
    <w:rsid w:val="00E03769"/>
    <w:rsid w:val="00E40F50"/>
    <w:rsid w:val="00E61692"/>
    <w:rsid w:val="00EC1393"/>
    <w:rsid w:val="00F26289"/>
    <w:rsid w:val="00F5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39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339F"/>
    <w:pPr>
      <w:keepNext/>
      <w:spacing w:before="18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339F"/>
    <w:pPr>
      <w:keepNext/>
      <w:jc w:val="both"/>
      <w:outlineLvl w:val="1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F6ED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F6ED9"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semiHidden/>
    <w:rsid w:val="008B339F"/>
    <w:pPr>
      <w:ind w:firstLine="709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F6ED9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8B339F"/>
    <w:pPr>
      <w:ind w:firstLine="709"/>
      <w:jc w:val="both"/>
    </w:pPr>
    <w:rPr>
      <w:i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F6ED9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8B33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F6ED9"/>
    <w:rPr>
      <w:rFonts w:cs="Times New Roman"/>
      <w:sz w:val="20"/>
      <w:szCs w:val="20"/>
    </w:rPr>
  </w:style>
  <w:style w:type="paragraph" w:styleId="ListContinue2">
    <w:name w:val="List Continue 2"/>
    <w:basedOn w:val="Normal"/>
    <w:uiPriority w:val="99"/>
    <w:semiHidden/>
    <w:rsid w:val="008B339F"/>
    <w:pPr>
      <w:widowControl w:val="0"/>
      <w:spacing w:after="120"/>
      <w:ind w:left="566"/>
    </w:pPr>
    <w:rPr>
      <w:b/>
      <w:sz w:val="27"/>
    </w:rPr>
  </w:style>
  <w:style w:type="paragraph" w:styleId="BodyTextIndent3">
    <w:name w:val="Body Text Indent 3"/>
    <w:basedOn w:val="Normal"/>
    <w:link w:val="BodyTextIndent3Char"/>
    <w:uiPriority w:val="99"/>
    <w:semiHidden/>
    <w:rsid w:val="008B339F"/>
    <w:pPr>
      <w:ind w:firstLine="709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F6ED9"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8B339F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6ED9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B339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4;&#1059;&#1052;&#1040;%20IV\1%20&#1079;&#1072;&#1089;&#1077;&#1076;&#1072;&#1085;&#1080;&#1077;\&#1041;&#1070;&#1051;&#1051;&#1045;&#1058;&#1045;&#1053;&#1068;%20&#8470;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БЮЛЛЕТЕНЬ №2</Template>
  <TotalTime>6</TotalTime>
  <Pages>1</Pages>
  <Words>51</Words>
  <Characters>292</Characters>
  <Application>Microsoft Office Outlook</Application>
  <DocSecurity>0</DocSecurity>
  <Lines>0</Lines>
  <Paragraphs>0</Paragraphs>
  <ScaleCrop>false</ScaleCrop>
  <Company>Государственная Дума Яр.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_</dc:title>
  <dc:subject/>
  <dc:creator>grigoryev</dc:creator>
  <cp:keywords/>
  <dc:description/>
  <cp:lastModifiedBy>chernova</cp:lastModifiedBy>
  <cp:revision>11</cp:revision>
  <cp:lastPrinted>2004-03-25T06:12:00Z</cp:lastPrinted>
  <dcterms:created xsi:type="dcterms:W3CDTF">2013-01-28T07:10:00Z</dcterms:created>
  <dcterms:modified xsi:type="dcterms:W3CDTF">2013-02-01T10:48:00Z</dcterms:modified>
</cp:coreProperties>
</file>